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C8D" w:rsidRPr="00751DBB" w:rsidRDefault="00E97000" w:rsidP="00814C8D">
      <w:pPr>
        <w:pStyle w:val="Pealkiri11"/>
        <w:numPr>
          <w:ilvl w:val="0"/>
          <w:numId w:val="0"/>
        </w:numPr>
        <w:spacing w:before="4000"/>
        <w:rPr>
          <w:sz w:val="52"/>
          <w:szCs w:val="52"/>
          <w:lang w:val="en-GB"/>
        </w:rPr>
      </w:pPr>
      <w:bookmarkStart w:id="0" w:name="_Toc345343789"/>
      <w:bookmarkStart w:id="1" w:name="_Toc346288015"/>
      <w:r>
        <w:rPr>
          <w:sz w:val="52"/>
          <w:szCs w:val="52"/>
          <w:lang w:val="en-GB"/>
        </w:rPr>
        <w:t>DigiDoc</w:t>
      </w:r>
      <w:r w:rsidR="00A31A00">
        <w:rPr>
          <w:sz w:val="52"/>
          <w:szCs w:val="52"/>
          <w:lang w:val="en-GB"/>
        </w:rPr>
        <w:t xml:space="preserve"> </w:t>
      </w:r>
      <w:r>
        <w:rPr>
          <w:sz w:val="52"/>
          <w:szCs w:val="52"/>
          <w:lang w:val="en-GB"/>
        </w:rPr>
        <w:t>COM</w:t>
      </w:r>
      <w:r w:rsidR="00814C8D" w:rsidRPr="00751DBB">
        <w:rPr>
          <w:sz w:val="52"/>
          <w:szCs w:val="52"/>
          <w:lang w:val="en-GB"/>
        </w:rPr>
        <w:t xml:space="preserve"> Programmer’s Guide</w:t>
      </w:r>
      <w:bookmarkEnd w:id="0"/>
      <w:bookmarkEnd w:id="1"/>
    </w:p>
    <w:p w:rsidR="00F054AA" w:rsidRPr="00751DBB" w:rsidRDefault="00814C8D" w:rsidP="00F054AA">
      <w:pPr>
        <w:spacing w:before="1700" w:line="360" w:lineRule="auto"/>
        <w:ind w:right="567"/>
        <w:contextualSpacing/>
        <w:jc w:val="right"/>
        <w:rPr>
          <w:rFonts w:ascii="Helvetica 65" w:hAnsi="Helvetica 65"/>
          <w:sz w:val="24"/>
          <w:lang w:val="en-GB"/>
        </w:rPr>
      </w:pPr>
      <w:r w:rsidRPr="00751DBB">
        <w:rPr>
          <w:rFonts w:ascii="Helvetica 65" w:hAnsi="Helvetica 65"/>
          <w:sz w:val="24"/>
          <w:lang w:val="en-GB"/>
        </w:rPr>
        <w:t>Document Version</w:t>
      </w:r>
      <w:r w:rsidR="00F2021A" w:rsidRPr="00751DBB">
        <w:rPr>
          <w:rFonts w:ascii="Helvetica 65" w:hAnsi="Helvetica 65"/>
          <w:sz w:val="24"/>
          <w:lang w:val="en-GB"/>
        </w:rPr>
        <w:t xml:space="preserve">:  </w:t>
      </w:r>
      <w:r w:rsidR="00AA78D0">
        <w:rPr>
          <w:rFonts w:ascii="Helvetica 65" w:hAnsi="Helvetica 65"/>
          <w:sz w:val="24"/>
          <w:lang w:val="en-GB"/>
        </w:rPr>
        <w:t>3.</w:t>
      </w:r>
      <w:r w:rsidR="007E7980">
        <w:rPr>
          <w:rFonts w:ascii="Helvetica 65" w:hAnsi="Helvetica 65"/>
          <w:sz w:val="24"/>
          <w:lang w:val="en-GB"/>
        </w:rPr>
        <w:t>7</w:t>
      </w:r>
    </w:p>
    <w:p w:rsidR="00814C8D" w:rsidRPr="00751DBB" w:rsidRDefault="00814C8D" w:rsidP="00F054AA">
      <w:pPr>
        <w:spacing w:before="1700" w:line="360" w:lineRule="auto"/>
        <w:ind w:right="567"/>
        <w:contextualSpacing/>
        <w:jc w:val="right"/>
        <w:rPr>
          <w:rFonts w:ascii="Helvetica 65" w:hAnsi="Helvetica 65"/>
          <w:sz w:val="24"/>
          <w:lang w:val="en-GB"/>
        </w:rPr>
      </w:pPr>
      <w:r w:rsidRPr="00751DBB">
        <w:rPr>
          <w:rFonts w:ascii="Helvetica 65" w:hAnsi="Helvetica 65"/>
          <w:sz w:val="24"/>
          <w:lang w:val="en-GB"/>
        </w:rPr>
        <w:t>Library Version</w:t>
      </w:r>
      <w:r w:rsidR="00F054AA" w:rsidRPr="00751DBB">
        <w:rPr>
          <w:rFonts w:ascii="Helvetica 65" w:hAnsi="Helvetica 65"/>
          <w:sz w:val="24"/>
          <w:lang w:val="en-GB"/>
        </w:rPr>
        <w:t xml:space="preserve">:  </w:t>
      </w:r>
      <w:r w:rsidR="00715D6D">
        <w:rPr>
          <w:rFonts w:ascii="Helvetica 65" w:hAnsi="Helvetica 65"/>
          <w:sz w:val="24"/>
          <w:lang w:val="en-GB"/>
        </w:rPr>
        <w:t>3.</w:t>
      </w:r>
      <w:r w:rsidR="007E7980">
        <w:rPr>
          <w:rFonts w:ascii="Helvetica 65" w:hAnsi="Helvetica 65"/>
          <w:sz w:val="24"/>
          <w:lang w:val="en-GB"/>
        </w:rPr>
        <w:t>7</w:t>
      </w:r>
    </w:p>
    <w:p w:rsidR="00F054AA" w:rsidRPr="00751DBB" w:rsidRDefault="00F2021A" w:rsidP="00F054AA">
      <w:pPr>
        <w:spacing w:before="1700" w:line="360" w:lineRule="auto"/>
        <w:ind w:right="567"/>
        <w:contextualSpacing/>
        <w:jc w:val="right"/>
        <w:rPr>
          <w:rFonts w:ascii="Helvetica 65" w:hAnsi="Helvetica 65"/>
          <w:sz w:val="24"/>
          <w:lang w:val="en-GB"/>
        </w:rPr>
      </w:pPr>
      <w:r w:rsidRPr="00751DBB">
        <w:rPr>
          <w:rFonts w:ascii="Helvetica 65" w:hAnsi="Helvetica 65"/>
          <w:sz w:val="24"/>
          <w:lang w:val="en-GB"/>
        </w:rPr>
        <w:t xml:space="preserve">Last update:  </w:t>
      </w:r>
      <w:r w:rsidR="00395CD2">
        <w:rPr>
          <w:rFonts w:ascii="Helvetica 65" w:hAnsi="Helvetica 65"/>
          <w:sz w:val="24"/>
          <w:lang w:val="en-GB"/>
        </w:rPr>
        <w:t>22</w:t>
      </w:r>
      <w:r w:rsidR="00186B8D">
        <w:rPr>
          <w:rFonts w:ascii="Helvetica 65" w:hAnsi="Helvetica 65"/>
          <w:sz w:val="24"/>
          <w:lang w:val="en-GB"/>
        </w:rPr>
        <w:t>.01</w:t>
      </w:r>
      <w:r w:rsidR="00DC7D5B">
        <w:rPr>
          <w:rFonts w:ascii="Helvetica 65" w:hAnsi="Helvetica 65"/>
          <w:sz w:val="24"/>
          <w:lang w:val="en-GB"/>
        </w:rPr>
        <w:t>.2013</w:t>
      </w:r>
    </w:p>
    <w:p w:rsidR="00814C8D" w:rsidRPr="00751DBB" w:rsidRDefault="00814C8D" w:rsidP="00814C8D">
      <w:pPr>
        <w:rPr>
          <w:rFonts w:ascii="Helvetica 65" w:hAnsi="Helvetica 65" w:cs="Arial"/>
          <w:kern w:val="32"/>
          <w:sz w:val="32"/>
          <w:szCs w:val="32"/>
          <w:lang w:val="en-GB"/>
        </w:rPr>
      </w:pPr>
      <w:r w:rsidRPr="00751DBB">
        <w:rPr>
          <w:lang w:val="en-GB"/>
        </w:rPr>
        <w:br w:type="page"/>
      </w:r>
    </w:p>
    <w:p w:rsidR="008933DE" w:rsidRPr="00751DBB" w:rsidRDefault="00AD241C" w:rsidP="00CD492A">
      <w:pPr>
        <w:pStyle w:val="Pealkiri11"/>
        <w:rPr>
          <w:lang w:val="en-GB"/>
        </w:rPr>
      </w:pPr>
      <w:bookmarkStart w:id="2" w:name="_Toc345343790"/>
      <w:bookmarkStart w:id="3" w:name="_Toc346288016"/>
      <w:r w:rsidRPr="00751DBB">
        <w:rPr>
          <w:lang w:val="en-GB"/>
        </w:rPr>
        <w:lastRenderedPageBreak/>
        <w:t>Document versions</w:t>
      </w:r>
      <w:bookmarkEnd w:id="2"/>
      <w:bookmarkEnd w:id="3"/>
    </w:p>
    <w:p w:rsidR="004D6B92" w:rsidRPr="00751DBB" w:rsidRDefault="004D6B92" w:rsidP="0066084C">
      <w:pPr>
        <w:rPr>
          <w:lang w:val="en-GB"/>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5"/>
        <w:gridCol w:w="5400"/>
      </w:tblGrid>
      <w:tr w:rsidR="0015720C" w:rsidRPr="00751DBB">
        <w:trPr>
          <w:trHeight w:val="255"/>
        </w:trPr>
        <w:tc>
          <w:tcPr>
            <w:tcW w:w="8115" w:type="dxa"/>
            <w:gridSpan w:val="2"/>
            <w:shd w:val="clear" w:color="auto" w:fill="333333"/>
            <w:noWrap/>
            <w:vAlign w:val="bottom"/>
          </w:tcPr>
          <w:p w:rsidR="0015720C" w:rsidRPr="00751DBB" w:rsidRDefault="002A04F1" w:rsidP="0066084C">
            <w:pPr>
              <w:rPr>
                <w:rFonts w:cs="Arial"/>
                <w:b/>
                <w:bCs/>
                <w:color w:val="FFFFFF"/>
                <w:szCs w:val="20"/>
                <w:lang w:val="en-GB"/>
              </w:rPr>
            </w:pPr>
            <w:r w:rsidRPr="00751DBB">
              <w:rPr>
                <w:rFonts w:cs="Arial"/>
                <w:b/>
                <w:bCs/>
                <w:color w:val="FFFFFF"/>
                <w:szCs w:val="20"/>
                <w:lang w:val="en-GB"/>
              </w:rPr>
              <w:t>Document information</w:t>
            </w:r>
          </w:p>
        </w:tc>
      </w:tr>
      <w:tr w:rsidR="00D40616" w:rsidRPr="00751DBB" w:rsidTr="00613597">
        <w:trPr>
          <w:trHeight w:val="255"/>
        </w:trPr>
        <w:tc>
          <w:tcPr>
            <w:tcW w:w="2715" w:type="dxa"/>
            <w:shd w:val="clear" w:color="auto" w:fill="auto"/>
            <w:noWrap/>
            <w:vAlign w:val="center"/>
          </w:tcPr>
          <w:p w:rsidR="00D40616" w:rsidRPr="00751DBB" w:rsidRDefault="002A04F1" w:rsidP="00613597">
            <w:pPr>
              <w:jc w:val="left"/>
              <w:rPr>
                <w:rFonts w:cs="Arial"/>
                <w:szCs w:val="20"/>
                <w:lang w:val="en-GB"/>
              </w:rPr>
            </w:pPr>
            <w:r w:rsidRPr="00751DBB">
              <w:rPr>
                <w:rFonts w:cs="Arial"/>
                <w:szCs w:val="20"/>
                <w:lang w:val="en-GB"/>
              </w:rPr>
              <w:t>Created on</w:t>
            </w:r>
          </w:p>
        </w:tc>
        <w:tc>
          <w:tcPr>
            <w:tcW w:w="5400" w:type="dxa"/>
            <w:shd w:val="clear" w:color="auto" w:fill="auto"/>
            <w:noWrap/>
            <w:vAlign w:val="center"/>
          </w:tcPr>
          <w:p w:rsidR="00194391" w:rsidRPr="00751DBB" w:rsidRDefault="00395CD2" w:rsidP="00F35AB3">
            <w:pPr>
              <w:jc w:val="left"/>
              <w:rPr>
                <w:rFonts w:cs="Arial"/>
                <w:szCs w:val="20"/>
                <w:lang w:val="en-GB"/>
              </w:rPr>
            </w:pPr>
            <w:r>
              <w:rPr>
                <w:rFonts w:cs="Arial"/>
                <w:szCs w:val="20"/>
                <w:lang w:val="en-GB"/>
              </w:rPr>
              <w:t>22</w:t>
            </w:r>
            <w:r w:rsidR="00610747">
              <w:rPr>
                <w:rFonts w:cs="Arial"/>
                <w:szCs w:val="20"/>
                <w:lang w:val="en-GB"/>
              </w:rPr>
              <w:t>.0</w:t>
            </w:r>
            <w:r>
              <w:rPr>
                <w:rFonts w:cs="Arial"/>
                <w:szCs w:val="20"/>
                <w:lang w:val="en-GB"/>
              </w:rPr>
              <w:t>1</w:t>
            </w:r>
            <w:r w:rsidR="00610747">
              <w:rPr>
                <w:rFonts w:cs="Arial"/>
                <w:szCs w:val="20"/>
                <w:lang w:val="en-GB"/>
              </w:rPr>
              <w:t>.201</w:t>
            </w:r>
            <w:r>
              <w:rPr>
                <w:rFonts w:cs="Arial"/>
                <w:szCs w:val="20"/>
                <w:lang w:val="en-GB"/>
              </w:rPr>
              <w:t>3</w:t>
            </w:r>
          </w:p>
        </w:tc>
      </w:tr>
      <w:tr w:rsidR="00D40616" w:rsidRPr="00751DBB" w:rsidTr="00613597">
        <w:trPr>
          <w:trHeight w:val="270"/>
        </w:trPr>
        <w:tc>
          <w:tcPr>
            <w:tcW w:w="2715" w:type="dxa"/>
            <w:shd w:val="clear" w:color="auto" w:fill="auto"/>
            <w:noWrap/>
            <w:vAlign w:val="center"/>
          </w:tcPr>
          <w:p w:rsidR="00D40616" w:rsidRPr="00751DBB" w:rsidRDefault="002A04F1" w:rsidP="00613597">
            <w:pPr>
              <w:jc w:val="left"/>
              <w:rPr>
                <w:rFonts w:cs="Arial"/>
                <w:szCs w:val="20"/>
                <w:lang w:val="en-GB"/>
              </w:rPr>
            </w:pPr>
            <w:r w:rsidRPr="00751DBB">
              <w:rPr>
                <w:rFonts w:cs="Arial"/>
                <w:szCs w:val="20"/>
                <w:lang w:val="en-GB"/>
              </w:rPr>
              <w:t>Reference</w:t>
            </w:r>
          </w:p>
        </w:tc>
        <w:tc>
          <w:tcPr>
            <w:tcW w:w="5400" w:type="dxa"/>
            <w:shd w:val="clear" w:color="auto" w:fill="auto"/>
            <w:noWrap/>
            <w:vAlign w:val="center"/>
          </w:tcPr>
          <w:p w:rsidR="00D40616" w:rsidRPr="00751DBB" w:rsidRDefault="00E97000" w:rsidP="00613597">
            <w:pPr>
              <w:jc w:val="left"/>
              <w:rPr>
                <w:rFonts w:cs="Arial"/>
                <w:szCs w:val="20"/>
                <w:lang w:val="en-GB"/>
              </w:rPr>
            </w:pPr>
            <w:r>
              <w:rPr>
                <w:rFonts w:cs="Arial"/>
                <w:szCs w:val="20"/>
                <w:lang w:val="en-GB"/>
              </w:rPr>
              <w:t>DigiDoc</w:t>
            </w:r>
            <w:r w:rsidR="00A40C68">
              <w:rPr>
                <w:rFonts w:cs="Arial"/>
                <w:szCs w:val="20"/>
                <w:lang w:val="en-GB"/>
              </w:rPr>
              <w:t xml:space="preserve"> </w:t>
            </w:r>
            <w:r>
              <w:rPr>
                <w:rFonts w:cs="Arial"/>
                <w:szCs w:val="20"/>
                <w:lang w:val="en-GB"/>
              </w:rPr>
              <w:t>COM</w:t>
            </w:r>
            <w:r w:rsidR="00613597" w:rsidRPr="00751DBB">
              <w:rPr>
                <w:rFonts w:cs="Arial"/>
                <w:szCs w:val="20"/>
                <w:lang w:val="en-GB"/>
              </w:rPr>
              <w:t xml:space="preserve"> Programmer’s Guide</w:t>
            </w:r>
          </w:p>
        </w:tc>
      </w:tr>
      <w:tr w:rsidR="00D40616" w:rsidRPr="00751DBB" w:rsidTr="00613597">
        <w:trPr>
          <w:trHeight w:val="270"/>
        </w:trPr>
        <w:tc>
          <w:tcPr>
            <w:tcW w:w="2715" w:type="dxa"/>
            <w:shd w:val="clear" w:color="auto" w:fill="auto"/>
            <w:noWrap/>
            <w:vAlign w:val="center"/>
          </w:tcPr>
          <w:p w:rsidR="00D40616" w:rsidRPr="00751DBB" w:rsidRDefault="002A04F1" w:rsidP="00DF7E5A">
            <w:pPr>
              <w:jc w:val="left"/>
              <w:rPr>
                <w:rFonts w:cs="Arial"/>
                <w:szCs w:val="20"/>
                <w:lang w:val="en-GB"/>
              </w:rPr>
            </w:pPr>
            <w:r w:rsidRPr="00751DBB">
              <w:rPr>
                <w:rFonts w:cs="Arial"/>
                <w:szCs w:val="20"/>
                <w:lang w:val="en-GB"/>
              </w:rPr>
              <w:t>R</w:t>
            </w:r>
            <w:r w:rsidR="00DF7E5A" w:rsidRPr="00751DBB">
              <w:rPr>
                <w:rFonts w:cs="Arial"/>
                <w:szCs w:val="20"/>
                <w:lang w:val="en-GB"/>
              </w:rPr>
              <w:t>eceiver</w:t>
            </w:r>
          </w:p>
        </w:tc>
        <w:tc>
          <w:tcPr>
            <w:tcW w:w="5400" w:type="dxa"/>
            <w:shd w:val="clear" w:color="auto" w:fill="auto"/>
            <w:noWrap/>
            <w:vAlign w:val="center"/>
          </w:tcPr>
          <w:p w:rsidR="00D40616" w:rsidRPr="00751DBB" w:rsidRDefault="00613597" w:rsidP="00613597">
            <w:pPr>
              <w:jc w:val="left"/>
              <w:rPr>
                <w:rFonts w:cs="Arial"/>
                <w:szCs w:val="20"/>
                <w:lang w:val="en-GB"/>
              </w:rPr>
            </w:pPr>
            <w:r w:rsidRPr="00751DBB">
              <w:rPr>
                <w:rFonts w:cs="Arial"/>
                <w:szCs w:val="20"/>
                <w:lang w:val="en-GB"/>
              </w:rPr>
              <w:t>Sertifitseerimiskeskus AS</w:t>
            </w:r>
          </w:p>
        </w:tc>
      </w:tr>
      <w:tr w:rsidR="00D40616" w:rsidRPr="00751DBB" w:rsidTr="00613597">
        <w:trPr>
          <w:trHeight w:val="270"/>
        </w:trPr>
        <w:tc>
          <w:tcPr>
            <w:tcW w:w="2715" w:type="dxa"/>
            <w:shd w:val="clear" w:color="auto" w:fill="auto"/>
            <w:noWrap/>
            <w:vAlign w:val="center"/>
          </w:tcPr>
          <w:p w:rsidR="00D40616" w:rsidRPr="00751DBB" w:rsidRDefault="002A04F1" w:rsidP="00613597">
            <w:pPr>
              <w:jc w:val="left"/>
              <w:rPr>
                <w:rFonts w:cs="Arial"/>
                <w:szCs w:val="20"/>
                <w:lang w:val="en-GB"/>
              </w:rPr>
            </w:pPr>
            <w:r w:rsidRPr="00751DBB">
              <w:rPr>
                <w:rFonts w:cs="Arial"/>
                <w:szCs w:val="20"/>
                <w:lang w:val="en-GB"/>
              </w:rPr>
              <w:t>Author</w:t>
            </w:r>
          </w:p>
        </w:tc>
        <w:tc>
          <w:tcPr>
            <w:tcW w:w="5400" w:type="dxa"/>
            <w:shd w:val="clear" w:color="auto" w:fill="auto"/>
            <w:noWrap/>
            <w:vAlign w:val="center"/>
          </w:tcPr>
          <w:p w:rsidR="00D40616" w:rsidRPr="00751DBB" w:rsidRDefault="00971964" w:rsidP="00E97000">
            <w:pPr>
              <w:jc w:val="left"/>
              <w:rPr>
                <w:rFonts w:cs="Arial"/>
                <w:szCs w:val="20"/>
                <w:lang w:val="en-GB"/>
              </w:rPr>
            </w:pPr>
            <w:r>
              <w:rPr>
                <w:rFonts w:cs="Arial"/>
                <w:szCs w:val="20"/>
                <w:lang w:val="en-GB"/>
              </w:rPr>
              <w:t>Veiko Sinivee, Kersti Üts, Kristi Uukkivi</w:t>
            </w:r>
          </w:p>
        </w:tc>
      </w:tr>
      <w:tr w:rsidR="004C5779" w:rsidRPr="00751DBB" w:rsidTr="00613597">
        <w:trPr>
          <w:trHeight w:val="270"/>
        </w:trPr>
        <w:tc>
          <w:tcPr>
            <w:tcW w:w="2715" w:type="dxa"/>
            <w:shd w:val="clear" w:color="auto" w:fill="auto"/>
            <w:noWrap/>
            <w:vAlign w:val="center"/>
          </w:tcPr>
          <w:p w:rsidR="004C5779" w:rsidRPr="00751DBB" w:rsidRDefault="002A04F1" w:rsidP="00613597">
            <w:pPr>
              <w:jc w:val="left"/>
              <w:rPr>
                <w:rFonts w:cs="Arial"/>
                <w:szCs w:val="20"/>
                <w:lang w:val="en-GB"/>
              </w:rPr>
            </w:pPr>
            <w:r w:rsidRPr="00751DBB">
              <w:rPr>
                <w:rFonts w:cs="Arial"/>
                <w:szCs w:val="20"/>
                <w:lang w:val="en-GB"/>
              </w:rPr>
              <w:t>Versio</w:t>
            </w:r>
            <w:r w:rsidR="004C5779" w:rsidRPr="00751DBB">
              <w:rPr>
                <w:rFonts w:cs="Arial"/>
                <w:szCs w:val="20"/>
                <w:lang w:val="en-GB"/>
              </w:rPr>
              <w:t>n</w:t>
            </w:r>
          </w:p>
        </w:tc>
        <w:tc>
          <w:tcPr>
            <w:tcW w:w="5400" w:type="dxa"/>
            <w:shd w:val="clear" w:color="auto" w:fill="auto"/>
            <w:noWrap/>
            <w:vAlign w:val="center"/>
          </w:tcPr>
          <w:p w:rsidR="004C5779" w:rsidRPr="00751DBB" w:rsidRDefault="00AA78D0" w:rsidP="00613597">
            <w:pPr>
              <w:jc w:val="left"/>
              <w:rPr>
                <w:rFonts w:cs="Arial"/>
                <w:szCs w:val="20"/>
                <w:lang w:val="en-GB"/>
              </w:rPr>
            </w:pPr>
            <w:r>
              <w:rPr>
                <w:rFonts w:cs="Arial"/>
                <w:szCs w:val="20"/>
                <w:lang w:val="en-GB"/>
              </w:rPr>
              <w:t>3.</w:t>
            </w:r>
            <w:r w:rsidR="007E7980">
              <w:rPr>
                <w:rFonts w:cs="Arial"/>
                <w:szCs w:val="20"/>
                <w:lang w:val="en-GB"/>
              </w:rPr>
              <w:t>7</w:t>
            </w:r>
          </w:p>
        </w:tc>
      </w:tr>
    </w:tbl>
    <w:p w:rsidR="00107734" w:rsidRPr="00751DBB" w:rsidRDefault="00107734" w:rsidP="0066084C">
      <w:pPr>
        <w:rPr>
          <w:lang w:val="en-GB"/>
        </w:rPr>
      </w:pPr>
    </w:p>
    <w:tbl>
      <w:tblPr>
        <w:tblW w:w="8115"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55"/>
        <w:gridCol w:w="1080"/>
        <w:gridCol w:w="5580"/>
      </w:tblGrid>
      <w:tr w:rsidR="0015720C" w:rsidRPr="00751DBB">
        <w:trPr>
          <w:trHeight w:val="255"/>
        </w:trPr>
        <w:tc>
          <w:tcPr>
            <w:tcW w:w="8115" w:type="dxa"/>
            <w:gridSpan w:val="3"/>
            <w:shd w:val="clear" w:color="auto" w:fill="333333"/>
            <w:noWrap/>
          </w:tcPr>
          <w:p w:rsidR="0015720C" w:rsidRPr="00751DBB" w:rsidRDefault="002A04F1" w:rsidP="003E6507">
            <w:pPr>
              <w:jc w:val="left"/>
              <w:rPr>
                <w:rFonts w:cs="Arial"/>
                <w:b/>
                <w:bCs/>
                <w:szCs w:val="20"/>
                <w:lang w:val="en-GB"/>
              </w:rPr>
            </w:pPr>
            <w:r w:rsidRPr="00751DBB">
              <w:rPr>
                <w:rFonts w:cs="Arial"/>
                <w:b/>
                <w:bCs/>
                <w:szCs w:val="20"/>
                <w:lang w:val="en-GB"/>
              </w:rPr>
              <w:t>Version</w:t>
            </w:r>
            <w:r w:rsidR="0015720C" w:rsidRPr="00751DBB">
              <w:rPr>
                <w:rFonts w:cs="Arial"/>
                <w:b/>
                <w:bCs/>
                <w:szCs w:val="20"/>
                <w:lang w:val="en-GB"/>
              </w:rPr>
              <w:t xml:space="preserve"> info</w:t>
            </w:r>
            <w:r w:rsidRPr="00751DBB">
              <w:rPr>
                <w:rFonts w:cs="Arial"/>
                <w:b/>
                <w:bCs/>
                <w:szCs w:val="20"/>
                <w:lang w:val="en-GB"/>
              </w:rPr>
              <w:t>rmation</w:t>
            </w:r>
          </w:p>
        </w:tc>
      </w:tr>
      <w:tr w:rsidR="0015720C" w:rsidRPr="00751DBB">
        <w:trPr>
          <w:trHeight w:val="255"/>
        </w:trPr>
        <w:tc>
          <w:tcPr>
            <w:tcW w:w="1455" w:type="dxa"/>
            <w:shd w:val="clear" w:color="auto" w:fill="auto"/>
            <w:noWrap/>
          </w:tcPr>
          <w:p w:rsidR="0015720C" w:rsidRPr="00751DBB" w:rsidRDefault="002A04F1" w:rsidP="003E6507">
            <w:pPr>
              <w:jc w:val="left"/>
              <w:rPr>
                <w:rFonts w:cs="Arial"/>
                <w:b/>
                <w:szCs w:val="20"/>
                <w:lang w:val="en-GB"/>
              </w:rPr>
            </w:pPr>
            <w:r w:rsidRPr="00751DBB">
              <w:rPr>
                <w:rFonts w:cs="Arial"/>
                <w:b/>
                <w:szCs w:val="20"/>
                <w:lang w:val="en-GB"/>
              </w:rPr>
              <w:t>Date</w:t>
            </w:r>
          </w:p>
        </w:tc>
        <w:tc>
          <w:tcPr>
            <w:tcW w:w="1080" w:type="dxa"/>
          </w:tcPr>
          <w:p w:rsidR="0015720C" w:rsidRPr="00751DBB" w:rsidRDefault="0015720C" w:rsidP="003E6507">
            <w:pPr>
              <w:jc w:val="center"/>
              <w:rPr>
                <w:rFonts w:cs="Arial"/>
                <w:b/>
                <w:szCs w:val="20"/>
                <w:lang w:val="en-GB"/>
              </w:rPr>
            </w:pPr>
            <w:r w:rsidRPr="00751DBB">
              <w:rPr>
                <w:rFonts w:cs="Arial"/>
                <w:b/>
                <w:szCs w:val="20"/>
                <w:lang w:val="en-GB"/>
              </w:rPr>
              <w:t>Ve</w:t>
            </w:r>
            <w:r w:rsidR="002A04F1" w:rsidRPr="00751DBB">
              <w:rPr>
                <w:rFonts w:cs="Arial"/>
                <w:b/>
                <w:szCs w:val="20"/>
                <w:lang w:val="en-GB"/>
              </w:rPr>
              <w:t>rsi</w:t>
            </w:r>
            <w:r w:rsidRPr="00751DBB">
              <w:rPr>
                <w:rFonts w:cs="Arial"/>
                <w:b/>
                <w:szCs w:val="20"/>
                <w:lang w:val="en-GB"/>
              </w:rPr>
              <w:t>on</w:t>
            </w:r>
          </w:p>
        </w:tc>
        <w:tc>
          <w:tcPr>
            <w:tcW w:w="5580" w:type="dxa"/>
            <w:shd w:val="clear" w:color="auto" w:fill="auto"/>
            <w:noWrap/>
          </w:tcPr>
          <w:p w:rsidR="0015720C" w:rsidRPr="00751DBB" w:rsidRDefault="002A04F1" w:rsidP="003E6507">
            <w:pPr>
              <w:jc w:val="left"/>
              <w:rPr>
                <w:rFonts w:cs="Arial"/>
                <w:b/>
                <w:szCs w:val="20"/>
                <w:lang w:val="en-GB"/>
              </w:rPr>
            </w:pPr>
            <w:r w:rsidRPr="00751DBB">
              <w:rPr>
                <w:rFonts w:cs="Arial"/>
                <w:b/>
                <w:szCs w:val="20"/>
                <w:lang w:val="en-GB"/>
              </w:rPr>
              <w:t>Changes</w:t>
            </w:r>
          </w:p>
        </w:tc>
      </w:tr>
      <w:tr w:rsidR="002A04F1" w:rsidRPr="00751DBB">
        <w:trPr>
          <w:trHeight w:val="270"/>
        </w:trPr>
        <w:tc>
          <w:tcPr>
            <w:tcW w:w="1455" w:type="dxa"/>
            <w:shd w:val="clear" w:color="auto" w:fill="auto"/>
            <w:noWrap/>
          </w:tcPr>
          <w:p w:rsidR="002A04F1" w:rsidRPr="00751DBB" w:rsidRDefault="002A04F1" w:rsidP="003E6507">
            <w:pPr>
              <w:jc w:val="left"/>
              <w:rPr>
                <w:rFonts w:cs="Arial"/>
                <w:szCs w:val="20"/>
                <w:lang w:val="en-GB"/>
              </w:rPr>
            </w:pPr>
          </w:p>
        </w:tc>
        <w:tc>
          <w:tcPr>
            <w:tcW w:w="1080" w:type="dxa"/>
          </w:tcPr>
          <w:p w:rsidR="002A04F1" w:rsidRPr="00751DBB" w:rsidRDefault="00AA78D0" w:rsidP="003E6507">
            <w:pPr>
              <w:jc w:val="center"/>
              <w:rPr>
                <w:rFonts w:cs="Arial"/>
                <w:szCs w:val="20"/>
                <w:lang w:val="en-GB"/>
              </w:rPr>
            </w:pPr>
            <w:r>
              <w:rPr>
                <w:rFonts w:cs="Arial"/>
                <w:szCs w:val="20"/>
                <w:lang w:val="en-GB"/>
              </w:rPr>
              <w:t>2.2.5.2</w:t>
            </w:r>
          </w:p>
        </w:tc>
        <w:tc>
          <w:tcPr>
            <w:tcW w:w="5580" w:type="dxa"/>
            <w:shd w:val="clear" w:color="auto" w:fill="auto"/>
            <w:noWrap/>
          </w:tcPr>
          <w:p w:rsidR="002A04F1" w:rsidRPr="00751DBB" w:rsidRDefault="00AA78D0" w:rsidP="00520E66">
            <w:pPr>
              <w:jc w:val="left"/>
              <w:rPr>
                <w:rFonts w:cs="Arial"/>
                <w:szCs w:val="20"/>
                <w:lang w:val="en-GB"/>
              </w:rPr>
            </w:pPr>
            <w:r>
              <w:rPr>
                <w:rFonts w:cs="Arial"/>
                <w:szCs w:val="20"/>
                <w:lang w:val="en-GB"/>
              </w:rPr>
              <w:t>The latest version of “DigiDocLibCOM.DLL user manual” created by Veiko Sinivee</w:t>
            </w:r>
          </w:p>
        </w:tc>
      </w:tr>
      <w:tr w:rsidR="002A04F1" w:rsidRPr="00751DBB">
        <w:trPr>
          <w:trHeight w:val="270"/>
        </w:trPr>
        <w:tc>
          <w:tcPr>
            <w:tcW w:w="1455" w:type="dxa"/>
            <w:shd w:val="clear" w:color="auto" w:fill="auto"/>
            <w:noWrap/>
          </w:tcPr>
          <w:p w:rsidR="002A04F1" w:rsidRPr="00751DBB" w:rsidRDefault="00395CD2" w:rsidP="00F35AB3">
            <w:pPr>
              <w:jc w:val="left"/>
              <w:rPr>
                <w:rFonts w:cs="Arial"/>
                <w:szCs w:val="20"/>
                <w:lang w:val="en-GB"/>
              </w:rPr>
            </w:pPr>
            <w:r>
              <w:rPr>
                <w:rFonts w:cs="Arial"/>
                <w:szCs w:val="20"/>
                <w:lang w:val="en-GB"/>
              </w:rPr>
              <w:t>22</w:t>
            </w:r>
            <w:r w:rsidR="00186B8D">
              <w:rPr>
                <w:rFonts w:cs="Arial"/>
                <w:szCs w:val="20"/>
                <w:lang w:val="en-GB"/>
              </w:rPr>
              <w:t>.01</w:t>
            </w:r>
            <w:r w:rsidR="00C61A6A">
              <w:rPr>
                <w:rFonts w:cs="Arial"/>
                <w:szCs w:val="20"/>
                <w:lang w:val="en-GB"/>
              </w:rPr>
              <w:t>.2013</w:t>
            </w:r>
          </w:p>
        </w:tc>
        <w:tc>
          <w:tcPr>
            <w:tcW w:w="1080" w:type="dxa"/>
          </w:tcPr>
          <w:p w:rsidR="002A04F1" w:rsidRPr="00751DBB" w:rsidRDefault="00610747" w:rsidP="003E6507">
            <w:pPr>
              <w:jc w:val="center"/>
              <w:rPr>
                <w:rFonts w:cs="Arial"/>
                <w:szCs w:val="20"/>
                <w:lang w:val="en-GB"/>
              </w:rPr>
            </w:pPr>
            <w:r>
              <w:rPr>
                <w:rFonts w:cs="Arial"/>
                <w:szCs w:val="20"/>
                <w:lang w:val="en-GB"/>
              </w:rPr>
              <w:t>3.</w:t>
            </w:r>
            <w:r w:rsidR="007E7980">
              <w:rPr>
                <w:rFonts w:cs="Arial"/>
                <w:szCs w:val="20"/>
                <w:lang w:val="en-GB"/>
              </w:rPr>
              <w:t>7</w:t>
            </w:r>
          </w:p>
        </w:tc>
        <w:tc>
          <w:tcPr>
            <w:tcW w:w="5580" w:type="dxa"/>
            <w:shd w:val="clear" w:color="auto" w:fill="auto"/>
            <w:noWrap/>
          </w:tcPr>
          <w:p w:rsidR="00DD381C" w:rsidRPr="00751DBB" w:rsidRDefault="00AA78D0" w:rsidP="00AA78D0">
            <w:pPr>
              <w:jc w:val="left"/>
              <w:rPr>
                <w:rFonts w:cs="Arial"/>
                <w:szCs w:val="20"/>
                <w:lang w:val="en-GB"/>
              </w:rPr>
            </w:pPr>
            <w:r>
              <w:rPr>
                <w:rFonts w:cs="Arial"/>
                <w:szCs w:val="20"/>
                <w:lang w:val="en-GB"/>
              </w:rPr>
              <w:t>Document u</w:t>
            </w:r>
            <w:r w:rsidR="00610747">
              <w:rPr>
                <w:rFonts w:cs="Arial"/>
                <w:szCs w:val="20"/>
                <w:lang w:val="en-GB"/>
              </w:rPr>
              <w:t>pdated to 3.</w:t>
            </w:r>
            <w:r w:rsidR="007E7980">
              <w:rPr>
                <w:rFonts w:cs="Arial"/>
                <w:szCs w:val="20"/>
                <w:lang w:val="en-GB"/>
              </w:rPr>
              <w:t>7</w:t>
            </w:r>
            <w:r w:rsidR="00610747">
              <w:rPr>
                <w:rFonts w:cs="Arial"/>
                <w:szCs w:val="20"/>
                <w:lang w:val="en-GB"/>
              </w:rPr>
              <w:t xml:space="preserve"> version</w:t>
            </w:r>
          </w:p>
        </w:tc>
      </w:tr>
    </w:tbl>
    <w:p w:rsidR="0015720C" w:rsidRPr="00751DBB" w:rsidRDefault="0015720C" w:rsidP="0066084C">
      <w:pPr>
        <w:rPr>
          <w:lang w:val="en-GB"/>
        </w:rPr>
      </w:pPr>
    </w:p>
    <w:p w:rsidR="001F32A3" w:rsidRPr="00751DBB" w:rsidRDefault="001F32A3">
      <w:pPr>
        <w:spacing w:after="0"/>
        <w:jc w:val="left"/>
        <w:rPr>
          <w:b/>
          <w:sz w:val="24"/>
          <w:lang w:val="en-GB"/>
        </w:rPr>
      </w:pPr>
      <w:r w:rsidRPr="00751DBB">
        <w:rPr>
          <w:b/>
          <w:sz w:val="24"/>
          <w:lang w:val="en-GB"/>
        </w:rPr>
        <w:br w:type="page"/>
      </w:r>
    </w:p>
    <w:p w:rsidR="002A04F1" w:rsidRPr="00751DBB" w:rsidRDefault="002A04F1" w:rsidP="0066084C">
      <w:pPr>
        <w:rPr>
          <w:b/>
          <w:sz w:val="24"/>
          <w:lang w:val="en-GB"/>
        </w:rPr>
      </w:pPr>
      <w:r w:rsidRPr="00751DBB">
        <w:rPr>
          <w:b/>
          <w:sz w:val="24"/>
          <w:lang w:val="en-GB"/>
        </w:rPr>
        <w:lastRenderedPageBreak/>
        <w:t>Table of contents</w:t>
      </w:r>
    </w:p>
    <w:p w:rsidR="00186B8D" w:rsidRDefault="00792518">
      <w:pPr>
        <w:pStyle w:val="TOC1"/>
        <w:rPr>
          <w:rFonts w:asciiTheme="minorHAnsi" w:eastAsiaTheme="minorEastAsia" w:hAnsiTheme="minorHAnsi" w:cstheme="minorBidi"/>
          <w:noProof/>
          <w:sz w:val="22"/>
          <w:szCs w:val="22"/>
          <w:lang w:val="et-EE" w:eastAsia="et-EE"/>
        </w:rPr>
      </w:pPr>
      <w:r w:rsidRPr="00751DBB">
        <w:rPr>
          <w:lang w:val="en-GB"/>
        </w:rPr>
        <w:fldChar w:fldCharType="begin"/>
      </w:r>
      <w:r w:rsidR="00C20A72" w:rsidRPr="00751DBB">
        <w:rPr>
          <w:lang w:val="en-GB"/>
        </w:rPr>
        <w:instrText xml:space="preserve"> TOC \o "2-2" \h \z \t "Pealkiri 3;4;Pealkiri 11;1;Pealkiri 21;3;Pealkiri 31;5" </w:instrText>
      </w:r>
      <w:r w:rsidRPr="00751DBB">
        <w:rPr>
          <w:lang w:val="en-GB"/>
        </w:rPr>
        <w:fldChar w:fldCharType="separate"/>
      </w:r>
      <w:hyperlink w:anchor="_Toc346288015" w:history="1">
        <w:r w:rsidR="00186B8D" w:rsidRPr="001C5812">
          <w:rPr>
            <w:rStyle w:val="Hyperlink"/>
            <w:noProof/>
            <w:lang w:val="en-GB"/>
          </w:rPr>
          <w:t>DigiDoc COM Programmer’s Guide</w:t>
        </w:r>
        <w:r w:rsidR="00186B8D">
          <w:rPr>
            <w:noProof/>
            <w:webHidden/>
          </w:rPr>
          <w:tab/>
        </w:r>
        <w:r w:rsidR="00186B8D">
          <w:rPr>
            <w:noProof/>
            <w:webHidden/>
          </w:rPr>
          <w:fldChar w:fldCharType="begin"/>
        </w:r>
        <w:r w:rsidR="00186B8D">
          <w:rPr>
            <w:noProof/>
            <w:webHidden/>
          </w:rPr>
          <w:instrText xml:space="preserve"> PAGEREF _Toc346288015 \h </w:instrText>
        </w:r>
        <w:r w:rsidR="00186B8D">
          <w:rPr>
            <w:noProof/>
            <w:webHidden/>
          </w:rPr>
        </w:r>
        <w:r w:rsidR="00186B8D">
          <w:rPr>
            <w:noProof/>
            <w:webHidden/>
          </w:rPr>
          <w:fldChar w:fldCharType="separate"/>
        </w:r>
        <w:r w:rsidR="00186B8D">
          <w:rPr>
            <w:noProof/>
            <w:webHidden/>
          </w:rPr>
          <w:t>1</w:t>
        </w:r>
        <w:r w:rsidR="00186B8D">
          <w:rPr>
            <w:noProof/>
            <w:webHidden/>
          </w:rPr>
          <w:fldChar w:fldCharType="end"/>
        </w:r>
      </w:hyperlink>
    </w:p>
    <w:p w:rsidR="00186B8D" w:rsidRDefault="00395CD2">
      <w:pPr>
        <w:pStyle w:val="TOC1"/>
        <w:rPr>
          <w:rFonts w:asciiTheme="minorHAnsi" w:eastAsiaTheme="minorEastAsia" w:hAnsiTheme="minorHAnsi" w:cstheme="minorBidi"/>
          <w:noProof/>
          <w:sz w:val="22"/>
          <w:szCs w:val="22"/>
          <w:lang w:val="et-EE" w:eastAsia="et-EE"/>
        </w:rPr>
      </w:pPr>
      <w:hyperlink w:anchor="_Toc346288016" w:history="1">
        <w:r w:rsidR="00186B8D" w:rsidRPr="001C5812">
          <w:rPr>
            <w:rStyle w:val="Hyperlink"/>
            <w:noProof/>
            <w:lang w:val="en-GB"/>
          </w:rPr>
          <w:t>1.</w:t>
        </w:r>
        <w:r w:rsidR="00186B8D">
          <w:rPr>
            <w:rFonts w:asciiTheme="minorHAnsi" w:eastAsiaTheme="minorEastAsia" w:hAnsiTheme="minorHAnsi" w:cstheme="minorBidi"/>
            <w:noProof/>
            <w:sz w:val="22"/>
            <w:szCs w:val="22"/>
            <w:lang w:val="et-EE" w:eastAsia="et-EE"/>
          </w:rPr>
          <w:tab/>
        </w:r>
        <w:r w:rsidR="00186B8D" w:rsidRPr="001C5812">
          <w:rPr>
            <w:rStyle w:val="Hyperlink"/>
            <w:noProof/>
            <w:lang w:val="en-GB"/>
          </w:rPr>
          <w:t>Document versions</w:t>
        </w:r>
        <w:r w:rsidR="00186B8D">
          <w:rPr>
            <w:noProof/>
            <w:webHidden/>
          </w:rPr>
          <w:tab/>
        </w:r>
        <w:r w:rsidR="00186B8D">
          <w:rPr>
            <w:noProof/>
            <w:webHidden/>
          </w:rPr>
          <w:fldChar w:fldCharType="begin"/>
        </w:r>
        <w:r w:rsidR="00186B8D">
          <w:rPr>
            <w:noProof/>
            <w:webHidden/>
          </w:rPr>
          <w:instrText xml:space="preserve"> PAGEREF _Toc346288016 \h </w:instrText>
        </w:r>
        <w:r w:rsidR="00186B8D">
          <w:rPr>
            <w:noProof/>
            <w:webHidden/>
          </w:rPr>
        </w:r>
        <w:r w:rsidR="00186B8D">
          <w:rPr>
            <w:noProof/>
            <w:webHidden/>
          </w:rPr>
          <w:fldChar w:fldCharType="separate"/>
        </w:r>
        <w:r w:rsidR="00186B8D">
          <w:rPr>
            <w:noProof/>
            <w:webHidden/>
          </w:rPr>
          <w:t>2</w:t>
        </w:r>
        <w:r w:rsidR="00186B8D">
          <w:rPr>
            <w:noProof/>
            <w:webHidden/>
          </w:rPr>
          <w:fldChar w:fldCharType="end"/>
        </w:r>
      </w:hyperlink>
    </w:p>
    <w:p w:rsidR="00186B8D" w:rsidRDefault="00395CD2">
      <w:pPr>
        <w:pStyle w:val="TOC1"/>
        <w:rPr>
          <w:rFonts w:asciiTheme="minorHAnsi" w:eastAsiaTheme="minorEastAsia" w:hAnsiTheme="minorHAnsi" w:cstheme="minorBidi"/>
          <w:noProof/>
          <w:sz w:val="22"/>
          <w:szCs w:val="22"/>
          <w:lang w:val="et-EE" w:eastAsia="et-EE"/>
        </w:rPr>
      </w:pPr>
      <w:hyperlink w:anchor="_Toc346288017" w:history="1">
        <w:r w:rsidR="00186B8D" w:rsidRPr="001C5812">
          <w:rPr>
            <w:rStyle w:val="Hyperlink"/>
            <w:noProof/>
            <w:lang w:val="en-GB"/>
          </w:rPr>
          <w:t>2.</w:t>
        </w:r>
        <w:r w:rsidR="00186B8D">
          <w:rPr>
            <w:rFonts w:asciiTheme="minorHAnsi" w:eastAsiaTheme="minorEastAsia" w:hAnsiTheme="minorHAnsi" w:cstheme="minorBidi"/>
            <w:noProof/>
            <w:sz w:val="22"/>
            <w:szCs w:val="22"/>
            <w:lang w:val="et-EE" w:eastAsia="et-EE"/>
          </w:rPr>
          <w:tab/>
        </w:r>
        <w:r w:rsidR="00186B8D" w:rsidRPr="001C5812">
          <w:rPr>
            <w:rStyle w:val="Hyperlink"/>
            <w:noProof/>
            <w:lang w:val="en-GB"/>
          </w:rPr>
          <w:t>Introduction</w:t>
        </w:r>
        <w:r w:rsidR="00186B8D">
          <w:rPr>
            <w:noProof/>
            <w:webHidden/>
          </w:rPr>
          <w:tab/>
        </w:r>
        <w:r w:rsidR="00186B8D">
          <w:rPr>
            <w:noProof/>
            <w:webHidden/>
          </w:rPr>
          <w:fldChar w:fldCharType="begin"/>
        </w:r>
        <w:r w:rsidR="00186B8D">
          <w:rPr>
            <w:noProof/>
            <w:webHidden/>
          </w:rPr>
          <w:instrText xml:space="preserve"> PAGEREF _Toc346288017 \h </w:instrText>
        </w:r>
        <w:r w:rsidR="00186B8D">
          <w:rPr>
            <w:noProof/>
            <w:webHidden/>
          </w:rPr>
        </w:r>
        <w:r w:rsidR="00186B8D">
          <w:rPr>
            <w:noProof/>
            <w:webHidden/>
          </w:rPr>
          <w:fldChar w:fldCharType="separate"/>
        </w:r>
        <w:r w:rsidR="00186B8D">
          <w:rPr>
            <w:noProof/>
            <w:webHidden/>
          </w:rPr>
          <w:t>4</w:t>
        </w:r>
        <w:r w:rsidR="00186B8D">
          <w:rPr>
            <w:noProof/>
            <w:webHidden/>
          </w:rPr>
          <w:fldChar w:fldCharType="end"/>
        </w:r>
      </w:hyperlink>
    </w:p>
    <w:p w:rsidR="00186B8D" w:rsidRDefault="00395CD2">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6288018" w:history="1">
        <w:r w:rsidR="00186B8D" w:rsidRPr="001C5812">
          <w:rPr>
            <w:rStyle w:val="Hyperlink"/>
            <w:noProof/>
            <w:lang w:val="en-GB"/>
          </w:rPr>
          <w:t>2.1.</w:t>
        </w:r>
        <w:r w:rsidR="00186B8D">
          <w:rPr>
            <w:rFonts w:asciiTheme="minorHAnsi" w:eastAsiaTheme="minorEastAsia" w:hAnsiTheme="minorHAnsi" w:cstheme="minorBidi"/>
            <w:noProof/>
            <w:sz w:val="22"/>
            <w:szCs w:val="22"/>
            <w:lang w:val="et-EE" w:eastAsia="et-EE"/>
          </w:rPr>
          <w:tab/>
        </w:r>
        <w:r w:rsidR="00186B8D" w:rsidRPr="001C5812">
          <w:rPr>
            <w:rStyle w:val="Hyperlink"/>
            <w:noProof/>
            <w:lang w:val="en-GB"/>
          </w:rPr>
          <w:t>About DigiDoc</w:t>
        </w:r>
        <w:r w:rsidR="00186B8D">
          <w:rPr>
            <w:noProof/>
            <w:webHidden/>
          </w:rPr>
          <w:tab/>
        </w:r>
        <w:r w:rsidR="00186B8D">
          <w:rPr>
            <w:noProof/>
            <w:webHidden/>
          </w:rPr>
          <w:fldChar w:fldCharType="begin"/>
        </w:r>
        <w:r w:rsidR="00186B8D">
          <w:rPr>
            <w:noProof/>
            <w:webHidden/>
          </w:rPr>
          <w:instrText xml:space="preserve"> PAGEREF _Toc346288018 \h </w:instrText>
        </w:r>
        <w:r w:rsidR="00186B8D">
          <w:rPr>
            <w:noProof/>
            <w:webHidden/>
          </w:rPr>
        </w:r>
        <w:r w:rsidR="00186B8D">
          <w:rPr>
            <w:noProof/>
            <w:webHidden/>
          </w:rPr>
          <w:fldChar w:fldCharType="separate"/>
        </w:r>
        <w:r w:rsidR="00186B8D">
          <w:rPr>
            <w:noProof/>
            <w:webHidden/>
          </w:rPr>
          <w:t>5</w:t>
        </w:r>
        <w:r w:rsidR="00186B8D">
          <w:rPr>
            <w:noProof/>
            <w:webHidden/>
          </w:rPr>
          <w:fldChar w:fldCharType="end"/>
        </w:r>
      </w:hyperlink>
    </w:p>
    <w:p w:rsidR="00186B8D" w:rsidRDefault="00395CD2">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6288019" w:history="1">
        <w:r w:rsidR="00186B8D" w:rsidRPr="001C5812">
          <w:rPr>
            <w:rStyle w:val="Hyperlink"/>
            <w:noProof/>
            <w:lang w:val="en-GB"/>
          </w:rPr>
          <w:t>2.2.</w:t>
        </w:r>
        <w:r w:rsidR="00186B8D">
          <w:rPr>
            <w:rFonts w:asciiTheme="minorHAnsi" w:eastAsiaTheme="minorEastAsia" w:hAnsiTheme="minorHAnsi" w:cstheme="minorBidi"/>
            <w:noProof/>
            <w:sz w:val="22"/>
            <w:szCs w:val="22"/>
            <w:lang w:val="et-EE" w:eastAsia="et-EE"/>
          </w:rPr>
          <w:tab/>
        </w:r>
        <w:r w:rsidR="00186B8D" w:rsidRPr="001C5812">
          <w:rPr>
            <w:rStyle w:val="Hyperlink"/>
            <w:noProof/>
            <w:lang w:val="en-GB"/>
          </w:rPr>
          <w:t>DigiDoc security model</w:t>
        </w:r>
        <w:r w:rsidR="00186B8D">
          <w:rPr>
            <w:noProof/>
            <w:webHidden/>
          </w:rPr>
          <w:tab/>
        </w:r>
        <w:r w:rsidR="00186B8D">
          <w:rPr>
            <w:noProof/>
            <w:webHidden/>
          </w:rPr>
          <w:fldChar w:fldCharType="begin"/>
        </w:r>
        <w:r w:rsidR="00186B8D">
          <w:rPr>
            <w:noProof/>
            <w:webHidden/>
          </w:rPr>
          <w:instrText xml:space="preserve"> PAGEREF _Toc346288019 \h </w:instrText>
        </w:r>
        <w:r w:rsidR="00186B8D">
          <w:rPr>
            <w:noProof/>
            <w:webHidden/>
          </w:rPr>
        </w:r>
        <w:r w:rsidR="00186B8D">
          <w:rPr>
            <w:noProof/>
            <w:webHidden/>
          </w:rPr>
          <w:fldChar w:fldCharType="separate"/>
        </w:r>
        <w:r w:rsidR="00186B8D">
          <w:rPr>
            <w:noProof/>
            <w:webHidden/>
          </w:rPr>
          <w:t>5</w:t>
        </w:r>
        <w:r w:rsidR="00186B8D">
          <w:rPr>
            <w:noProof/>
            <w:webHidden/>
          </w:rPr>
          <w:fldChar w:fldCharType="end"/>
        </w:r>
      </w:hyperlink>
    </w:p>
    <w:p w:rsidR="00186B8D" w:rsidRDefault="00395CD2">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6288020" w:history="1">
        <w:r w:rsidR="00186B8D" w:rsidRPr="001C5812">
          <w:rPr>
            <w:rStyle w:val="Hyperlink"/>
            <w:noProof/>
            <w:lang w:val="en-GB"/>
          </w:rPr>
          <w:t>2.3.</w:t>
        </w:r>
        <w:r w:rsidR="00186B8D">
          <w:rPr>
            <w:rFonts w:asciiTheme="minorHAnsi" w:eastAsiaTheme="minorEastAsia" w:hAnsiTheme="minorHAnsi" w:cstheme="minorBidi"/>
            <w:noProof/>
            <w:sz w:val="22"/>
            <w:szCs w:val="22"/>
            <w:lang w:val="et-EE" w:eastAsia="et-EE"/>
          </w:rPr>
          <w:tab/>
        </w:r>
        <w:r w:rsidR="00186B8D" w:rsidRPr="001C5812">
          <w:rPr>
            <w:rStyle w:val="Hyperlink"/>
            <w:noProof/>
            <w:lang w:val="en-GB"/>
          </w:rPr>
          <w:t>Format of digitally signed file</w:t>
        </w:r>
        <w:r w:rsidR="00186B8D">
          <w:rPr>
            <w:noProof/>
            <w:webHidden/>
          </w:rPr>
          <w:tab/>
        </w:r>
        <w:r w:rsidR="00186B8D">
          <w:rPr>
            <w:noProof/>
            <w:webHidden/>
          </w:rPr>
          <w:fldChar w:fldCharType="begin"/>
        </w:r>
        <w:r w:rsidR="00186B8D">
          <w:rPr>
            <w:noProof/>
            <w:webHidden/>
          </w:rPr>
          <w:instrText xml:space="preserve"> PAGEREF _Toc346288020 \h </w:instrText>
        </w:r>
        <w:r w:rsidR="00186B8D">
          <w:rPr>
            <w:noProof/>
            <w:webHidden/>
          </w:rPr>
        </w:r>
        <w:r w:rsidR="00186B8D">
          <w:rPr>
            <w:noProof/>
            <w:webHidden/>
          </w:rPr>
          <w:fldChar w:fldCharType="separate"/>
        </w:r>
        <w:r w:rsidR="00186B8D">
          <w:rPr>
            <w:noProof/>
            <w:webHidden/>
          </w:rPr>
          <w:t>6</w:t>
        </w:r>
        <w:r w:rsidR="00186B8D">
          <w:rPr>
            <w:noProof/>
            <w:webHidden/>
          </w:rPr>
          <w:fldChar w:fldCharType="end"/>
        </w:r>
      </w:hyperlink>
    </w:p>
    <w:p w:rsidR="00186B8D" w:rsidRDefault="00395CD2">
      <w:pPr>
        <w:pStyle w:val="TOC1"/>
        <w:rPr>
          <w:rFonts w:asciiTheme="minorHAnsi" w:eastAsiaTheme="minorEastAsia" w:hAnsiTheme="minorHAnsi" w:cstheme="minorBidi"/>
          <w:noProof/>
          <w:sz w:val="22"/>
          <w:szCs w:val="22"/>
          <w:lang w:val="et-EE" w:eastAsia="et-EE"/>
        </w:rPr>
      </w:pPr>
      <w:hyperlink w:anchor="_Toc346288021" w:history="1">
        <w:r w:rsidR="00186B8D" w:rsidRPr="001C5812">
          <w:rPr>
            <w:rStyle w:val="Hyperlink"/>
            <w:noProof/>
            <w:lang w:val="en-GB"/>
          </w:rPr>
          <w:t>3.</w:t>
        </w:r>
        <w:r w:rsidR="00186B8D">
          <w:rPr>
            <w:rFonts w:asciiTheme="minorHAnsi" w:eastAsiaTheme="minorEastAsia" w:hAnsiTheme="minorHAnsi" w:cstheme="minorBidi"/>
            <w:noProof/>
            <w:sz w:val="22"/>
            <w:szCs w:val="22"/>
            <w:lang w:val="et-EE" w:eastAsia="et-EE"/>
          </w:rPr>
          <w:tab/>
        </w:r>
        <w:r w:rsidR="00186B8D" w:rsidRPr="001C5812">
          <w:rPr>
            <w:rStyle w:val="Hyperlink"/>
            <w:noProof/>
            <w:lang w:val="en-GB"/>
          </w:rPr>
          <w:t>Overview</w:t>
        </w:r>
        <w:r w:rsidR="00186B8D">
          <w:rPr>
            <w:noProof/>
            <w:webHidden/>
          </w:rPr>
          <w:tab/>
        </w:r>
        <w:r w:rsidR="00186B8D">
          <w:rPr>
            <w:noProof/>
            <w:webHidden/>
          </w:rPr>
          <w:fldChar w:fldCharType="begin"/>
        </w:r>
        <w:r w:rsidR="00186B8D">
          <w:rPr>
            <w:noProof/>
            <w:webHidden/>
          </w:rPr>
          <w:instrText xml:space="preserve"> PAGEREF _Toc346288021 \h </w:instrText>
        </w:r>
        <w:r w:rsidR="00186B8D">
          <w:rPr>
            <w:noProof/>
            <w:webHidden/>
          </w:rPr>
        </w:r>
        <w:r w:rsidR="00186B8D">
          <w:rPr>
            <w:noProof/>
            <w:webHidden/>
          </w:rPr>
          <w:fldChar w:fldCharType="separate"/>
        </w:r>
        <w:r w:rsidR="00186B8D">
          <w:rPr>
            <w:noProof/>
            <w:webHidden/>
          </w:rPr>
          <w:t>8</w:t>
        </w:r>
        <w:r w:rsidR="00186B8D">
          <w:rPr>
            <w:noProof/>
            <w:webHidden/>
          </w:rPr>
          <w:fldChar w:fldCharType="end"/>
        </w:r>
      </w:hyperlink>
    </w:p>
    <w:p w:rsidR="00186B8D" w:rsidRDefault="00395CD2">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6288022" w:history="1">
        <w:r w:rsidR="00186B8D" w:rsidRPr="001C5812">
          <w:rPr>
            <w:rStyle w:val="Hyperlink"/>
            <w:noProof/>
            <w:lang w:val="en-GB"/>
          </w:rPr>
          <w:t>3.1.</w:t>
        </w:r>
        <w:r w:rsidR="00186B8D">
          <w:rPr>
            <w:rFonts w:asciiTheme="minorHAnsi" w:eastAsiaTheme="minorEastAsia" w:hAnsiTheme="minorHAnsi" w:cstheme="minorBidi"/>
            <w:noProof/>
            <w:sz w:val="22"/>
            <w:szCs w:val="22"/>
            <w:lang w:val="et-EE" w:eastAsia="et-EE"/>
          </w:rPr>
          <w:tab/>
        </w:r>
        <w:r w:rsidR="00186B8D" w:rsidRPr="001C5812">
          <w:rPr>
            <w:rStyle w:val="Hyperlink"/>
            <w:noProof/>
            <w:lang w:val="en-GB"/>
          </w:rPr>
          <w:t>References and additional resources</w:t>
        </w:r>
        <w:r w:rsidR="00186B8D">
          <w:rPr>
            <w:noProof/>
            <w:webHidden/>
          </w:rPr>
          <w:tab/>
        </w:r>
        <w:r w:rsidR="00186B8D">
          <w:rPr>
            <w:noProof/>
            <w:webHidden/>
          </w:rPr>
          <w:fldChar w:fldCharType="begin"/>
        </w:r>
        <w:r w:rsidR="00186B8D">
          <w:rPr>
            <w:noProof/>
            <w:webHidden/>
          </w:rPr>
          <w:instrText xml:space="preserve"> PAGEREF _Toc346288022 \h </w:instrText>
        </w:r>
        <w:r w:rsidR="00186B8D">
          <w:rPr>
            <w:noProof/>
            <w:webHidden/>
          </w:rPr>
        </w:r>
        <w:r w:rsidR="00186B8D">
          <w:rPr>
            <w:noProof/>
            <w:webHidden/>
          </w:rPr>
          <w:fldChar w:fldCharType="separate"/>
        </w:r>
        <w:r w:rsidR="00186B8D">
          <w:rPr>
            <w:noProof/>
            <w:webHidden/>
          </w:rPr>
          <w:t>9</w:t>
        </w:r>
        <w:r w:rsidR="00186B8D">
          <w:rPr>
            <w:noProof/>
            <w:webHidden/>
          </w:rPr>
          <w:fldChar w:fldCharType="end"/>
        </w:r>
      </w:hyperlink>
    </w:p>
    <w:p w:rsidR="00186B8D" w:rsidRDefault="00395CD2">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6288023" w:history="1">
        <w:r w:rsidR="00186B8D" w:rsidRPr="001C5812">
          <w:rPr>
            <w:rStyle w:val="Hyperlink"/>
            <w:noProof/>
            <w:lang w:val="en-GB"/>
          </w:rPr>
          <w:t>3.2.</w:t>
        </w:r>
        <w:r w:rsidR="00186B8D">
          <w:rPr>
            <w:rFonts w:asciiTheme="minorHAnsi" w:eastAsiaTheme="minorEastAsia" w:hAnsiTheme="minorHAnsi" w:cstheme="minorBidi"/>
            <w:noProof/>
            <w:sz w:val="22"/>
            <w:szCs w:val="22"/>
            <w:lang w:val="et-EE" w:eastAsia="et-EE"/>
          </w:rPr>
          <w:tab/>
        </w:r>
        <w:r w:rsidR="00186B8D" w:rsidRPr="001C5812">
          <w:rPr>
            <w:rStyle w:val="Hyperlink"/>
            <w:noProof/>
            <w:lang w:val="en-GB"/>
          </w:rPr>
          <w:t>Terms and acronyms</w:t>
        </w:r>
        <w:r w:rsidR="00186B8D">
          <w:rPr>
            <w:noProof/>
            <w:webHidden/>
          </w:rPr>
          <w:tab/>
        </w:r>
        <w:r w:rsidR="00186B8D">
          <w:rPr>
            <w:noProof/>
            <w:webHidden/>
          </w:rPr>
          <w:fldChar w:fldCharType="begin"/>
        </w:r>
        <w:r w:rsidR="00186B8D">
          <w:rPr>
            <w:noProof/>
            <w:webHidden/>
          </w:rPr>
          <w:instrText xml:space="preserve"> PAGEREF _Toc346288023 \h </w:instrText>
        </w:r>
        <w:r w:rsidR="00186B8D">
          <w:rPr>
            <w:noProof/>
            <w:webHidden/>
          </w:rPr>
        </w:r>
        <w:r w:rsidR="00186B8D">
          <w:rPr>
            <w:noProof/>
            <w:webHidden/>
          </w:rPr>
          <w:fldChar w:fldCharType="separate"/>
        </w:r>
        <w:r w:rsidR="00186B8D">
          <w:rPr>
            <w:noProof/>
            <w:webHidden/>
          </w:rPr>
          <w:t>10</w:t>
        </w:r>
        <w:r w:rsidR="00186B8D">
          <w:rPr>
            <w:noProof/>
            <w:webHidden/>
          </w:rPr>
          <w:fldChar w:fldCharType="end"/>
        </w:r>
      </w:hyperlink>
    </w:p>
    <w:p w:rsidR="00186B8D" w:rsidRDefault="00395CD2">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6288024" w:history="1">
        <w:r w:rsidR="00186B8D" w:rsidRPr="001C5812">
          <w:rPr>
            <w:rStyle w:val="Hyperlink"/>
            <w:noProof/>
            <w:lang w:val="en-GB"/>
          </w:rPr>
          <w:t>3.3.</w:t>
        </w:r>
        <w:r w:rsidR="00186B8D">
          <w:rPr>
            <w:rFonts w:asciiTheme="minorHAnsi" w:eastAsiaTheme="minorEastAsia" w:hAnsiTheme="minorHAnsi" w:cstheme="minorBidi"/>
            <w:noProof/>
            <w:sz w:val="22"/>
            <w:szCs w:val="22"/>
            <w:lang w:val="et-EE" w:eastAsia="et-EE"/>
          </w:rPr>
          <w:tab/>
        </w:r>
        <w:r w:rsidR="00186B8D" w:rsidRPr="001C5812">
          <w:rPr>
            <w:rStyle w:val="Hyperlink"/>
            <w:noProof/>
            <w:lang w:val="en-GB"/>
          </w:rPr>
          <w:t>Dependencies</w:t>
        </w:r>
        <w:r w:rsidR="00186B8D">
          <w:rPr>
            <w:noProof/>
            <w:webHidden/>
          </w:rPr>
          <w:tab/>
        </w:r>
        <w:r w:rsidR="00186B8D">
          <w:rPr>
            <w:noProof/>
            <w:webHidden/>
          </w:rPr>
          <w:fldChar w:fldCharType="begin"/>
        </w:r>
        <w:r w:rsidR="00186B8D">
          <w:rPr>
            <w:noProof/>
            <w:webHidden/>
          </w:rPr>
          <w:instrText xml:space="preserve"> PAGEREF _Toc346288024 \h </w:instrText>
        </w:r>
        <w:r w:rsidR="00186B8D">
          <w:rPr>
            <w:noProof/>
            <w:webHidden/>
          </w:rPr>
        </w:r>
        <w:r w:rsidR="00186B8D">
          <w:rPr>
            <w:noProof/>
            <w:webHidden/>
          </w:rPr>
          <w:fldChar w:fldCharType="separate"/>
        </w:r>
        <w:r w:rsidR="00186B8D">
          <w:rPr>
            <w:noProof/>
            <w:webHidden/>
          </w:rPr>
          <w:t>11</w:t>
        </w:r>
        <w:r w:rsidR="00186B8D">
          <w:rPr>
            <w:noProof/>
            <w:webHidden/>
          </w:rPr>
          <w:fldChar w:fldCharType="end"/>
        </w:r>
      </w:hyperlink>
    </w:p>
    <w:p w:rsidR="00186B8D" w:rsidRDefault="00395CD2">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6288025" w:history="1">
        <w:r w:rsidR="00186B8D" w:rsidRPr="001C5812">
          <w:rPr>
            <w:rStyle w:val="Hyperlink"/>
            <w:noProof/>
            <w:lang w:val="en-GB"/>
          </w:rPr>
          <w:t>3.4.</w:t>
        </w:r>
        <w:r w:rsidR="00186B8D">
          <w:rPr>
            <w:rFonts w:asciiTheme="minorHAnsi" w:eastAsiaTheme="minorEastAsia" w:hAnsiTheme="minorHAnsi" w:cstheme="minorBidi"/>
            <w:noProof/>
            <w:sz w:val="22"/>
            <w:szCs w:val="22"/>
            <w:lang w:val="et-EE" w:eastAsia="et-EE"/>
          </w:rPr>
          <w:tab/>
        </w:r>
        <w:r w:rsidR="00186B8D" w:rsidRPr="001C5812">
          <w:rPr>
            <w:rStyle w:val="Hyperlink"/>
            <w:noProof/>
            <w:lang w:val="en-GB"/>
          </w:rPr>
          <w:t>Digital signing by using API</w:t>
        </w:r>
        <w:r w:rsidR="00186B8D">
          <w:rPr>
            <w:noProof/>
            <w:webHidden/>
          </w:rPr>
          <w:tab/>
        </w:r>
        <w:r w:rsidR="00186B8D">
          <w:rPr>
            <w:noProof/>
            <w:webHidden/>
          </w:rPr>
          <w:fldChar w:fldCharType="begin"/>
        </w:r>
        <w:r w:rsidR="00186B8D">
          <w:rPr>
            <w:noProof/>
            <w:webHidden/>
          </w:rPr>
          <w:instrText xml:space="preserve"> PAGEREF _Toc346288025 \h </w:instrText>
        </w:r>
        <w:r w:rsidR="00186B8D">
          <w:rPr>
            <w:noProof/>
            <w:webHidden/>
          </w:rPr>
        </w:r>
        <w:r w:rsidR="00186B8D">
          <w:rPr>
            <w:noProof/>
            <w:webHidden/>
          </w:rPr>
          <w:fldChar w:fldCharType="separate"/>
        </w:r>
        <w:r w:rsidR="00186B8D">
          <w:rPr>
            <w:noProof/>
            <w:webHidden/>
          </w:rPr>
          <w:t>11</w:t>
        </w:r>
        <w:r w:rsidR="00186B8D">
          <w:rPr>
            <w:noProof/>
            <w:webHidden/>
          </w:rPr>
          <w:fldChar w:fldCharType="end"/>
        </w:r>
      </w:hyperlink>
    </w:p>
    <w:p w:rsidR="00186B8D" w:rsidRDefault="00186B8D">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346288026" w:history="1">
        <w:r w:rsidRPr="001C5812">
          <w:rPr>
            <w:rStyle w:val="Hyperlink"/>
            <w:noProof/>
            <w:lang w:val="en-GB"/>
          </w:rPr>
          <w:t>3.4.1.</w:t>
        </w:r>
        <w:r>
          <w:rPr>
            <w:rFonts w:asciiTheme="minorHAnsi" w:eastAsiaTheme="minorEastAsia" w:hAnsiTheme="minorHAnsi" w:cstheme="minorBidi"/>
            <w:noProof/>
            <w:sz w:val="22"/>
            <w:szCs w:val="22"/>
            <w:lang w:val="et-EE" w:eastAsia="et-EE"/>
          </w:rPr>
          <w:tab/>
        </w:r>
        <w:r w:rsidRPr="001C5812">
          <w:rPr>
            <w:rStyle w:val="Hyperlink"/>
            <w:noProof/>
            <w:lang w:val="en-GB"/>
          </w:rPr>
          <w:t>Initialization</w:t>
        </w:r>
        <w:r>
          <w:rPr>
            <w:noProof/>
            <w:webHidden/>
          </w:rPr>
          <w:tab/>
        </w:r>
        <w:r>
          <w:rPr>
            <w:noProof/>
            <w:webHidden/>
          </w:rPr>
          <w:fldChar w:fldCharType="begin"/>
        </w:r>
        <w:r>
          <w:rPr>
            <w:noProof/>
            <w:webHidden/>
          </w:rPr>
          <w:instrText xml:space="preserve"> PAGEREF _Toc346288026 \h </w:instrText>
        </w:r>
        <w:r>
          <w:rPr>
            <w:noProof/>
            <w:webHidden/>
          </w:rPr>
        </w:r>
        <w:r>
          <w:rPr>
            <w:noProof/>
            <w:webHidden/>
          </w:rPr>
          <w:fldChar w:fldCharType="separate"/>
        </w:r>
        <w:r>
          <w:rPr>
            <w:noProof/>
            <w:webHidden/>
          </w:rPr>
          <w:t>11</w:t>
        </w:r>
        <w:r>
          <w:rPr>
            <w:noProof/>
            <w:webHidden/>
          </w:rPr>
          <w:fldChar w:fldCharType="end"/>
        </w:r>
      </w:hyperlink>
    </w:p>
    <w:p w:rsidR="00186B8D" w:rsidRDefault="00395CD2">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346288027" w:history="1">
        <w:r w:rsidR="00186B8D" w:rsidRPr="001C5812">
          <w:rPr>
            <w:rStyle w:val="Hyperlink"/>
            <w:noProof/>
            <w:lang w:val="en-GB"/>
          </w:rPr>
          <w:t>3.4.2.</w:t>
        </w:r>
        <w:r w:rsidR="00186B8D">
          <w:rPr>
            <w:rFonts w:asciiTheme="minorHAnsi" w:eastAsiaTheme="minorEastAsia" w:hAnsiTheme="minorHAnsi" w:cstheme="minorBidi"/>
            <w:noProof/>
            <w:sz w:val="22"/>
            <w:szCs w:val="22"/>
            <w:lang w:val="et-EE" w:eastAsia="et-EE"/>
          </w:rPr>
          <w:tab/>
        </w:r>
        <w:r w:rsidR="00186B8D" w:rsidRPr="001C5812">
          <w:rPr>
            <w:rStyle w:val="Hyperlink"/>
            <w:noProof/>
            <w:lang w:val="en-GB"/>
          </w:rPr>
          <w:t>Creating a DigiDoc document</w:t>
        </w:r>
        <w:r w:rsidR="00186B8D">
          <w:rPr>
            <w:noProof/>
            <w:webHidden/>
          </w:rPr>
          <w:tab/>
        </w:r>
        <w:r w:rsidR="00186B8D">
          <w:rPr>
            <w:noProof/>
            <w:webHidden/>
          </w:rPr>
          <w:fldChar w:fldCharType="begin"/>
        </w:r>
        <w:r w:rsidR="00186B8D">
          <w:rPr>
            <w:noProof/>
            <w:webHidden/>
          </w:rPr>
          <w:instrText xml:space="preserve"> PAGEREF _Toc346288027 \h </w:instrText>
        </w:r>
        <w:r w:rsidR="00186B8D">
          <w:rPr>
            <w:noProof/>
            <w:webHidden/>
          </w:rPr>
        </w:r>
        <w:r w:rsidR="00186B8D">
          <w:rPr>
            <w:noProof/>
            <w:webHidden/>
          </w:rPr>
          <w:fldChar w:fldCharType="separate"/>
        </w:r>
        <w:r w:rsidR="00186B8D">
          <w:rPr>
            <w:noProof/>
            <w:webHidden/>
          </w:rPr>
          <w:t>12</w:t>
        </w:r>
        <w:r w:rsidR="00186B8D">
          <w:rPr>
            <w:noProof/>
            <w:webHidden/>
          </w:rPr>
          <w:fldChar w:fldCharType="end"/>
        </w:r>
      </w:hyperlink>
    </w:p>
    <w:p w:rsidR="00186B8D" w:rsidRDefault="00395CD2">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346288028" w:history="1">
        <w:r w:rsidR="00186B8D" w:rsidRPr="001C5812">
          <w:rPr>
            <w:rStyle w:val="Hyperlink"/>
            <w:noProof/>
            <w:lang w:val="en-GB"/>
          </w:rPr>
          <w:t>3.4.3.</w:t>
        </w:r>
        <w:r w:rsidR="00186B8D">
          <w:rPr>
            <w:rFonts w:asciiTheme="minorHAnsi" w:eastAsiaTheme="minorEastAsia" w:hAnsiTheme="minorHAnsi" w:cstheme="minorBidi"/>
            <w:noProof/>
            <w:sz w:val="22"/>
            <w:szCs w:val="22"/>
            <w:lang w:val="et-EE" w:eastAsia="et-EE"/>
          </w:rPr>
          <w:tab/>
        </w:r>
        <w:r w:rsidR="00186B8D" w:rsidRPr="001C5812">
          <w:rPr>
            <w:rStyle w:val="Hyperlink"/>
            <w:noProof/>
            <w:lang w:val="en-GB"/>
          </w:rPr>
          <w:t>Adding data files</w:t>
        </w:r>
        <w:r w:rsidR="00186B8D">
          <w:rPr>
            <w:noProof/>
            <w:webHidden/>
          </w:rPr>
          <w:tab/>
        </w:r>
        <w:r w:rsidR="00186B8D">
          <w:rPr>
            <w:noProof/>
            <w:webHidden/>
          </w:rPr>
          <w:fldChar w:fldCharType="begin"/>
        </w:r>
        <w:r w:rsidR="00186B8D">
          <w:rPr>
            <w:noProof/>
            <w:webHidden/>
          </w:rPr>
          <w:instrText xml:space="preserve"> PAGEREF _Toc346288028 \h </w:instrText>
        </w:r>
        <w:r w:rsidR="00186B8D">
          <w:rPr>
            <w:noProof/>
            <w:webHidden/>
          </w:rPr>
        </w:r>
        <w:r w:rsidR="00186B8D">
          <w:rPr>
            <w:noProof/>
            <w:webHidden/>
          </w:rPr>
          <w:fldChar w:fldCharType="separate"/>
        </w:r>
        <w:r w:rsidR="00186B8D">
          <w:rPr>
            <w:noProof/>
            <w:webHidden/>
          </w:rPr>
          <w:t>12</w:t>
        </w:r>
        <w:r w:rsidR="00186B8D">
          <w:rPr>
            <w:noProof/>
            <w:webHidden/>
          </w:rPr>
          <w:fldChar w:fldCharType="end"/>
        </w:r>
      </w:hyperlink>
    </w:p>
    <w:p w:rsidR="00186B8D" w:rsidRDefault="00395CD2">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346288029" w:history="1">
        <w:r w:rsidR="00186B8D" w:rsidRPr="001C5812">
          <w:rPr>
            <w:rStyle w:val="Hyperlink"/>
            <w:noProof/>
            <w:lang w:val="en-GB"/>
          </w:rPr>
          <w:t>3.4.4.</w:t>
        </w:r>
        <w:r w:rsidR="00186B8D">
          <w:rPr>
            <w:rFonts w:asciiTheme="minorHAnsi" w:eastAsiaTheme="minorEastAsia" w:hAnsiTheme="minorHAnsi" w:cstheme="minorBidi"/>
            <w:noProof/>
            <w:sz w:val="22"/>
            <w:szCs w:val="22"/>
            <w:lang w:val="et-EE" w:eastAsia="et-EE"/>
          </w:rPr>
          <w:tab/>
        </w:r>
        <w:r w:rsidR="00186B8D" w:rsidRPr="001C5812">
          <w:rPr>
            <w:rStyle w:val="Hyperlink"/>
            <w:noProof/>
            <w:lang w:val="en-GB"/>
          </w:rPr>
          <w:t>Adding signatures</w:t>
        </w:r>
        <w:r w:rsidR="00186B8D">
          <w:rPr>
            <w:noProof/>
            <w:webHidden/>
          </w:rPr>
          <w:tab/>
        </w:r>
        <w:r w:rsidR="00186B8D">
          <w:rPr>
            <w:noProof/>
            <w:webHidden/>
          </w:rPr>
          <w:fldChar w:fldCharType="begin"/>
        </w:r>
        <w:r w:rsidR="00186B8D">
          <w:rPr>
            <w:noProof/>
            <w:webHidden/>
          </w:rPr>
          <w:instrText xml:space="preserve"> PAGEREF _Toc346288029 \h </w:instrText>
        </w:r>
        <w:r w:rsidR="00186B8D">
          <w:rPr>
            <w:noProof/>
            <w:webHidden/>
          </w:rPr>
        </w:r>
        <w:r w:rsidR="00186B8D">
          <w:rPr>
            <w:noProof/>
            <w:webHidden/>
          </w:rPr>
          <w:fldChar w:fldCharType="separate"/>
        </w:r>
        <w:r w:rsidR="00186B8D">
          <w:rPr>
            <w:noProof/>
            <w:webHidden/>
          </w:rPr>
          <w:t>13</w:t>
        </w:r>
        <w:r w:rsidR="00186B8D">
          <w:rPr>
            <w:noProof/>
            <w:webHidden/>
          </w:rPr>
          <w:fldChar w:fldCharType="end"/>
        </w:r>
      </w:hyperlink>
    </w:p>
    <w:p w:rsidR="00186B8D" w:rsidRDefault="00395CD2">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346288030" w:history="1">
        <w:r w:rsidR="00186B8D" w:rsidRPr="001C5812">
          <w:rPr>
            <w:rStyle w:val="Hyperlink"/>
            <w:noProof/>
            <w:lang w:val="en-GB"/>
          </w:rPr>
          <w:t>3.4.5.</w:t>
        </w:r>
        <w:r w:rsidR="00186B8D">
          <w:rPr>
            <w:rFonts w:asciiTheme="minorHAnsi" w:eastAsiaTheme="minorEastAsia" w:hAnsiTheme="minorHAnsi" w:cstheme="minorBidi"/>
            <w:noProof/>
            <w:sz w:val="22"/>
            <w:szCs w:val="22"/>
            <w:lang w:val="et-EE" w:eastAsia="et-EE"/>
          </w:rPr>
          <w:tab/>
        </w:r>
        <w:r w:rsidR="00186B8D" w:rsidRPr="001C5812">
          <w:rPr>
            <w:rStyle w:val="Hyperlink"/>
            <w:noProof/>
            <w:lang w:val="en-GB"/>
          </w:rPr>
          <w:t>Adding an OCSP confirmation</w:t>
        </w:r>
        <w:r w:rsidR="00186B8D">
          <w:rPr>
            <w:noProof/>
            <w:webHidden/>
          </w:rPr>
          <w:tab/>
        </w:r>
        <w:r w:rsidR="00186B8D">
          <w:rPr>
            <w:noProof/>
            <w:webHidden/>
          </w:rPr>
          <w:fldChar w:fldCharType="begin"/>
        </w:r>
        <w:r w:rsidR="00186B8D">
          <w:rPr>
            <w:noProof/>
            <w:webHidden/>
          </w:rPr>
          <w:instrText xml:space="preserve"> PAGEREF _Toc346288030 \h </w:instrText>
        </w:r>
        <w:r w:rsidR="00186B8D">
          <w:rPr>
            <w:noProof/>
            <w:webHidden/>
          </w:rPr>
        </w:r>
        <w:r w:rsidR="00186B8D">
          <w:rPr>
            <w:noProof/>
            <w:webHidden/>
          </w:rPr>
          <w:fldChar w:fldCharType="separate"/>
        </w:r>
        <w:r w:rsidR="00186B8D">
          <w:rPr>
            <w:noProof/>
            <w:webHidden/>
          </w:rPr>
          <w:t>14</w:t>
        </w:r>
        <w:r w:rsidR="00186B8D">
          <w:rPr>
            <w:noProof/>
            <w:webHidden/>
          </w:rPr>
          <w:fldChar w:fldCharType="end"/>
        </w:r>
      </w:hyperlink>
    </w:p>
    <w:p w:rsidR="00186B8D" w:rsidRDefault="00395CD2">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346288031" w:history="1">
        <w:r w:rsidR="00186B8D" w:rsidRPr="001C5812">
          <w:rPr>
            <w:rStyle w:val="Hyperlink"/>
            <w:noProof/>
            <w:lang w:val="en-GB"/>
          </w:rPr>
          <w:t>3.4.6.</w:t>
        </w:r>
        <w:r w:rsidR="00186B8D">
          <w:rPr>
            <w:rFonts w:asciiTheme="minorHAnsi" w:eastAsiaTheme="minorEastAsia" w:hAnsiTheme="minorHAnsi" w:cstheme="minorBidi"/>
            <w:noProof/>
            <w:sz w:val="22"/>
            <w:szCs w:val="22"/>
            <w:lang w:val="et-EE" w:eastAsia="et-EE"/>
          </w:rPr>
          <w:tab/>
        </w:r>
        <w:r w:rsidR="00186B8D" w:rsidRPr="001C5812">
          <w:rPr>
            <w:rStyle w:val="Hyperlink"/>
            <w:noProof/>
            <w:lang w:val="en-GB"/>
          </w:rPr>
          <w:t>Reading and writing DigiDoc documents</w:t>
        </w:r>
        <w:r w:rsidR="00186B8D">
          <w:rPr>
            <w:noProof/>
            <w:webHidden/>
          </w:rPr>
          <w:tab/>
        </w:r>
        <w:r w:rsidR="00186B8D">
          <w:rPr>
            <w:noProof/>
            <w:webHidden/>
          </w:rPr>
          <w:fldChar w:fldCharType="begin"/>
        </w:r>
        <w:r w:rsidR="00186B8D">
          <w:rPr>
            <w:noProof/>
            <w:webHidden/>
          </w:rPr>
          <w:instrText xml:space="preserve"> PAGEREF _Toc346288031 \h </w:instrText>
        </w:r>
        <w:r w:rsidR="00186B8D">
          <w:rPr>
            <w:noProof/>
            <w:webHidden/>
          </w:rPr>
        </w:r>
        <w:r w:rsidR="00186B8D">
          <w:rPr>
            <w:noProof/>
            <w:webHidden/>
          </w:rPr>
          <w:fldChar w:fldCharType="separate"/>
        </w:r>
        <w:r w:rsidR="00186B8D">
          <w:rPr>
            <w:noProof/>
            <w:webHidden/>
          </w:rPr>
          <w:t>15</w:t>
        </w:r>
        <w:r w:rsidR="00186B8D">
          <w:rPr>
            <w:noProof/>
            <w:webHidden/>
          </w:rPr>
          <w:fldChar w:fldCharType="end"/>
        </w:r>
      </w:hyperlink>
    </w:p>
    <w:p w:rsidR="00186B8D" w:rsidRDefault="00395CD2">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346288032" w:history="1">
        <w:r w:rsidR="00186B8D" w:rsidRPr="001C5812">
          <w:rPr>
            <w:rStyle w:val="Hyperlink"/>
            <w:noProof/>
            <w:lang w:val="en-GB"/>
          </w:rPr>
          <w:t>3.4.7.</w:t>
        </w:r>
        <w:r w:rsidR="00186B8D">
          <w:rPr>
            <w:rFonts w:asciiTheme="minorHAnsi" w:eastAsiaTheme="minorEastAsia" w:hAnsiTheme="minorHAnsi" w:cstheme="minorBidi"/>
            <w:noProof/>
            <w:sz w:val="22"/>
            <w:szCs w:val="22"/>
            <w:lang w:val="et-EE" w:eastAsia="et-EE"/>
          </w:rPr>
          <w:tab/>
        </w:r>
        <w:r w:rsidR="00186B8D" w:rsidRPr="001C5812">
          <w:rPr>
            <w:rStyle w:val="Hyperlink"/>
            <w:noProof/>
            <w:lang w:val="en-GB"/>
          </w:rPr>
          <w:t>Verify signatures and OCSP confirmations</w:t>
        </w:r>
        <w:r w:rsidR="00186B8D">
          <w:rPr>
            <w:noProof/>
            <w:webHidden/>
          </w:rPr>
          <w:tab/>
        </w:r>
        <w:r w:rsidR="00186B8D">
          <w:rPr>
            <w:noProof/>
            <w:webHidden/>
          </w:rPr>
          <w:fldChar w:fldCharType="begin"/>
        </w:r>
        <w:r w:rsidR="00186B8D">
          <w:rPr>
            <w:noProof/>
            <w:webHidden/>
          </w:rPr>
          <w:instrText xml:space="preserve"> PAGEREF _Toc346288032 \h </w:instrText>
        </w:r>
        <w:r w:rsidR="00186B8D">
          <w:rPr>
            <w:noProof/>
            <w:webHidden/>
          </w:rPr>
        </w:r>
        <w:r w:rsidR="00186B8D">
          <w:rPr>
            <w:noProof/>
            <w:webHidden/>
          </w:rPr>
          <w:fldChar w:fldCharType="separate"/>
        </w:r>
        <w:r w:rsidR="00186B8D">
          <w:rPr>
            <w:noProof/>
            <w:webHidden/>
          </w:rPr>
          <w:t>15</w:t>
        </w:r>
        <w:r w:rsidR="00186B8D">
          <w:rPr>
            <w:noProof/>
            <w:webHidden/>
          </w:rPr>
          <w:fldChar w:fldCharType="end"/>
        </w:r>
      </w:hyperlink>
    </w:p>
    <w:p w:rsidR="00186B8D" w:rsidRDefault="00395CD2">
      <w:pPr>
        <w:pStyle w:val="TOC1"/>
        <w:rPr>
          <w:rFonts w:asciiTheme="minorHAnsi" w:eastAsiaTheme="minorEastAsia" w:hAnsiTheme="minorHAnsi" w:cstheme="minorBidi"/>
          <w:noProof/>
          <w:sz w:val="22"/>
          <w:szCs w:val="22"/>
          <w:lang w:val="et-EE" w:eastAsia="et-EE"/>
        </w:rPr>
      </w:pPr>
      <w:hyperlink w:anchor="_Toc346288033" w:history="1">
        <w:r w:rsidR="00186B8D" w:rsidRPr="001C5812">
          <w:rPr>
            <w:rStyle w:val="Hyperlink"/>
            <w:noProof/>
            <w:lang w:val="en-GB"/>
          </w:rPr>
          <w:t>4.</w:t>
        </w:r>
        <w:r w:rsidR="00186B8D">
          <w:rPr>
            <w:rFonts w:asciiTheme="minorHAnsi" w:eastAsiaTheme="minorEastAsia" w:hAnsiTheme="minorHAnsi" w:cstheme="minorBidi"/>
            <w:noProof/>
            <w:sz w:val="22"/>
            <w:szCs w:val="22"/>
            <w:lang w:val="et-EE" w:eastAsia="et-EE"/>
          </w:rPr>
          <w:tab/>
        </w:r>
        <w:r w:rsidR="00186B8D" w:rsidRPr="001C5812">
          <w:rPr>
            <w:rStyle w:val="Hyperlink"/>
            <w:noProof/>
            <w:lang w:val="en-GB"/>
          </w:rPr>
          <w:t>DigiDoc COM utility program</w:t>
        </w:r>
        <w:r w:rsidR="00186B8D">
          <w:rPr>
            <w:noProof/>
            <w:webHidden/>
          </w:rPr>
          <w:tab/>
        </w:r>
        <w:r w:rsidR="00186B8D">
          <w:rPr>
            <w:noProof/>
            <w:webHidden/>
          </w:rPr>
          <w:fldChar w:fldCharType="begin"/>
        </w:r>
        <w:r w:rsidR="00186B8D">
          <w:rPr>
            <w:noProof/>
            <w:webHidden/>
          </w:rPr>
          <w:instrText xml:space="preserve"> PAGEREF _Toc346288033 \h </w:instrText>
        </w:r>
        <w:r w:rsidR="00186B8D">
          <w:rPr>
            <w:noProof/>
            <w:webHidden/>
          </w:rPr>
        </w:r>
        <w:r w:rsidR="00186B8D">
          <w:rPr>
            <w:noProof/>
            <w:webHidden/>
          </w:rPr>
          <w:fldChar w:fldCharType="separate"/>
        </w:r>
        <w:r w:rsidR="00186B8D">
          <w:rPr>
            <w:noProof/>
            <w:webHidden/>
          </w:rPr>
          <w:t>17</w:t>
        </w:r>
        <w:r w:rsidR="00186B8D">
          <w:rPr>
            <w:noProof/>
            <w:webHidden/>
          </w:rPr>
          <w:fldChar w:fldCharType="end"/>
        </w:r>
      </w:hyperlink>
    </w:p>
    <w:p w:rsidR="00186B8D" w:rsidRDefault="00395CD2">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6288034" w:history="1">
        <w:r w:rsidR="00186B8D" w:rsidRPr="001C5812">
          <w:rPr>
            <w:rStyle w:val="Hyperlink"/>
            <w:noProof/>
            <w:lang w:val="en-GB"/>
          </w:rPr>
          <w:t>4.1.</w:t>
        </w:r>
        <w:r w:rsidR="00186B8D">
          <w:rPr>
            <w:rFonts w:asciiTheme="minorHAnsi" w:eastAsiaTheme="minorEastAsia" w:hAnsiTheme="minorHAnsi" w:cstheme="minorBidi"/>
            <w:noProof/>
            <w:sz w:val="22"/>
            <w:szCs w:val="22"/>
            <w:lang w:val="et-EE" w:eastAsia="et-EE"/>
          </w:rPr>
          <w:tab/>
        </w:r>
        <w:r w:rsidR="00186B8D" w:rsidRPr="001C5812">
          <w:rPr>
            <w:rStyle w:val="Hyperlink"/>
            <w:noProof/>
            <w:lang w:val="en-GB"/>
          </w:rPr>
          <w:t>General commands</w:t>
        </w:r>
        <w:r w:rsidR="00186B8D">
          <w:rPr>
            <w:noProof/>
            <w:webHidden/>
          </w:rPr>
          <w:tab/>
        </w:r>
        <w:r w:rsidR="00186B8D">
          <w:rPr>
            <w:noProof/>
            <w:webHidden/>
          </w:rPr>
          <w:fldChar w:fldCharType="begin"/>
        </w:r>
        <w:r w:rsidR="00186B8D">
          <w:rPr>
            <w:noProof/>
            <w:webHidden/>
          </w:rPr>
          <w:instrText xml:space="preserve"> PAGEREF _Toc346288034 \h </w:instrText>
        </w:r>
        <w:r w:rsidR="00186B8D">
          <w:rPr>
            <w:noProof/>
            <w:webHidden/>
          </w:rPr>
        </w:r>
        <w:r w:rsidR="00186B8D">
          <w:rPr>
            <w:noProof/>
            <w:webHidden/>
          </w:rPr>
          <w:fldChar w:fldCharType="separate"/>
        </w:r>
        <w:r w:rsidR="00186B8D">
          <w:rPr>
            <w:noProof/>
            <w:webHidden/>
          </w:rPr>
          <w:t>17</w:t>
        </w:r>
        <w:r w:rsidR="00186B8D">
          <w:rPr>
            <w:noProof/>
            <w:webHidden/>
          </w:rPr>
          <w:fldChar w:fldCharType="end"/>
        </w:r>
      </w:hyperlink>
    </w:p>
    <w:p w:rsidR="00186B8D" w:rsidRDefault="00395CD2">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6288035" w:history="1">
        <w:r w:rsidR="00186B8D" w:rsidRPr="001C5812">
          <w:rPr>
            <w:rStyle w:val="Hyperlink"/>
            <w:noProof/>
            <w:lang w:val="en-GB"/>
          </w:rPr>
          <w:t>4.2.</w:t>
        </w:r>
        <w:r w:rsidR="00186B8D">
          <w:rPr>
            <w:rFonts w:asciiTheme="minorHAnsi" w:eastAsiaTheme="minorEastAsia" w:hAnsiTheme="minorHAnsi" w:cstheme="minorBidi"/>
            <w:noProof/>
            <w:sz w:val="22"/>
            <w:szCs w:val="22"/>
            <w:lang w:val="et-EE" w:eastAsia="et-EE"/>
          </w:rPr>
          <w:tab/>
        </w:r>
        <w:r w:rsidR="00186B8D" w:rsidRPr="001C5812">
          <w:rPr>
            <w:rStyle w:val="Hyperlink"/>
            <w:noProof/>
            <w:lang w:val="en-GB"/>
          </w:rPr>
          <w:t>Digital signature commands</w:t>
        </w:r>
        <w:r w:rsidR="00186B8D">
          <w:rPr>
            <w:noProof/>
            <w:webHidden/>
          </w:rPr>
          <w:tab/>
        </w:r>
        <w:r w:rsidR="00186B8D">
          <w:rPr>
            <w:noProof/>
            <w:webHidden/>
          </w:rPr>
          <w:fldChar w:fldCharType="begin"/>
        </w:r>
        <w:r w:rsidR="00186B8D">
          <w:rPr>
            <w:noProof/>
            <w:webHidden/>
          </w:rPr>
          <w:instrText xml:space="preserve"> PAGEREF _Toc346288035 \h </w:instrText>
        </w:r>
        <w:r w:rsidR="00186B8D">
          <w:rPr>
            <w:noProof/>
            <w:webHidden/>
          </w:rPr>
        </w:r>
        <w:r w:rsidR="00186B8D">
          <w:rPr>
            <w:noProof/>
            <w:webHidden/>
          </w:rPr>
          <w:fldChar w:fldCharType="separate"/>
        </w:r>
        <w:r w:rsidR="00186B8D">
          <w:rPr>
            <w:noProof/>
            <w:webHidden/>
          </w:rPr>
          <w:t>18</w:t>
        </w:r>
        <w:r w:rsidR="00186B8D">
          <w:rPr>
            <w:noProof/>
            <w:webHidden/>
          </w:rPr>
          <w:fldChar w:fldCharType="end"/>
        </w:r>
      </w:hyperlink>
    </w:p>
    <w:p w:rsidR="00186B8D" w:rsidRDefault="00395CD2">
      <w:pPr>
        <w:pStyle w:val="TOC1"/>
        <w:rPr>
          <w:rFonts w:asciiTheme="minorHAnsi" w:eastAsiaTheme="minorEastAsia" w:hAnsiTheme="minorHAnsi" w:cstheme="minorBidi"/>
          <w:noProof/>
          <w:sz w:val="22"/>
          <w:szCs w:val="22"/>
          <w:lang w:val="et-EE" w:eastAsia="et-EE"/>
        </w:rPr>
      </w:pPr>
      <w:hyperlink w:anchor="_Toc346288036" w:history="1">
        <w:r w:rsidR="00186B8D" w:rsidRPr="001C5812">
          <w:rPr>
            <w:rStyle w:val="Hyperlink"/>
            <w:noProof/>
            <w:lang w:val="en-GB"/>
          </w:rPr>
          <w:t>Appendix 1: DigiDoc COM classes</w:t>
        </w:r>
        <w:r w:rsidR="00186B8D">
          <w:rPr>
            <w:noProof/>
            <w:webHidden/>
          </w:rPr>
          <w:tab/>
        </w:r>
        <w:r w:rsidR="00186B8D">
          <w:rPr>
            <w:noProof/>
            <w:webHidden/>
          </w:rPr>
          <w:fldChar w:fldCharType="begin"/>
        </w:r>
        <w:r w:rsidR="00186B8D">
          <w:rPr>
            <w:noProof/>
            <w:webHidden/>
          </w:rPr>
          <w:instrText xml:space="preserve"> PAGEREF _Toc346288036 \h </w:instrText>
        </w:r>
        <w:r w:rsidR="00186B8D">
          <w:rPr>
            <w:noProof/>
            <w:webHidden/>
          </w:rPr>
        </w:r>
        <w:r w:rsidR="00186B8D">
          <w:rPr>
            <w:noProof/>
            <w:webHidden/>
          </w:rPr>
          <w:fldChar w:fldCharType="separate"/>
        </w:r>
        <w:r w:rsidR="00186B8D">
          <w:rPr>
            <w:noProof/>
            <w:webHidden/>
          </w:rPr>
          <w:t>21</w:t>
        </w:r>
        <w:r w:rsidR="00186B8D">
          <w:rPr>
            <w:noProof/>
            <w:webHidden/>
          </w:rPr>
          <w:fldChar w:fldCharType="end"/>
        </w:r>
      </w:hyperlink>
    </w:p>
    <w:p w:rsidR="00186B8D" w:rsidRDefault="00395CD2">
      <w:pPr>
        <w:pStyle w:val="TOC2"/>
        <w:tabs>
          <w:tab w:val="left" w:pos="600"/>
          <w:tab w:val="right" w:leader="dot" w:pos="8210"/>
        </w:tabs>
        <w:rPr>
          <w:rFonts w:asciiTheme="minorHAnsi" w:eastAsiaTheme="minorEastAsia" w:hAnsiTheme="minorHAnsi" w:cstheme="minorBidi"/>
          <w:noProof/>
          <w:sz w:val="22"/>
          <w:szCs w:val="22"/>
          <w:lang w:val="et-EE" w:eastAsia="et-EE"/>
        </w:rPr>
      </w:pPr>
      <w:hyperlink w:anchor="_Toc346288037" w:history="1">
        <w:r w:rsidR="00186B8D" w:rsidRPr="001C5812">
          <w:rPr>
            <w:rStyle w:val="Hyperlink"/>
            <w:noProof/>
          </w:rPr>
          <w:t>1.</w:t>
        </w:r>
        <w:r w:rsidR="00186B8D">
          <w:rPr>
            <w:rFonts w:asciiTheme="minorHAnsi" w:eastAsiaTheme="minorEastAsia" w:hAnsiTheme="minorHAnsi" w:cstheme="minorBidi"/>
            <w:noProof/>
            <w:sz w:val="22"/>
            <w:szCs w:val="22"/>
            <w:lang w:val="et-EE" w:eastAsia="et-EE"/>
          </w:rPr>
          <w:tab/>
        </w:r>
        <w:r w:rsidR="00186B8D" w:rsidRPr="001C5812">
          <w:rPr>
            <w:rStyle w:val="Hyperlink"/>
            <w:noProof/>
          </w:rPr>
          <w:t>ComSignedDoc</w:t>
        </w:r>
        <w:r w:rsidR="00186B8D">
          <w:rPr>
            <w:noProof/>
            <w:webHidden/>
          </w:rPr>
          <w:tab/>
        </w:r>
        <w:r w:rsidR="00186B8D">
          <w:rPr>
            <w:noProof/>
            <w:webHidden/>
          </w:rPr>
          <w:fldChar w:fldCharType="begin"/>
        </w:r>
        <w:r w:rsidR="00186B8D">
          <w:rPr>
            <w:noProof/>
            <w:webHidden/>
          </w:rPr>
          <w:instrText xml:space="preserve"> PAGEREF _Toc346288037 \h </w:instrText>
        </w:r>
        <w:r w:rsidR="00186B8D">
          <w:rPr>
            <w:noProof/>
            <w:webHidden/>
          </w:rPr>
        </w:r>
        <w:r w:rsidR="00186B8D">
          <w:rPr>
            <w:noProof/>
            <w:webHidden/>
          </w:rPr>
          <w:fldChar w:fldCharType="separate"/>
        </w:r>
        <w:r w:rsidR="00186B8D">
          <w:rPr>
            <w:noProof/>
            <w:webHidden/>
          </w:rPr>
          <w:t>21</w:t>
        </w:r>
        <w:r w:rsidR="00186B8D">
          <w:rPr>
            <w:noProof/>
            <w:webHidden/>
          </w:rPr>
          <w:fldChar w:fldCharType="end"/>
        </w:r>
      </w:hyperlink>
    </w:p>
    <w:p w:rsidR="00186B8D" w:rsidRDefault="00395CD2">
      <w:pPr>
        <w:pStyle w:val="TOC2"/>
        <w:tabs>
          <w:tab w:val="left" w:pos="600"/>
          <w:tab w:val="right" w:leader="dot" w:pos="8210"/>
        </w:tabs>
        <w:rPr>
          <w:rFonts w:asciiTheme="minorHAnsi" w:eastAsiaTheme="minorEastAsia" w:hAnsiTheme="minorHAnsi" w:cstheme="minorBidi"/>
          <w:noProof/>
          <w:sz w:val="22"/>
          <w:szCs w:val="22"/>
          <w:lang w:val="et-EE" w:eastAsia="et-EE"/>
        </w:rPr>
      </w:pPr>
      <w:hyperlink w:anchor="_Toc346288038" w:history="1">
        <w:r w:rsidR="00186B8D" w:rsidRPr="001C5812">
          <w:rPr>
            <w:rStyle w:val="Hyperlink"/>
            <w:noProof/>
          </w:rPr>
          <w:t>2.</w:t>
        </w:r>
        <w:r w:rsidR="00186B8D">
          <w:rPr>
            <w:rFonts w:asciiTheme="minorHAnsi" w:eastAsiaTheme="minorEastAsia" w:hAnsiTheme="minorHAnsi" w:cstheme="minorBidi"/>
            <w:noProof/>
            <w:sz w:val="22"/>
            <w:szCs w:val="22"/>
            <w:lang w:val="et-EE" w:eastAsia="et-EE"/>
          </w:rPr>
          <w:tab/>
        </w:r>
        <w:r w:rsidR="00186B8D" w:rsidRPr="001C5812">
          <w:rPr>
            <w:rStyle w:val="Hyperlink"/>
            <w:noProof/>
          </w:rPr>
          <w:t>ComDataFile</w:t>
        </w:r>
        <w:r w:rsidR="00186B8D">
          <w:rPr>
            <w:noProof/>
            <w:webHidden/>
          </w:rPr>
          <w:tab/>
        </w:r>
        <w:r w:rsidR="00186B8D">
          <w:rPr>
            <w:noProof/>
            <w:webHidden/>
          </w:rPr>
          <w:fldChar w:fldCharType="begin"/>
        </w:r>
        <w:r w:rsidR="00186B8D">
          <w:rPr>
            <w:noProof/>
            <w:webHidden/>
          </w:rPr>
          <w:instrText xml:space="preserve"> PAGEREF _Toc346288038 \h </w:instrText>
        </w:r>
        <w:r w:rsidR="00186B8D">
          <w:rPr>
            <w:noProof/>
            <w:webHidden/>
          </w:rPr>
        </w:r>
        <w:r w:rsidR="00186B8D">
          <w:rPr>
            <w:noProof/>
            <w:webHidden/>
          </w:rPr>
          <w:fldChar w:fldCharType="separate"/>
        </w:r>
        <w:r w:rsidR="00186B8D">
          <w:rPr>
            <w:noProof/>
            <w:webHidden/>
          </w:rPr>
          <w:t>25</w:t>
        </w:r>
        <w:r w:rsidR="00186B8D">
          <w:rPr>
            <w:noProof/>
            <w:webHidden/>
          </w:rPr>
          <w:fldChar w:fldCharType="end"/>
        </w:r>
      </w:hyperlink>
    </w:p>
    <w:p w:rsidR="00186B8D" w:rsidRDefault="00395CD2">
      <w:pPr>
        <w:pStyle w:val="TOC2"/>
        <w:tabs>
          <w:tab w:val="left" w:pos="600"/>
          <w:tab w:val="right" w:leader="dot" w:pos="8210"/>
        </w:tabs>
        <w:rPr>
          <w:rFonts w:asciiTheme="minorHAnsi" w:eastAsiaTheme="minorEastAsia" w:hAnsiTheme="minorHAnsi" w:cstheme="minorBidi"/>
          <w:noProof/>
          <w:sz w:val="22"/>
          <w:szCs w:val="22"/>
          <w:lang w:val="et-EE" w:eastAsia="et-EE"/>
        </w:rPr>
      </w:pPr>
      <w:hyperlink w:anchor="_Toc346288039" w:history="1">
        <w:r w:rsidR="00186B8D" w:rsidRPr="001C5812">
          <w:rPr>
            <w:rStyle w:val="Hyperlink"/>
            <w:noProof/>
          </w:rPr>
          <w:t>3.</w:t>
        </w:r>
        <w:r w:rsidR="00186B8D">
          <w:rPr>
            <w:rFonts w:asciiTheme="minorHAnsi" w:eastAsiaTheme="minorEastAsia" w:hAnsiTheme="minorHAnsi" w:cstheme="minorBidi"/>
            <w:noProof/>
            <w:sz w:val="22"/>
            <w:szCs w:val="22"/>
            <w:lang w:val="et-EE" w:eastAsia="et-EE"/>
          </w:rPr>
          <w:tab/>
        </w:r>
        <w:r w:rsidR="00186B8D" w:rsidRPr="001C5812">
          <w:rPr>
            <w:rStyle w:val="Hyperlink"/>
            <w:noProof/>
          </w:rPr>
          <w:t>ComDocInfo</w:t>
        </w:r>
        <w:r w:rsidR="00186B8D">
          <w:rPr>
            <w:noProof/>
            <w:webHidden/>
          </w:rPr>
          <w:tab/>
        </w:r>
        <w:r w:rsidR="00186B8D">
          <w:rPr>
            <w:noProof/>
            <w:webHidden/>
          </w:rPr>
          <w:fldChar w:fldCharType="begin"/>
        </w:r>
        <w:r w:rsidR="00186B8D">
          <w:rPr>
            <w:noProof/>
            <w:webHidden/>
          </w:rPr>
          <w:instrText xml:space="preserve"> PAGEREF _Toc346288039 \h </w:instrText>
        </w:r>
        <w:r w:rsidR="00186B8D">
          <w:rPr>
            <w:noProof/>
            <w:webHidden/>
          </w:rPr>
        </w:r>
        <w:r w:rsidR="00186B8D">
          <w:rPr>
            <w:noProof/>
            <w:webHidden/>
          </w:rPr>
          <w:fldChar w:fldCharType="separate"/>
        </w:r>
        <w:r w:rsidR="00186B8D">
          <w:rPr>
            <w:noProof/>
            <w:webHidden/>
          </w:rPr>
          <w:t>26</w:t>
        </w:r>
        <w:r w:rsidR="00186B8D">
          <w:rPr>
            <w:noProof/>
            <w:webHidden/>
          </w:rPr>
          <w:fldChar w:fldCharType="end"/>
        </w:r>
      </w:hyperlink>
    </w:p>
    <w:p w:rsidR="00186B8D" w:rsidRDefault="00395CD2">
      <w:pPr>
        <w:pStyle w:val="TOC2"/>
        <w:tabs>
          <w:tab w:val="left" w:pos="600"/>
          <w:tab w:val="right" w:leader="dot" w:pos="8210"/>
        </w:tabs>
        <w:rPr>
          <w:rFonts w:asciiTheme="minorHAnsi" w:eastAsiaTheme="minorEastAsia" w:hAnsiTheme="minorHAnsi" w:cstheme="minorBidi"/>
          <w:noProof/>
          <w:sz w:val="22"/>
          <w:szCs w:val="22"/>
          <w:lang w:val="et-EE" w:eastAsia="et-EE"/>
        </w:rPr>
      </w:pPr>
      <w:hyperlink w:anchor="_Toc346288040" w:history="1">
        <w:r w:rsidR="00186B8D" w:rsidRPr="001C5812">
          <w:rPr>
            <w:rStyle w:val="Hyperlink"/>
            <w:noProof/>
          </w:rPr>
          <w:t>4.</w:t>
        </w:r>
        <w:r w:rsidR="00186B8D">
          <w:rPr>
            <w:rFonts w:asciiTheme="minorHAnsi" w:eastAsiaTheme="minorEastAsia" w:hAnsiTheme="minorHAnsi" w:cstheme="minorBidi"/>
            <w:noProof/>
            <w:sz w:val="22"/>
            <w:szCs w:val="22"/>
            <w:lang w:val="et-EE" w:eastAsia="et-EE"/>
          </w:rPr>
          <w:tab/>
        </w:r>
        <w:r w:rsidR="00186B8D" w:rsidRPr="001C5812">
          <w:rPr>
            <w:rStyle w:val="Hyperlink"/>
            <w:noProof/>
          </w:rPr>
          <w:t>ComSignatureInfo</w:t>
        </w:r>
        <w:r w:rsidR="00186B8D">
          <w:rPr>
            <w:noProof/>
            <w:webHidden/>
          </w:rPr>
          <w:tab/>
        </w:r>
        <w:r w:rsidR="00186B8D">
          <w:rPr>
            <w:noProof/>
            <w:webHidden/>
          </w:rPr>
          <w:fldChar w:fldCharType="begin"/>
        </w:r>
        <w:r w:rsidR="00186B8D">
          <w:rPr>
            <w:noProof/>
            <w:webHidden/>
          </w:rPr>
          <w:instrText xml:space="preserve"> PAGEREF _Toc346288040 \h </w:instrText>
        </w:r>
        <w:r w:rsidR="00186B8D">
          <w:rPr>
            <w:noProof/>
            <w:webHidden/>
          </w:rPr>
        </w:r>
        <w:r w:rsidR="00186B8D">
          <w:rPr>
            <w:noProof/>
            <w:webHidden/>
          </w:rPr>
          <w:fldChar w:fldCharType="separate"/>
        </w:r>
        <w:r w:rsidR="00186B8D">
          <w:rPr>
            <w:noProof/>
            <w:webHidden/>
          </w:rPr>
          <w:t>27</w:t>
        </w:r>
        <w:r w:rsidR="00186B8D">
          <w:rPr>
            <w:noProof/>
            <w:webHidden/>
          </w:rPr>
          <w:fldChar w:fldCharType="end"/>
        </w:r>
      </w:hyperlink>
    </w:p>
    <w:p w:rsidR="00186B8D" w:rsidRDefault="00395CD2">
      <w:pPr>
        <w:pStyle w:val="TOC2"/>
        <w:tabs>
          <w:tab w:val="left" w:pos="600"/>
          <w:tab w:val="right" w:leader="dot" w:pos="8210"/>
        </w:tabs>
        <w:rPr>
          <w:rFonts w:asciiTheme="minorHAnsi" w:eastAsiaTheme="minorEastAsia" w:hAnsiTheme="minorHAnsi" w:cstheme="minorBidi"/>
          <w:noProof/>
          <w:sz w:val="22"/>
          <w:szCs w:val="22"/>
          <w:lang w:val="et-EE" w:eastAsia="et-EE"/>
        </w:rPr>
      </w:pPr>
      <w:hyperlink w:anchor="_Toc346288041" w:history="1">
        <w:r w:rsidR="00186B8D" w:rsidRPr="001C5812">
          <w:rPr>
            <w:rStyle w:val="Hyperlink"/>
            <w:noProof/>
          </w:rPr>
          <w:t>5.</w:t>
        </w:r>
        <w:r w:rsidR="00186B8D">
          <w:rPr>
            <w:rFonts w:asciiTheme="minorHAnsi" w:eastAsiaTheme="minorEastAsia" w:hAnsiTheme="minorHAnsi" w:cstheme="minorBidi"/>
            <w:noProof/>
            <w:sz w:val="22"/>
            <w:szCs w:val="22"/>
            <w:lang w:val="et-EE" w:eastAsia="et-EE"/>
          </w:rPr>
          <w:tab/>
        </w:r>
        <w:r w:rsidR="00186B8D" w:rsidRPr="001C5812">
          <w:rPr>
            <w:rStyle w:val="Hyperlink"/>
            <w:noProof/>
          </w:rPr>
          <w:t>ComNotaryInfo</w:t>
        </w:r>
        <w:r w:rsidR="00186B8D">
          <w:rPr>
            <w:noProof/>
            <w:webHidden/>
          </w:rPr>
          <w:tab/>
        </w:r>
        <w:r w:rsidR="00186B8D">
          <w:rPr>
            <w:noProof/>
            <w:webHidden/>
          </w:rPr>
          <w:fldChar w:fldCharType="begin"/>
        </w:r>
        <w:r w:rsidR="00186B8D">
          <w:rPr>
            <w:noProof/>
            <w:webHidden/>
          </w:rPr>
          <w:instrText xml:space="preserve"> PAGEREF _Toc346288041 \h </w:instrText>
        </w:r>
        <w:r w:rsidR="00186B8D">
          <w:rPr>
            <w:noProof/>
            <w:webHidden/>
          </w:rPr>
        </w:r>
        <w:r w:rsidR="00186B8D">
          <w:rPr>
            <w:noProof/>
            <w:webHidden/>
          </w:rPr>
          <w:fldChar w:fldCharType="separate"/>
        </w:r>
        <w:r w:rsidR="00186B8D">
          <w:rPr>
            <w:noProof/>
            <w:webHidden/>
          </w:rPr>
          <w:t>29</w:t>
        </w:r>
        <w:r w:rsidR="00186B8D">
          <w:rPr>
            <w:noProof/>
            <w:webHidden/>
          </w:rPr>
          <w:fldChar w:fldCharType="end"/>
        </w:r>
      </w:hyperlink>
    </w:p>
    <w:p w:rsidR="00186B8D" w:rsidRDefault="00395CD2">
      <w:pPr>
        <w:pStyle w:val="TOC2"/>
        <w:tabs>
          <w:tab w:val="left" w:pos="600"/>
          <w:tab w:val="right" w:leader="dot" w:pos="8210"/>
        </w:tabs>
        <w:rPr>
          <w:rFonts w:asciiTheme="minorHAnsi" w:eastAsiaTheme="minorEastAsia" w:hAnsiTheme="minorHAnsi" w:cstheme="minorBidi"/>
          <w:noProof/>
          <w:sz w:val="22"/>
          <w:szCs w:val="22"/>
          <w:lang w:val="et-EE" w:eastAsia="et-EE"/>
        </w:rPr>
      </w:pPr>
      <w:hyperlink w:anchor="_Toc346288042" w:history="1">
        <w:r w:rsidR="00186B8D" w:rsidRPr="001C5812">
          <w:rPr>
            <w:rStyle w:val="Hyperlink"/>
            <w:noProof/>
          </w:rPr>
          <w:t>6.</w:t>
        </w:r>
        <w:r w:rsidR="00186B8D">
          <w:rPr>
            <w:rFonts w:asciiTheme="minorHAnsi" w:eastAsiaTheme="minorEastAsia" w:hAnsiTheme="minorHAnsi" w:cstheme="minorBidi"/>
            <w:noProof/>
            <w:sz w:val="22"/>
            <w:szCs w:val="22"/>
            <w:lang w:val="et-EE" w:eastAsia="et-EE"/>
          </w:rPr>
          <w:tab/>
        </w:r>
        <w:r w:rsidR="00186B8D" w:rsidRPr="001C5812">
          <w:rPr>
            <w:rStyle w:val="Hyperlink"/>
            <w:noProof/>
          </w:rPr>
          <w:t>ComDigiDocLib</w:t>
        </w:r>
        <w:r w:rsidR="00186B8D">
          <w:rPr>
            <w:noProof/>
            <w:webHidden/>
          </w:rPr>
          <w:tab/>
        </w:r>
        <w:r w:rsidR="00186B8D">
          <w:rPr>
            <w:noProof/>
            <w:webHidden/>
          </w:rPr>
          <w:fldChar w:fldCharType="begin"/>
        </w:r>
        <w:r w:rsidR="00186B8D">
          <w:rPr>
            <w:noProof/>
            <w:webHidden/>
          </w:rPr>
          <w:instrText xml:space="preserve"> PAGEREF _Toc346288042 \h </w:instrText>
        </w:r>
        <w:r w:rsidR="00186B8D">
          <w:rPr>
            <w:noProof/>
            <w:webHidden/>
          </w:rPr>
        </w:r>
        <w:r w:rsidR="00186B8D">
          <w:rPr>
            <w:noProof/>
            <w:webHidden/>
          </w:rPr>
          <w:fldChar w:fldCharType="separate"/>
        </w:r>
        <w:r w:rsidR="00186B8D">
          <w:rPr>
            <w:noProof/>
            <w:webHidden/>
          </w:rPr>
          <w:t>30</w:t>
        </w:r>
        <w:r w:rsidR="00186B8D">
          <w:rPr>
            <w:noProof/>
            <w:webHidden/>
          </w:rPr>
          <w:fldChar w:fldCharType="end"/>
        </w:r>
      </w:hyperlink>
    </w:p>
    <w:p w:rsidR="00186B8D" w:rsidRDefault="00395CD2">
      <w:pPr>
        <w:pStyle w:val="TOC2"/>
        <w:tabs>
          <w:tab w:val="left" w:pos="600"/>
          <w:tab w:val="right" w:leader="dot" w:pos="8210"/>
        </w:tabs>
        <w:rPr>
          <w:rFonts w:asciiTheme="minorHAnsi" w:eastAsiaTheme="minorEastAsia" w:hAnsiTheme="minorHAnsi" w:cstheme="minorBidi"/>
          <w:noProof/>
          <w:sz w:val="22"/>
          <w:szCs w:val="22"/>
          <w:lang w:val="et-EE" w:eastAsia="et-EE"/>
        </w:rPr>
      </w:pPr>
      <w:hyperlink w:anchor="_Toc346288043" w:history="1">
        <w:r w:rsidR="00186B8D" w:rsidRPr="001C5812">
          <w:rPr>
            <w:rStyle w:val="Hyperlink"/>
            <w:noProof/>
          </w:rPr>
          <w:t>7.</w:t>
        </w:r>
        <w:r w:rsidR="00186B8D">
          <w:rPr>
            <w:rFonts w:asciiTheme="minorHAnsi" w:eastAsiaTheme="minorEastAsia" w:hAnsiTheme="minorHAnsi" w:cstheme="minorBidi"/>
            <w:noProof/>
            <w:sz w:val="22"/>
            <w:szCs w:val="22"/>
            <w:lang w:val="et-EE" w:eastAsia="et-EE"/>
          </w:rPr>
          <w:tab/>
        </w:r>
        <w:r w:rsidR="00186B8D" w:rsidRPr="001C5812">
          <w:rPr>
            <w:rStyle w:val="Hyperlink"/>
            <w:noProof/>
          </w:rPr>
          <w:t>ComErrorInfo</w:t>
        </w:r>
        <w:r w:rsidR="00186B8D">
          <w:rPr>
            <w:noProof/>
            <w:webHidden/>
          </w:rPr>
          <w:tab/>
        </w:r>
        <w:r w:rsidR="00186B8D">
          <w:rPr>
            <w:noProof/>
            <w:webHidden/>
          </w:rPr>
          <w:fldChar w:fldCharType="begin"/>
        </w:r>
        <w:r w:rsidR="00186B8D">
          <w:rPr>
            <w:noProof/>
            <w:webHidden/>
          </w:rPr>
          <w:instrText xml:space="preserve"> PAGEREF _Toc346288043 \h </w:instrText>
        </w:r>
        <w:r w:rsidR="00186B8D">
          <w:rPr>
            <w:noProof/>
            <w:webHidden/>
          </w:rPr>
        </w:r>
        <w:r w:rsidR="00186B8D">
          <w:rPr>
            <w:noProof/>
            <w:webHidden/>
          </w:rPr>
          <w:fldChar w:fldCharType="separate"/>
        </w:r>
        <w:r w:rsidR="00186B8D">
          <w:rPr>
            <w:noProof/>
            <w:webHidden/>
          </w:rPr>
          <w:t>32</w:t>
        </w:r>
        <w:r w:rsidR="00186B8D">
          <w:rPr>
            <w:noProof/>
            <w:webHidden/>
          </w:rPr>
          <w:fldChar w:fldCharType="end"/>
        </w:r>
      </w:hyperlink>
    </w:p>
    <w:p w:rsidR="00186B8D" w:rsidRDefault="00395CD2">
      <w:pPr>
        <w:pStyle w:val="TOC2"/>
        <w:tabs>
          <w:tab w:val="left" w:pos="600"/>
          <w:tab w:val="right" w:leader="dot" w:pos="8210"/>
        </w:tabs>
        <w:rPr>
          <w:rFonts w:asciiTheme="minorHAnsi" w:eastAsiaTheme="minorEastAsia" w:hAnsiTheme="minorHAnsi" w:cstheme="minorBidi"/>
          <w:noProof/>
          <w:sz w:val="22"/>
          <w:szCs w:val="22"/>
          <w:lang w:val="et-EE" w:eastAsia="et-EE"/>
        </w:rPr>
      </w:pPr>
      <w:hyperlink w:anchor="_Toc346288044" w:history="1">
        <w:r w:rsidR="00186B8D" w:rsidRPr="001C5812">
          <w:rPr>
            <w:rStyle w:val="Hyperlink"/>
            <w:noProof/>
          </w:rPr>
          <w:t>8.</w:t>
        </w:r>
        <w:r w:rsidR="00186B8D">
          <w:rPr>
            <w:rFonts w:asciiTheme="minorHAnsi" w:eastAsiaTheme="minorEastAsia" w:hAnsiTheme="minorHAnsi" w:cstheme="minorBidi"/>
            <w:noProof/>
            <w:sz w:val="22"/>
            <w:szCs w:val="22"/>
            <w:lang w:val="et-EE" w:eastAsia="et-EE"/>
          </w:rPr>
          <w:tab/>
        </w:r>
        <w:r w:rsidR="00186B8D" w:rsidRPr="001C5812">
          <w:rPr>
            <w:rStyle w:val="Hyperlink"/>
            <w:noProof/>
          </w:rPr>
          <w:t>ComTimestamp</w:t>
        </w:r>
        <w:r w:rsidR="00186B8D">
          <w:rPr>
            <w:noProof/>
            <w:webHidden/>
          </w:rPr>
          <w:tab/>
        </w:r>
        <w:r w:rsidR="00186B8D">
          <w:rPr>
            <w:noProof/>
            <w:webHidden/>
          </w:rPr>
          <w:fldChar w:fldCharType="begin"/>
        </w:r>
        <w:r w:rsidR="00186B8D">
          <w:rPr>
            <w:noProof/>
            <w:webHidden/>
          </w:rPr>
          <w:instrText xml:space="preserve"> PAGEREF _Toc346288044 \h </w:instrText>
        </w:r>
        <w:r w:rsidR="00186B8D">
          <w:rPr>
            <w:noProof/>
            <w:webHidden/>
          </w:rPr>
        </w:r>
        <w:r w:rsidR="00186B8D">
          <w:rPr>
            <w:noProof/>
            <w:webHidden/>
          </w:rPr>
          <w:fldChar w:fldCharType="separate"/>
        </w:r>
        <w:r w:rsidR="00186B8D">
          <w:rPr>
            <w:noProof/>
            <w:webHidden/>
          </w:rPr>
          <w:t>33</w:t>
        </w:r>
        <w:r w:rsidR="00186B8D">
          <w:rPr>
            <w:noProof/>
            <w:webHidden/>
          </w:rPr>
          <w:fldChar w:fldCharType="end"/>
        </w:r>
      </w:hyperlink>
    </w:p>
    <w:p w:rsidR="00186B8D" w:rsidRDefault="00395CD2">
      <w:pPr>
        <w:pStyle w:val="TOC2"/>
        <w:tabs>
          <w:tab w:val="left" w:pos="600"/>
          <w:tab w:val="right" w:leader="dot" w:pos="8210"/>
        </w:tabs>
        <w:rPr>
          <w:rFonts w:asciiTheme="minorHAnsi" w:eastAsiaTheme="minorEastAsia" w:hAnsiTheme="minorHAnsi" w:cstheme="minorBidi"/>
          <w:noProof/>
          <w:sz w:val="22"/>
          <w:szCs w:val="22"/>
          <w:lang w:val="et-EE" w:eastAsia="et-EE"/>
        </w:rPr>
      </w:pPr>
      <w:hyperlink w:anchor="_Toc346288045" w:history="1">
        <w:r w:rsidR="00186B8D" w:rsidRPr="001C5812">
          <w:rPr>
            <w:rStyle w:val="Hyperlink"/>
            <w:noProof/>
          </w:rPr>
          <w:t>9.</w:t>
        </w:r>
        <w:r w:rsidR="00186B8D">
          <w:rPr>
            <w:rFonts w:asciiTheme="minorHAnsi" w:eastAsiaTheme="minorEastAsia" w:hAnsiTheme="minorHAnsi" w:cstheme="minorBidi"/>
            <w:noProof/>
            <w:sz w:val="22"/>
            <w:szCs w:val="22"/>
            <w:lang w:val="et-EE" w:eastAsia="et-EE"/>
          </w:rPr>
          <w:tab/>
        </w:r>
        <w:r w:rsidR="00186B8D" w:rsidRPr="001C5812">
          <w:rPr>
            <w:rStyle w:val="Hyperlink"/>
            <w:noProof/>
          </w:rPr>
          <w:t>ComCertSearchStore</w:t>
        </w:r>
        <w:r w:rsidR="00186B8D">
          <w:rPr>
            <w:noProof/>
            <w:webHidden/>
          </w:rPr>
          <w:tab/>
        </w:r>
        <w:r w:rsidR="00186B8D">
          <w:rPr>
            <w:noProof/>
            <w:webHidden/>
          </w:rPr>
          <w:fldChar w:fldCharType="begin"/>
        </w:r>
        <w:r w:rsidR="00186B8D">
          <w:rPr>
            <w:noProof/>
            <w:webHidden/>
          </w:rPr>
          <w:instrText xml:space="preserve"> PAGEREF _Toc346288045 \h </w:instrText>
        </w:r>
        <w:r w:rsidR="00186B8D">
          <w:rPr>
            <w:noProof/>
            <w:webHidden/>
          </w:rPr>
        </w:r>
        <w:r w:rsidR="00186B8D">
          <w:rPr>
            <w:noProof/>
            <w:webHidden/>
          </w:rPr>
          <w:fldChar w:fldCharType="separate"/>
        </w:r>
        <w:r w:rsidR="00186B8D">
          <w:rPr>
            <w:noProof/>
            <w:webHidden/>
          </w:rPr>
          <w:t>34</w:t>
        </w:r>
        <w:r w:rsidR="00186B8D">
          <w:rPr>
            <w:noProof/>
            <w:webHidden/>
          </w:rPr>
          <w:fldChar w:fldCharType="end"/>
        </w:r>
      </w:hyperlink>
    </w:p>
    <w:p w:rsidR="00186B8D" w:rsidRDefault="00395CD2">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6288046" w:history="1">
        <w:r w:rsidR="00186B8D" w:rsidRPr="001C5812">
          <w:rPr>
            <w:rStyle w:val="Hyperlink"/>
            <w:noProof/>
          </w:rPr>
          <w:t>10.</w:t>
        </w:r>
        <w:r w:rsidR="00186B8D">
          <w:rPr>
            <w:rFonts w:asciiTheme="minorHAnsi" w:eastAsiaTheme="minorEastAsia" w:hAnsiTheme="minorHAnsi" w:cstheme="minorBidi"/>
            <w:noProof/>
            <w:sz w:val="22"/>
            <w:szCs w:val="22"/>
            <w:lang w:val="et-EE" w:eastAsia="et-EE"/>
          </w:rPr>
          <w:tab/>
        </w:r>
        <w:r w:rsidR="00186B8D" w:rsidRPr="001C5812">
          <w:rPr>
            <w:rStyle w:val="Hyperlink"/>
            <w:noProof/>
          </w:rPr>
          <w:t>ComCertSearch</w:t>
        </w:r>
        <w:r w:rsidR="00186B8D">
          <w:rPr>
            <w:noProof/>
            <w:webHidden/>
          </w:rPr>
          <w:tab/>
        </w:r>
        <w:r w:rsidR="00186B8D">
          <w:rPr>
            <w:noProof/>
            <w:webHidden/>
          </w:rPr>
          <w:fldChar w:fldCharType="begin"/>
        </w:r>
        <w:r w:rsidR="00186B8D">
          <w:rPr>
            <w:noProof/>
            <w:webHidden/>
          </w:rPr>
          <w:instrText xml:space="preserve"> PAGEREF _Toc346288046 \h </w:instrText>
        </w:r>
        <w:r w:rsidR="00186B8D">
          <w:rPr>
            <w:noProof/>
            <w:webHidden/>
          </w:rPr>
        </w:r>
        <w:r w:rsidR="00186B8D">
          <w:rPr>
            <w:noProof/>
            <w:webHidden/>
          </w:rPr>
          <w:fldChar w:fldCharType="separate"/>
        </w:r>
        <w:r w:rsidR="00186B8D">
          <w:rPr>
            <w:noProof/>
            <w:webHidden/>
          </w:rPr>
          <w:t>34</w:t>
        </w:r>
        <w:r w:rsidR="00186B8D">
          <w:rPr>
            <w:noProof/>
            <w:webHidden/>
          </w:rPr>
          <w:fldChar w:fldCharType="end"/>
        </w:r>
      </w:hyperlink>
    </w:p>
    <w:p w:rsidR="00186B8D" w:rsidRDefault="00395CD2">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6288047" w:history="1">
        <w:r w:rsidR="00186B8D" w:rsidRPr="001C5812">
          <w:rPr>
            <w:rStyle w:val="Hyperlink"/>
            <w:noProof/>
          </w:rPr>
          <w:t>11.</w:t>
        </w:r>
        <w:r w:rsidR="00186B8D">
          <w:rPr>
            <w:rFonts w:asciiTheme="minorHAnsi" w:eastAsiaTheme="minorEastAsia" w:hAnsiTheme="minorHAnsi" w:cstheme="minorBidi"/>
            <w:noProof/>
            <w:sz w:val="22"/>
            <w:szCs w:val="22"/>
            <w:lang w:val="et-EE" w:eastAsia="et-EE"/>
          </w:rPr>
          <w:tab/>
        </w:r>
        <w:r w:rsidR="00186B8D" w:rsidRPr="001C5812">
          <w:rPr>
            <w:rStyle w:val="Hyperlink"/>
            <w:noProof/>
          </w:rPr>
          <w:t>ComCertificate</w:t>
        </w:r>
        <w:r w:rsidR="00186B8D">
          <w:rPr>
            <w:noProof/>
            <w:webHidden/>
          </w:rPr>
          <w:tab/>
        </w:r>
        <w:r w:rsidR="00186B8D">
          <w:rPr>
            <w:noProof/>
            <w:webHidden/>
          </w:rPr>
          <w:fldChar w:fldCharType="begin"/>
        </w:r>
        <w:r w:rsidR="00186B8D">
          <w:rPr>
            <w:noProof/>
            <w:webHidden/>
          </w:rPr>
          <w:instrText xml:space="preserve"> PAGEREF _Toc346288047 \h </w:instrText>
        </w:r>
        <w:r w:rsidR="00186B8D">
          <w:rPr>
            <w:noProof/>
            <w:webHidden/>
          </w:rPr>
        </w:r>
        <w:r w:rsidR="00186B8D">
          <w:rPr>
            <w:noProof/>
            <w:webHidden/>
          </w:rPr>
          <w:fldChar w:fldCharType="separate"/>
        </w:r>
        <w:r w:rsidR="00186B8D">
          <w:rPr>
            <w:noProof/>
            <w:webHidden/>
          </w:rPr>
          <w:t>35</w:t>
        </w:r>
        <w:r w:rsidR="00186B8D">
          <w:rPr>
            <w:noProof/>
            <w:webHidden/>
          </w:rPr>
          <w:fldChar w:fldCharType="end"/>
        </w:r>
      </w:hyperlink>
    </w:p>
    <w:p w:rsidR="00186B8D" w:rsidRDefault="00395CD2">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6288048" w:history="1">
        <w:r w:rsidR="00186B8D" w:rsidRPr="001C5812">
          <w:rPr>
            <w:rStyle w:val="Hyperlink"/>
            <w:noProof/>
          </w:rPr>
          <w:t>12.</w:t>
        </w:r>
        <w:r w:rsidR="00186B8D">
          <w:rPr>
            <w:rFonts w:asciiTheme="minorHAnsi" w:eastAsiaTheme="minorEastAsia" w:hAnsiTheme="minorHAnsi" w:cstheme="minorBidi"/>
            <w:noProof/>
            <w:sz w:val="22"/>
            <w:szCs w:val="22"/>
            <w:lang w:val="et-EE" w:eastAsia="et-EE"/>
          </w:rPr>
          <w:tab/>
        </w:r>
        <w:r w:rsidR="00186B8D" w:rsidRPr="001C5812">
          <w:rPr>
            <w:rStyle w:val="Hyperlink"/>
            <w:noProof/>
          </w:rPr>
          <w:t>ComCertArray</w:t>
        </w:r>
        <w:r w:rsidR="00186B8D">
          <w:rPr>
            <w:noProof/>
            <w:webHidden/>
          </w:rPr>
          <w:tab/>
        </w:r>
        <w:r w:rsidR="00186B8D">
          <w:rPr>
            <w:noProof/>
            <w:webHidden/>
          </w:rPr>
          <w:fldChar w:fldCharType="begin"/>
        </w:r>
        <w:r w:rsidR="00186B8D">
          <w:rPr>
            <w:noProof/>
            <w:webHidden/>
          </w:rPr>
          <w:instrText xml:space="preserve"> PAGEREF _Toc346288048 \h </w:instrText>
        </w:r>
        <w:r w:rsidR="00186B8D">
          <w:rPr>
            <w:noProof/>
            <w:webHidden/>
          </w:rPr>
        </w:r>
        <w:r w:rsidR="00186B8D">
          <w:rPr>
            <w:noProof/>
            <w:webHidden/>
          </w:rPr>
          <w:fldChar w:fldCharType="separate"/>
        </w:r>
        <w:r w:rsidR="00186B8D">
          <w:rPr>
            <w:noProof/>
            <w:webHidden/>
          </w:rPr>
          <w:t>35</w:t>
        </w:r>
        <w:r w:rsidR="00186B8D">
          <w:rPr>
            <w:noProof/>
            <w:webHidden/>
          </w:rPr>
          <w:fldChar w:fldCharType="end"/>
        </w:r>
      </w:hyperlink>
    </w:p>
    <w:p w:rsidR="00186B8D" w:rsidRDefault="00395CD2">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6288049" w:history="1">
        <w:r w:rsidR="00186B8D" w:rsidRPr="001C5812">
          <w:rPr>
            <w:rStyle w:val="Hyperlink"/>
            <w:noProof/>
          </w:rPr>
          <w:t>13.</w:t>
        </w:r>
        <w:r w:rsidR="00186B8D">
          <w:rPr>
            <w:rFonts w:asciiTheme="minorHAnsi" w:eastAsiaTheme="minorEastAsia" w:hAnsiTheme="minorHAnsi" w:cstheme="minorBidi"/>
            <w:noProof/>
            <w:sz w:val="22"/>
            <w:szCs w:val="22"/>
            <w:lang w:val="et-EE" w:eastAsia="et-EE"/>
          </w:rPr>
          <w:tab/>
        </w:r>
        <w:r w:rsidR="00186B8D" w:rsidRPr="001C5812">
          <w:rPr>
            <w:rStyle w:val="Hyperlink"/>
            <w:noProof/>
          </w:rPr>
          <w:t>ComPolicyIdentifierArray</w:t>
        </w:r>
        <w:r w:rsidR="00186B8D">
          <w:rPr>
            <w:noProof/>
            <w:webHidden/>
          </w:rPr>
          <w:tab/>
        </w:r>
        <w:r w:rsidR="00186B8D">
          <w:rPr>
            <w:noProof/>
            <w:webHidden/>
          </w:rPr>
          <w:fldChar w:fldCharType="begin"/>
        </w:r>
        <w:r w:rsidR="00186B8D">
          <w:rPr>
            <w:noProof/>
            <w:webHidden/>
          </w:rPr>
          <w:instrText xml:space="preserve"> PAGEREF _Toc346288049 \h </w:instrText>
        </w:r>
        <w:r w:rsidR="00186B8D">
          <w:rPr>
            <w:noProof/>
            <w:webHidden/>
          </w:rPr>
        </w:r>
        <w:r w:rsidR="00186B8D">
          <w:rPr>
            <w:noProof/>
            <w:webHidden/>
          </w:rPr>
          <w:fldChar w:fldCharType="separate"/>
        </w:r>
        <w:r w:rsidR="00186B8D">
          <w:rPr>
            <w:noProof/>
            <w:webHidden/>
          </w:rPr>
          <w:t>36</w:t>
        </w:r>
        <w:r w:rsidR="00186B8D">
          <w:rPr>
            <w:noProof/>
            <w:webHidden/>
          </w:rPr>
          <w:fldChar w:fldCharType="end"/>
        </w:r>
      </w:hyperlink>
    </w:p>
    <w:p w:rsidR="00186B8D" w:rsidRDefault="00395CD2">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346288050" w:history="1">
        <w:r w:rsidR="00186B8D" w:rsidRPr="001C5812">
          <w:rPr>
            <w:rStyle w:val="Hyperlink"/>
            <w:noProof/>
          </w:rPr>
          <w:t>14.</w:t>
        </w:r>
        <w:r w:rsidR="00186B8D">
          <w:rPr>
            <w:rFonts w:asciiTheme="minorHAnsi" w:eastAsiaTheme="minorEastAsia" w:hAnsiTheme="minorHAnsi" w:cstheme="minorBidi"/>
            <w:noProof/>
            <w:sz w:val="22"/>
            <w:szCs w:val="22"/>
            <w:lang w:val="et-EE" w:eastAsia="et-EE"/>
          </w:rPr>
          <w:tab/>
        </w:r>
        <w:r w:rsidR="00186B8D" w:rsidRPr="001C5812">
          <w:rPr>
            <w:rStyle w:val="Hyperlink"/>
            <w:noProof/>
          </w:rPr>
          <w:t>ComFilePathArray</w:t>
        </w:r>
        <w:r w:rsidR="00186B8D">
          <w:rPr>
            <w:noProof/>
            <w:webHidden/>
          </w:rPr>
          <w:tab/>
        </w:r>
        <w:r w:rsidR="00186B8D">
          <w:rPr>
            <w:noProof/>
            <w:webHidden/>
          </w:rPr>
          <w:fldChar w:fldCharType="begin"/>
        </w:r>
        <w:r w:rsidR="00186B8D">
          <w:rPr>
            <w:noProof/>
            <w:webHidden/>
          </w:rPr>
          <w:instrText xml:space="preserve"> PAGEREF _Toc346288050 \h </w:instrText>
        </w:r>
        <w:r w:rsidR="00186B8D">
          <w:rPr>
            <w:noProof/>
            <w:webHidden/>
          </w:rPr>
        </w:r>
        <w:r w:rsidR="00186B8D">
          <w:rPr>
            <w:noProof/>
            <w:webHidden/>
          </w:rPr>
          <w:fldChar w:fldCharType="separate"/>
        </w:r>
        <w:r w:rsidR="00186B8D">
          <w:rPr>
            <w:noProof/>
            <w:webHidden/>
          </w:rPr>
          <w:t>37</w:t>
        </w:r>
        <w:r w:rsidR="00186B8D">
          <w:rPr>
            <w:noProof/>
            <w:webHidden/>
          </w:rPr>
          <w:fldChar w:fldCharType="end"/>
        </w:r>
      </w:hyperlink>
    </w:p>
    <w:p w:rsidR="00D3299C" w:rsidRPr="00751DBB" w:rsidRDefault="00792518" w:rsidP="00F35AB3">
      <w:pPr>
        <w:pStyle w:val="Pealkiri11"/>
        <w:rPr>
          <w:lang w:val="en-GB"/>
        </w:rPr>
      </w:pPr>
      <w:r w:rsidRPr="00751DBB">
        <w:rPr>
          <w:lang w:val="en-GB"/>
        </w:rPr>
        <w:lastRenderedPageBreak/>
        <w:fldChar w:fldCharType="end"/>
      </w:r>
      <w:bookmarkStart w:id="4" w:name="_Toc345343791"/>
      <w:bookmarkStart w:id="5" w:name="_Toc346288017"/>
      <w:r w:rsidR="00D3299C" w:rsidRPr="00751DBB">
        <w:rPr>
          <w:lang w:val="en-GB"/>
        </w:rPr>
        <w:t>Introduction</w:t>
      </w:r>
      <w:bookmarkEnd w:id="4"/>
      <w:bookmarkEnd w:id="5"/>
    </w:p>
    <w:p w:rsidR="00160B7B" w:rsidRDefault="00367910" w:rsidP="00367910">
      <w:pPr>
        <w:rPr>
          <w:lang w:val="en-GB"/>
        </w:rPr>
      </w:pPr>
      <w:r w:rsidRPr="00751DBB">
        <w:rPr>
          <w:lang w:val="en-GB"/>
        </w:rPr>
        <w:t>This</w:t>
      </w:r>
      <w:r w:rsidR="00F22123" w:rsidRPr="00751DBB">
        <w:rPr>
          <w:lang w:val="en-GB"/>
        </w:rPr>
        <w:t xml:space="preserve"> document describes </w:t>
      </w:r>
      <w:r w:rsidR="00A31A00">
        <w:rPr>
          <w:lang w:val="en-GB"/>
        </w:rPr>
        <w:t xml:space="preserve">DigiDoc COM (Component Object Model) </w:t>
      </w:r>
      <w:r w:rsidR="00160B7B">
        <w:rPr>
          <w:lang w:val="en-GB"/>
        </w:rPr>
        <w:t xml:space="preserve">software </w:t>
      </w:r>
      <w:r w:rsidR="00A31A00">
        <w:rPr>
          <w:lang w:val="en-GB"/>
        </w:rPr>
        <w:t>library</w:t>
      </w:r>
      <w:r w:rsidR="005C723F" w:rsidRPr="00751DBB">
        <w:rPr>
          <w:lang w:val="en-GB"/>
        </w:rPr>
        <w:t xml:space="preserve"> </w:t>
      </w:r>
      <w:r w:rsidR="00D03779">
        <w:rPr>
          <w:lang w:val="en-GB"/>
        </w:rPr>
        <w:t xml:space="preserve">which is a </w:t>
      </w:r>
      <w:r w:rsidR="004D4BB3">
        <w:rPr>
          <w:lang w:val="en-GB"/>
        </w:rPr>
        <w:t>part</w:t>
      </w:r>
      <w:r w:rsidR="00D03779">
        <w:rPr>
          <w:lang w:val="en-GB"/>
        </w:rPr>
        <w:t xml:space="preserve"> of </w:t>
      </w:r>
      <w:r w:rsidR="00EC49FE">
        <w:rPr>
          <w:lang w:val="en-GB"/>
        </w:rPr>
        <w:t xml:space="preserve">the </w:t>
      </w:r>
      <w:r w:rsidR="00F22123" w:rsidRPr="00751DBB">
        <w:rPr>
          <w:lang w:val="en-GB"/>
        </w:rPr>
        <w:t>OpenXadES/</w:t>
      </w:r>
      <w:r w:rsidRPr="00751DBB">
        <w:rPr>
          <w:lang w:val="en-GB"/>
        </w:rPr>
        <w:t xml:space="preserve">DigiDoc system. </w:t>
      </w:r>
      <w:r w:rsidR="00A31A00">
        <w:rPr>
          <w:lang w:val="en-GB"/>
        </w:rPr>
        <w:t xml:space="preserve">It </w:t>
      </w:r>
      <w:r w:rsidR="003F3444">
        <w:rPr>
          <w:lang w:val="en-GB"/>
        </w:rPr>
        <w:t xml:space="preserve">is </w:t>
      </w:r>
      <w:r w:rsidR="00160B7B">
        <w:rPr>
          <w:lang w:val="en-GB"/>
        </w:rPr>
        <w:t xml:space="preserve">a </w:t>
      </w:r>
      <w:r w:rsidR="00F8240F">
        <w:rPr>
          <w:lang w:val="en-GB"/>
        </w:rPr>
        <w:t xml:space="preserve">language independent </w:t>
      </w:r>
      <w:r w:rsidR="00160B7B">
        <w:rPr>
          <w:lang w:val="en-GB"/>
        </w:rPr>
        <w:t xml:space="preserve">binary </w:t>
      </w:r>
      <w:r w:rsidR="00EB5B7C">
        <w:rPr>
          <w:lang w:val="en-GB"/>
        </w:rPr>
        <w:t>object model</w:t>
      </w:r>
      <w:r w:rsidR="00160B7B">
        <w:rPr>
          <w:lang w:val="en-GB"/>
        </w:rPr>
        <w:t xml:space="preserve"> which is </w:t>
      </w:r>
      <w:r w:rsidR="003F3444">
        <w:rPr>
          <w:lang w:val="en-GB"/>
        </w:rPr>
        <w:t>based on</w:t>
      </w:r>
      <w:r w:rsidR="00A31A00">
        <w:rPr>
          <w:lang w:val="en-GB"/>
        </w:rPr>
        <w:t xml:space="preserve"> the CDigiDoc library of the DigiDoc system</w:t>
      </w:r>
      <w:r w:rsidR="00160B7B">
        <w:rPr>
          <w:lang w:val="en-GB"/>
        </w:rPr>
        <w:t xml:space="preserve">. </w:t>
      </w:r>
    </w:p>
    <w:p w:rsidR="00367910" w:rsidRPr="00751DBB" w:rsidRDefault="00160B7B" w:rsidP="00367910">
      <w:pPr>
        <w:rPr>
          <w:lang w:val="en-GB"/>
        </w:rPr>
      </w:pPr>
      <w:r>
        <w:rPr>
          <w:lang w:val="en-GB"/>
        </w:rPr>
        <w:t>CDigiDoc</w:t>
      </w:r>
      <w:r w:rsidR="00D03779">
        <w:rPr>
          <w:lang w:val="en-GB"/>
        </w:rPr>
        <w:t xml:space="preserve"> </w:t>
      </w:r>
      <w:r>
        <w:rPr>
          <w:lang w:val="en-GB"/>
        </w:rPr>
        <w:t>is a software library in C programming language, it</w:t>
      </w:r>
      <w:r w:rsidR="00EB5B7C">
        <w:rPr>
          <w:lang w:val="en-GB"/>
        </w:rPr>
        <w:t xml:space="preserve"> </w:t>
      </w:r>
      <w:r w:rsidR="00D03779">
        <w:rPr>
          <w:lang w:val="en-GB"/>
        </w:rPr>
        <w:t xml:space="preserve">is a </w:t>
      </w:r>
      <w:r w:rsidR="009D1FA2" w:rsidRPr="00751DBB">
        <w:rPr>
          <w:lang w:val="en-GB"/>
        </w:rPr>
        <w:t xml:space="preserve">basic building tool for creating applications </w:t>
      </w:r>
      <w:r w:rsidR="00EB5B7C">
        <w:rPr>
          <w:lang w:val="en-GB"/>
        </w:rPr>
        <w:t>which handle</w:t>
      </w:r>
      <w:r w:rsidR="00323419">
        <w:rPr>
          <w:lang w:val="en-GB"/>
        </w:rPr>
        <w:t xml:space="preserve"> digital signature</w:t>
      </w:r>
      <w:r w:rsidR="001D6EFF">
        <w:rPr>
          <w:lang w:val="en-GB"/>
        </w:rPr>
        <w:t>s</w:t>
      </w:r>
      <w:r w:rsidR="00EB5B7C">
        <w:rPr>
          <w:lang w:val="en-GB"/>
        </w:rPr>
        <w:t>, encrypt and decrypt</w:t>
      </w:r>
      <w:r w:rsidR="00323419">
        <w:rPr>
          <w:lang w:val="en-GB"/>
        </w:rPr>
        <w:t xml:space="preserve"> files</w:t>
      </w:r>
      <w:r w:rsidR="009D1FA2" w:rsidRPr="00751DBB">
        <w:rPr>
          <w:lang w:val="en-GB"/>
        </w:rPr>
        <w:t xml:space="preserve">. </w:t>
      </w:r>
      <w:r w:rsidR="00D03779">
        <w:rPr>
          <w:lang w:val="en-GB"/>
        </w:rPr>
        <w:t xml:space="preserve">DigiDoc COM library can be used </w:t>
      </w:r>
      <w:r w:rsidR="00EC49FE">
        <w:rPr>
          <w:lang w:val="en-GB"/>
        </w:rPr>
        <w:t>as an intermediate layer for</w:t>
      </w:r>
      <w:r w:rsidR="00D03779">
        <w:rPr>
          <w:lang w:val="en-GB"/>
        </w:rPr>
        <w:t xml:space="preserve"> </w:t>
      </w:r>
      <w:r w:rsidR="00EC49FE">
        <w:rPr>
          <w:lang w:val="en-GB"/>
        </w:rPr>
        <w:t>integrating</w:t>
      </w:r>
      <w:r w:rsidR="00D03779">
        <w:rPr>
          <w:lang w:val="en-GB"/>
        </w:rPr>
        <w:t xml:space="preserve"> CDigiDoc library’</w:t>
      </w:r>
      <w:r w:rsidR="003F3444">
        <w:rPr>
          <w:lang w:val="en-GB"/>
        </w:rPr>
        <w:t xml:space="preserve">s </w:t>
      </w:r>
      <w:r w:rsidR="00306725">
        <w:rPr>
          <w:lang w:val="en-GB"/>
        </w:rPr>
        <w:t xml:space="preserve">digital signature handling </w:t>
      </w:r>
      <w:r w:rsidR="001D6EFF">
        <w:rPr>
          <w:lang w:val="en-GB"/>
        </w:rPr>
        <w:t>functionality</w:t>
      </w:r>
      <w:r w:rsidR="003F3444">
        <w:rPr>
          <w:lang w:val="en-GB"/>
        </w:rPr>
        <w:t xml:space="preserve"> with</w:t>
      </w:r>
      <w:r w:rsidR="00306725">
        <w:rPr>
          <w:lang w:val="en-GB"/>
        </w:rPr>
        <w:t xml:space="preserve"> client</w:t>
      </w:r>
      <w:r w:rsidR="003F3444">
        <w:rPr>
          <w:lang w:val="en-GB"/>
        </w:rPr>
        <w:t xml:space="preserve"> applications written for Windows environment.</w:t>
      </w:r>
    </w:p>
    <w:p w:rsidR="00CC0F7B" w:rsidRPr="00751DBB" w:rsidRDefault="009F368B" w:rsidP="0083715B">
      <w:pPr>
        <w:rPr>
          <w:lang w:val="en-GB"/>
        </w:rPr>
      </w:pPr>
      <w:r w:rsidRPr="00751DBB">
        <w:rPr>
          <w:lang w:val="en-GB"/>
        </w:rPr>
        <w:t xml:space="preserve">The digitally signed files are created in </w:t>
      </w:r>
      <w:r w:rsidR="0027650C" w:rsidRPr="00751DBB">
        <w:rPr>
          <w:lang w:val="en-GB"/>
        </w:rPr>
        <w:t>“</w:t>
      </w:r>
      <w:r w:rsidRPr="00751DBB">
        <w:rPr>
          <w:lang w:val="en-GB"/>
        </w:rPr>
        <w:t>DigiDoc format</w:t>
      </w:r>
      <w:proofErr w:type="gramStart"/>
      <w:r w:rsidRPr="00751DBB">
        <w:rPr>
          <w:lang w:val="en-GB"/>
        </w:rPr>
        <w:t>“</w:t>
      </w:r>
      <w:r w:rsidR="006551F1" w:rsidRPr="00751DBB">
        <w:rPr>
          <w:lang w:val="en-GB"/>
        </w:rPr>
        <w:t xml:space="preserve"> </w:t>
      </w:r>
      <w:r w:rsidR="0012557D" w:rsidRPr="00751DBB">
        <w:rPr>
          <w:lang w:val="en-GB"/>
        </w:rPr>
        <w:t>(</w:t>
      </w:r>
      <w:proofErr w:type="gramEnd"/>
      <w:r w:rsidR="002B57FB" w:rsidRPr="00751DBB">
        <w:rPr>
          <w:lang w:val="en-GB"/>
        </w:rPr>
        <w:t xml:space="preserve">with </w:t>
      </w:r>
      <w:r w:rsidR="0012557D" w:rsidRPr="00751DBB">
        <w:rPr>
          <w:lang w:val="en-GB"/>
        </w:rPr>
        <w:t>.ddoc</w:t>
      </w:r>
      <w:r w:rsidR="00C91C45" w:rsidRPr="00751DBB">
        <w:rPr>
          <w:lang w:val="en-GB"/>
        </w:rPr>
        <w:t xml:space="preserve"> </w:t>
      </w:r>
      <w:r w:rsidR="002B57FB" w:rsidRPr="00751DBB">
        <w:rPr>
          <w:lang w:val="en-GB"/>
        </w:rPr>
        <w:t>file extension</w:t>
      </w:r>
      <w:r w:rsidR="0012557D" w:rsidRPr="00751DBB">
        <w:rPr>
          <w:lang w:val="en-GB"/>
        </w:rPr>
        <w:t>)</w:t>
      </w:r>
      <w:r w:rsidR="0083715B" w:rsidRPr="00751DBB">
        <w:rPr>
          <w:lang w:val="en-GB"/>
        </w:rPr>
        <w:t>,</w:t>
      </w:r>
      <w:r w:rsidRPr="00751DBB">
        <w:rPr>
          <w:lang w:val="en-GB"/>
        </w:rPr>
        <w:t xml:space="preserve"> compliant to </w:t>
      </w:r>
      <w:r w:rsidR="00AD55D5" w:rsidRPr="00751DBB">
        <w:rPr>
          <w:lang w:val="en-GB"/>
        </w:rPr>
        <w:t>XML</w:t>
      </w:r>
      <w:r w:rsidR="002B57FB" w:rsidRPr="00751DBB">
        <w:rPr>
          <w:lang w:val="en-GB"/>
        </w:rPr>
        <w:t xml:space="preserve"> Advanced Electronic Signatures (XAdES)</w:t>
      </w:r>
      <w:r w:rsidR="00AD55D5" w:rsidRPr="00751DBB">
        <w:rPr>
          <w:lang w:val="en-GB"/>
        </w:rPr>
        <w:t xml:space="preserve">, technical standard published by </w:t>
      </w:r>
      <w:r w:rsidR="002B57FB" w:rsidRPr="00751DBB">
        <w:rPr>
          <w:lang w:val="en-GB"/>
        </w:rPr>
        <w:t xml:space="preserve">European Telecommunication Standards Institute </w:t>
      </w:r>
      <w:r w:rsidR="00AD55D5" w:rsidRPr="00751DBB">
        <w:rPr>
          <w:lang w:val="en-GB"/>
        </w:rPr>
        <w:t>(</w:t>
      </w:r>
      <w:r w:rsidR="002B57FB" w:rsidRPr="00751DBB">
        <w:rPr>
          <w:lang w:val="en-GB"/>
        </w:rPr>
        <w:t>ETSI</w:t>
      </w:r>
      <w:r w:rsidR="00AD55D5" w:rsidRPr="00751DBB">
        <w:rPr>
          <w:lang w:val="en-GB"/>
        </w:rPr>
        <w:t>)</w:t>
      </w:r>
      <w:r w:rsidR="00AD241C" w:rsidRPr="00751DBB">
        <w:rPr>
          <w:lang w:val="en-GB"/>
        </w:rPr>
        <w:t xml:space="preserve">. </w:t>
      </w:r>
    </w:p>
    <w:p w:rsidR="004F19BB" w:rsidRPr="00751DBB" w:rsidRDefault="004F19BB" w:rsidP="0083715B">
      <w:pPr>
        <w:rPr>
          <w:lang w:val="en-GB"/>
        </w:rPr>
      </w:pPr>
      <w:r w:rsidRPr="00751DBB">
        <w:rPr>
          <w:lang w:val="en-GB"/>
        </w:rPr>
        <w:t xml:space="preserve">This document </w:t>
      </w:r>
      <w:r w:rsidR="00B42CA5" w:rsidRPr="00751DBB">
        <w:rPr>
          <w:lang w:val="en-GB"/>
        </w:rPr>
        <w:t>covers</w:t>
      </w:r>
      <w:r w:rsidRPr="00751DBB">
        <w:rPr>
          <w:lang w:val="en-GB"/>
        </w:rPr>
        <w:t xml:space="preserve"> the following information about </w:t>
      </w:r>
      <w:r w:rsidR="001D6EFF">
        <w:rPr>
          <w:lang w:val="en-GB"/>
        </w:rPr>
        <w:t>DigiDoc COM library</w:t>
      </w:r>
      <w:r w:rsidRPr="00751DBB">
        <w:rPr>
          <w:lang w:val="en-GB"/>
        </w:rPr>
        <w:t>:</w:t>
      </w:r>
    </w:p>
    <w:p w:rsidR="004F19BB" w:rsidRPr="00751DBB" w:rsidRDefault="00B36B97" w:rsidP="00D35F57">
      <w:pPr>
        <w:pStyle w:val="ListParagraph"/>
        <w:numPr>
          <w:ilvl w:val="0"/>
          <w:numId w:val="14"/>
        </w:numPr>
        <w:rPr>
          <w:lang w:val="en-GB"/>
        </w:rPr>
      </w:pPr>
      <w:r w:rsidRPr="00751DBB">
        <w:rPr>
          <w:lang w:val="en-GB"/>
        </w:rPr>
        <w:t>Section 2 introduces the OpenXAdES/DigiDoc framework, it</w:t>
      </w:r>
      <w:r w:rsidR="006551F1" w:rsidRPr="00751DBB">
        <w:rPr>
          <w:lang w:val="en-GB"/>
        </w:rPr>
        <w:t xml:space="preserve">s general security model and formats </w:t>
      </w:r>
      <w:r w:rsidR="002B57FB" w:rsidRPr="00751DBB">
        <w:rPr>
          <w:lang w:val="en-GB"/>
        </w:rPr>
        <w:t>available</w:t>
      </w:r>
      <w:r w:rsidR="006551F1" w:rsidRPr="00751DBB">
        <w:rPr>
          <w:lang w:val="en-GB"/>
        </w:rPr>
        <w:t xml:space="preserve"> for</w:t>
      </w:r>
      <w:r w:rsidRPr="00751DBB">
        <w:rPr>
          <w:lang w:val="en-GB"/>
        </w:rPr>
        <w:t xml:space="preserve"> digitally signed file</w:t>
      </w:r>
      <w:r w:rsidR="006551F1" w:rsidRPr="00751DBB">
        <w:rPr>
          <w:lang w:val="en-GB"/>
        </w:rPr>
        <w:t>s</w:t>
      </w:r>
      <w:r w:rsidRPr="00751DBB">
        <w:rPr>
          <w:lang w:val="en-GB"/>
        </w:rPr>
        <w:t xml:space="preserve">. </w:t>
      </w:r>
    </w:p>
    <w:p w:rsidR="004F19BB" w:rsidRPr="00751DBB" w:rsidRDefault="00B36B97" w:rsidP="00D35F57">
      <w:pPr>
        <w:pStyle w:val="ListParagraph"/>
        <w:numPr>
          <w:ilvl w:val="0"/>
          <w:numId w:val="14"/>
        </w:numPr>
        <w:jc w:val="both"/>
        <w:rPr>
          <w:lang w:val="en-GB"/>
        </w:rPr>
      </w:pPr>
      <w:r w:rsidRPr="00751DBB">
        <w:rPr>
          <w:lang w:val="en-GB"/>
        </w:rPr>
        <w:t>Section 3 gives an overview of the sys</w:t>
      </w:r>
      <w:r w:rsidR="006551F1" w:rsidRPr="00751DBB">
        <w:rPr>
          <w:lang w:val="en-GB"/>
        </w:rPr>
        <w:t>tem requirements and</w:t>
      </w:r>
      <w:r w:rsidRPr="00751DBB">
        <w:rPr>
          <w:lang w:val="en-GB"/>
        </w:rPr>
        <w:t xml:space="preserve"> </w:t>
      </w:r>
      <w:r w:rsidR="00AD5EB4">
        <w:rPr>
          <w:lang w:val="en-GB"/>
        </w:rPr>
        <w:t xml:space="preserve">describes </w:t>
      </w:r>
      <w:r w:rsidRPr="00751DBB">
        <w:rPr>
          <w:lang w:val="en-GB"/>
        </w:rPr>
        <w:t>API</w:t>
      </w:r>
      <w:r w:rsidR="00AD5EB4">
        <w:rPr>
          <w:lang w:val="en-GB"/>
        </w:rPr>
        <w:t>’s usage</w:t>
      </w:r>
      <w:r w:rsidRPr="00751DBB">
        <w:rPr>
          <w:lang w:val="en-GB"/>
        </w:rPr>
        <w:t xml:space="preserve"> for some of the most common</w:t>
      </w:r>
      <w:r w:rsidR="006551F1" w:rsidRPr="00751DBB">
        <w:rPr>
          <w:lang w:val="en-GB"/>
        </w:rPr>
        <w:t>ly used</w:t>
      </w:r>
      <w:r w:rsidR="00AD5EB4">
        <w:rPr>
          <w:lang w:val="en-GB"/>
        </w:rPr>
        <w:t xml:space="preserve"> document signing </w:t>
      </w:r>
      <w:r w:rsidRPr="00751DBB">
        <w:rPr>
          <w:lang w:val="en-GB"/>
        </w:rPr>
        <w:t xml:space="preserve">tasks. </w:t>
      </w:r>
    </w:p>
    <w:p w:rsidR="004F19BB" w:rsidRPr="00751DBB" w:rsidRDefault="009E7534" w:rsidP="00D35F57">
      <w:pPr>
        <w:pStyle w:val="ListParagraph"/>
        <w:numPr>
          <w:ilvl w:val="0"/>
          <w:numId w:val="14"/>
        </w:numPr>
        <w:rPr>
          <w:lang w:val="en-GB"/>
        </w:rPr>
      </w:pPr>
      <w:r w:rsidRPr="00751DBB">
        <w:rPr>
          <w:lang w:val="en-GB"/>
        </w:rPr>
        <w:t>Section 4 explains</w:t>
      </w:r>
      <w:r w:rsidR="00B36B97" w:rsidRPr="00751DBB">
        <w:rPr>
          <w:lang w:val="en-GB"/>
        </w:rPr>
        <w:t xml:space="preserve"> </w:t>
      </w:r>
      <w:r w:rsidR="00B42CA5" w:rsidRPr="00751DBB">
        <w:rPr>
          <w:lang w:val="en-GB"/>
        </w:rPr>
        <w:t>using</w:t>
      </w:r>
      <w:r w:rsidR="00B36B97" w:rsidRPr="00751DBB">
        <w:rPr>
          <w:lang w:val="en-GB"/>
        </w:rPr>
        <w:t xml:space="preserve"> the command line utility pr</w:t>
      </w:r>
      <w:r w:rsidRPr="00751DBB">
        <w:rPr>
          <w:lang w:val="en-GB"/>
        </w:rPr>
        <w:t xml:space="preserve">ogram for </w:t>
      </w:r>
      <w:r w:rsidR="00AD5EB4">
        <w:rPr>
          <w:lang w:val="en-GB"/>
        </w:rPr>
        <w:t>DigiDoc COM</w:t>
      </w:r>
      <w:r w:rsidRPr="00751DBB">
        <w:rPr>
          <w:lang w:val="en-GB"/>
        </w:rPr>
        <w:t xml:space="preserve">, </w:t>
      </w:r>
      <w:r w:rsidR="006551F1" w:rsidRPr="00751DBB">
        <w:rPr>
          <w:lang w:val="en-GB"/>
        </w:rPr>
        <w:t xml:space="preserve">including </w:t>
      </w:r>
      <w:r w:rsidR="00B36B97" w:rsidRPr="00751DBB">
        <w:rPr>
          <w:lang w:val="en-GB"/>
        </w:rPr>
        <w:t xml:space="preserve">sample use cases. </w:t>
      </w:r>
    </w:p>
    <w:p w:rsidR="00B36B97" w:rsidRDefault="009E7534" w:rsidP="00D35F57">
      <w:pPr>
        <w:pStyle w:val="ListParagraph"/>
        <w:numPr>
          <w:ilvl w:val="0"/>
          <w:numId w:val="14"/>
        </w:numPr>
        <w:rPr>
          <w:lang w:val="en-GB"/>
        </w:rPr>
      </w:pPr>
      <w:r w:rsidRPr="00751DBB">
        <w:rPr>
          <w:lang w:val="en-GB"/>
        </w:rPr>
        <w:t>Appendix 1 provides</w:t>
      </w:r>
      <w:r w:rsidR="00EA4E37" w:rsidRPr="00751DBB">
        <w:rPr>
          <w:lang w:val="en-GB"/>
        </w:rPr>
        <w:t xml:space="preserve"> a </w:t>
      </w:r>
      <w:r w:rsidR="007C58FD">
        <w:rPr>
          <w:lang w:val="en-GB"/>
        </w:rPr>
        <w:t>description of DigiDoc COM</w:t>
      </w:r>
      <w:r w:rsidR="002E2366">
        <w:rPr>
          <w:lang w:val="en-GB"/>
        </w:rPr>
        <w:t>’s</w:t>
      </w:r>
      <w:r w:rsidR="007C58FD">
        <w:rPr>
          <w:lang w:val="en-GB"/>
        </w:rPr>
        <w:t xml:space="preserve"> classes and their components</w:t>
      </w:r>
    </w:p>
    <w:p w:rsidR="00160B7B" w:rsidRDefault="00160B7B" w:rsidP="001D6EFF">
      <w:pPr>
        <w:rPr>
          <w:lang w:val="en-GB"/>
        </w:rPr>
      </w:pPr>
    </w:p>
    <w:p w:rsidR="001D6EFF" w:rsidRDefault="001D6EFF" w:rsidP="001D6EFF">
      <w:pPr>
        <w:rPr>
          <w:lang w:val="en-GB"/>
        </w:rPr>
      </w:pPr>
      <w:r>
        <w:rPr>
          <w:lang w:val="en-GB"/>
        </w:rPr>
        <w:t>CDigiDoc</w:t>
      </w:r>
      <w:r w:rsidRPr="00751DBB">
        <w:rPr>
          <w:lang w:val="en-GB"/>
        </w:rPr>
        <w:t xml:space="preserve"> library of DigiDoc system is described in a separate document, see [</w:t>
      </w:r>
      <w:r>
        <w:rPr>
          <w:lang w:val="en-GB"/>
        </w:rPr>
        <w:t>12</w:t>
      </w:r>
      <w:r w:rsidRPr="00751DBB">
        <w:rPr>
          <w:lang w:val="en-GB"/>
        </w:rPr>
        <w:t>].</w:t>
      </w:r>
      <w:r w:rsidR="00306725">
        <w:rPr>
          <w:lang w:val="en-GB"/>
        </w:rPr>
        <w:t xml:space="preserve"> </w:t>
      </w:r>
    </w:p>
    <w:p w:rsidR="00532081" w:rsidRDefault="00532081" w:rsidP="001D6EFF">
      <w:pPr>
        <w:rPr>
          <w:lang w:val="en-GB"/>
        </w:rPr>
      </w:pPr>
      <w:r>
        <w:rPr>
          <w:lang w:val="en-GB"/>
        </w:rPr>
        <w:t xml:space="preserve">For implementing file encryption and decryption functions in </w:t>
      </w:r>
      <w:r w:rsidR="003C292C">
        <w:rPr>
          <w:lang w:val="en-GB"/>
        </w:rPr>
        <w:t xml:space="preserve">applications running on </w:t>
      </w:r>
      <w:r>
        <w:rPr>
          <w:lang w:val="en-GB"/>
        </w:rPr>
        <w:t>Windows environment, please refer to the NDigiDoc library</w:t>
      </w:r>
      <w:r w:rsidR="003C292C">
        <w:rPr>
          <w:lang w:val="en-GB"/>
        </w:rPr>
        <w:t xml:space="preserve"> [14]</w:t>
      </w:r>
      <w:r>
        <w:rPr>
          <w:lang w:val="en-GB"/>
        </w:rPr>
        <w:t xml:space="preserve">. NDigiDoc is a .NET library for </w:t>
      </w:r>
      <w:r w:rsidR="003C292C" w:rsidRPr="00751DBB">
        <w:rPr>
          <w:lang w:val="en-GB"/>
        </w:rPr>
        <w:t xml:space="preserve">digital encryption and decryption </w:t>
      </w:r>
      <w:r w:rsidR="003C292C">
        <w:rPr>
          <w:lang w:val="en-GB"/>
        </w:rPr>
        <w:t xml:space="preserve">of files </w:t>
      </w:r>
      <w:r w:rsidR="003C292C" w:rsidRPr="00751DBB">
        <w:rPr>
          <w:lang w:val="en-GB"/>
        </w:rPr>
        <w:t>according to the XML-ENC standard</w:t>
      </w:r>
      <w:r w:rsidR="003C292C">
        <w:rPr>
          <w:lang w:val="en-GB"/>
        </w:rPr>
        <w:t>.</w:t>
      </w:r>
    </w:p>
    <w:p w:rsidR="001D6EFF" w:rsidRPr="001D6EFF" w:rsidRDefault="001D6EFF" w:rsidP="001D6EFF">
      <w:pPr>
        <w:rPr>
          <w:lang w:val="en-GB"/>
        </w:rPr>
      </w:pPr>
    </w:p>
    <w:p w:rsidR="004F19BB" w:rsidRPr="00751DBB" w:rsidRDefault="004F19BB">
      <w:pPr>
        <w:spacing w:after="0"/>
        <w:jc w:val="left"/>
        <w:rPr>
          <w:rFonts w:ascii="Arial" w:hAnsi="Arial" w:cs="Arial"/>
          <w:b/>
          <w:bCs/>
          <w:i/>
          <w:iCs/>
          <w:sz w:val="28"/>
          <w:szCs w:val="28"/>
          <w:lang w:val="en-GB"/>
        </w:rPr>
      </w:pPr>
      <w:r w:rsidRPr="00751DBB">
        <w:rPr>
          <w:lang w:val="en-GB"/>
        </w:rPr>
        <w:br w:type="page"/>
      </w:r>
    </w:p>
    <w:p w:rsidR="00CC0F7B" w:rsidRPr="00751DBB" w:rsidRDefault="00CC0F7B" w:rsidP="00CC0F7B">
      <w:pPr>
        <w:pStyle w:val="Heading2"/>
        <w:rPr>
          <w:lang w:val="en-GB"/>
        </w:rPr>
      </w:pPr>
      <w:bookmarkStart w:id="6" w:name="_Toc345343792"/>
      <w:bookmarkStart w:id="7" w:name="_Toc346288018"/>
      <w:r w:rsidRPr="00751DBB">
        <w:rPr>
          <w:lang w:val="en-GB"/>
        </w:rPr>
        <w:lastRenderedPageBreak/>
        <w:t>About DigiDoc</w:t>
      </w:r>
      <w:bookmarkEnd w:id="6"/>
      <w:bookmarkEnd w:id="7"/>
    </w:p>
    <w:p w:rsidR="00B46978" w:rsidRPr="00751DBB" w:rsidRDefault="00FE287D" w:rsidP="00EB419C">
      <w:pPr>
        <w:rPr>
          <w:lang w:val="en-GB"/>
        </w:rPr>
      </w:pPr>
      <w:r>
        <w:rPr>
          <w:lang w:val="en-GB"/>
        </w:rPr>
        <w:t>DigiDoc COM</w:t>
      </w:r>
      <w:r w:rsidR="0083715B" w:rsidRPr="00751DBB">
        <w:rPr>
          <w:lang w:val="en-GB"/>
        </w:rPr>
        <w:t xml:space="preserve"> library forms a part of the wider </w:t>
      </w:r>
      <w:r w:rsidR="00AD55D5" w:rsidRPr="00751DBB">
        <w:rPr>
          <w:lang w:val="en-GB"/>
        </w:rPr>
        <w:t>OpenXAdES/</w:t>
      </w:r>
      <w:r w:rsidR="00AD241C" w:rsidRPr="00751DBB">
        <w:rPr>
          <w:lang w:val="en-GB"/>
        </w:rPr>
        <w:t>DigiDoc system</w:t>
      </w:r>
      <w:r w:rsidR="00B422A6" w:rsidRPr="00751DBB">
        <w:rPr>
          <w:lang w:val="en-GB"/>
        </w:rPr>
        <w:t xml:space="preserve"> framework which offers a full-scale architecture for digital signature and documents</w:t>
      </w:r>
      <w:r w:rsidR="0083715B" w:rsidRPr="00751DBB">
        <w:rPr>
          <w:lang w:val="en-GB"/>
        </w:rPr>
        <w:t xml:space="preserve">, consisting of </w:t>
      </w:r>
      <w:r w:rsidR="00C0673E" w:rsidRPr="00751DBB">
        <w:rPr>
          <w:lang w:val="en-GB"/>
        </w:rPr>
        <w:t xml:space="preserve">software </w:t>
      </w:r>
      <w:r w:rsidR="0083715B" w:rsidRPr="00751DBB">
        <w:rPr>
          <w:lang w:val="en-GB"/>
        </w:rPr>
        <w:t>libraries</w:t>
      </w:r>
      <w:r w:rsidR="00FD1172" w:rsidRPr="00751DBB">
        <w:rPr>
          <w:lang w:val="en-GB"/>
        </w:rPr>
        <w:t xml:space="preserve"> (C </w:t>
      </w:r>
      <w:r w:rsidR="00C0673E" w:rsidRPr="00751DBB">
        <w:rPr>
          <w:lang w:val="en-GB"/>
        </w:rPr>
        <w:t>and Java)</w:t>
      </w:r>
      <w:r w:rsidR="0083715B" w:rsidRPr="00751DBB">
        <w:rPr>
          <w:lang w:val="en-GB"/>
        </w:rPr>
        <w:t xml:space="preserve">, </w:t>
      </w:r>
      <w:r w:rsidR="003B6146" w:rsidRPr="00751DBB">
        <w:rPr>
          <w:lang w:val="en-GB"/>
        </w:rPr>
        <w:t>web service</w:t>
      </w:r>
      <w:r w:rsidR="0083715B" w:rsidRPr="00751DBB">
        <w:rPr>
          <w:lang w:val="en-GB"/>
        </w:rPr>
        <w:t xml:space="preserve"> and end-user applications such as DigiDoc Portal and DigiDoc Client</w:t>
      </w:r>
      <w:r w:rsidR="00FD1172" w:rsidRPr="00751DBB">
        <w:rPr>
          <w:lang w:val="en-GB"/>
        </w:rPr>
        <w:t>3</w:t>
      </w:r>
      <w:r w:rsidR="0083715B" w:rsidRPr="00751DBB">
        <w:rPr>
          <w:lang w:val="en-GB"/>
        </w:rPr>
        <w:t xml:space="preserve"> according to the following figure:</w:t>
      </w:r>
    </w:p>
    <w:p w:rsidR="00B844A3" w:rsidRPr="00751DBB" w:rsidRDefault="008049A6" w:rsidP="008049A6">
      <w:pPr>
        <w:rPr>
          <w:lang w:val="en-GB"/>
        </w:rPr>
      </w:pPr>
      <w:r w:rsidRPr="00751DBB">
        <w:rPr>
          <w:noProof/>
          <w:lang w:val="et-EE" w:eastAsia="et-EE"/>
        </w:rPr>
        <mc:AlternateContent>
          <mc:Choice Requires="wpc">
            <w:drawing>
              <wp:inline distT="0" distB="0" distL="0" distR="0" wp14:anchorId="5D253AA2" wp14:editId="78475155">
                <wp:extent cx="4695825" cy="3209925"/>
                <wp:effectExtent l="0" t="0" r="28575" b="28575"/>
                <wp:docPr id="67" name="Canvas 23"/>
                <wp:cNvGraphicFramePr>
                  <a:graphicFrameLocks xmlns:a="http://schemas.openxmlformats.org/drawingml/2006/main"/>
                </wp:cNvGraphicFramePr>
                <a:graphic xmlns:a="http://schemas.openxmlformats.org/drawingml/2006/main">
                  <a:graphicData uri="http://schemas.microsoft.com/office/word/2010/wordprocessingCanvas">
                    <wpc:wpc>
                      <wpc:bg>
                        <a:noFill/>
                        <a:effectLst>
                          <a:softEdge rad="63500"/>
                        </a:effectLst>
                      </wpc:bg>
                      <wpc:whole>
                        <a:ln w="9525" cap="rnd" cmpd="sng" algn="ct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tileRect/>
                          </a:gradFill>
                          <a:prstDash val="solid"/>
                          <a:round/>
                          <a:headEnd type="none" w="med" len="med"/>
                          <a:tailEnd type="none" w="med" len="med"/>
                        </a:ln>
                      </wpc:whole>
                      <wps:wsp>
                        <wps:cNvPr id="1" name="Flowchart: Magnetic Disk 1"/>
                        <wps:cNvSpPr/>
                        <wps:spPr>
                          <a:xfrm>
                            <a:off x="1704383" y="2072935"/>
                            <a:ext cx="690159" cy="491311"/>
                          </a:xfrm>
                          <a:prstGeom prst="flowChartMagneticDisk">
                            <a:avLst/>
                          </a:prstGeom>
                        </wps:spPr>
                        <wps:style>
                          <a:lnRef idx="1">
                            <a:schemeClr val="accent5"/>
                          </a:lnRef>
                          <a:fillRef idx="2">
                            <a:schemeClr val="accent5"/>
                          </a:fillRef>
                          <a:effectRef idx="1">
                            <a:schemeClr val="accent5"/>
                          </a:effectRef>
                          <a:fontRef idx="minor">
                            <a:schemeClr val="dk1"/>
                          </a:fontRef>
                        </wps:style>
                        <wps:txbx>
                          <w:txbxContent>
                            <w:p w:rsidR="00395CD2" w:rsidRDefault="00395CD2" w:rsidP="008049A6">
                              <w:pPr>
                                <w:jc w:val="center"/>
                              </w:pPr>
                              <w:r>
                                <w:t>OCSP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Straight Arrow Connector 25"/>
                        <wps:cNvCnPr/>
                        <wps:spPr>
                          <a:xfrm rot="5400000">
                            <a:off x="2104253" y="1774011"/>
                            <a:ext cx="244135" cy="353713"/>
                          </a:xfrm>
                          <a:prstGeom prst="bentConnector3">
                            <a:avLst>
                              <a:gd name="adj1" fmla="val 50000"/>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 name="Rounded Rectangle 3"/>
                        <wps:cNvSpPr/>
                        <wps:spPr>
                          <a:xfrm>
                            <a:off x="1109213" y="1321998"/>
                            <a:ext cx="2587925" cy="506802"/>
                          </a:xfrm>
                          <a:prstGeom prst="roundRect">
                            <a:avLst/>
                          </a:prstGeom>
                        </wps:spPr>
                        <wps:style>
                          <a:lnRef idx="0">
                            <a:schemeClr val="accent1"/>
                          </a:lnRef>
                          <a:fillRef idx="3">
                            <a:schemeClr val="accent1"/>
                          </a:fillRef>
                          <a:effectRef idx="3">
                            <a:schemeClr val="accent1"/>
                          </a:effectRef>
                          <a:fontRef idx="minor">
                            <a:schemeClr val="lt1"/>
                          </a:fontRef>
                        </wps:style>
                        <wps:txbx>
                          <w:txbxContent>
                            <w:p w:rsidR="00395CD2" w:rsidRDefault="00395CD2" w:rsidP="008049A6">
                              <w:pPr>
                                <w:jc w:val="center"/>
                              </w:pPr>
                              <w:r>
                                <w:t xml:space="preserve">DigiDoc libraries </w:t>
                              </w:r>
                            </w:p>
                            <w:p w:rsidR="00395CD2" w:rsidRDefault="00395CD2" w:rsidP="008049A6">
                              <w:pPr>
                                <w:jc w:val="center"/>
                              </w:pPr>
                              <w:r>
                                <w:t>(C, Java)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ounded Rectangle 4"/>
                        <wps:cNvSpPr/>
                        <wps:spPr>
                          <a:xfrm>
                            <a:off x="1414240" y="884289"/>
                            <a:ext cx="1052195" cy="412750"/>
                          </a:xfrm>
                          <a:prstGeom prst="roundRect">
                            <a:avLst/>
                          </a:prstGeom>
                        </wps:spPr>
                        <wps:style>
                          <a:lnRef idx="0">
                            <a:schemeClr val="accent1"/>
                          </a:lnRef>
                          <a:fillRef idx="3">
                            <a:schemeClr val="accent1"/>
                          </a:fillRef>
                          <a:effectRef idx="3">
                            <a:schemeClr val="accent1"/>
                          </a:effectRef>
                          <a:fontRef idx="minor">
                            <a:schemeClr val="lt1"/>
                          </a:fontRef>
                        </wps:style>
                        <wps:txbx>
                          <w:txbxContent>
                            <w:p w:rsidR="00395CD2" w:rsidRDefault="00395CD2" w:rsidP="008049A6">
                              <w:pPr>
                                <w:pStyle w:val="NormalWeb"/>
                                <w:spacing w:before="0" w:beforeAutospacing="0" w:after="120" w:afterAutospacing="0"/>
                                <w:jc w:val="both"/>
                              </w:pPr>
                              <w:r>
                                <w:rPr>
                                  <w:rFonts w:ascii="Helvetica 45" w:eastAsia="Times New Roman" w:hAnsi="Helvetica 45"/>
                                  <w:sz w:val="20"/>
                                  <w:szCs w:val="20"/>
                                  <w:lang w:val="et-EE"/>
                                </w:rPr>
                                <w:t>WebService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 name="Rounded Rectangle 13"/>
                        <wps:cNvSpPr/>
                        <wps:spPr>
                          <a:xfrm>
                            <a:off x="156031" y="1572132"/>
                            <a:ext cx="734423" cy="412750"/>
                          </a:xfrm>
                          <a:prstGeom prst="roundRect">
                            <a:avLst/>
                          </a:prstGeom>
                        </wps:spPr>
                        <wps:style>
                          <a:lnRef idx="0">
                            <a:schemeClr val="accent1"/>
                          </a:lnRef>
                          <a:fillRef idx="3">
                            <a:schemeClr val="accent1"/>
                          </a:fillRef>
                          <a:effectRef idx="3">
                            <a:schemeClr val="accent1"/>
                          </a:effectRef>
                          <a:fontRef idx="minor">
                            <a:schemeClr val="lt1"/>
                          </a:fontRef>
                        </wps:style>
                        <wps:txbx>
                          <w:txbxContent>
                            <w:p w:rsidR="00395CD2" w:rsidRDefault="00395CD2" w:rsidP="008049A6">
                              <w:pPr>
                                <w:pStyle w:val="NormalWeb"/>
                                <w:spacing w:before="0" w:beforeAutospacing="0" w:after="120" w:afterAutospacing="0"/>
                                <w:jc w:val="both"/>
                              </w:pPr>
                              <w:r>
                                <w:rPr>
                                  <w:rFonts w:ascii="Helvetica 45" w:eastAsia="Times New Roman" w:hAnsi="Helvetica 45"/>
                                  <w:sz w:val="20"/>
                                  <w:szCs w:val="20"/>
                                  <w:lang w:val="et-EE"/>
                                </w:rPr>
                                <w:t> MSSP</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2499317" y="332558"/>
                            <a:ext cx="759124" cy="954955"/>
                          </a:xfrm>
                          <a:prstGeom prst="rect">
                            <a:avLst/>
                          </a:prstGeom>
                        </wps:spPr>
                        <wps:style>
                          <a:lnRef idx="0">
                            <a:schemeClr val="accent5"/>
                          </a:lnRef>
                          <a:fillRef idx="3">
                            <a:schemeClr val="accent5"/>
                          </a:fillRef>
                          <a:effectRef idx="3">
                            <a:schemeClr val="accent5"/>
                          </a:effectRef>
                          <a:fontRef idx="minor">
                            <a:schemeClr val="lt1"/>
                          </a:fontRef>
                        </wps:style>
                        <wps:txbx>
                          <w:txbxContent>
                            <w:p w:rsidR="00395CD2" w:rsidRDefault="00395CD2" w:rsidP="008049A6">
                              <w:pPr>
                                <w:jc w:val="center"/>
                              </w:pPr>
                              <w:r>
                                <w:t>DigiDoc Client3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1688560" y="330081"/>
                            <a:ext cx="758825" cy="525780"/>
                          </a:xfrm>
                          <a:prstGeom prst="rect">
                            <a:avLst/>
                          </a:prstGeom>
                        </wps:spPr>
                        <wps:style>
                          <a:lnRef idx="0">
                            <a:schemeClr val="accent5"/>
                          </a:lnRef>
                          <a:fillRef idx="3">
                            <a:schemeClr val="accent5"/>
                          </a:fillRef>
                          <a:effectRef idx="3">
                            <a:schemeClr val="accent5"/>
                          </a:effectRef>
                          <a:fontRef idx="minor">
                            <a:schemeClr val="lt1"/>
                          </a:fontRef>
                        </wps:style>
                        <wps:txbx>
                          <w:txbxContent>
                            <w:p w:rsidR="00395CD2" w:rsidRDefault="00395CD2" w:rsidP="008049A6">
                              <w:r>
                                <w:t>DigiDoc portal</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 name="Double Bracket 23"/>
                        <wps:cNvSpPr/>
                        <wps:spPr>
                          <a:xfrm>
                            <a:off x="125226" y="111128"/>
                            <a:ext cx="948690" cy="327660"/>
                          </a:xfrm>
                          <a:prstGeom prst="bracketPair">
                            <a:avLst/>
                          </a:prstGeom>
                        </wps:spPr>
                        <wps:style>
                          <a:lnRef idx="3">
                            <a:schemeClr val="accent1"/>
                          </a:lnRef>
                          <a:fillRef idx="0">
                            <a:schemeClr val="accent1"/>
                          </a:fillRef>
                          <a:effectRef idx="2">
                            <a:schemeClr val="accent1"/>
                          </a:effectRef>
                          <a:fontRef idx="minor">
                            <a:schemeClr val="tx1"/>
                          </a:fontRef>
                        </wps:style>
                        <wps:txbx>
                          <w:txbxContent>
                            <w:p w:rsidR="00395CD2" w:rsidRDefault="00395CD2" w:rsidP="008049A6">
                              <w:pPr>
                                <w:pStyle w:val="NormalWeb"/>
                                <w:spacing w:before="0" w:beforeAutospacing="0" w:after="120" w:afterAutospacing="0"/>
                                <w:jc w:val="center"/>
                              </w:pPr>
                              <w:r>
                                <w:rPr>
                                  <w:rFonts w:ascii="Helvetica 45" w:eastAsia="Times New Roman" w:hAnsi="Helvetica 45"/>
                                  <w:sz w:val="20"/>
                                  <w:szCs w:val="20"/>
                                  <w:lang w:val="et-EE"/>
                                </w:rPr>
                                <w:t>Application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 name="Double Bracket 31"/>
                        <wps:cNvSpPr/>
                        <wps:spPr>
                          <a:xfrm>
                            <a:off x="3445344" y="111128"/>
                            <a:ext cx="948055" cy="327025"/>
                          </a:xfrm>
                          <a:prstGeom prst="bracketPair">
                            <a:avLst/>
                          </a:prstGeom>
                        </wps:spPr>
                        <wps:style>
                          <a:lnRef idx="3">
                            <a:schemeClr val="accent1"/>
                          </a:lnRef>
                          <a:fillRef idx="0">
                            <a:schemeClr val="accent1"/>
                          </a:fillRef>
                          <a:effectRef idx="2">
                            <a:schemeClr val="accent1"/>
                          </a:effectRef>
                          <a:fontRef idx="minor">
                            <a:schemeClr val="tx1"/>
                          </a:fontRef>
                        </wps:style>
                        <wps:txbx>
                          <w:txbxContent>
                            <w:p w:rsidR="00395CD2" w:rsidRDefault="00395CD2" w:rsidP="008049A6">
                              <w:pPr>
                                <w:pStyle w:val="NormalWeb"/>
                                <w:spacing w:before="0" w:beforeAutospacing="0" w:after="120" w:afterAutospacing="0"/>
                                <w:jc w:val="center"/>
                              </w:pPr>
                              <w:r>
                                <w:rPr>
                                  <w:rFonts w:ascii="Helvetica 45" w:eastAsia="Times New Roman" w:hAnsi="Helvetica 45"/>
                                  <w:sz w:val="20"/>
                                  <w:szCs w:val="20"/>
                                  <w:lang w:val="et-EE"/>
                                </w:rPr>
                                <w:t>Application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3" name="Straight Arrow Connector 36"/>
                        <wps:cNvCnPr>
                          <a:stCxn id="66" idx="2"/>
                          <a:endCxn id="66" idx="1"/>
                        </wps:cNvCnPr>
                        <wps:spPr>
                          <a:xfrm rot="16200000" flipH="1">
                            <a:off x="698257" y="374680"/>
                            <a:ext cx="545993" cy="885973"/>
                          </a:xfrm>
                          <a:prstGeom prst="bentConnector2">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wps:wsp>
                        <wps:cNvPr id="57" name="Rounded Rectangle 57"/>
                        <wps:cNvSpPr/>
                        <wps:spPr>
                          <a:xfrm>
                            <a:off x="3445338" y="1651342"/>
                            <a:ext cx="822650" cy="784413"/>
                          </a:xfrm>
                          <a:prstGeom prst="roundRect">
                            <a:avLst/>
                          </a:prstGeom>
                        </wps:spPr>
                        <wps:style>
                          <a:lnRef idx="0">
                            <a:schemeClr val="accent1"/>
                          </a:lnRef>
                          <a:fillRef idx="3">
                            <a:schemeClr val="accent1"/>
                          </a:fillRef>
                          <a:effectRef idx="3">
                            <a:schemeClr val="accent1"/>
                          </a:effectRef>
                          <a:fontRef idx="minor">
                            <a:schemeClr val="lt1"/>
                          </a:fontRef>
                        </wps:style>
                        <wps:txbx>
                          <w:txbxContent>
                            <w:p w:rsidR="00395CD2" w:rsidRDefault="00395CD2" w:rsidP="008049A6">
                              <w:pPr>
                                <w:pStyle w:val="NormalWeb"/>
                                <w:spacing w:before="0" w:beforeAutospacing="0" w:after="120" w:afterAutospacing="0"/>
                                <w:jc w:val="both"/>
                                <w:rPr>
                                  <w:rFonts w:ascii="Helvetica 45" w:eastAsia="Times New Roman" w:hAnsi="Helvetica 45"/>
                                  <w:sz w:val="20"/>
                                  <w:szCs w:val="20"/>
                                  <w:lang w:val="et-EE"/>
                                </w:rPr>
                              </w:pPr>
                              <w:r>
                                <w:rPr>
                                  <w:rFonts w:ascii="Helvetica 45" w:eastAsia="Times New Roman" w:hAnsi="Helvetica 45"/>
                                  <w:sz w:val="20"/>
                                  <w:szCs w:val="20"/>
                                  <w:lang w:val="et-EE"/>
                                </w:rPr>
                                <w:t> CSP</w:t>
                              </w:r>
                            </w:p>
                            <w:p w:rsidR="00395CD2" w:rsidRDefault="00395CD2" w:rsidP="008049A6">
                              <w:pPr>
                                <w:pStyle w:val="NormalWeb"/>
                                <w:spacing w:before="0" w:beforeAutospacing="0" w:after="120" w:afterAutospacing="0"/>
                                <w:jc w:val="both"/>
                                <w:rPr>
                                  <w:rFonts w:ascii="Helvetica 45" w:eastAsia="Times New Roman" w:hAnsi="Helvetica 45"/>
                                  <w:sz w:val="20"/>
                                  <w:szCs w:val="20"/>
                                  <w:lang w:val="et-EE"/>
                                </w:rPr>
                              </w:pPr>
                              <w:r>
                                <w:rPr>
                                  <w:rFonts w:ascii="Helvetica 45" w:eastAsia="Times New Roman" w:hAnsi="Helvetica 45"/>
                                  <w:sz w:val="20"/>
                                  <w:szCs w:val="20"/>
                                  <w:lang w:val="et-EE"/>
                                </w:rPr>
                                <w:t>PKCS#11</w:t>
                              </w:r>
                            </w:p>
                            <w:p w:rsidR="00395CD2" w:rsidRDefault="00395CD2" w:rsidP="008049A6">
                              <w:pPr>
                                <w:pStyle w:val="NormalWeb"/>
                                <w:spacing w:before="0" w:beforeAutospacing="0" w:after="120" w:afterAutospacing="0"/>
                                <w:jc w:val="both"/>
                              </w:pPr>
                              <w:r>
                                <w:rPr>
                                  <w:rFonts w:ascii="Helvetica 45" w:eastAsia="Times New Roman" w:hAnsi="Helvetica 45"/>
                                  <w:sz w:val="20"/>
                                  <w:szCs w:val="20"/>
                                  <w:lang w:val="et-EE"/>
                                </w:rPr>
                                <w:t>PKCS#12</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8" name="Straight Arrow Connector 38"/>
                        <wps:cNvCnPr>
                          <a:stCxn id="66" idx="0"/>
                          <a:endCxn id="66" idx="1"/>
                        </wps:cNvCnPr>
                        <wps:spPr>
                          <a:xfrm rot="5400000" flipH="1" flipV="1">
                            <a:off x="728007" y="885900"/>
                            <a:ext cx="481468" cy="890997"/>
                          </a:xfrm>
                          <a:prstGeom prst="bentConnector2">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wps:wsp>
                        <wps:cNvPr id="59" name="Folded Corner 59"/>
                        <wps:cNvSpPr/>
                        <wps:spPr>
                          <a:xfrm>
                            <a:off x="2635658" y="2063497"/>
                            <a:ext cx="474320" cy="301924"/>
                          </a:xfrm>
                          <a:prstGeom prst="foldedCorner">
                            <a:avLst/>
                          </a:prstGeom>
                        </wps:spPr>
                        <wps:style>
                          <a:lnRef idx="2">
                            <a:schemeClr val="accent5">
                              <a:shade val="50000"/>
                            </a:schemeClr>
                          </a:lnRef>
                          <a:fillRef idx="1">
                            <a:schemeClr val="accent5"/>
                          </a:fillRef>
                          <a:effectRef idx="0">
                            <a:schemeClr val="accent5"/>
                          </a:effectRef>
                          <a:fontRef idx="minor">
                            <a:schemeClr val="lt1"/>
                          </a:fontRef>
                        </wps:style>
                        <wps:txbx>
                          <w:txbxContent>
                            <w:p w:rsidR="00395CD2" w:rsidRDefault="00395CD2" w:rsidP="008049A6">
                              <w:pPr>
                                <w:jc w:val="center"/>
                              </w:pPr>
                              <w:r>
                                <w:t>XML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Straight Connector 60"/>
                        <wps:cNvCnPr/>
                        <wps:spPr>
                          <a:xfrm>
                            <a:off x="2403176" y="1828800"/>
                            <a:ext cx="469642" cy="23469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1" name="Straight Arrow Connector 61"/>
                        <wps:cNvCnPr/>
                        <wps:spPr>
                          <a:xfrm>
                            <a:off x="523243" y="1984882"/>
                            <a:ext cx="2984" cy="380539"/>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62" name="Picture 62"/>
                          <pic:cNvPicPr>
                            <a:picLocks noChangeAspect="1"/>
                          </pic:cNvPicPr>
                        </pic:nvPicPr>
                        <pic:blipFill>
                          <a:blip r:embed="rId9"/>
                          <a:stretch>
                            <a:fillRect/>
                          </a:stretch>
                        </pic:blipFill>
                        <pic:spPr>
                          <a:xfrm>
                            <a:off x="231516" y="2365421"/>
                            <a:ext cx="589421" cy="589156"/>
                          </a:xfrm>
                          <a:prstGeom prst="rect">
                            <a:avLst/>
                          </a:prstGeom>
                        </pic:spPr>
                      </pic:pic>
                      <pic:pic xmlns:pic="http://schemas.openxmlformats.org/drawingml/2006/picture">
                        <pic:nvPicPr>
                          <pic:cNvPr id="63" name="Picture 63"/>
                          <pic:cNvPicPr>
                            <a:picLocks noChangeAspect="1"/>
                          </pic:cNvPicPr>
                        </pic:nvPicPr>
                        <pic:blipFill>
                          <a:blip r:embed="rId10"/>
                          <a:stretch>
                            <a:fillRect/>
                          </a:stretch>
                        </pic:blipFill>
                        <pic:spPr>
                          <a:xfrm>
                            <a:off x="3336573" y="2435755"/>
                            <a:ext cx="1060392" cy="718339"/>
                          </a:xfrm>
                          <a:prstGeom prst="rect">
                            <a:avLst/>
                          </a:prstGeom>
                        </pic:spPr>
                      </pic:pic>
                      <wps:wsp>
                        <wps:cNvPr id="64" name="Straight Connector 64"/>
                        <wps:cNvCnPr/>
                        <wps:spPr>
                          <a:xfrm flipH="1">
                            <a:off x="3866769" y="2253658"/>
                            <a:ext cx="42914" cy="18209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5" name="Text Box 65"/>
                        <wps:cNvSpPr txBox="1"/>
                        <wps:spPr>
                          <a:xfrm>
                            <a:off x="3938586" y="2896135"/>
                            <a:ext cx="719139" cy="2615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95CD2" w:rsidRDefault="00395CD2" w:rsidP="008049A6">
                              <w:r>
                                <w:t>ID card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 name="Text Box 50"/>
                        <wps:cNvSpPr txBox="1"/>
                        <wps:spPr>
                          <a:xfrm>
                            <a:off x="575892" y="2832505"/>
                            <a:ext cx="967277" cy="2609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95CD2" w:rsidRDefault="00395CD2" w:rsidP="008049A6">
                              <w:pPr>
                                <w:pStyle w:val="NormalWeb"/>
                                <w:spacing w:before="0" w:beforeAutospacing="0" w:after="120" w:afterAutospacing="0"/>
                                <w:jc w:val="both"/>
                              </w:pPr>
                              <w:r>
                                <w:rPr>
                                  <w:rFonts w:ascii="Helvetica 45" w:eastAsia="Times New Roman" w:hAnsi="Helvetica 45"/>
                                  <w:sz w:val="20"/>
                                  <w:szCs w:val="20"/>
                                  <w:lang w:val="et-EE"/>
                                </w:rPr>
                                <w:t>Mobile phone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9" name="Rounded Rectangle 149"/>
                        <wps:cNvSpPr/>
                        <wps:spPr>
                          <a:xfrm>
                            <a:off x="4033836" y="893813"/>
                            <a:ext cx="556298" cy="412750"/>
                          </a:xfrm>
                          <a:prstGeom prst="roundRect">
                            <a:avLst/>
                          </a:prstGeom>
                        </wps:spPr>
                        <wps:style>
                          <a:lnRef idx="0">
                            <a:schemeClr val="accent1"/>
                          </a:lnRef>
                          <a:fillRef idx="3">
                            <a:schemeClr val="accent1"/>
                          </a:fillRef>
                          <a:effectRef idx="3">
                            <a:schemeClr val="accent1"/>
                          </a:effectRef>
                          <a:fontRef idx="minor">
                            <a:schemeClr val="lt1"/>
                          </a:fontRef>
                        </wps:style>
                        <wps:txbx>
                          <w:txbxContent>
                            <w:p w:rsidR="00395CD2" w:rsidRDefault="00395CD2" w:rsidP="008049A6">
                              <w:pPr>
                                <w:pStyle w:val="NormalWeb"/>
                                <w:spacing w:before="0" w:beforeAutospacing="0" w:after="120" w:afterAutospacing="0"/>
                                <w:jc w:val="center"/>
                              </w:pPr>
                              <w:r>
                                <w:rPr>
                                  <w:rFonts w:ascii="Helvetica 45" w:eastAsia="Times New Roman" w:hAnsi="Helvetica 45"/>
                                  <w:sz w:val="20"/>
                                  <w:szCs w:val="20"/>
                                </w:rPr>
                                <w:t>COM</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2" name="Straight Arrow Connector 37"/>
                        <wps:cNvCnPr>
                          <a:stCxn id="149" idx="2"/>
                        </wps:cNvCnPr>
                        <wps:spPr>
                          <a:xfrm rot="5400000">
                            <a:off x="3895844" y="1107858"/>
                            <a:ext cx="217437" cy="614846"/>
                          </a:xfrm>
                          <a:prstGeom prst="bentConnector2">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wps:wsp>
                        <wps:cNvPr id="153" name="Straight Arrow Connector 37"/>
                        <wps:cNvCnPr>
                          <a:stCxn id="31" idx="2"/>
                          <a:endCxn id="149" idx="0"/>
                        </wps:cNvCnPr>
                        <wps:spPr>
                          <a:xfrm rot="16200000" flipH="1">
                            <a:off x="3887848" y="469676"/>
                            <a:ext cx="455660" cy="392613"/>
                          </a:xfrm>
                          <a:prstGeom prst="bentConnector3">
                            <a:avLst>
                              <a:gd name="adj1" fmla="val 50000"/>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wps:wsp>
                        <wps:cNvPr id="46" name="Straight Arrow Connector 37"/>
                        <wps:cNvCnPr>
                          <a:stCxn id="31" idx="2"/>
                        </wps:cNvCnPr>
                        <wps:spPr>
                          <a:xfrm rot="5400000">
                            <a:off x="3270361" y="672992"/>
                            <a:ext cx="883851" cy="414172"/>
                          </a:xfrm>
                          <a:prstGeom prst="bentConnector3">
                            <a:avLst>
                              <a:gd name="adj1" fmla="val 2629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wpc:wpc>
                  </a:graphicData>
                </a:graphic>
              </wp:inline>
            </w:drawing>
          </mc:Choice>
          <mc:Fallback>
            <w:pict>
              <v:group id="Canvas 23" o:spid="_x0000_s1026" editas="canvas" style="width:369.75pt;height:252.75pt;mso-position-horizontal-relative:char;mso-position-vertical-relative:line" coordsize="46958,32099"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6958;height:32099;visibility:visible;mso-wrap-style:square" stroked="t">
                  <v:fill o:detectmouseclick="t"/>
                  <v:stroke joinstyle="round" endcap="round"/>
                  <v:path o:connecttype="none"/>
                </v:shap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1" o:spid="_x0000_s1028" type="#_x0000_t132" style="position:absolute;left:17043;top:20729;width:6902;height:49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XgcEA&#10;AADaAAAADwAAAGRycy9kb3ducmV2LnhtbERPTWsCMRC9F/ofwhR6Ec3aQyurUaxQqCCFrnofN+Nm&#10;7WayTVJN/30jFDwNj/c5s0WynTiTD61jBeNRAYK4drrlRsFu+zacgAgRWWPnmBT8UoDF/P5uhqV2&#10;F/6kcxUbkUM4lKjAxNiXUobakMUwcj1x5o7OW4wZ+kZqj5ccbjv5VBTP0mLLucFgTytD9Vf1YxVs&#10;pFmOT/vdYO0Pr9X38SV9rAZJqceHtJyCiJTiTfzvftd5PlxfuV4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14HBAAAA2gAAAA8AAAAAAAAAAAAAAAAAmAIAAGRycy9kb3du&#10;cmV2LnhtbFBLBQYAAAAABAAEAPUAAACGAwAAAAA=&#10;" fillcolor="#a5d5e2 [1624]" strokecolor="#40a7c2 [3048]">
                  <v:fill color2="#e4f2f6 [504]" rotate="t" angle="180" colors="0 #9eeaff;22938f #bbefff;1 #e4f9ff" focus="100%" type="gradient"/>
                  <v:shadow on="t" color="black" opacity="24903f" origin=",.5" offset="0,.55556mm"/>
                  <v:textbox>
                    <w:txbxContent>
                      <w:p w:rsidR="00395CD2" w:rsidRDefault="00395CD2" w:rsidP="008049A6">
                        <w:pPr>
                          <w:jc w:val="center"/>
                        </w:pPr>
                        <w:r>
                          <w:t>OCSP</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Straight Arrow Connector 25" o:spid="_x0000_s1029" type="#_x0000_t34" style="position:absolute;left:21042;top:17740;width:2441;height:3537;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KjfsMAAADaAAAADwAAAGRycy9kb3ducmV2LnhtbESPQWvCQBSE74L/YXlCL9JsIlRs6ioi&#10;BGp70bTQ6yP7mizNvo3Z1aT/vlsQPA4z8w2z3o62FVfqvXGsIEtSEMSV04ZrBZ8fxeMKhA/IGlvH&#10;pOCXPGw308kac+0GPtG1DLWIEPY5KmhC6HIpfdWQRZ+4jjh63663GKLsa6l7HCLctnKRpktp0XBc&#10;aLCjfUPVT3mxCs6H93DMuOieh8PTReOXmb+ZvVIPs3H3AiLQGO7hW/tVK1jA/5V4A+Tm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TCo37DAAAA2gAAAA8AAAAAAAAAAAAA&#10;AAAAoQIAAGRycy9kb3ducmV2LnhtbFBLBQYAAAAABAAEAPkAAACRAwAAAAA=&#10;" strokecolor="#4579b8 [3044]">
                  <v:stroke endarrow="open"/>
                </v:shape>
                <v:roundrect id="Rounded Rectangle 3" o:spid="_x0000_s1030" style="position:absolute;left:11092;top:13219;width:25879;height:506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hUgsIA&#10;AADaAAAADwAAAGRycy9kb3ducmV2LnhtbESPQWsCMRSE7wX/Q3hCbzXrCiJbo7SCoEXQtYVeH5vn&#10;ZnHzsiRRt/++EQSPw8x8w8yXvW3FlXxoHCsYjzIQxJXTDdcKfr7XbzMQISJrbB2Tgj8KsFwMXuZY&#10;aHfjkq7HWIsE4VCgAhNjV0gZKkMWw8h1xMk7OW8xJulrqT3eEty2Ms+yqbTYcFow2NHKUHU+XqyC&#10;vS+/ysM2P/xOMK7yTzPD6rJT6nXYf7yDiNTHZ/jR3mgFE7hfSTdAL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yFSCwgAAANoAAAAPAAAAAAAAAAAAAAAAAJgCAABkcnMvZG93&#10;bnJldi54bWxQSwUGAAAAAAQABAD1AAAAhwMAAAAA&#10;" fillcolor="#254163 [1636]" stroked="f">
                  <v:fill color2="#4477b6 [3012]" rotate="t" angle="180" colors="0 #2c5d98;52429f #3c7bc7;1 #3a7ccb" focus="100%" type="gradient">
                    <o:fill v:ext="view" type="gradientUnscaled"/>
                  </v:fill>
                  <v:shadow on="t" color="black" opacity="22937f" origin=",.5" offset="0,.63889mm"/>
                  <v:textbox>
                    <w:txbxContent>
                      <w:p w:rsidR="00395CD2" w:rsidRDefault="00395CD2" w:rsidP="008049A6">
                        <w:pPr>
                          <w:jc w:val="center"/>
                        </w:pPr>
                        <w:r>
                          <w:t xml:space="preserve">DigiDoc libraries </w:t>
                        </w:r>
                      </w:p>
                      <w:p w:rsidR="00395CD2" w:rsidRDefault="00395CD2" w:rsidP="008049A6">
                        <w:pPr>
                          <w:jc w:val="center"/>
                        </w:pPr>
                        <w:r>
                          <w:t>(C, Java)</w:t>
                        </w:r>
                      </w:p>
                    </w:txbxContent>
                  </v:textbox>
                </v:roundrect>
                <v:roundrect id="Rounded Rectangle 4" o:spid="_x0000_s1031" style="position:absolute;left:14142;top:8842;width:10522;height:412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HM9sIA&#10;AADaAAAADwAAAGRycy9kb3ducmV2LnhtbESPQWsCMRSE7wX/Q3iCt5p1LUVWo6hQqKVQ1wpeH5vn&#10;ZnHzsiRR13/fFAo9DjPzDbNY9bYVN/KhcaxgMs5AEFdON1wrOH6/Pc9AhIissXVMCh4UYLUcPC2w&#10;0O7OJd0OsRYJwqFABSbGrpAyVIYshrHriJN3dt5iTNLXUnu8J7htZZ5lr9Jiw2nBYEdbQ9XlcLUK&#10;vnz5Ue53+f40xbjNN2aG1fVTqdGwX89BROrjf/iv/a4VvMDvlXQD5P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Icz2wgAAANoAAAAPAAAAAAAAAAAAAAAAAJgCAABkcnMvZG93&#10;bnJldi54bWxQSwUGAAAAAAQABAD1AAAAhwMAAAAA&#10;" fillcolor="#254163 [1636]" stroked="f">
                  <v:fill color2="#4477b6 [3012]" rotate="t" angle="180" colors="0 #2c5d98;52429f #3c7bc7;1 #3a7ccb" focus="100%" type="gradient">
                    <o:fill v:ext="view" type="gradientUnscaled"/>
                  </v:fill>
                  <v:shadow on="t" color="black" opacity="22937f" origin=",.5" offset="0,.63889mm"/>
                  <v:textbox>
                    <w:txbxContent>
                      <w:p w:rsidR="00395CD2" w:rsidRDefault="00395CD2" w:rsidP="008049A6">
                        <w:pPr>
                          <w:pStyle w:val="NormalWeb"/>
                          <w:spacing w:before="0" w:beforeAutospacing="0" w:after="120" w:afterAutospacing="0"/>
                          <w:jc w:val="both"/>
                        </w:pPr>
                        <w:r>
                          <w:rPr>
                            <w:rFonts w:ascii="Helvetica 45" w:eastAsia="Times New Roman" w:hAnsi="Helvetica 45"/>
                            <w:sz w:val="20"/>
                            <w:szCs w:val="20"/>
                            <w:lang w:val="et-EE"/>
                          </w:rPr>
                          <w:t>WebService</w:t>
                        </w:r>
                      </w:p>
                    </w:txbxContent>
                  </v:textbox>
                </v:roundrect>
                <v:roundrect id="Rounded Rectangle 13" o:spid="_x0000_s1032" style="position:absolute;left:1560;top:15721;width:7344;height:412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F/1MAA&#10;AADbAAAADwAAAGRycy9kb3ducmV2LnhtbERP32vCMBB+H/g/hBP2NlMriHRG2QRBh6B1g70ezdkU&#10;m0tJonb//SIIvt3H9/Pmy9624ko+NI4VjEcZCOLK6YZrBT/f67cZiBCRNbaOScEfBVguBi9zLLS7&#10;cUnXY6xFCuFQoAITY1dIGSpDFsPIdcSJOzlvMSboa6k93lK4bWWeZVNpseHUYLCjlaHqfLxYBXtf&#10;fpWHbX74nWBc5Z9mhtVlp9TrsP94BxGpj0/xw73Raf4E7r+kA+Ti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NF/1MAAAADbAAAADwAAAAAAAAAAAAAAAACYAgAAZHJzL2Rvd25y&#10;ZXYueG1sUEsFBgAAAAAEAAQA9QAAAIUDAAAAAA==&#10;" fillcolor="#254163 [1636]" stroked="f">
                  <v:fill color2="#4477b6 [3012]" rotate="t" angle="180" colors="0 #2c5d98;52429f #3c7bc7;1 #3a7ccb" focus="100%" type="gradient">
                    <o:fill v:ext="view" type="gradientUnscaled"/>
                  </v:fill>
                  <v:shadow on="t" color="black" opacity="22937f" origin=",.5" offset="0,.63889mm"/>
                  <v:textbox>
                    <w:txbxContent>
                      <w:p w:rsidR="00395CD2" w:rsidRDefault="00395CD2" w:rsidP="008049A6">
                        <w:pPr>
                          <w:pStyle w:val="NormalWeb"/>
                          <w:spacing w:before="0" w:beforeAutospacing="0" w:after="120" w:afterAutospacing="0"/>
                          <w:jc w:val="both"/>
                        </w:pPr>
                        <w:r>
                          <w:rPr>
                            <w:rFonts w:ascii="Helvetica 45" w:eastAsia="Times New Roman" w:hAnsi="Helvetica 45"/>
                            <w:sz w:val="20"/>
                            <w:szCs w:val="20"/>
                            <w:lang w:val="et-EE"/>
                          </w:rPr>
                          <w:t> MSSP</w:t>
                        </w:r>
                      </w:p>
                    </w:txbxContent>
                  </v:textbox>
                </v:roundrect>
                <v:rect id="Rectangle 14" o:spid="_x0000_s1033" style="position:absolute;left:24993;top:3325;width:7591;height:95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Py0cMA&#10;AADbAAAADwAAAGRycy9kb3ducmV2LnhtbERPzWrCQBC+C32HZQq9FN1YxEp0lRoQWj2I1gcYs2MS&#10;mp0N2U1MfHpXKHibj+93FqvOlKKl2hWWFYxHEQji1OqCMwWn381wBsJ5ZI2lZVLQk4PV8mWwwFjb&#10;Kx+oPfpMhBB2MSrIva9iKV2ak0E3shVx4C62NugDrDOpa7yGcFPKjyiaSoMFh4YcK0pySv+OjVGw&#10;/WnaZl1edn2yTs63fvb5vpc7pd5eu685CE+df4r/3d86zJ/A45dwgF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rPy0cMAAADbAAAADwAAAAAAAAAAAAAAAACYAgAAZHJzL2Rv&#10;d25yZXYueG1sUEsFBgAAAAAEAAQA9QAAAIgDAAAAAA==&#10;" fillcolor="#215a69 [1640]" stroked="f">
                  <v:fill color2="#3da5c1 [3016]" rotate="t" angle="180" colors="0 #2787a0;52429f #36b1d2;1 #34b3d6" focus="100%" type="gradient">
                    <o:fill v:ext="view" type="gradientUnscaled"/>
                  </v:fill>
                  <v:shadow on="t" color="black" opacity="22937f" origin=",.5" offset="0,.63889mm"/>
                  <v:textbox>
                    <w:txbxContent>
                      <w:p w:rsidR="00395CD2" w:rsidRDefault="00395CD2" w:rsidP="008049A6">
                        <w:pPr>
                          <w:jc w:val="center"/>
                        </w:pPr>
                        <w:r>
                          <w:t>DigiDoc Client3</w:t>
                        </w:r>
                      </w:p>
                    </w:txbxContent>
                  </v:textbox>
                </v:rect>
                <v:rect id="Rectangle 20" o:spid="_x0000_s1034" style="position:absolute;left:16885;top:3300;width:7588;height:52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b8IA&#10;AADbAAAADwAAAGRycy9kb3ducmV2LnhtbERPzYrCMBC+C/sOYRb2IpquB5VqlLUguHoQ3X2AsRnb&#10;YjMpTVpbn94cBI8f3/9y3ZlStFS7wrKC73EEgji1uuBMwf/fdjQH4TyyxtIyKejJwXr1MVhirO2d&#10;T9SefSZCCLsYFeTeV7GULs3JoBvbijhwV1sb9AHWmdQ13kO4KeUkiqbSYMGhIceKkpzS27kxCva/&#10;TdtsyuuhTzbJ5dHPZ8OjPCj19dn9LEB46vxb/HLvtIJJWB++hB8gV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5D5vwgAAANsAAAAPAAAAAAAAAAAAAAAAAJgCAABkcnMvZG93&#10;bnJldi54bWxQSwUGAAAAAAQABAD1AAAAhwMAAAAA&#10;" fillcolor="#215a69 [1640]" stroked="f">
                  <v:fill color2="#3da5c1 [3016]" rotate="t" angle="180" colors="0 #2787a0;52429f #36b1d2;1 #34b3d6" focus="100%" type="gradient">
                    <o:fill v:ext="view" type="gradientUnscaled"/>
                  </v:fill>
                  <v:shadow on="t" color="black" opacity="22937f" origin=",.5" offset="0,.63889mm"/>
                  <v:textbox>
                    <w:txbxContent>
                      <w:p w:rsidR="00395CD2" w:rsidRDefault="00395CD2" w:rsidP="008049A6">
                        <w:r>
                          <w:t>DigiDoc portal</w:t>
                        </w:r>
                      </w:p>
                    </w:txbxContent>
                  </v:textbox>
                </v:re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23" o:spid="_x0000_s1035" type="#_x0000_t185" style="position:absolute;left:1252;top:1111;width:9487;height:32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o7sMA&#10;AADbAAAADwAAAGRycy9kb3ducmV2LnhtbESPQUvDQBSE74L/YXmCN7uxq1LSbIpKBfEgGO39kX3N&#10;hmbfC9ltG/+9Kwgeh5n5hqk2cxjUiabYC1u4XRSgiFtxPXcWvj5fblagYkJ2OAiThW+KsKkvLyos&#10;nZz5g05N6lSGcCzRgk9pLLWOraeAcSEjcfb2MgVMWU6ddhOeMzwMelkUDzpgz3nB40jPntpDcwwW&#10;tnK3vS/Mqpdd47yYp+ObMe/WXl/Nj2tQieb0H/5rvzoLSwO/X/IP0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o7sMAAADbAAAADwAAAAAAAAAAAAAAAACYAgAAZHJzL2Rv&#10;d25yZXYueG1sUEsFBgAAAAAEAAQA9QAAAIgDAAAAAA==&#10;" strokecolor="#4f81bd [3204]" strokeweight="3pt">
                  <v:shadow on="t" color="black" opacity="22937f" origin=",.5" offset="0,.63889mm"/>
                  <v:textbox>
                    <w:txbxContent>
                      <w:p w:rsidR="00395CD2" w:rsidRDefault="00395CD2" w:rsidP="008049A6">
                        <w:pPr>
                          <w:pStyle w:val="NormalWeb"/>
                          <w:spacing w:before="0" w:beforeAutospacing="0" w:after="120" w:afterAutospacing="0"/>
                          <w:jc w:val="center"/>
                        </w:pPr>
                        <w:r>
                          <w:rPr>
                            <w:rFonts w:ascii="Helvetica 45" w:eastAsia="Times New Roman" w:hAnsi="Helvetica 45"/>
                            <w:sz w:val="20"/>
                            <w:szCs w:val="20"/>
                            <w:lang w:val="et-EE"/>
                          </w:rPr>
                          <w:t>Application</w:t>
                        </w:r>
                      </w:p>
                    </w:txbxContent>
                  </v:textbox>
                </v:shape>
                <v:shape id="Double Bracket 31" o:spid="_x0000_s1036" type="#_x0000_t185" style="position:absolute;left:34453;top:1111;width:9480;height:32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hF38MA&#10;AADbAAAADwAAAGRycy9kb3ducmV2LnhtbESPQUsDMRSE7wX/Q3iCtzZbU0tZmxaVCsWD0FXvj81z&#10;s7h5b9mk7fbfN4LgcZiZb5j1dgydOtEQW2EL81kBirgW13Jj4fPjdboCFROyw06YLFwownZzM1lj&#10;6eTMBzpVqVEZwrFECz6lvtQ61p4Cxpn0xNn7liFgynJotBvwnOGh0/dFsdQBW84LHnt68VT/VMdg&#10;YSeL3UNhVq18Vc6LeT6+GfNu7d3t+PQIKtGY/sN/7b2zYObw+yX/AL2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hF38MAAADbAAAADwAAAAAAAAAAAAAAAACYAgAAZHJzL2Rv&#10;d25yZXYueG1sUEsFBgAAAAAEAAQA9QAAAIgDAAAAAA==&#10;" strokecolor="#4f81bd [3204]" strokeweight="3pt">
                  <v:shadow on="t" color="black" opacity="22937f" origin=",.5" offset="0,.63889mm"/>
                  <v:textbox>
                    <w:txbxContent>
                      <w:p w:rsidR="00395CD2" w:rsidRDefault="00395CD2" w:rsidP="008049A6">
                        <w:pPr>
                          <w:pStyle w:val="NormalWeb"/>
                          <w:spacing w:before="0" w:beforeAutospacing="0" w:after="120" w:afterAutospacing="0"/>
                          <w:jc w:val="center"/>
                        </w:pPr>
                        <w:r>
                          <w:rPr>
                            <w:rFonts w:ascii="Helvetica 45" w:eastAsia="Times New Roman" w:hAnsi="Helvetica 45"/>
                            <w:sz w:val="20"/>
                            <w:szCs w:val="20"/>
                            <w:lang w:val="et-EE"/>
                          </w:rPr>
                          <w:t>Application</w:t>
                        </w:r>
                      </w:p>
                    </w:txbxContent>
                  </v:textbox>
                </v:shape>
                <v:shapetype id="_x0000_t33" coordsize="21600,21600" o:spt="33" o:oned="t" path="m,l21600,r,21600e" filled="f">
                  <v:stroke joinstyle="miter"/>
                  <v:path arrowok="t" fillok="f" o:connecttype="none"/>
                  <o:lock v:ext="edit" shapetype="t"/>
                </v:shapetype>
                <v:shape id="Straight Arrow Connector 36" o:spid="_x0000_s1037" type="#_x0000_t33" style="position:absolute;left:6982;top:3746;width:5460;height:886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sWl8QAAADbAAAADwAAAGRycy9kb3ducmV2LnhtbESPQWsCMRSE74L/ITyhN822CyKrUWxB&#10;UKjFbgteH5vXzdbNy7KJGvvrm4LQ4zAz3zCLVbStuFDvG8cKHicZCOLK6YZrBZ8fm/EMhA/IGlvH&#10;pOBGHlbL4WCBhXZXfqdLGWqRIOwLVGBC6AopfWXIop+4jjh5X663GJLsa6l7vCa4beVTlk2lxYbT&#10;gsGOXgxVp/JsFRx3+7fws8m7/eu5nFXRm+9DfFbqYRTXcxCBYvgP39tbrSDP4e9L+gFy+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uxaXxAAAANsAAAAPAAAAAAAAAAAA&#10;AAAAAKECAABkcnMvZG93bnJldi54bWxQSwUGAAAAAAQABAD5AAAAkgMAAAAA&#10;" strokecolor="#4f81bd [3204]" strokeweight="2pt">
                  <v:stroke startarrow="open" endarrow="open"/>
                  <v:shadow on="t" color="black" opacity="24903f" origin=",.5" offset="0,.55556mm"/>
                </v:shape>
                <v:roundrect id="Rounded Rectangle 57" o:spid="_x0000_s1038" style="position:absolute;left:34453;top:16513;width:8226;height:784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DAF8QA&#10;AADbAAAADwAAAGRycy9kb3ducmV2LnhtbESPQWsCMRSE74X+h/AEbzXrSltZjdIKBZVCXRW8Pjav&#10;m6WblyWJuv33plDwOMzMN8x82dtWXMiHxrGC8SgDQVw53XCt4Hj4eJqCCBFZY+uYFPxSgOXi8WGO&#10;hXZXLumyj7VIEA4FKjAxdoWUoTJkMYxcR5y8b+ctxiR9LbXHa4LbVuZZ9iItNpwWDHa0MlT97M9W&#10;wZcvt+Vuk+9OE4yr/N1MsTp/KjUc9G8zEJH6eA//t9dawfMr/H1JP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AwBfEAAAA2wAAAA8AAAAAAAAAAAAAAAAAmAIAAGRycy9k&#10;b3ducmV2LnhtbFBLBQYAAAAABAAEAPUAAACJAwAAAAA=&#10;" fillcolor="#254163 [1636]" stroked="f">
                  <v:fill color2="#4477b6 [3012]" rotate="t" angle="180" colors="0 #2c5d98;52429f #3c7bc7;1 #3a7ccb" focus="100%" type="gradient">
                    <o:fill v:ext="view" type="gradientUnscaled"/>
                  </v:fill>
                  <v:shadow on="t" color="black" opacity="22937f" origin=",.5" offset="0,.63889mm"/>
                  <v:textbox>
                    <w:txbxContent>
                      <w:p w:rsidR="00395CD2" w:rsidRDefault="00395CD2" w:rsidP="008049A6">
                        <w:pPr>
                          <w:pStyle w:val="NormalWeb"/>
                          <w:spacing w:before="0" w:beforeAutospacing="0" w:after="120" w:afterAutospacing="0"/>
                          <w:jc w:val="both"/>
                          <w:rPr>
                            <w:rFonts w:ascii="Helvetica 45" w:eastAsia="Times New Roman" w:hAnsi="Helvetica 45"/>
                            <w:sz w:val="20"/>
                            <w:szCs w:val="20"/>
                            <w:lang w:val="et-EE"/>
                          </w:rPr>
                        </w:pPr>
                        <w:r>
                          <w:rPr>
                            <w:rFonts w:ascii="Helvetica 45" w:eastAsia="Times New Roman" w:hAnsi="Helvetica 45"/>
                            <w:sz w:val="20"/>
                            <w:szCs w:val="20"/>
                            <w:lang w:val="et-EE"/>
                          </w:rPr>
                          <w:t> CSP</w:t>
                        </w:r>
                      </w:p>
                      <w:p w:rsidR="00395CD2" w:rsidRDefault="00395CD2" w:rsidP="008049A6">
                        <w:pPr>
                          <w:pStyle w:val="NormalWeb"/>
                          <w:spacing w:before="0" w:beforeAutospacing="0" w:after="120" w:afterAutospacing="0"/>
                          <w:jc w:val="both"/>
                          <w:rPr>
                            <w:rFonts w:ascii="Helvetica 45" w:eastAsia="Times New Roman" w:hAnsi="Helvetica 45"/>
                            <w:sz w:val="20"/>
                            <w:szCs w:val="20"/>
                            <w:lang w:val="et-EE"/>
                          </w:rPr>
                        </w:pPr>
                        <w:r>
                          <w:rPr>
                            <w:rFonts w:ascii="Helvetica 45" w:eastAsia="Times New Roman" w:hAnsi="Helvetica 45"/>
                            <w:sz w:val="20"/>
                            <w:szCs w:val="20"/>
                            <w:lang w:val="et-EE"/>
                          </w:rPr>
                          <w:t>PKCS#11</w:t>
                        </w:r>
                      </w:p>
                      <w:p w:rsidR="00395CD2" w:rsidRDefault="00395CD2" w:rsidP="008049A6">
                        <w:pPr>
                          <w:pStyle w:val="NormalWeb"/>
                          <w:spacing w:before="0" w:beforeAutospacing="0" w:after="120" w:afterAutospacing="0"/>
                          <w:jc w:val="both"/>
                        </w:pPr>
                        <w:r>
                          <w:rPr>
                            <w:rFonts w:ascii="Helvetica 45" w:eastAsia="Times New Roman" w:hAnsi="Helvetica 45"/>
                            <w:sz w:val="20"/>
                            <w:szCs w:val="20"/>
                            <w:lang w:val="et-EE"/>
                          </w:rPr>
                          <w:t>PKCS#12</w:t>
                        </w:r>
                      </w:p>
                    </w:txbxContent>
                  </v:textbox>
                </v:roundrect>
                <v:shape id="Straight Arrow Connector 38" o:spid="_x0000_s1039" type="#_x0000_t33" style="position:absolute;left:7279;top:8859;width:4815;height:8910;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P3r4AAADbAAAADwAAAGRycy9kb3ducmV2LnhtbERPy6rCMBDdC/5DGMGdpgpKqUZRQXAl&#10;3KqIu6EZ22AzKU3U+vdmccHl4byX687W4kWtN44VTMYJCOLCacOlgvNpP0pB+ICssXZMCj7kYb3q&#10;95aYaffmP3rloRQxhH2GCqoQmkxKX1Rk0Y9dQxy5u2sthgjbUuoW3zHc1nKaJHNp0XBsqLChXUXF&#10;I39aBfl9Zlx+vd3SQOllP93uDseHUWo46DYLEIG68BP/uw9awSyOjV/iD5CrL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z7E/evgAAANsAAAAPAAAAAAAAAAAAAAAAAKEC&#10;AABkcnMvZG93bnJldi54bWxQSwUGAAAAAAQABAD5AAAAjAMAAAAA&#10;" strokecolor="#4f81bd [3204]" strokeweight="2pt">
                  <v:stroke startarrow="open" endarrow="open"/>
                  <v:shadow on="t" color="black" opacity="24903f" origin=",.5" offset="0,.55556mm"/>
                </v:shape>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lded Corner 59" o:spid="_x0000_s1040" type="#_x0000_t65" style="position:absolute;left:26356;top:20634;width:4743;height:30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aCOcMA&#10;AADbAAAADwAAAGRycy9kb3ducmV2LnhtbESPQYvCMBSE7wv+h/AEL4umChatRpGi4GVht3rx9mie&#10;TbF5KU3U+u83wsIeh5n5hllve9uIB3W+dqxgOklAEJdO11wpOJ8O4wUIH5A1No5JwYs8bDeDjzVm&#10;2j35hx5FqESEsM9QgQmhzaT0pSGLfuJa4uhdXWcxRNlVUnf4jHDbyFmSpNJizXHBYEu5ofJW3K2C&#10;1NBXfm8O8rwPbdF/p/nt81IoNRr2uxWIQH34D/+1j1rBfAnvL/EH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aCOcMAAADbAAAADwAAAAAAAAAAAAAAAACYAgAAZHJzL2Rv&#10;d25yZXYueG1sUEsFBgAAAAAEAAQA9QAAAIgDAAAAAA==&#10;" adj="18000" fillcolor="#4bacc6 [3208]" strokecolor="#205867 [1608]" strokeweight="2pt">
                  <v:textbox>
                    <w:txbxContent>
                      <w:p w:rsidR="00395CD2" w:rsidRDefault="00395CD2" w:rsidP="008049A6">
                        <w:pPr>
                          <w:jc w:val="center"/>
                        </w:pPr>
                        <w:r>
                          <w:t>XML</w:t>
                        </w:r>
                      </w:p>
                    </w:txbxContent>
                  </v:textbox>
                </v:shape>
                <v:line id="Straight Connector 60" o:spid="_x0000_s1041" style="position:absolute;visibility:visible;mso-wrap-style:square" from="24031,18288" to="28728,206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qO5cEAAADbAAAADwAAAGRycy9kb3ducmV2LnhtbERPzWrCQBC+F3yHZQRvdaNisKmriCCI&#10;7aW2DzDNTpNgdjbujhr79O6h0OPH979c965VVwqx8WxgMs5AEZfeNlwZ+PrcPS9ARUG22HomA3eK&#10;sF4NnpZYWH/jD7oepVIphGOBBmqRrtA6ljU5jGPfESfuxweHkmCotA14S+Gu1dMsy7XDhlNDjR1t&#10;aypPx4szcH5738f7dzuVfP57OIXN4kVm0ZjRsN+8ghLq5V/8595bA3lan76kH6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I+o7lwQAAANsAAAAPAAAAAAAAAAAAAAAA&#10;AKECAABkcnMvZG93bnJldi54bWxQSwUGAAAAAAQABAD5AAAAjwMAAAAA&#10;" strokecolor="#4579b8 [3044]"/>
                <v:shapetype id="_x0000_t32" coordsize="21600,21600" o:spt="32" o:oned="t" path="m,l21600,21600e" filled="f">
                  <v:path arrowok="t" fillok="f" o:connecttype="none"/>
                  <o:lock v:ext="edit" shapetype="t"/>
                </v:shapetype>
                <v:shape id="Straight Arrow Connector 61" o:spid="_x0000_s1042" type="#_x0000_t32" style="position:absolute;left:5232;top:19848;width:30;height:38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FhPcUAAADbAAAADwAAAGRycy9kb3ducmV2LnhtbESPQWvCQBSE74X+h+UVvBTdaEFCdJVS&#10;UIpIwSjo8ZF9ZqPZtyG71dhf3xUEj8PMfMNM552txYVaXzlWMBwkIIgLpysuFey2i34KwgdkjbVj&#10;UnAjD/PZ68sUM+2uvKFLHkoRIewzVGBCaDIpfWHIoh+4hjh6R9daDFG2pdQtXiPc1nKUJGNpseK4&#10;YLChL0PFOf+1Cg5/adltDh+n/c/arJf5kfyK3pXqvXWfExCBuvAMP9rfWsF4CPcv8QfI2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gFhPcUAAADbAAAADwAAAAAAAAAA&#10;AAAAAAChAgAAZHJzL2Rvd25yZXYueG1sUEsFBgAAAAAEAAQA+QAAAJMDAAAAAA==&#10;" strokecolor="#4f81bd [3204]" strokeweight="2pt">
                  <v:stroke startarrow="open" endarrow="open"/>
                  <v:shadow on="t" color="black" opacity="24903f" origin=",.5" offset="0,.55556mm"/>
                </v:shape>
                <v:shape id="Picture 62" o:spid="_x0000_s1043" type="#_x0000_t75" style="position:absolute;left:2315;top:23654;width:5894;height:58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28E6zBAAAA2wAAAA8AAABkcnMvZG93bnJldi54bWxEj0GLwjAUhO8L/ofwBG9rqoci1SgiCEIv&#10;rvbi7dE822rzUppo47/fCILHYWa+YVabYFrxpN41lhXMpgkI4tLqhisFxXn/uwDhPLLG1jIpeJGD&#10;zXr0s8JM24H/6HnylYgQdhkqqL3vMildWZNBN7UdcfSutjfoo+wrqXscIty0cp4kqTTYcFyosaNd&#10;TeX99DAKFpdtuAdHw7FIC/N43fL81uZKTcZhuwThKfhv+NM+aAXpHN5f4g+Q63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28E6zBAAAA2wAAAA8AAAAAAAAAAAAAAAAAnwIA&#10;AGRycy9kb3ducmV2LnhtbFBLBQYAAAAABAAEAPcAAACNAwAAAAA=&#10;">
                  <v:imagedata r:id="rId11" o:title=""/>
                  <v:path arrowok="t"/>
                </v:shape>
                <v:shape id="Picture 63" o:spid="_x0000_s1044" type="#_x0000_t75" style="position:absolute;left:33365;top:24357;width:10604;height:71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oQdBzAAAAA2wAAAA8AAABkcnMvZG93bnJldi54bWxEj82KAjEQhO/CvkPoBW+arIqso1EWQfAm&#10;/hz22EzayeikMyRRx7c3wsIei6r6ilqsOteIO4VYe9bwNVQgiEtvaq40nI6bwTeImJANNp5Jw5Mi&#10;rJYfvQUWxj94T/dDqkSGcCxQg02pLaSMpSWHcehb4uydfXCYsgyVNAEfGe4aOVJqKh3WnBcstrS2&#10;VF4PN6ehCuXRTq44UpebH7vfHc+UZa37n93PHESiLv2H/9pbo2E6hveX/APk8gU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hB0HMAAAADbAAAADwAAAAAAAAAAAAAAAACfAgAA&#10;ZHJzL2Rvd25yZXYueG1sUEsFBgAAAAAEAAQA9wAAAIwDAAAAAA==&#10;">
                  <v:imagedata r:id="rId12" o:title=""/>
                  <v:path arrowok="t"/>
                </v:shape>
                <v:line id="Straight Connector 64" o:spid="_x0000_s1045" style="position:absolute;flip:x;visibility:visible;mso-wrap-style:square" from="38667,22536" to="39096,24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S6gMYAAADbAAAADwAAAGRycy9kb3ducmV2LnhtbESPT2vCQBTE70K/w/IKvenGKlZiNlIK&#10;YrCg9c/B4yP7moRm36bZrUn76buC4HGYmd8wybI3tbhQ6yrLCsajCARxbnXFhYLTcTWcg3AeWWNt&#10;mRT8koNl+jBIMNa24z1dDr4QAcIuRgWl900spctLMuhGtiEO3qdtDfog20LqFrsAN7V8jqKZNFhx&#10;WCixobeS8q/Dj1GQZbzZ/PFqdx5/fK/9pHrfTrsXpZ4e+9cFCE+9v4dv7UwrmE3h+iX8AJn+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6EuoDGAAAA2wAAAA8AAAAAAAAA&#10;AAAAAAAAoQIAAGRycy9kb3ducmV2LnhtbFBLBQYAAAAABAAEAPkAAACUAwAAAAA=&#10;" strokecolor="#4579b8 [3044]"/>
                <v:shapetype id="_x0000_t202" coordsize="21600,21600" o:spt="202" path="m,l,21600r21600,l21600,xe">
                  <v:stroke joinstyle="miter"/>
                  <v:path gradientshapeok="t" o:connecttype="rect"/>
                </v:shapetype>
                <v:shape id="Text Box 65" o:spid="_x0000_s1046" type="#_x0000_t202" style="position:absolute;left:39385;top:28961;width:7192;height:2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bKasYA&#10;AADbAAAADwAAAGRycy9kb3ducmV2LnhtbESPQWvCQBSE74L/YXlCb7oxEJHUTZCAtJT2oPXS2zP7&#10;TIK7b2N2q2l/fbdQ6HGYmW+YTTlaI240+M6xguUiAUFcO91xo+D4vpuvQfiArNE4JgVf5KEsppMN&#10;5trdeU+3Q2hEhLDPUUEbQp9L6euWLPqF64mjd3aDxRDl0Eg94D3CrZFpkqykxY7jQos9VS3Vl8On&#10;VfBS7d5wf0rt+ttUT6/nbX89fmRKPczG7SOIQGP4D/+1n7WCVQa/X+IP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bKasYAAADbAAAADwAAAAAAAAAAAAAAAACYAgAAZHJz&#10;L2Rvd25yZXYueG1sUEsFBgAAAAAEAAQA9QAAAIsDAAAAAA==&#10;" filled="f" stroked="f" strokeweight=".5pt">
                  <v:textbox>
                    <w:txbxContent>
                      <w:p w:rsidR="00395CD2" w:rsidRDefault="00395CD2" w:rsidP="008049A6">
                        <w:r>
                          <w:t>ID card</w:t>
                        </w:r>
                      </w:p>
                    </w:txbxContent>
                  </v:textbox>
                </v:shape>
                <v:shape id="Text Box 50" o:spid="_x0000_s1047" type="#_x0000_t202" style="position:absolute;left:5758;top:28325;width:9673;height:26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UHcYA&#10;AADbAAAADwAAAGRycy9kb3ducmV2LnhtbESPT2vCQBTE70K/w/IKvelGoUGiawgBsZT24J+Lt2f2&#10;mQSzb2N2m6T99N1CweMwM79h1uloGtFT52rLCuazCARxYXXNpYLTcTtdgnAeWWNjmRR8k4N08zRZ&#10;Y6LtwHvqD74UAcIuQQWV920ipSsqMuhmtiUO3tV2Bn2QXSl1h0OAm0YuoiiWBmsOCxW2lFdU3A5f&#10;RsF7vv3E/WVhlj9Nvvu4Zu39dH5V6uV5zFYgPI3+Ef5vv2kFcQx/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RUHcYAAADbAAAADwAAAAAAAAAAAAAAAACYAgAAZHJz&#10;L2Rvd25yZXYueG1sUEsFBgAAAAAEAAQA9QAAAIsDAAAAAA==&#10;" filled="f" stroked="f" strokeweight=".5pt">
                  <v:textbox>
                    <w:txbxContent>
                      <w:p w:rsidR="00395CD2" w:rsidRDefault="00395CD2" w:rsidP="008049A6">
                        <w:pPr>
                          <w:pStyle w:val="NormalWeb"/>
                          <w:spacing w:before="0" w:beforeAutospacing="0" w:after="120" w:afterAutospacing="0"/>
                          <w:jc w:val="both"/>
                        </w:pPr>
                        <w:r>
                          <w:rPr>
                            <w:rFonts w:ascii="Helvetica 45" w:eastAsia="Times New Roman" w:hAnsi="Helvetica 45"/>
                            <w:sz w:val="20"/>
                            <w:szCs w:val="20"/>
                            <w:lang w:val="et-EE"/>
                          </w:rPr>
                          <w:t>Mobile phone</w:t>
                        </w:r>
                      </w:p>
                    </w:txbxContent>
                  </v:textbox>
                </v:shape>
                <v:roundrect id="Rounded Rectangle 149" o:spid="_x0000_s1048" style="position:absolute;left:40338;top:8938;width:5563;height:412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jjtMIA&#10;AADcAAAADwAAAGRycy9kb3ducmV2LnhtbERP32vCMBB+H+x/CCf4NlPrGK4aZRMGKoNZFXw9mltT&#10;1lxKErX7781g4Nt9fD9vvuxtKy7kQ+NYwXiUgSCunG64VnA8fDxNQYSIrLF1TAp+KcBy8fgwx0K7&#10;K5d02cdapBAOBSowMXaFlKEyZDGMXEecuG/nLcYEfS21x2sKt63Ms+xFWmw4NRjsaGWo+tmfrYIv&#10;X27L3SbfnSYYV/m7mWJ1/lRqOOjfZiAi9fEu/nevdZr//Ap/z6QL5O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eOO0wgAAANwAAAAPAAAAAAAAAAAAAAAAAJgCAABkcnMvZG93&#10;bnJldi54bWxQSwUGAAAAAAQABAD1AAAAhwMAAAAA&#10;" fillcolor="#254163 [1636]" stroked="f">
                  <v:fill color2="#4477b6 [3012]" rotate="t" angle="180" colors="0 #2c5d98;52429f #3c7bc7;1 #3a7ccb" focus="100%" type="gradient">
                    <o:fill v:ext="view" type="gradientUnscaled"/>
                  </v:fill>
                  <v:shadow on="t" color="black" opacity="22937f" origin=",.5" offset="0,.63889mm"/>
                  <v:textbox>
                    <w:txbxContent>
                      <w:p w:rsidR="00395CD2" w:rsidRDefault="00395CD2" w:rsidP="008049A6">
                        <w:pPr>
                          <w:pStyle w:val="NormalWeb"/>
                          <w:spacing w:before="0" w:beforeAutospacing="0" w:after="120" w:afterAutospacing="0"/>
                          <w:jc w:val="center"/>
                        </w:pPr>
                        <w:r>
                          <w:rPr>
                            <w:rFonts w:ascii="Helvetica 45" w:eastAsia="Times New Roman" w:hAnsi="Helvetica 45"/>
                            <w:sz w:val="20"/>
                            <w:szCs w:val="20"/>
                          </w:rPr>
                          <w:t>COM</w:t>
                        </w:r>
                      </w:p>
                    </w:txbxContent>
                  </v:textbox>
                </v:roundrect>
                <v:shape id="Straight Arrow Connector 37" o:spid="_x0000_s1049" type="#_x0000_t33" style="position:absolute;left:38958;top:11078;width:2174;height:6148;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hAQMIAAADcAAAADwAAAGRycy9kb3ducmV2LnhtbERPzYrCMBC+C/sOYYS9yJpaWNFqlEUQ&#10;7B4Eqw8w24xtsZmUJrX17TeC4G0+vt9ZbwdTizu1rrKsYDaNQBDnVldcKLic918LEM4ja6wtk4IH&#10;OdhuPkZrTLTt+UT3zBcihLBLUEHpfZNI6fKSDLqpbYgDd7WtQR9gW0jdYh/CTS3jKJpLgxWHhhIb&#10;2pWU37LOKNj9FsvlJe3sX9r0e31OJ49j3Cn1OR5+ViA8Df4tfrkPOsz/juH5TLhAb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4hAQMIAAADcAAAADwAAAAAAAAAAAAAA&#10;AAChAgAAZHJzL2Rvd25yZXYueG1sUEsFBgAAAAAEAAQA+QAAAJADAAAAAA==&#10;" strokecolor="#4f81bd [3204]" strokeweight="2pt">
                  <v:stroke startarrow="open" endarrow="open"/>
                  <v:shadow on="t" color="black" opacity="24903f" origin=",.5" offset="0,.55556mm"/>
                </v:shape>
                <v:shape id="Straight Arrow Connector 37" o:spid="_x0000_s1050" type="#_x0000_t34" style="position:absolute;left:38877;top:4697;width:4557;height:3926;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QTt9sQAAADcAAAADwAAAGRycy9kb3ducmV2LnhtbERPTWvCQBC9C/0PyxR6kbqxopU0G6kF&#10;QcVLtfY87I5JaHY2Zrcm/vuuUPA2j/c52aK3tbhQ6yvHCsajBASxdqbiQsHXYfU8B+EDssHaMSm4&#10;kodF/jDIMDWu40+67EMhYgj7FBWUITSplF6XZNGPXEMcuZNrLYYI20KaFrsYbmv5kiQzabHi2FBi&#10;Qx8l6Z/9r1Vwfl0evvXwqPvhVHfb3WbmTs1ZqafH/v0NRKA+3MX/7rWJ86cTuD0TL5D5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BO32xAAAANwAAAAPAAAAAAAAAAAA&#10;AAAAAKECAABkcnMvZG93bnJldi54bWxQSwUGAAAAAAQABAD5AAAAkgMAAAAA&#10;" strokecolor="#4f81bd [3204]" strokeweight="2pt">
                  <v:stroke startarrow="open" endarrow="open"/>
                  <v:shadow on="t" color="black" opacity="24903f" origin=",.5" offset="0,.55556mm"/>
                </v:shape>
                <v:shape id="Straight Arrow Connector 37" o:spid="_x0000_s1051" type="#_x0000_t34" style="position:absolute;left:32703;top:6730;width:8839;height:414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4JcMAAADbAAAADwAAAGRycy9kb3ducmV2LnhtbESPQWvCQBSE74L/YXlCb7pRGpGYjUhL&#10;2ngqGsHrI/tMgtm3IbvV9N93C0KPw8x8w6S70XTiToNrLStYLiIQxJXVLdcKzmU+34BwHlljZ5kU&#10;/JCDXTadpJho++Aj3U++FgHCLkEFjfd9IqWrGjLoFrYnDt7VDgZ9kEMt9YCPADedXEXRWhpsOSw0&#10;2NNbQ9Xt9G0UrEr3/mn60sbm46uID/ltn18ipV5m434LwtPo/8PPdqEVvK7h70v4ATL7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PwOCXDAAAA2wAAAA8AAAAAAAAAAAAA&#10;AAAAoQIAAGRycy9kb3ducmV2LnhtbFBLBQYAAAAABAAEAPkAAACRAwAAAAA=&#10;" adj="5679" strokecolor="#4f81bd [3204]" strokeweight="2pt">
                  <v:stroke startarrow="open" endarrow="open"/>
                  <v:shadow on="t" color="black" opacity="24903f" origin=",.5" offset="0,.55556mm"/>
                </v:shape>
                <w10:anchorlock/>
              </v:group>
            </w:pict>
          </mc:Fallback>
        </mc:AlternateContent>
      </w:r>
    </w:p>
    <w:p w:rsidR="00C7672F" w:rsidRPr="00751DBB" w:rsidRDefault="008243C2" w:rsidP="00B844A3">
      <w:pPr>
        <w:pStyle w:val="Caption"/>
        <w:rPr>
          <w:lang w:val="en-GB"/>
        </w:rPr>
      </w:pPr>
      <w:r w:rsidRPr="00751DBB">
        <w:rPr>
          <w:lang w:val="en-GB"/>
        </w:rPr>
        <w:fldChar w:fldCharType="begin"/>
      </w:r>
      <w:r w:rsidRPr="00751DBB">
        <w:rPr>
          <w:lang w:val="en-GB"/>
        </w:rPr>
        <w:instrText xml:space="preserve"> SEQ Joonis \* ARABIC </w:instrText>
      </w:r>
      <w:r w:rsidRPr="00751DBB">
        <w:rPr>
          <w:lang w:val="en-GB"/>
        </w:rPr>
        <w:fldChar w:fldCharType="separate"/>
      </w:r>
      <w:r w:rsidR="0056784A" w:rsidRPr="00751DBB">
        <w:rPr>
          <w:noProof/>
          <w:lang w:val="en-GB"/>
        </w:rPr>
        <w:t>1</w:t>
      </w:r>
      <w:r w:rsidRPr="00751DBB">
        <w:rPr>
          <w:noProof/>
          <w:lang w:val="en-GB"/>
        </w:rPr>
        <w:fldChar w:fldCharType="end"/>
      </w:r>
      <w:r w:rsidR="00B844A3" w:rsidRPr="00751DBB">
        <w:rPr>
          <w:lang w:val="en-GB"/>
        </w:rPr>
        <w:t xml:space="preserve"> DigiDoc framework</w:t>
      </w:r>
    </w:p>
    <w:p w:rsidR="00C0673E" w:rsidRPr="00751DBB" w:rsidRDefault="00C0673E" w:rsidP="00654204">
      <w:pPr>
        <w:spacing w:line="276" w:lineRule="auto"/>
        <w:rPr>
          <w:lang w:val="en-GB"/>
        </w:rPr>
      </w:pPr>
      <w:r w:rsidRPr="00751DBB">
        <w:rPr>
          <w:lang w:val="en-GB"/>
        </w:rPr>
        <w:t xml:space="preserve">It is easy to integrate DigiDoc components </w:t>
      </w:r>
      <w:r w:rsidR="00613597" w:rsidRPr="00751DBB">
        <w:rPr>
          <w:lang w:val="en-GB"/>
        </w:rPr>
        <w:t>in</w:t>
      </w:r>
      <w:r w:rsidRPr="00751DBB">
        <w:rPr>
          <w:lang w:val="en-GB"/>
        </w:rPr>
        <w:t>to existing applications in order to allow for creation, handling, forwarding and verification of digital signatures and support file</w:t>
      </w:r>
      <w:r w:rsidR="00AD55D5" w:rsidRPr="00751DBB">
        <w:rPr>
          <w:lang w:val="en-GB"/>
        </w:rPr>
        <w:t xml:space="preserve"> encryption/decryption. All </w:t>
      </w:r>
      <w:r w:rsidR="00654204" w:rsidRPr="00751DBB">
        <w:rPr>
          <w:lang w:val="en-GB"/>
        </w:rPr>
        <w:t>applications share a common</w:t>
      </w:r>
      <w:r w:rsidRPr="00751DBB">
        <w:rPr>
          <w:lang w:val="en-GB"/>
        </w:rPr>
        <w:t xml:space="preserve"> digitally si</w:t>
      </w:r>
      <w:r w:rsidR="00654204" w:rsidRPr="00751DBB">
        <w:rPr>
          <w:lang w:val="en-GB"/>
        </w:rPr>
        <w:t>gned file format (current versio</w:t>
      </w:r>
      <w:r w:rsidRPr="00751DBB">
        <w:rPr>
          <w:lang w:val="en-GB"/>
        </w:rPr>
        <w:t xml:space="preserve">n DIGIDOC-XML 1.3) which is a profile of </w:t>
      </w:r>
      <w:r w:rsidR="003B6146" w:rsidRPr="00751DBB">
        <w:rPr>
          <w:lang w:val="en-GB"/>
        </w:rPr>
        <w:t>XAdES</w:t>
      </w:r>
      <w:r w:rsidR="00AD55D5" w:rsidRPr="00751DBB">
        <w:rPr>
          <w:lang w:val="en-GB"/>
        </w:rPr>
        <w:t>.</w:t>
      </w:r>
    </w:p>
    <w:p w:rsidR="00AB547D" w:rsidRPr="00751DBB" w:rsidRDefault="00AB547D" w:rsidP="00AB547D">
      <w:pPr>
        <w:pStyle w:val="Heading2"/>
        <w:rPr>
          <w:lang w:val="en-GB"/>
        </w:rPr>
      </w:pPr>
      <w:bookmarkStart w:id="8" w:name="_Toc345343793"/>
      <w:bookmarkStart w:id="9" w:name="_Toc346288019"/>
      <w:r w:rsidRPr="00751DBB">
        <w:rPr>
          <w:lang w:val="en-GB"/>
        </w:rPr>
        <w:t>DigiDoc security model</w:t>
      </w:r>
      <w:bookmarkEnd w:id="8"/>
      <w:bookmarkEnd w:id="9"/>
    </w:p>
    <w:p w:rsidR="0080784E" w:rsidRPr="00751DBB" w:rsidRDefault="0083715B" w:rsidP="009374E8">
      <w:pPr>
        <w:rPr>
          <w:lang w:val="en-GB"/>
        </w:rPr>
      </w:pPr>
      <w:r w:rsidRPr="00751DBB">
        <w:rPr>
          <w:lang w:val="en-GB"/>
        </w:rPr>
        <w:t xml:space="preserve">The </w:t>
      </w:r>
      <w:r w:rsidR="00CC0F7B" w:rsidRPr="00751DBB">
        <w:rPr>
          <w:lang w:val="en-GB"/>
        </w:rPr>
        <w:t xml:space="preserve">general </w:t>
      </w:r>
      <w:r w:rsidRPr="00751DBB">
        <w:rPr>
          <w:lang w:val="en-GB"/>
        </w:rPr>
        <w:t>security model</w:t>
      </w:r>
      <w:r w:rsidR="00CC0F7B" w:rsidRPr="00751DBB">
        <w:rPr>
          <w:lang w:val="en-GB"/>
        </w:rPr>
        <w:t xml:space="preserve"> of</w:t>
      </w:r>
      <w:r w:rsidRPr="00751DBB">
        <w:rPr>
          <w:lang w:val="en-GB"/>
        </w:rPr>
        <w:t xml:space="preserve"> </w:t>
      </w:r>
      <w:r w:rsidR="00CC0F7B" w:rsidRPr="00751DBB">
        <w:rPr>
          <w:lang w:val="en-GB"/>
        </w:rPr>
        <w:t>t</w:t>
      </w:r>
      <w:r w:rsidRPr="00751DBB">
        <w:rPr>
          <w:lang w:val="en-GB"/>
        </w:rPr>
        <w:t>he DigiDoc and Open</w:t>
      </w:r>
      <w:r w:rsidR="00FD6F04" w:rsidRPr="00751DBB">
        <w:rPr>
          <w:lang w:val="en-GB"/>
        </w:rPr>
        <w:t>XAdES</w:t>
      </w:r>
      <w:r w:rsidRPr="00751DBB">
        <w:rPr>
          <w:lang w:val="en-GB"/>
        </w:rPr>
        <w:t xml:space="preserve"> ideology</w:t>
      </w:r>
      <w:r w:rsidR="00CC0F7B" w:rsidRPr="00751DBB">
        <w:rPr>
          <w:lang w:val="en-GB"/>
        </w:rPr>
        <w:t xml:space="preserve"> </w:t>
      </w:r>
      <w:r w:rsidRPr="00751DBB">
        <w:rPr>
          <w:lang w:val="en-GB"/>
        </w:rPr>
        <w:t xml:space="preserve">works </w:t>
      </w:r>
      <w:r w:rsidR="00CC0F7B" w:rsidRPr="00751DBB">
        <w:rPr>
          <w:lang w:val="en-GB"/>
        </w:rPr>
        <w:t>by obtaining</w:t>
      </w:r>
      <w:r w:rsidR="00654204" w:rsidRPr="00751DBB">
        <w:rPr>
          <w:lang w:val="en-GB"/>
        </w:rPr>
        <w:t xml:space="preserve"> </w:t>
      </w:r>
      <w:r w:rsidRPr="00751DBB">
        <w:rPr>
          <w:lang w:val="en-GB"/>
        </w:rPr>
        <w:t>proof of validity of the signer’</w:t>
      </w:r>
      <w:r w:rsidR="006E3238" w:rsidRPr="00751DBB">
        <w:rPr>
          <w:lang w:val="en-GB"/>
        </w:rPr>
        <w:t xml:space="preserve">s </w:t>
      </w:r>
      <w:r w:rsidR="003150F4" w:rsidRPr="00751DBB">
        <w:rPr>
          <w:lang w:val="en-GB"/>
        </w:rPr>
        <w:t xml:space="preserve">X.509 </w:t>
      </w:r>
      <w:r w:rsidR="00C40938" w:rsidRPr="00751DBB">
        <w:rPr>
          <w:lang w:val="en-GB"/>
        </w:rPr>
        <w:t xml:space="preserve">digital </w:t>
      </w:r>
      <w:r w:rsidR="006E3238" w:rsidRPr="00751DBB">
        <w:rPr>
          <w:lang w:val="en-GB"/>
        </w:rPr>
        <w:t>certificate</w:t>
      </w:r>
      <w:r w:rsidRPr="00751DBB">
        <w:rPr>
          <w:lang w:val="en-GB"/>
        </w:rPr>
        <w:t xml:space="preserve"> </w:t>
      </w:r>
      <w:r w:rsidR="00C40938" w:rsidRPr="00751DBB">
        <w:rPr>
          <w:lang w:val="en-GB"/>
        </w:rPr>
        <w:t xml:space="preserve">issued by a certificate authority (CA) </w:t>
      </w:r>
      <w:r w:rsidRPr="00751DBB">
        <w:rPr>
          <w:lang w:val="en-GB"/>
        </w:rPr>
        <w:t>at</w:t>
      </w:r>
      <w:r w:rsidR="00CC0F7B" w:rsidRPr="00751DBB">
        <w:rPr>
          <w:lang w:val="en-GB"/>
        </w:rPr>
        <w:t xml:space="preserve"> the time of signature creation. </w:t>
      </w:r>
    </w:p>
    <w:p w:rsidR="00CC0F7B" w:rsidRPr="00751DBB" w:rsidRDefault="0083715B" w:rsidP="009374E8">
      <w:pPr>
        <w:rPr>
          <w:lang w:val="en-GB"/>
        </w:rPr>
      </w:pPr>
      <w:r w:rsidRPr="00751DBB">
        <w:rPr>
          <w:lang w:val="en-GB"/>
        </w:rPr>
        <w:t>This proof is obtained in the</w:t>
      </w:r>
      <w:r w:rsidR="00CC0F7B" w:rsidRPr="00751DBB">
        <w:rPr>
          <w:lang w:val="en-GB"/>
        </w:rPr>
        <w:t xml:space="preserve"> </w:t>
      </w:r>
      <w:r w:rsidRPr="00751DBB">
        <w:rPr>
          <w:lang w:val="en-GB"/>
        </w:rPr>
        <w:t xml:space="preserve">format of </w:t>
      </w:r>
      <w:r w:rsidR="00C40938" w:rsidRPr="00751DBB">
        <w:rPr>
          <w:lang w:val="en-GB"/>
        </w:rPr>
        <w:t>Online Certificate Status Protocol (</w:t>
      </w:r>
      <w:r w:rsidRPr="00751DBB">
        <w:rPr>
          <w:lang w:val="en-GB"/>
        </w:rPr>
        <w:t>OCSP</w:t>
      </w:r>
      <w:r w:rsidR="00C40938" w:rsidRPr="00751DBB">
        <w:rPr>
          <w:lang w:val="en-GB"/>
        </w:rPr>
        <w:t>)</w:t>
      </w:r>
      <w:r w:rsidRPr="00751DBB">
        <w:rPr>
          <w:lang w:val="en-GB"/>
        </w:rPr>
        <w:t xml:space="preserve"> response and stored within the signed</w:t>
      </w:r>
      <w:r w:rsidR="00CC0F7B" w:rsidRPr="00751DBB">
        <w:rPr>
          <w:lang w:val="en-GB"/>
        </w:rPr>
        <w:t xml:space="preserve"> </w:t>
      </w:r>
      <w:r w:rsidRPr="00751DBB">
        <w:rPr>
          <w:lang w:val="en-GB"/>
        </w:rPr>
        <w:t>document.</w:t>
      </w:r>
      <w:r w:rsidR="00CC0F7B" w:rsidRPr="00751DBB">
        <w:rPr>
          <w:lang w:val="en-GB"/>
        </w:rPr>
        <w:t xml:space="preserve"> </w:t>
      </w:r>
      <w:r w:rsidRPr="00751DBB">
        <w:rPr>
          <w:lang w:val="en-GB"/>
        </w:rPr>
        <w:t>Furthermore, (hash of the) created signature is sent within</w:t>
      </w:r>
      <w:r w:rsidR="00CC0F7B" w:rsidRPr="00751DBB">
        <w:rPr>
          <w:lang w:val="en-GB"/>
        </w:rPr>
        <w:t xml:space="preserve"> </w:t>
      </w:r>
      <w:r w:rsidRPr="00751DBB">
        <w:rPr>
          <w:lang w:val="en-GB"/>
        </w:rPr>
        <w:t>the OCSP request and received back within the response. This</w:t>
      </w:r>
      <w:r w:rsidR="00CC0F7B" w:rsidRPr="00751DBB">
        <w:rPr>
          <w:lang w:val="en-GB"/>
        </w:rPr>
        <w:t xml:space="preserve"> </w:t>
      </w:r>
      <w:r w:rsidRPr="00751DBB">
        <w:rPr>
          <w:lang w:val="en-GB"/>
        </w:rPr>
        <w:t>allows interpreting of the positive OCSP response as “at the</w:t>
      </w:r>
      <w:r w:rsidR="00CC0F7B" w:rsidRPr="00751DBB">
        <w:rPr>
          <w:lang w:val="en-GB"/>
        </w:rPr>
        <w:t xml:space="preserve"> </w:t>
      </w:r>
      <w:r w:rsidRPr="00751DBB">
        <w:rPr>
          <w:lang w:val="en-GB"/>
        </w:rPr>
        <w:t>time I saw this digitally signed file, corresponding</w:t>
      </w:r>
      <w:r w:rsidR="00CC0F7B" w:rsidRPr="00751DBB">
        <w:rPr>
          <w:lang w:val="en-GB"/>
        </w:rPr>
        <w:t xml:space="preserve"> </w:t>
      </w:r>
      <w:r w:rsidRPr="00751DBB">
        <w:rPr>
          <w:lang w:val="en-GB"/>
        </w:rPr>
        <w:t>certificate was valid”</w:t>
      </w:r>
      <w:r w:rsidR="00CC0F7B" w:rsidRPr="00751DBB">
        <w:rPr>
          <w:lang w:val="en-GB"/>
        </w:rPr>
        <w:t>.</w:t>
      </w:r>
    </w:p>
    <w:p w:rsidR="00CC0F7B" w:rsidRPr="00751DBB" w:rsidRDefault="00CC0F7B" w:rsidP="009374E8">
      <w:pPr>
        <w:rPr>
          <w:lang w:val="en-GB"/>
        </w:rPr>
      </w:pPr>
      <w:r w:rsidRPr="00751DBB">
        <w:rPr>
          <w:lang w:val="en-GB"/>
        </w:rPr>
        <w:t>The OCSP service is acting as a digital e-notary confirming signatures created</w:t>
      </w:r>
      <w:r w:rsidR="006E3238" w:rsidRPr="00751DBB">
        <w:rPr>
          <w:lang w:val="en-GB"/>
        </w:rPr>
        <w:t xml:space="preserve"> </w:t>
      </w:r>
      <w:r w:rsidRPr="00751DBB">
        <w:rPr>
          <w:lang w:val="en-GB"/>
        </w:rPr>
        <w:t xml:space="preserve">locally with </w:t>
      </w:r>
      <w:r w:rsidR="00613597" w:rsidRPr="00751DBB">
        <w:rPr>
          <w:lang w:val="en-GB"/>
        </w:rPr>
        <w:t xml:space="preserve">a </w:t>
      </w:r>
      <w:r w:rsidRPr="00751DBB">
        <w:rPr>
          <w:lang w:val="en-GB"/>
        </w:rPr>
        <w:t>smart</w:t>
      </w:r>
      <w:r w:rsidR="0080784E" w:rsidRPr="00751DBB">
        <w:rPr>
          <w:lang w:val="en-GB"/>
        </w:rPr>
        <w:t xml:space="preserve"> </w:t>
      </w:r>
      <w:r w:rsidRPr="00751DBB">
        <w:rPr>
          <w:lang w:val="en-GB"/>
        </w:rPr>
        <w:t xml:space="preserve">card. From infrastructure side, this security model requires a standard </w:t>
      </w:r>
      <w:r w:rsidR="004E2C76" w:rsidRPr="00751DBB">
        <w:rPr>
          <w:lang w:val="en-GB"/>
        </w:rPr>
        <w:t>OCSP</w:t>
      </w:r>
      <w:r w:rsidRPr="00751DBB">
        <w:rPr>
          <w:lang w:val="en-GB"/>
        </w:rPr>
        <w:t xml:space="preserve"> responder. Hash of the signature is placed on the “nonce” field of the OCSP request structure. In order to achieve the freshest certificate validity information, it is recommended to run the OCSP responder in “real-time” mode meaning that:</w:t>
      </w:r>
    </w:p>
    <w:p w:rsidR="00CC0F7B" w:rsidRPr="00751DBB" w:rsidRDefault="00CC0F7B" w:rsidP="00D35F57">
      <w:pPr>
        <w:pStyle w:val="ListParagraph"/>
        <w:numPr>
          <w:ilvl w:val="0"/>
          <w:numId w:val="5"/>
        </w:numPr>
        <w:rPr>
          <w:lang w:val="en-GB"/>
        </w:rPr>
      </w:pPr>
      <w:r w:rsidRPr="00751DBB">
        <w:rPr>
          <w:lang w:val="en-GB"/>
        </w:rPr>
        <w:t>certificate validity information is obtained from live database rather than from CRL (</w:t>
      </w:r>
      <w:r w:rsidR="003B6146" w:rsidRPr="00751DBB">
        <w:rPr>
          <w:lang w:val="en-GB"/>
        </w:rPr>
        <w:t>Certificate Revocation</w:t>
      </w:r>
      <w:r w:rsidRPr="00751DBB">
        <w:rPr>
          <w:lang w:val="en-GB"/>
        </w:rPr>
        <w:t xml:space="preserve"> List)</w:t>
      </w:r>
    </w:p>
    <w:p w:rsidR="00CC0F7B" w:rsidRPr="00751DBB" w:rsidRDefault="00CC0F7B" w:rsidP="00D35F57">
      <w:pPr>
        <w:pStyle w:val="ListParagraph"/>
        <w:numPr>
          <w:ilvl w:val="0"/>
          <w:numId w:val="5"/>
        </w:numPr>
        <w:rPr>
          <w:lang w:val="en-GB"/>
        </w:rPr>
      </w:pPr>
      <w:r w:rsidRPr="00751DBB">
        <w:rPr>
          <w:lang w:val="en-GB"/>
        </w:rPr>
        <w:t>the time value in the OCSP response is actual (as precise as possible)</w:t>
      </w:r>
    </w:p>
    <w:p w:rsidR="00CC0F7B" w:rsidRPr="00751DBB" w:rsidRDefault="00CC0F7B" w:rsidP="009374E8">
      <w:pPr>
        <w:rPr>
          <w:lang w:val="en-GB"/>
        </w:rPr>
      </w:pPr>
      <w:r w:rsidRPr="00751DBB">
        <w:rPr>
          <w:lang w:val="en-GB"/>
        </w:rPr>
        <w:lastRenderedPageBreak/>
        <w:t>To achieve long-time validity of digital signatures, a secure log system is employed within the model. All OCSP responses and changes in certificate validity are securely logged to preserve digital signature validity even after private key compromise of CA or OCSP responder. It is important to notice that additional time-stamps are not necessary when employing the security model described:</w:t>
      </w:r>
    </w:p>
    <w:p w:rsidR="00CC0F7B" w:rsidRPr="00751DBB" w:rsidRDefault="00CC0F7B" w:rsidP="00D35F57">
      <w:pPr>
        <w:pStyle w:val="ListParagraph"/>
        <w:numPr>
          <w:ilvl w:val="0"/>
          <w:numId w:val="6"/>
        </w:numPr>
        <w:rPr>
          <w:lang w:val="en-GB"/>
        </w:rPr>
      </w:pPr>
      <w:r w:rsidRPr="00751DBB">
        <w:rPr>
          <w:lang w:val="en-GB"/>
        </w:rPr>
        <w:t>time of signing and time of obtaining validity information is indicated in the OCSP response</w:t>
      </w:r>
    </w:p>
    <w:p w:rsidR="00BA7383" w:rsidRPr="00751DBB" w:rsidRDefault="00CC0F7B" w:rsidP="00D35F57">
      <w:pPr>
        <w:pStyle w:val="ListParagraph"/>
        <w:numPr>
          <w:ilvl w:val="0"/>
          <w:numId w:val="6"/>
        </w:numPr>
        <w:rPr>
          <w:lang w:val="en-GB"/>
        </w:rPr>
      </w:pPr>
      <w:r w:rsidRPr="00751DBB">
        <w:rPr>
          <w:lang w:val="en-GB"/>
        </w:rPr>
        <w:t>the secure log provides for long-time validity without need for archival timestamps</w:t>
      </w:r>
    </w:p>
    <w:p w:rsidR="0035039E" w:rsidRPr="00751DBB" w:rsidRDefault="00883A13" w:rsidP="0035039E">
      <w:pPr>
        <w:keepNext/>
        <w:rPr>
          <w:lang w:val="en-GB"/>
        </w:rPr>
      </w:pPr>
      <w:r w:rsidRPr="00751DBB">
        <w:rPr>
          <w:noProof/>
          <w:lang w:val="et-EE" w:eastAsia="et-EE"/>
        </w:rPr>
        <mc:AlternateContent>
          <mc:Choice Requires="wpc">
            <w:drawing>
              <wp:inline distT="0" distB="0" distL="0" distR="0" wp14:anchorId="63082D14" wp14:editId="4BB63434">
                <wp:extent cx="4986020" cy="3079750"/>
                <wp:effectExtent l="0" t="0" r="24130" b="25400"/>
                <wp:docPr id="28" name="Canvas 46115"/>
                <wp:cNvGraphicFramePr>
                  <a:graphicFrameLocks xmlns:a="http://schemas.openxmlformats.org/drawingml/2006/main"/>
                </wp:cNvGraphicFramePr>
                <a:graphic xmlns:a="http://schemas.openxmlformats.org/drawingml/2006/main">
                  <a:graphicData uri="http://schemas.microsoft.com/office/word/2010/wordprocessingCanvas">
                    <wpc:wpc>
                      <wpc:bg/>
                      <wpc:whole>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pc:whole>
                      <wps:wsp>
                        <wps:cNvPr id="75" name="Flowchart: Magnetic Disk 75"/>
                        <wps:cNvSpPr/>
                        <wps:spPr>
                          <a:xfrm>
                            <a:off x="2818671" y="1141329"/>
                            <a:ext cx="862642" cy="722980"/>
                          </a:xfrm>
                          <a:prstGeom prst="flowChartMagneticDisk">
                            <a:avLst/>
                          </a:prstGeom>
                        </wps:spPr>
                        <wps:style>
                          <a:lnRef idx="1">
                            <a:schemeClr val="accent5"/>
                          </a:lnRef>
                          <a:fillRef idx="2">
                            <a:schemeClr val="accent5"/>
                          </a:fillRef>
                          <a:effectRef idx="1">
                            <a:schemeClr val="accent5"/>
                          </a:effectRef>
                          <a:fontRef idx="minor">
                            <a:schemeClr val="dk1"/>
                          </a:fontRef>
                        </wps:style>
                        <wps:txbx>
                          <w:txbxContent>
                            <w:p w:rsidR="00395CD2" w:rsidRDefault="00395CD2" w:rsidP="00BA7383">
                              <w:pPr>
                                <w:jc w:val="center"/>
                              </w:pPr>
                              <w:r>
                                <w:t>OCSP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76" name="Picture 76"/>
                          <pic:cNvPicPr>
                            <a:picLocks noChangeAspect="1"/>
                          </pic:cNvPicPr>
                        </pic:nvPicPr>
                        <pic:blipFill>
                          <a:blip r:embed="rId13"/>
                          <a:stretch>
                            <a:fillRect/>
                          </a:stretch>
                        </pic:blipFill>
                        <pic:spPr>
                          <a:xfrm>
                            <a:off x="484145" y="2048757"/>
                            <a:ext cx="638356" cy="638356"/>
                          </a:xfrm>
                          <a:prstGeom prst="rect">
                            <a:avLst/>
                          </a:prstGeom>
                        </pic:spPr>
                      </pic:pic>
                      <pic:pic xmlns:pic="http://schemas.openxmlformats.org/drawingml/2006/picture">
                        <pic:nvPicPr>
                          <pic:cNvPr id="77" name="Picture 77"/>
                          <pic:cNvPicPr>
                            <a:picLocks noChangeAspect="1"/>
                          </pic:cNvPicPr>
                        </pic:nvPicPr>
                        <pic:blipFill>
                          <a:blip r:embed="rId14"/>
                          <a:stretch>
                            <a:fillRect/>
                          </a:stretch>
                        </pic:blipFill>
                        <pic:spPr>
                          <a:xfrm>
                            <a:off x="333272" y="1000490"/>
                            <a:ext cx="791218" cy="791218"/>
                          </a:xfrm>
                          <a:prstGeom prst="rect">
                            <a:avLst/>
                          </a:prstGeom>
                        </pic:spPr>
                      </pic:pic>
                      <pic:pic xmlns:pic="http://schemas.openxmlformats.org/drawingml/2006/picture">
                        <pic:nvPicPr>
                          <pic:cNvPr id="78" name="Picture 78"/>
                          <pic:cNvPicPr>
                            <a:picLocks noChangeAspect="1"/>
                          </pic:cNvPicPr>
                        </pic:nvPicPr>
                        <pic:blipFill>
                          <a:blip r:embed="rId15"/>
                          <a:stretch>
                            <a:fillRect/>
                          </a:stretch>
                        </pic:blipFill>
                        <pic:spPr>
                          <a:xfrm>
                            <a:off x="2870521" y="219002"/>
                            <a:ext cx="750202" cy="750136"/>
                          </a:xfrm>
                          <a:prstGeom prst="rect">
                            <a:avLst/>
                          </a:prstGeom>
                        </pic:spPr>
                      </pic:pic>
                      <wps:wsp>
                        <wps:cNvPr id="79" name="Flowchart: Magnetic Disk 79"/>
                        <wps:cNvSpPr/>
                        <wps:spPr>
                          <a:xfrm>
                            <a:off x="3943403" y="1105552"/>
                            <a:ext cx="862330" cy="722531"/>
                          </a:xfrm>
                          <a:prstGeom prst="flowChartMagneticDisk">
                            <a:avLst/>
                          </a:prstGeom>
                        </wps:spPr>
                        <wps:style>
                          <a:lnRef idx="1">
                            <a:schemeClr val="accent1"/>
                          </a:lnRef>
                          <a:fillRef idx="2">
                            <a:schemeClr val="accent1"/>
                          </a:fillRef>
                          <a:effectRef idx="1">
                            <a:schemeClr val="accent1"/>
                          </a:effectRef>
                          <a:fontRef idx="minor">
                            <a:schemeClr val="dk1"/>
                          </a:fontRef>
                        </wps:style>
                        <wps:txbx>
                          <w:txbxContent>
                            <w:p w:rsidR="00395CD2" w:rsidRDefault="00395CD2" w:rsidP="00BA7383">
                              <w:pPr>
                                <w:pStyle w:val="NormalWeb"/>
                                <w:spacing w:before="0" w:beforeAutospacing="0" w:after="120" w:afterAutospacing="0"/>
                                <w:jc w:val="center"/>
                              </w:pPr>
                              <w:r>
                                <w:rPr>
                                  <w:rFonts w:ascii="Helvetica 45" w:eastAsia="Times New Roman" w:hAnsi="Helvetica 45"/>
                                  <w:sz w:val="20"/>
                                  <w:szCs w:val="20"/>
                                  <w:lang w:val="et-EE"/>
                                </w:rPr>
                                <w:t>CA database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0" name="Straight Arrow Connector 80"/>
                        <wps:cNvCnPr>
                          <a:stCxn id="113" idx="2"/>
                          <a:endCxn id="75" idx="2"/>
                        </wps:cNvCnPr>
                        <wps:spPr>
                          <a:xfrm>
                            <a:off x="877312" y="1014273"/>
                            <a:ext cx="1941359" cy="48854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81" name="Straight Arrow Connector 81"/>
                        <wps:cNvCnPr>
                          <a:stCxn id="75" idx="2"/>
                          <a:endCxn id="76" idx="3"/>
                        </wps:cNvCnPr>
                        <wps:spPr>
                          <a:xfrm flipH="1">
                            <a:off x="1122501" y="1502819"/>
                            <a:ext cx="1696170" cy="86511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12" name="Straight Connector 112"/>
                        <wps:cNvCnPr>
                          <a:stCxn id="75" idx="1"/>
                          <a:endCxn id="78" idx="2"/>
                        </wps:cNvCnPr>
                        <wps:spPr>
                          <a:xfrm flipH="1" flipV="1">
                            <a:off x="3245622" y="969138"/>
                            <a:ext cx="4370" cy="172191"/>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3" name="Folded Corner 113"/>
                        <wps:cNvSpPr/>
                        <wps:spPr>
                          <a:xfrm>
                            <a:off x="596690" y="315763"/>
                            <a:ext cx="561244" cy="698510"/>
                          </a:xfrm>
                          <a:prstGeom prst="foldedCorner">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wpg:cNvPr id="46117" name="Group 46117"/>
                        <wpg:cNvGrpSpPr/>
                        <wpg:grpSpPr>
                          <a:xfrm>
                            <a:off x="3077163" y="2242604"/>
                            <a:ext cx="1766658" cy="530681"/>
                            <a:chOff x="3104465" y="2242604"/>
                            <a:chExt cx="1766658" cy="530681"/>
                          </a:xfrm>
                        </wpg:grpSpPr>
                        <wpg:grpSp>
                          <wpg:cNvPr id="46116" name="Group 46116"/>
                          <wpg:cNvGrpSpPr/>
                          <wpg:grpSpPr>
                            <a:xfrm>
                              <a:off x="3104465" y="2475348"/>
                              <a:ext cx="1758316" cy="297937"/>
                              <a:chOff x="3104465" y="2423589"/>
                              <a:chExt cx="1758316" cy="297937"/>
                            </a:xfrm>
                          </wpg:grpSpPr>
                          <wps:wsp>
                            <wps:cNvPr id="74" name="Rounded Rectangle 74"/>
                            <wps:cNvSpPr/>
                            <wps:spPr>
                              <a:xfrm>
                                <a:off x="3104465" y="2423589"/>
                                <a:ext cx="1758316" cy="297937"/>
                              </a:xfrm>
                              <a:prstGeom prst="roundRect">
                                <a:avLst/>
                              </a:prstGeom>
                              <a:ln w="9525"/>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16" name="Group 116"/>
                            <wpg:cNvGrpSpPr>
                              <a:grpSpLocks noChangeAspect="1"/>
                            </wpg:cNvGrpSpPr>
                            <wpg:grpSpPr bwMode="auto">
                              <a:xfrm>
                                <a:off x="3182110" y="2540895"/>
                                <a:ext cx="1628170" cy="83946"/>
                                <a:chOff x="286" y="308"/>
                                <a:chExt cx="5768" cy="311"/>
                              </a:xfrm>
                            </wpg:grpSpPr>
                            <wps:wsp>
                              <wps:cNvPr id="117" name="Oval 117"/>
                              <wps:cNvSpPr>
                                <a:spLocks noChangeArrowheads="1"/>
                              </wps:cNvSpPr>
                              <wps:spPr bwMode="auto">
                                <a:xfrm>
                                  <a:off x="286" y="463"/>
                                  <a:ext cx="150" cy="154"/>
                                </a:xfrm>
                                <a:prstGeom prst="ellipse">
                                  <a:avLst/>
                                </a:prstGeom>
                                <a:solidFill>
                                  <a:srgbClr val="00FFFF"/>
                                </a:solidFill>
                                <a:ln w="9525">
                                  <a:solidFill>
                                    <a:srgbClr val="000000"/>
                                  </a:solidFill>
                                  <a:round/>
                                  <a:headEnd/>
                                  <a:tailEnd/>
                                </a:ln>
                              </wps:spPr>
                              <wps:txbx>
                                <w:txbxContent>
                                  <w:p w:rsidR="00395CD2" w:rsidRDefault="00395CD2" w:rsidP="00D1445F"/>
                                </w:txbxContent>
                              </wps:txbx>
                              <wps:bodyPr/>
                            </wps:wsp>
                            <wps:wsp>
                              <wps:cNvPr id="118" name="Oval 118"/>
                              <wps:cNvSpPr>
                                <a:spLocks noChangeArrowheads="1"/>
                              </wps:cNvSpPr>
                              <wps:spPr bwMode="auto">
                                <a:xfrm>
                                  <a:off x="736" y="463"/>
                                  <a:ext cx="150" cy="154"/>
                                </a:xfrm>
                                <a:prstGeom prst="ellipse">
                                  <a:avLst/>
                                </a:prstGeom>
                                <a:solidFill>
                                  <a:srgbClr val="00FFFF"/>
                                </a:solidFill>
                                <a:ln w="9525">
                                  <a:solidFill>
                                    <a:srgbClr val="000000"/>
                                  </a:solidFill>
                                  <a:round/>
                                  <a:headEnd/>
                                  <a:tailEnd/>
                                </a:ln>
                              </wps:spPr>
                              <wps:txbx>
                                <w:txbxContent>
                                  <w:p w:rsidR="00395CD2" w:rsidRDefault="00395CD2" w:rsidP="00D1445F"/>
                                </w:txbxContent>
                              </wps:txbx>
                              <wps:bodyPr/>
                            </wps:wsp>
                            <wps:wsp>
                              <wps:cNvPr id="119" name="Arc 23"/>
                              <wps:cNvSpPr>
                                <a:spLocks/>
                              </wps:cNvSpPr>
                              <wps:spPr bwMode="auto">
                                <a:xfrm rot="13494383" flipV="1">
                                  <a:off x="434" y="309"/>
                                  <a:ext cx="302" cy="30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rsidR="00395CD2" w:rsidRDefault="00395CD2" w:rsidP="00D1445F"/>
                                </w:txbxContent>
                              </wps:txbx>
                              <wps:bodyPr/>
                            </wps:wsp>
                            <wps:wsp>
                              <wps:cNvPr id="121" name="Oval 121"/>
                              <wps:cNvSpPr>
                                <a:spLocks noChangeArrowheads="1"/>
                              </wps:cNvSpPr>
                              <wps:spPr bwMode="auto">
                                <a:xfrm>
                                  <a:off x="1188" y="463"/>
                                  <a:ext cx="150" cy="154"/>
                                </a:xfrm>
                                <a:prstGeom prst="ellipse">
                                  <a:avLst/>
                                </a:prstGeom>
                                <a:solidFill>
                                  <a:srgbClr val="00FFFF"/>
                                </a:solidFill>
                                <a:ln w="9525">
                                  <a:solidFill>
                                    <a:srgbClr val="000000"/>
                                  </a:solidFill>
                                  <a:round/>
                                  <a:headEnd/>
                                  <a:tailEnd/>
                                </a:ln>
                              </wps:spPr>
                              <wps:txbx>
                                <w:txbxContent>
                                  <w:p w:rsidR="00395CD2" w:rsidRDefault="00395CD2" w:rsidP="00D1445F"/>
                                </w:txbxContent>
                              </wps:txbx>
                              <wps:bodyPr/>
                            </wps:wsp>
                            <wps:wsp>
                              <wps:cNvPr id="122" name="Arc 25"/>
                              <wps:cNvSpPr>
                                <a:spLocks/>
                              </wps:cNvSpPr>
                              <wps:spPr bwMode="auto">
                                <a:xfrm rot="13494383" flipV="1">
                                  <a:off x="886" y="308"/>
                                  <a:ext cx="302"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rsidR="00395CD2" w:rsidRDefault="00395CD2" w:rsidP="00D1445F"/>
                                </w:txbxContent>
                              </wps:txbx>
                              <wps:bodyPr/>
                            </wps:wsp>
                            <wps:wsp>
                              <wps:cNvPr id="123" name="Oval 123"/>
                              <wps:cNvSpPr>
                                <a:spLocks noChangeArrowheads="1"/>
                              </wps:cNvSpPr>
                              <wps:spPr bwMode="auto">
                                <a:xfrm>
                                  <a:off x="1639" y="464"/>
                                  <a:ext cx="150" cy="154"/>
                                </a:xfrm>
                                <a:prstGeom prst="ellipse">
                                  <a:avLst/>
                                </a:prstGeom>
                                <a:solidFill>
                                  <a:srgbClr val="00FFFF"/>
                                </a:solidFill>
                                <a:ln w="9525">
                                  <a:solidFill>
                                    <a:srgbClr val="000000"/>
                                  </a:solidFill>
                                  <a:round/>
                                  <a:headEnd/>
                                  <a:tailEnd/>
                                </a:ln>
                              </wps:spPr>
                              <wps:txbx>
                                <w:txbxContent>
                                  <w:p w:rsidR="00395CD2" w:rsidRDefault="00395CD2" w:rsidP="00D1445F"/>
                                </w:txbxContent>
                              </wps:txbx>
                              <wps:bodyPr/>
                            </wps:wsp>
                            <wps:wsp>
                              <wps:cNvPr id="124" name="Arc 27"/>
                              <wps:cNvSpPr>
                                <a:spLocks/>
                              </wps:cNvSpPr>
                              <wps:spPr bwMode="auto">
                                <a:xfrm rot="13494383" flipV="1">
                                  <a:off x="1338" y="309"/>
                                  <a:ext cx="301"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rsidR="00395CD2" w:rsidRDefault="00395CD2" w:rsidP="00D1445F"/>
                                </w:txbxContent>
                              </wps:txbx>
                              <wps:bodyPr/>
                            </wps:wsp>
                            <wps:wsp>
                              <wps:cNvPr id="125" name="Oval 125"/>
                              <wps:cNvSpPr>
                                <a:spLocks noChangeArrowheads="1"/>
                              </wps:cNvSpPr>
                              <wps:spPr bwMode="auto">
                                <a:xfrm>
                                  <a:off x="2091" y="465"/>
                                  <a:ext cx="150" cy="154"/>
                                </a:xfrm>
                                <a:prstGeom prst="ellipse">
                                  <a:avLst/>
                                </a:prstGeom>
                                <a:solidFill>
                                  <a:srgbClr val="99CC00"/>
                                </a:solidFill>
                                <a:ln w="9525">
                                  <a:solidFill>
                                    <a:srgbClr val="000000"/>
                                  </a:solidFill>
                                  <a:round/>
                                  <a:headEnd/>
                                  <a:tailEnd/>
                                </a:ln>
                              </wps:spPr>
                              <wps:txbx>
                                <w:txbxContent>
                                  <w:p w:rsidR="00395CD2" w:rsidRDefault="00395CD2" w:rsidP="00D1445F"/>
                                </w:txbxContent>
                              </wps:txbx>
                              <wps:bodyPr/>
                            </wps:wsp>
                            <wps:wsp>
                              <wps:cNvPr id="126" name="Arc 29"/>
                              <wps:cNvSpPr>
                                <a:spLocks/>
                              </wps:cNvSpPr>
                              <wps:spPr bwMode="auto">
                                <a:xfrm rot="13494383" flipV="1">
                                  <a:off x="1789" y="310"/>
                                  <a:ext cx="302"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rsidR="00395CD2" w:rsidRDefault="00395CD2" w:rsidP="00D1445F"/>
                                </w:txbxContent>
                              </wps:txbx>
                              <wps:bodyPr/>
                            </wps:wsp>
                            <wps:wsp>
                              <wps:cNvPr id="127" name="Oval 127"/>
                              <wps:cNvSpPr>
                                <a:spLocks noChangeArrowheads="1"/>
                              </wps:cNvSpPr>
                              <wps:spPr bwMode="auto">
                                <a:xfrm>
                                  <a:off x="2593" y="463"/>
                                  <a:ext cx="150" cy="154"/>
                                </a:xfrm>
                                <a:prstGeom prst="ellipse">
                                  <a:avLst/>
                                </a:prstGeom>
                                <a:solidFill>
                                  <a:srgbClr val="99CC00"/>
                                </a:solidFill>
                                <a:ln w="9525">
                                  <a:solidFill>
                                    <a:srgbClr val="000000"/>
                                  </a:solidFill>
                                  <a:round/>
                                  <a:headEnd/>
                                  <a:tailEnd/>
                                </a:ln>
                              </wps:spPr>
                              <wps:txbx>
                                <w:txbxContent>
                                  <w:p w:rsidR="00395CD2" w:rsidRDefault="00395CD2" w:rsidP="00D1445F"/>
                                </w:txbxContent>
                              </wps:txbx>
                              <wps:bodyPr/>
                            </wps:wsp>
                            <wps:wsp>
                              <wps:cNvPr id="46080" name="Arc 31"/>
                              <wps:cNvSpPr>
                                <a:spLocks/>
                              </wps:cNvSpPr>
                              <wps:spPr bwMode="auto">
                                <a:xfrm rot="13494383" flipV="1">
                                  <a:off x="2291" y="308"/>
                                  <a:ext cx="302"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rsidR="00395CD2" w:rsidRDefault="00395CD2" w:rsidP="00D1445F"/>
                                </w:txbxContent>
                              </wps:txbx>
                              <wps:bodyPr/>
                            </wps:wsp>
                            <wps:wsp>
                              <wps:cNvPr id="46081" name="Oval 46081"/>
                              <wps:cNvSpPr>
                                <a:spLocks noChangeArrowheads="1"/>
                              </wps:cNvSpPr>
                              <wps:spPr bwMode="auto">
                                <a:xfrm>
                                  <a:off x="3094" y="463"/>
                                  <a:ext cx="150" cy="154"/>
                                </a:xfrm>
                                <a:prstGeom prst="ellipse">
                                  <a:avLst/>
                                </a:prstGeom>
                                <a:solidFill>
                                  <a:srgbClr val="00FFFF"/>
                                </a:solidFill>
                                <a:ln w="9525">
                                  <a:solidFill>
                                    <a:srgbClr val="000000"/>
                                  </a:solidFill>
                                  <a:round/>
                                  <a:headEnd/>
                                  <a:tailEnd/>
                                </a:ln>
                              </wps:spPr>
                              <wps:txbx>
                                <w:txbxContent>
                                  <w:p w:rsidR="00395CD2" w:rsidRDefault="00395CD2" w:rsidP="00D1445F"/>
                                </w:txbxContent>
                              </wps:txbx>
                              <wps:bodyPr/>
                            </wps:wsp>
                            <wps:wsp>
                              <wps:cNvPr id="46082" name="Arc 33"/>
                              <wps:cNvSpPr>
                                <a:spLocks/>
                              </wps:cNvSpPr>
                              <wps:spPr bwMode="auto">
                                <a:xfrm rot="13494383" flipV="1">
                                  <a:off x="2793" y="308"/>
                                  <a:ext cx="301"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rsidR="00395CD2" w:rsidRDefault="00395CD2" w:rsidP="00D1445F"/>
                                </w:txbxContent>
                              </wps:txbx>
                              <wps:bodyPr/>
                            </wps:wsp>
                            <wps:wsp>
                              <wps:cNvPr id="46083" name="Oval 46083"/>
                              <wps:cNvSpPr>
                                <a:spLocks noChangeArrowheads="1"/>
                              </wps:cNvSpPr>
                              <wps:spPr bwMode="auto">
                                <a:xfrm>
                                  <a:off x="3546" y="465"/>
                                  <a:ext cx="150" cy="154"/>
                                </a:xfrm>
                                <a:prstGeom prst="ellipse">
                                  <a:avLst/>
                                </a:prstGeom>
                                <a:solidFill>
                                  <a:srgbClr val="00FFFF"/>
                                </a:solidFill>
                                <a:ln w="9525">
                                  <a:solidFill>
                                    <a:srgbClr val="000000"/>
                                  </a:solidFill>
                                  <a:round/>
                                  <a:headEnd/>
                                  <a:tailEnd/>
                                </a:ln>
                              </wps:spPr>
                              <wps:txbx>
                                <w:txbxContent>
                                  <w:p w:rsidR="00395CD2" w:rsidRDefault="00395CD2" w:rsidP="00D1445F"/>
                                </w:txbxContent>
                              </wps:txbx>
                              <wps:bodyPr/>
                            </wps:wsp>
                            <wps:wsp>
                              <wps:cNvPr id="46085" name="Arc 35"/>
                              <wps:cNvSpPr>
                                <a:spLocks/>
                              </wps:cNvSpPr>
                              <wps:spPr bwMode="auto">
                                <a:xfrm rot="13494383" flipV="1">
                                  <a:off x="3244" y="311"/>
                                  <a:ext cx="302" cy="30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rsidR="00395CD2" w:rsidRDefault="00395CD2" w:rsidP="00D1445F"/>
                                </w:txbxContent>
                              </wps:txbx>
                              <wps:bodyPr/>
                            </wps:wsp>
                            <wps:wsp>
                              <wps:cNvPr id="46098" name="Oval 46098"/>
                              <wps:cNvSpPr>
                                <a:spLocks noChangeArrowheads="1"/>
                              </wps:cNvSpPr>
                              <wps:spPr bwMode="auto">
                                <a:xfrm>
                                  <a:off x="3998" y="465"/>
                                  <a:ext cx="150" cy="154"/>
                                </a:xfrm>
                                <a:prstGeom prst="ellipse">
                                  <a:avLst/>
                                </a:prstGeom>
                                <a:solidFill>
                                  <a:srgbClr val="99CC00"/>
                                </a:solidFill>
                                <a:ln w="9525">
                                  <a:solidFill>
                                    <a:srgbClr val="000000"/>
                                  </a:solidFill>
                                  <a:round/>
                                  <a:headEnd/>
                                  <a:tailEnd/>
                                </a:ln>
                              </wps:spPr>
                              <wps:txbx>
                                <w:txbxContent>
                                  <w:p w:rsidR="00395CD2" w:rsidRDefault="00395CD2" w:rsidP="00D1445F"/>
                                </w:txbxContent>
                              </wps:txbx>
                              <wps:bodyPr/>
                            </wps:wsp>
                            <wps:wsp>
                              <wps:cNvPr id="46099" name="Arc 37"/>
                              <wps:cNvSpPr>
                                <a:spLocks/>
                              </wps:cNvSpPr>
                              <wps:spPr bwMode="auto">
                                <a:xfrm rot="13494383" flipV="1">
                                  <a:off x="3696" y="310"/>
                                  <a:ext cx="302"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rsidR="00395CD2" w:rsidRDefault="00395CD2" w:rsidP="00D1445F"/>
                                </w:txbxContent>
                              </wps:txbx>
                              <wps:bodyPr/>
                            </wps:wsp>
                            <wps:wsp>
                              <wps:cNvPr id="46100" name="Oval 46100"/>
                              <wps:cNvSpPr>
                                <a:spLocks noChangeArrowheads="1"/>
                              </wps:cNvSpPr>
                              <wps:spPr bwMode="auto">
                                <a:xfrm>
                                  <a:off x="4449" y="465"/>
                                  <a:ext cx="150" cy="154"/>
                                </a:xfrm>
                                <a:prstGeom prst="ellipse">
                                  <a:avLst/>
                                </a:prstGeom>
                                <a:solidFill>
                                  <a:srgbClr val="00FFFF"/>
                                </a:solidFill>
                                <a:ln w="9525">
                                  <a:solidFill>
                                    <a:srgbClr val="000000"/>
                                  </a:solidFill>
                                  <a:round/>
                                  <a:headEnd/>
                                  <a:tailEnd/>
                                </a:ln>
                              </wps:spPr>
                              <wps:txbx>
                                <w:txbxContent>
                                  <w:p w:rsidR="00395CD2" w:rsidRDefault="00395CD2" w:rsidP="00D1445F"/>
                                </w:txbxContent>
                              </wps:txbx>
                              <wps:bodyPr/>
                            </wps:wsp>
                            <wps:wsp>
                              <wps:cNvPr id="46101" name="Arc 39"/>
                              <wps:cNvSpPr>
                                <a:spLocks/>
                              </wps:cNvSpPr>
                              <wps:spPr bwMode="auto">
                                <a:xfrm rot="13494383" flipV="1">
                                  <a:off x="4148" y="310"/>
                                  <a:ext cx="301"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rsidR="00395CD2" w:rsidRDefault="00395CD2" w:rsidP="00D1445F"/>
                                </w:txbxContent>
                              </wps:txbx>
                              <wps:bodyPr/>
                            </wps:wsp>
                            <wps:wsp>
                              <wps:cNvPr id="46102" name="Oval 46102"/>
                              <wps:cNvSpPr>
                                <a:spLocks noChangeArrowheads="1"/>
                              </wps:cNvSpPr>
                              <wps:spPr bwMode="auto">
                                <a:xfrm>
                                  <a:off x="4901" y="465"/>
                                  <a:ext cx="150" cy="154"/>
                                </a:xfrm>
                                <a:prstGeom prst="ellipse">
                                  <a:avLst/>
                                </a:prstGeom>
                                <a:solidFill>
                                  <a:srgbClr val="00FFFF"/>
                                </a:solidFill>
                                <a:ln w="9525">
                                  <a:solidFill>
                                    <a:srgbClr val="000000"/>
                                  </a:solidFill>
                                  <a:round/>
                                  <a:headEnd/>
                                  <a:tailEnd/>
                                </a:ln>
                              </wps:spPr>
                              <wps:txbx>
                                <w:txbxContent>
                                  <w:p w:rsidR="00395CD2" w:rsidRDefault="00395CD2" w:rsidP="00D1445F"/>
                                </w:txbxContent>
                              </wps:txbx>
                              <wps:bodyPr/>
                            </wps:wsp>
                            <wps:wsp>
                              <wps:cNvPr id="46103" name="Arc 41"/>
                              <wps:cNvSpPr>
                                <a:spLocks/>
                              </wps:cNvSpPr>
                              <wps:spPr bwMode="auto">
                                <a:xfrm rot="13494383" flipV="1">
                                  <a:off x="4599" y="310"/>
                                  <a:ext cx="302"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rsidR="00395CD2" w:rsidRDefault="00395CD2" w:rsidP="00D1445F"/>
                                </w:txbxContent>
                              </wps:txbx>
                              <wps:bodyPr/>
                            </wps:wsp>
                            <wps:wsp>
                              <wps:cNvPr id="46104" name="Oval 46104"/>
                              <wps:cNvSpPr>
                                <a:spLocks noChangeArrowheads="1"/>
                              </wps:cNvSpPr>
                              <wps:spPr bwMode="auto">
                                <a:xfrm>
                                  <a:off x="5403" y="465"/>
                                  <a:ext cx="150" cy="154"/>
                                </a:xfrm>
                                <a:prstGeom prst="ellipse">
                                  <a:avLst/>
                                </a:prstGeom>
                                <a:solidFill>
                                  <a:srgbClr val="99CC00"/>
                                </a:solidFill>
                                <a:ln w="9525">
                                  <a:solidFill>
                                    <a:srgbClr val="000000"/>
                                  </a:solidFill>
                                  <a:round/>
                                  <a:headEnd/>
                                  <a:tailEnd/>
                                </a:ln>
                              </wps:spPr>
                              <wps:txbx>
                                <w:txbxContent>
                                  <w:p w:rsidR="00395CD2" w:rsidRDefault="00395CD2" w:rsidP="00D1445F"/>
                                </w:txbxContent>
                              </wps:txbx>
                              <wps:bodyPr/>
                            </wps:wsp>
                            <wps:wsp>
                              <wps:cNvPr id="46105" name="Arc 43"/>
                              <wps:cNvSpPr>
                                <a:spLocks/>
                              </wps:cNvSpPr>
                              <wps:spPr bwMode="auto">
                                <a:xfrm rot="13494383" flipV="1">
                                  <a:off x="5101" y="310"/>
                                  <a:ext cx="302"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rsidR="00395CD2" w:rsidRDefault="00395CD2" w:rsidP="00D1445F"/>
                                </w:txbxContent>
                              </wps:txbx>
                              <wps:bodyPr/>
                            </wps:wsp>
                            <wps:wsp>
                              <wps:cNvPr id="46106" name="Oval 46106"/>
                              <wps:cNvSpPr>
                                <a:spLocks noChangeArrowheads="1"/>
                              </wps:cNvSpPr>
                              <wps:spPr bwMode="auto">
                                <a:xfrm>
                                  <a:off x="5904" y="465"/>
                                  <a:ext cx="150" cy="154"/>
                                </a:xfrm>
                                <a:prstGeom prst="ellipse">
                                  <a:avLst/>
                                </a:prstGeom>
                                <a:solidFill>
                                  <a:srgbClr val="00FFFF"/>
                                </a:solidFill>
                                <a:ln w="9525">
                                  <a:solidFill>
                                    <a:srgbClr val="000000"/>
                                  </a:solidFill>
                                  <a:round/>
                                  <a:headEnd/>
                                  <a:tailEnd/>
                                </a:ln>
                              </wps:spPr>
                              <wps:txbx>
                                <w:txbxContent>
                                  <w:p w:rsidR="00395CD2" w:rsidRDefault="00395CD2" w:rsidP="00D1445F"/>
                                </w:txbxContent>
                              </wps:txbx>
                              <wps:bodyPr/>
                            </wps:wsp>
                            <wps:wsp>
                              <wps:cNvPr id="46107" name="Arc 45"/>
                              <wps:cNvSpPr>
                                <a:spLocks/>
                              </wps:cNvSpPr>
                              <wps:spPr bwMode="auto">
                                <a:xfrm rot="13494383" flipV="1">
                                  <a:off x="5603" y="310"/>
                                  <a:ext cx="301"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rsidR="00395CD2" w:rsidRDefault="00395CD2" w:rsidP="00D1445F"/>
                                </w:txbxContent>
                              </wps:txbx>
                              <wps:bodyPr/>
                            </wps:wsp>
                          </wpg:grpSp>
                        </wpg:grpSp>
                        <wps:wsp>
                          <wps:cNvPr id="46108" name="Text Box 46108"/>
                          <wps:cNvSpPr txBox="1"/>
                          <wps:spPr>
                            <a:xfrm>
                              <a:off x="4000174" y="2242604"/>
                              <a:ext cx="870949" cy="23274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95CD2" w:rsidRPr="00D1445F" w:rsidRDefault="00395CD2">
                                <w:pPr>
                                  <w:rPr>
                                    <w:sz w:val="18"/>
                                    <w:szCs w:val="18"/>
                                  </w:rPr>
                                </w:pPr>
                                <w:r w:rsidRPr="00D1445F">
                                  <w:rPr>
                                    <w:sz w:val="18"/>
                                    <w:szCs w:val="18"/>
                                  </w:rPr>
                                  <w:t>Secure log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wps:wsp>
                        <wps:cNvPr id="46109" name="Text Box 67"/>
                        <wps:cNvSpPr txBox="1"/>
                        <wps:spPr>
                          <a:xfrm>
                            <a:off x="1172391" y="319276"/>
                            <a:ext cx="1060361" cy="52045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95CD2" w:rsidRPr="00B32891" w:rsidRDefault="00395CD2" w:rsidP="00D1445F">
                              <w:pPr>
                                <w:pStyle w:val="NormalWeb"/>
                                <w:spacing w:before="0" w:beforeAutospacing="0" w:after="120" w:afterAutospacing="0"/>
                                <w:jc w:val="both"/>
                                <w:rPr>
                                  <w:i/>
                                  <w:sz w:val="18"/>
                                  <w:szCs w:val="18"/>
                                </w:rPr>
                              </w:pPr>
                              <w:r w:rsidRPr="00B32891">
                                <w:rPr>
                                  <w:rFonts w:ascii="Helvetica 45" w:eastAsia="Times New Roman" w:hAnsi="Helvetica 45"/>
                                  <w:i/>
                                  <w:sz w:val="18"/>
                                  <w:szCs w:val="18"/>
                                  <w:lang w:val="et-EE"/>
                                </w:rPr>
                                <w:t>’I just signed the document using this certificate’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6110" name="Text Box 67"/>
                        <wps:cNvSpPr txBox="1"/>
                        <wps:spPr>
                          <a:xfrm>
                            <a:off x="1266933" y="2311951"/>
                            <a:ext cx="1305054" cy="6210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95CD2" w:rsidRPr="00B32891" w:rsidRDefault="00395CD2" w:rsidP="00B32891">
                              <w:pPr>
                                <w:pStyle w:val="NormalWeb"/>
                                <w:spacing w:before="0" w:beforeAutospacing="0" w:after="120" w:afterAutospacing="0"/>
                                <w:jc w:val="both"/>
                                <w:rPr>
                                  <w:i/>
                                </w:rPr>
                              </w:pPr>
                              <w:r w:rsidRPr="00B32891">
                                <w:rPr>
                                  <w:rFonts w:ascii="Helvetica 45" w:eastAsia="Times New Roman" w:hAnsi="Helvetica 45"/>
                                  <w:i/>
                                  <w:sz w:val="18"/>
                                  <w:szCs w:val="18"/>
                                  <w:lang w:val="et-EE"/>
                                </w:rPr>
                                <w:t xml:space="preserve">’When I saw this signed </w:t>
                              </w:r>
                              <w:r>
                                <w:rPr>
                                  <w:rFonts w:ascii="Helvetica 45" w:eastAsia="Times New Roman" w:hAnsi="Helvetica 45"/>
                                  <w:i/>
                                  <w:sz w:val="18"/>
                                  <w:szCs w:val="18"/>
                                  <w:lang w:val="et-EE"/>
                                </w:rPr>
                                <w:t>document, the corresponding certifi</w:t>
                              </w:r>
                              <w:r w:rsidRPr="00B32891">
                                <w:rPr>
                                  <w:rFonts w:ascii="Helvetica 45" w:eastAsia="Times New Roman" w:hAnsi="Helvetica 45"/>
                                  <w:i/>
                                  <w:sz w:val="18"/>
                                  <w:szCs w:val="18"/>
                                  <w:lang w:val="et-EE"/>
                                </w:rPr>
                                <w:t>c</w:t>
                              </w:r>
                              <w:r>
                                <w:rPr>
                                  <w:rFonts w:ascii="Helvetica 45" w:eastAsia="Times New Roman" w:hAnsi="Helvetica 45"/>
                                  <w:i/>
                                  <w:sz w:val="18"/>
                                  <w:szCs w:val="18"/>
                                  <w:lang w:val="et-EE"/>
                                </w:rPr>
                                <w:t>a</w:t>
                              </w:r>
                              <w:r w:rsidRPr="00B32891">
                                <w:rPr>
                                  <w:rFonts w:ascii="Helvetica 45" w:eastAsia="Times New Roman" w:hAnsi="Helvetica 45"/>
                                  <w:i/>
                                  <w:sz w:val="18"/>
                                  <w:szCs w:val="18"/>
                                  <w:lang w:val="et-EE"/>
                                </w:rPr>
                                <w:t>te was valid’</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6111" name="Straight Arrow Connector 46111"/>
                        <wps:cNvCnPr>
                          <a:stCxn id="75" idx="3"/>
                          <a:endCxn id="74" idx="0"/>
                        </wps:cNvCnPr>
                        <wps:spPr>
                          <a:xfrm>
                            <a:off x="3249992" y="1864309"/>
                            <a:ext cx="706329" cy="61103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6112" name="Straight Arrow Connector 46112"/>
                        <wps:cNvCnPr>
                          <a:stCxn id="79" idx="3"/>
                          <a:endCxn id="74" idx="0"/>
                        </wps:cNvCnPr>
                        <wps:spPr>
                          <a:xfrm flipH="1">
                            <a:off x="3956321" y="1828083"/>
                            <a:ext cx="418247" cy="64726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6113" name="Text Box 46113"/>
                        <wps:cNvSpPr txBox="1"/>
                        <wps:spPr>
                          <a:xfrm rot="775801">
                            <a:off x="1608090" y="1081051"/>
                            <a:ext cx="707370" cy="26905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95CD2" w:rsidRPr="00B32891" w:rsidRDefault="00395CD2">
                              <w:pPr>
                                <w:rPr>
                                  <w:sz w:val="18"/>
                                  <w:szCs w:val="18"/>
                                </w:rPr>
                              </w:pPr>
                              <w:r w:rsidRPr="00B32891">
                                <w:rPr>
                                  <w:sz w:val="18"/>
                                  <w:szCs w:val="18"/>
                                </w:rPr>
                                <w:t>Doc, Cert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114" name="Text Box 71"/>
                        <wps:cNvSpPr txBox="1"/>
                        <wps:spPr>
                          <a:xfrm rot="19908501">
                            <a:off x="1391190" y="1691893"/>
                            <a:ext cx="125501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95CD2" w:rsidRDefault="00395CD2" w:rsidP="00B32891">
                              <w:pPr>
                                <w:pStyle w:val="NormalWeb"/>
                                <w:spacing w:before="0" w:beforeAutospacing="0" w:after="120" w:afterAutospacing="0"/>
                                <w:jc w:val="both"/>
                              </w:pPr>
                              <w:r>
                                <w:rPr>
                                  <w:rFonts w:ascii="Helvetica 45" w:eastAsia="Times New Roman" w:hAnsi="Helvetica 45"/>
                                  <w:sz w:val="18"/>
                                  <w:szCs w:val="18"/>
                                  <w:lang w:val="et-EE"/>
                                </w:rPr>
                                <w:t>(Doc,Cert,time)ok</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Canvas 46115" o:spid="_x0000_s1052" editas="canvas" style="width:392.6pt;height:242.5pt;mso-position-horizontal-relative:char;mso-position-vertical-relative:line" coordsize="49860,30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">
                <v:shape id="_x0000_s1053" type="#_x0000_t75" style="position:absolute;width:49860;height:30797;visibility:visible;mso-wrap-style:square" stroked="t">
                  <v:fill o:detectmouseclick="t"/>
                  <v:path o:connecttype="none"/>
                </v:shape>
                <v:shape id="Flowchart: Magnetic Disk 75" o:spid="_x0000_s1054" type="#_x0000_t132" style="position:absolute;left:28186;top:11413;width:8627;height:72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lM2sUA&#10;AADbAAAADwAAAGRycy9kb3ducmV2LnhtbESPQWsCMRSE74X+h/AKXqRmFVrLahQrFCyUglu9PzfP&#10;zdrNyzaJmv77plDocZiZb5j5MtlOXMiH1rGC8agAQVw73XKjYPfxcv8EIkRkjZ1jUvBNAZaL25s5&#10;ltpdeUuXKjYiQziUqMDE2JdShtqQxTByPXH2js5bjFn6RmqP1wy3nZwUxaO02HJeMNjT2lD9WZ2t&#10;gjdpVuPTfjd89Yfn6us4Te/rYVJqcJdWMxCRUvwP/7U3WsH0AX6/5B8gF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aUzaxQAAANsAAAAPAAAAAAAAAAAAAAAAAJgCAABkcnMv&#10;ZG93bnJldi54bWxQSwUGAAAAAAQABAD1AAAAigMAAAAA&#10;" fillcolor="#a5d5e2 [1624]" strokecolor="#40a7c2 [3048]">
                  <v:fill color2="#e4f2f6 [504]" rotate="t" angle="180" colors="0 #9eeaff;22938f #bbefff;1 #e4f9ff" focus="100%" type="gradient"/>
                  <v:shadow on="t" color="black" opacity="24903f" origin=",.5" offset="0,.55556mm"/>
                  <v:textbox>
                    <w:txbxContent>
                      <w:p w:rsidR="00395CD2" w:rsidRDefault="00395CD2" w:rsidP="00BA7383">
                        <w:pPr>
                          <w:jc w:val="center"/>
                        </w:pPr>
                        <w:r>
                          <w:t>OCSP</w:t>
                        </w:r>
                      </w:p>
                    </w:txbxContent>
                  </v:textbox>
                </v:shape>
                <v:shape id="Picture 76" o:spid="_x0000_s1055" type="#_x0000_t75" style="position:absolute;left:4841;top:20487;width:6384;height:63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lR4LEAAAA2wAAAA8AAABkcnMvZG93bnJldi54bWxEj09rAjEUxO8Fv0N4grea1YOtq1G0UpBS&#10;D/65eHtsnpvFzcuSRHf10zeFQo/DzPyGmS87W4s7+VA5VjAaZiCIC6crLhWcjp+v7yBCRNZYOyYF&#10;DwqwXPRe5phr1/Ke7odYigThkKMCE2OTSxkKQxbD0DXEybs4bzEm6UupPbYJbms5zrKJtFhxWjDY&#10;0Ieh4nq4WQXFbpyZ6Ya+zu365vG5a783l5VSg363moGI1MX/8F97qxW8TeD3S/oBcvE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lR4LEAAAA2wAAAA8AAAAAAAAAAAAAAAAA&#10;nwIAAGRycy9kb3ducmV2LnhtbFBLBQYAAAAABAAEAPcAAACQAwAAAAA=&#10;">
                  <v:imagedata r:id="rId16" o:title=""/>
                  <v:path arrowok="t"/>
                </v:shape>
                <v:shape id="Picture 77" o:spid="_x0000_s1056" type="#_x0000_t75" style="position:absolute;left:3332;top:10004;width:7912;height:79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no//TDAAAA2wAAAA8AAABkcnMvZG93bnJldi54bWxEj0FrAjEUhO+C/yE8oTfN7kKrrkaRtkLp&#10;rVbx+tg8N4ublzVJ3e2/bwqFHoeZ+YZZbwfbijv50DhWkM8yEMSV0w3XCo6f++kCRIjIGlvHpOCb&#10;Amw349EaS+16/qD7IdYiQTiUqMDE2JVShsqQxTBzHXHyLs5bjEn6WmqPfYLbVhZZ9iQtNpwWDHb0&#10;bKi6Hr6sghd/Wryer6Zf5o/YFca8731/U+phMuxWICIN8T/8137TCuZz+P2SfoDc/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ej/9MMAAADbAAAADwAAAAAAAAAAAAAAAACf&#10;AgAAZHJzL2Rvd25yZXYueG1sUEsFBgAAAAAEAAQA9wAAAI8DAAAAAA==&#10;">
                  <v:imagedata r:id="rId17" o:title=""/>
                  <v:path arrowok="t"/>
                </v:shape>
                <v:shape id="Picture 78" o:spid="_x0000_s1057" type="#_x0000_t75" style="position:absolute;left:28705;top:2190;width:7502;height:75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6saXbAAAAA2wAAAA8AAABkcnMvZG93bnJldi54bWxET91qwjAUvh/4DuEMvJvp6pjSGUWUgheD&#10;suoDHJtjU9aclCat9e3NxWCXH9//ZjfZVozU+8axgvdFAoK4crrhWsHlnL+tQfiArLF1TAoe5GG3&#10;nb1sMNPuzj80lqEWMYR9hgpMCF0mpa8MWfQL1xFH7uZ6iyHCvpa6x3sMt61Mk+RTWmw4Nhjs6GCo&#10;+i0Hq+BYpN+Fv12XuTmem2mouRs/WKn567T/AhFoCv/iP/dJK1jFsfFL/AFy+wQ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DqxpdsAAAADbAAAADwAAAAAAAAAAAAAAAACfAgAA&#10;ZHJzL2Rvd25yZXYueG1sUEsFBgAAAAAEAAQA9wAAAIwDAAAAAA==&#10;">
                  <v:imagedata r:id="rId18" o:title=""/>
                  <v:path arrowok="t"/>
                </v:shape>
                <v:shape id="Flowchart: Magnetic Disk 79" o:spid="_x0000_s1058" type="#_x0000_t132" style="position:absolute;left:39434;top:11055;width:8623;height:72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ZqYMMA&#10;AADbAAAADwAAAGRycy9kb3ducmV2LnhtbESPQWvCQBSE7wX/w/KE3ppNPdQ2ZpUi1FYPBaMHj4/s&#10;MxvMvo3ZbRL/vVso9DjMzDdMvhptI3rqfO1YwXOSgiAuna65UnA8fDy9gvABWWPjmBTcyMNqOXnI&#10;MdNu4D31RahEhLDPUIEJoc2k9KUhiz5xLXH0zq6zGKLsKqk7HCLcNnKWpi/SYs1xwWBLa0Plpfix&#10;kbIxmxlh1fjddf99Yvu53ZWs1ON0fF+ACDSG//Bf+0srmL/B75f4A+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ZqYMMAAADbAAAADwAAAAAAAAAAAAAAAACYAgAAZHJzL2Rv&#10;d25yZXYueG1sUEsFBgAAAAAEAAQA9QAAAIgDAAAAAA==&#10;" fillcolor="#a7bfde [1620]" strokecolor="#4579b8 [3044]">
                  <v:fill color2="#e4ecf5 [500]" rotate="t" angle="180" colors="0 #a3c4ff;22938f #bfd5ff;1 #e5eeff" focus="100%" type="gradient"/>
                  <v:shadow on="t" color="black" opacity="24903f" origin=",.5" offset="0,.55556mm"/>
                  <v:textbox>
                    <w:txbxContent>
                      <w:p w:rsidR="00395CD2" w:rsidRDefault="00395CD2" w:rsidP="00BA7383">
                        <w:pPr>
                          <w:pStyle w:val="NormalWeb"/>
                          <w:spacing w:before="0" w:beforeAutospacing="0" w:after="120" w:afterAutospacing="0"/>
                          <w:jc w:val="center"/>
                        </w:pPr>
                        <w:r>
                          <w:rPr>
                            <w:rFonts w:ascii="Helvetica 45" w:eastAsia="Times New Roman" w:hAnsi="Helvetica 45"/>
                            <w:sz w:val="20"/>
                            <w:szCs w:val="20"/>
                            <w:lang w:val="et-EE"/>
                          </w:rPr>
                          <w:t>CA database</w:t>
                        </w:r>
                      </w:p>
                    </w:txbxContent>
                  </v:textbox>
                </v:shape>
                <v:shape id="Straight Arrow Connector 80" o:spid="_x0000_s1059" type="#_x0000_t32" style="position:absolute;left:8773;top:10142;width:19413;height:48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LXUb8AAADbAAAADwAAAGRycy9kb3ducmV2LnhtbERPy4rCMBTdD/gP4Q6403SUSumYighF&#10;t75Ad9fm9sE0N6VJtf79ZDEwy8N5rzejacWTetdYVvA1j0AQF1Y3XCm4nPNZAsJ5ZI2tZVLwJgeb&#10;bPKxxlTbFx/pefKVCCHsUlRQe9+lUrqiJoNubjviwJW2N+gD7Cupe3yFcNPKRRStpMGGQ0ONHe1q&#10;Kn5Og1GwLB/jPvFbmeQ3uxuGOI6v+V2p6ee4/QbhafT/4j/3QStIwvrwJfwAmf0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qlLXUb8AAADbAAAADwAAAAAAAAAAAAAAAACh&#10;AgAAZHJzL2Rvd25yZXYueG1sUEsFBgAAAAAEAAQA+QAAAI0DAAAAAA==&#10;" strokecolor="#4579b8 [3044]">
                  <v:stroke endarrow="open"/>
                </v:shape>
                <v:shape id="Straight Arrow Connector 81" o:spid="_x0000_s1060" type="#_x0000_t32" style="position:absolute;left:11225;top:15028;width:16961;height:865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BFxMQAAADbAAAADwAAAGRycy9kb3ducmV2LnhtbESPX2vCMBTF3wd+h3AF32bqcEOqUcQx&#10;2BAcVUF8uzbXttjclCTa7tsvguDj4fz5cWaLztTiRs5XlhWMhgkI4tzqigsF+93X6wSED8gaa8uk&#10;4I88LOa9lxmm2rac0W0bChFH2KeooAyhSaX0eUkG/dA2xNE7W2cwROkKqR22cdzU8i1JPqTBiiOh&#10;xIZWJeWX7dVEyOc4e18f1qcxZcvf9vRz3AR3VGrQ75ZTEIG68Aw/2t9awWQE9y/xB8j5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IEXExAAAANsAAAAPAAAAAAAAAAAA&#10;AAAAAKECAABkcnMvZG93bnJldi54bWxQSwUGAAAAAAQABAD5AAAAkgMAAAAA&#10;" strokecolor="#4579b8 [3044]">
                  <v:stroke endarrow="open"/>
                </v:shape>
                <v:line id="Straight Connector 112" o:spid="_x0000_s1061" style="position:absolute;flip:x y;visibility:visible;mso-wrap-style:square" from="32456,9691" to="32499,114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xh5MIAAADcAAAADwAAAGRycy9kb3ducmV2LnhtbERPS4vCMBC+L/gfwgje1lTRRapRdFHR&#10;0+Lj4m1oxrbYTGqSrXV//UZY2Nt8fM+ZLVpTiYacLy0rGPQTEMSZ1SXnCs6nzfsEhA/IGivLpOBJ&#10;HhbzztsMU20ffKDmGHIRQ9inqKAIoU6l9FlBBn3f1sSRu1pnMETocqkdPmK4qeQwST6kwZJjQ4E1&#10;fRaU3Y7fRoFe/2yb6p7djNw/V+uv0Rjd6qJUr9supyACteFf/Ofe6Th/MITXM/ECOf8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rxh5MIAAADcAAAADwAAAAAAAAAAAAAA&#10;AAChAgAAZHJzL2Rvd25yZXYueG1sUEsFBgAAAAAEAAQA+QAAAJADAAAAAA==&#10;" strokecolor="#4579b8 [3044]"/>
                <v:shape id="Folded Corner 113" o:spid="_x0000_s1062" type="#_x0000_t65" style="position:absolute;left:5966;top:3157;width:5613;height:6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YXVcIA&#10;AADcAAAADwAAAGRycy9kb3ducmV2LnhtbERPTWvCQBC9F/wPywhegm6SQpXoJkghYI+1Kh6H7JgE&#10;s7Mhu41pf323UOhtHu9zdsVkOjHS4FrLCpJVDIK4srrlWsHpo1xuQDiPrLGzTAq+yEGRz552mGn7&#10;4Hcaj74WIYRdhgoa7/tMSlc1ZNCtbE8cuJsdDPoAh1rqAR8h3HQyjeMXabDl0NBgT68NVffjp1Fw&#10;Nmuduu8yiuJNqu3bJbomfaTUYj7ttyA8Tf5f/Oc+6DA/eYbfZ8IFM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xhdVwgAAANwAAAAPAAAAAAAAAAAAAAAAAJgCAABkcnMvZG93&#10;bnJldi54bWxQSwUGAAAAAAQABAD1AAAAhwMAAAAA&#10;" adj="18000" fillcolor="#a7bfde [1620]" strokecolor="#4579b8 [3044]">
                  <v:fill color2="#e4ecf5 [500]" rotate="t" angle="180" colors="0 #a3c4ff;22938f #bfd5ff;1 #e5eeff" focus="100%" type="gradient"/>
                  <v:shadow on="t" color="black" opacity="24903f" origin=",.5" offset="0,.55556mm"/>
                </v:shape>
                <v:group id="Group 46117" o:spid="_x0000_s1063" style="position:absolute;left:30771;top:22426;width:17667;height:5306" coordorigin="31044,22426" coordsize="17666,53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eFX3M8cAAADe&#10;AAAADwAAAAAAAAAAAAAAAACqAgAAZHJzL2Rvd25yZXYueG1sUEsFBgAAAAAEAAQA+gAAAJ4DAAAA&#10;AA==&#10;">
                  <v:group id="Group 46116" o:spid="_x0000_s1064" style="position:absolute;left:31044;top:24753;width:17583;height:2979" coordorigin="31044,24235" coordsize="17583,29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FxlSqMcAAADe&#10;AAAADwAAAAAAAAAAAAAAAACqAgAAZHJzL2Rvd25yZXYueG1sUEsFBgAAAAAEAAQA+gAAAJ4DAAAA&#10;AA==&#10;">
                    <v:roundrect id="Rounded Rectangle 74" o:spid="_x0000_s1065" style="position:absolute;left:31044;top:24235;width:17583;height:298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mDsMA&#10;AADbAAAADwAAAGRycy9kb3ducmV2LnhtbESPS4vCQBCE74L/YWjBm04UUTfrKOILwZOPwx6bTJtk&#10;zfTEzKjZ/fWOIHgsquorajKrTSHuVLncsoJeNwJBnFidc6rgdFx3xiCcR9ZYWCYFf+RgNm02Jhhr&#10;++A93Q8+FQHCLkYFmfdlLKVLMjLourYkDt7ZVgZ9kFUqdYWPADeF7EfRUBrMOSxkWNIio+RyuBkF&#10;58E12qAbrm7L3s9XUux+tc7/lWq36vk3CE+1/4Tf7a1WMBrA60v4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RmDsMAAADbAAAADwAAAAAAAAAAAAAAAACYAgAAZHJzL2Rv&#10;d25yZXYueG1sUEsFBgAAAAAEAAQA9QAAAIgDAAAAAA==&#10;" fillcolor="white [3201]" strokecolor="#4f81bd [3204]"/>
                    <v:group id="Group 116" o:spid="_x0000_s1066" style="position:absolute;left:31821;top:25408;width:16281;height:840" coordorigin="286,308" coordsize="5768,3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gxbsMAAADcAAAADwAAAGRycy9kb3ducmV2LnhtbERPTWuDQBC9B/oflgn0&#10;lqy2RIrJRiS0pQcpxBRKb4M7UYk7K+5Wzb/vBgq5zeN9zi6bTSdGGlxrWUG8jkAQV1a3XCv4Or2t&#10;XkA4j6yxs0wKruQg2z8sdphqO/GRxtLXIoSwS1FB432fSumqhgy6te2JA3e2g0Ef4FBLPeAUwk0n&#10;n6IokQZbDg0N9nRoqLqUv0bB+4RT/hy/jsXlfLj+nDaf30VMSj0u53wLwtPs7+J/94cO8+ME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uDFuwwAAANwAAAAP&#10;AAAAAAAAAAAAAAAAAKoCAABkcnMvZG93bnJldi54bWxQSwUGAAAAAAQABAD6AAAAmgMAAAAA&#10;">
                      <o:lock v:ext="edit" aspectratio="t"/>
                      <v:oval id="Oval 117" o:spid="_x0000_s1067" style="position:absolute;left:286;top:463;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NqncAA&#10;AADcAAAADwAAAGRycy9kb3ducmV2LnhtbERPzYrCMBC+C75DGGFvmrqwrlSjiCB0T0vVBxibaVJs&#10;JrXJavftN4Kwt/n4fme9HVwr7tSHxrOC+SwDQVx53bBRcD4dpksQISJrbD2Tgl8KsN2MR2vMtX9w&#10;SfdjNCKFcMhRgY2xy6UMlSWHYeY74sTVvncYE+yN1D0+Urhr5XuWLaTDhlODxY72lqrr8ccpKG76&#10;cjl8GfNdtr44fSykLetaqbfJsFuBiDTEf/HLXeg0f/4Jz2fSBXL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NqncAAAADcAAAADwAAAAAAAAAAAAAAAACYAgAAZHJzL2Rvd25y&#10;ZXYueG1sUEsFBgAAAAAEAAQA9QAAAIUDAAAAAA==&#10;" fillcolor="aqua">
                        <v:textbox>
                          <w:txbxContent>
                            <w:p w:rsidR="00395CD2" w:rsidRDefault="00395CD2" w:rsidP="00D1445F"/>
                          </w:txbxContent>
                        </v:textbox>
                      </v:oval>
                      <v:oval id="Oval 118" o:spid="_x0000_s1068" style="position:absolute;left:736;top:463;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z+78MA&#10;AADcAAAADwAAAGRycy9kb3ducmV2LnhtbESPQWvDMAyF74P+B6PCbqvTwcpI65ZSKGSnkXY/QI0V&#10;OzSW09hrs38/HQa7Sbyn9z5tdlPo1Z3G1EU2sFwUoIibaDt2Br7Ox5d3UCkjW+wjk4EfSrDbzp42&#10;WNr44Jrup+yUhHAq0YDPeSi1To2ngGkRB2LR2jgGzLKOTtsRHxIeev1aFCsdsGNp8DjQwVNzPX0H&#10;A9XNXi7HD+c+6z5W57eV9nXbGvM8n/ZrUJmm/G/+u66s4C+FVp6RCf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Jz+78MAAADcAAAADwAAAAAAAAAAAAAAAACYAgAAZHJzL2Rv&#10;d25yZXYueG1sUEsFBgAAAAAEAAQA9QAAAIgDAAAAAA==&#10;" fillcolor="aqua">
                        <v:textbox>
                          <w:txbxContent>
                            <w:p w:rsidR="00395CD2" w:rsidRDefault="00395CD2" w:rsidP="00D1445F"/>
                          </w:txbxContent>
                        </v:textbox>
                      </v:oval>
                      <v:shape id="Arc 23" o:spid="_x0000_s1069" style="position:absolute;left:434;top:309;width:302;height:308;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SVb8MA&#10;AADcAAAADwAAAGRycy9kb3ducmV2LnhtbERPyWrDMBC9B/oPYgq5NXJ6yOJaNk4hTQ49ZKO9DtZ4&#10;odbItZTE+fsqUMhtHm+dJBtMKy7Uu8aygukkAkFcWN1wpeB0XL8sQDiPrLG1TApu5CBLn0YJxtpe&#10;eU+Xg69ECGEXo4La+y6W0hU1GXQT2xEHrrS9QR9gX0nd4zWEm1a+RtFMGmw4NNTY0XtNxc/hbBT8&#10;+q/VabPDz2j1vcvnZX5b5x+NUuPnIX8D4WnwD/G/e6vD/OkS7s+EC2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qSVb8MAAADcAAAADwAAAAAAAAAAAAAAAACYAgAAZHJzL2Rv&#10;d25yZXYueG1sUEsFBgAAAAAEAAQA9QAAAIgDAAAAAA==&#10;" adj="-11796480,,5400" path="m,nfc11929,,21600,9670,21600,21600em,nsc11929,,21600,9670,21600,21600l,21600,,xe" filled="f">
                        <v:stroke startarrow="block" joinstyle="round"/>
                        <v:formulas/>
                        <v:path arrowok="t" o:extrusionok="f" o:connecttype="custom" o:connectlocs="0,0;302,308;0,308" o:connectangles="0,0,0" textboxrect="0,0,21600,21600"/>
                        <v:textbox>
                          <w:txbxContent>
                            <w:p w:rsidR="00395CD2" w:rsidRDefault="00395CD2" w:rsidP="00D1445F"/>
                          </w:txbxContent>
                        </v:textbox>
                      </v:shape>
                      <v:oval id="Oval 121" o:spid="_x0000_s1070" style="position:absolute;left:1188;top:463;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qdz8AA&#10;AADcAAAADwAAAGRycy9kb3ducmV2LnhtbERPzYrCMBC+C75DGGFvmiqsSDXKIgjdk1R9gLGZJmWb&#10;SW2yWt/eCAt7m4/vdza7wbXiTn1oPCuYzzIQxJXXDRsFl/NhugIRIrLG1jMpeFKA3XY82mCu/YNL&#10;up+iESmEQ44KbIxdLmWoLDkMM98RJ672vcOYYG+k7vGRwl0rF1m2lA4bTg0WO9pbqn5Ov05BcdPX&#10;6+HbmGPZ+uL8uZS2rGulPibD1xpEpCH+i//chU7zF3N4P5MukN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8qdz8AAAADcAAAADwAAAAAAAAAAAAAAAACYAgAAZHJzL2Rvd25y&#10;ZXYueG1sUEsFBgAAAAAEAAQA9QAAAIUDAAAAAA==&#10;" fillcolor="aqua">
                        <v:textbox>
                          <w:txbxContent>
                            <w:p w:rsidR="00395CD2" w:rsidRDefault="00395CD2" w:rsidP="00D1445F"/>
                          </w:txbxContent>
                        </v:textbox>
                      </v:oval>
                      <v:shape id="Arc 25" o:spid="_x0000_s1071" style="position:absolute;left:886;top:308;width:302;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zNo8MA&#10;AADcAAAADwAAAGRycy9kb3ducmV2LnhtbERPTWvCQBC9C/0PyxS8mU1zsCXNGmLB6sGDVWmvQ3ZM&#10;QrOzaXaN8d93BcHbPN7nZPloWjFQ7xrLCl6iGARxaXXDlYLjYTV7A+E8ssbWMim4koN88TTJMNX2&#10;wl807H0lQgi7FBXU3neplK6syaCLbEccuJPtDfoA+0rqHi8h3LQyieO5NNhwaKixo4+ayt/92Sj4&#10;89/L43qH23j5syteT8V1VXw2Sk2fx+IdhKfRP8R390aH+UkCt2fCB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mzNo8MAAADcAAAADwAAAAAAAAAAAAAAAACYAgAAZHJzL2Rv&#10;d25yZXYueG1sUEsFBgAAAAAEAAQA9QAAAIgDAAAAAA==&#10;" adj="-11796480,,5400" path="m,nfc11929,,21600,9670,21600,21600em,nsc11929,,21600,9670,21600,21600l,21600,,xe" filled="f">
                        <v:stroke startarrow="block" joinstyle="round"/>
                        <v:formulas/>
                        <v:path arrowok="t" o:extrusionok="f" o:connecttype="custom" o:connectlocs="0,0;302,309;0,309" o:connectangles="0,0,0" textboxrect="0,0,21600,21600"/>
                        <v:textbox>
                          <w:txbxContent>
                            <w:p w:rsidR="00395CD2" w:rsidRDefault="00395CD2" w:rsidP="00D1445F"/>
                          </w:txbxContent>
                        </v:textbox>
                      </v:shape>
                      <v:oval id="Oval 123" o:spid="_x0000_s1072" style="position:absolute;left:1639;top:464;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SmI8EA&#10;AADcAAAADwAAAGRycy9kb3ducmV2LnhtbERP3WrCMBS+H/gO4Qx2t6ZzTKQaRQShu5KqD3BsTpNi&#10;c1KbqN3bm8Fgd+fj+z3L9eg6cachtJ4VfGQ5COLa65aNgtNx9z4HESKyxs4zKfihAOvV5GWJhfYP&#10;ruh+iEakEA4FKrAx9oWUobbkMGS+J05c4weHMcHBSD3gI4W7Tk7zfCYdtpwaLPa0tVRfDjenoLzq&#10;83n3bcy+6nx5/JpJWzWNUm+v42YBItIY/8V/7lKn+dNP+H0mXSB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UpiPBAAAA3AAAAA8AAAAAAAAAAAAAAAAAmAIAAGRycy9kb3du&#10;cmV2LnhtbFBLBQYAAAAABAAEAPUAAACGAwAAAAA=&#10;" fillcolor="aqua">
                        <v:textbox>
                          <w:txbxContent>
                            <w:p w:rsidR="00395CD2" w:rsidRDefault="00395CD2" w:rsidP="00D1445F"/>
                          </w:txbxContent>
                        </v:textbox>
                      </v:oval>
                      <v:shape id="Arc 27" o:spid="_x0000_s1073" style="position:absolute;left:1338;top:309;width:301;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nwTMQA&#10;AADcAAAADwAAAGRycy9kb3ducmV2LnhtbERPS2vCQBC+F/wPywjemo0iraSuEgVrDx58hPY6ZMck&#10;NDubZleT/Hu3UOhtPr7nLNe9qcWdWldZVjCNYhDEudUVFwqyy+55AcJ5ZI21ZVIwkIP1avS0xETb&#10;jk90P/tChBB2CSoovW8SKV1ekkEX2YY4cFfbGvQBtoXULXYh3NRyFscv0mDFoaHEhrYl5d/nm1Hw&#10;4z832f6Ih3jzdUxfr+mwS98rpSbjPn0D4an3/+I/94cO82dz+H0mXC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J8EzEAAAA3AAAAA8AAAAAAAAAAAAAAAAAmAIAAGRycy9k&#10;b3ducmV2LnhtbFBLBQYAAAAABAAEAPUAAACJAwAAAAA=&#10;" adj="-11796480,,5400" path="m,nfc11929,,21600,9670,21600,21600em,nsc11929,,21600,9670,21600,21600l,21600,,xe" filled="f">
                        <v:stroke startarrow="block" joinstyle="round"/>
                        <v:formulas/>
                        <v:path arrowok="t" o:extrusionok="f" o:connecttype="custom" o:connectlocs="0,0;301,309;0,309" o:connectangles="0,0,0" textboxrect="0,0,21600,21600"/>
                        <v:textbox>
                          <w:txbxContent>
                            <w:p w:rsidR="00395CD2" w:rsidRDefault="00395CD2" w:rsidP="00D1445F"/>
                          </w:txbxContent>
                        </v:textbox>
                      </v:shape>
                      <v:oval id="Oval 125" o:spid="_x0000_s1074" style="position:absolute;left:2091;top:465;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S3y8IA&#10;AADcAAAADwAAAGRycy9kb3ducmV2LnhtbERPS4vCMBC+C/sfwix401RhRapRdgWp4skHC3sbm7Ep&#10;NpNuE7X+eyMI3ubje8503tpKXKnxpWMFg34Cgjh3uuRCwWG/7I1B+ICssXJMCu7kYT776Ewx1e7G&#10;W7ruQiFiCPsUFZgQ6lRKnxuy6PuuJo7cyTUWQ4RNIXWDtxhuKzlMkpG0WHJsMFjTwlB+3l2sgt/s&#10;mGVZdVnbxWZZ/P1vzGrgfpTqfrbfExCB2vAWv9wrHecPv+D5TLxAz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tLfLwgAAANwAAAAPAAAAAAAAAAAAAAAAAJgCAABkcnMvZG93&#10;bnJldi54bWxQSwUGAAAAAAQABAD1AAAAhwMAAAAA&#10;" fillcolor="#9c0">
                        <v:textbox>
                          <w:txbxContent>
                            <w:p w:rsidR="00395CD2" w:rsidRDefault="00395CD2" w:rsidP="00D1445F"/>
                          </w:txbxContent>
                        </v:textbox>
                      </v:oval>
                      <v:shape id="Arc 29" o:spid="_x0000_s1075" style="position:absolute;left:1789;top:310;width:302;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fLoMQA&#10;AADcAAAADwAAAGRycy9kb3ducmV2LnhtbERPS2vCQBC+F/wPywi91U09pJJmlSjY9tBDtNJeh+zk&#10;QbOzMbs1yb/vCoK3+fiek25G04oL9a6xrOB5EYEgLqxuuFJw+to/rUA4j6yxtUwKJnKwWc8eUky0&#10;HfhAl6OvRAhhl6CC2vsukdIVNRl0C9sRB660vUEfYF9J3eMQwk0rl1EUS4MNh4YaO9rVVPwe/4yC&#10;s//ent5z/Iy2P3n2UmbTPntrlHqcj9krCE+jv4tv7g8d5i9juD4TLp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Xy6DEAAAA3AAAAA8AAAAAAAAAAAAAAAAAmAIAAGRycy9k&#10;b3ducmV2LnhtbFBLBQYAAAAABAAEAPUAAACJAwAAAAA=&#10;" adj="-11796480,,5400" path="m,nfc11929,,21600,9670,21600,21600em,nsc11929,,21600,9670,21600,21600l,21600,,xe" filled="f">
                        <v:stroke startarrow="block" joinstyle="round"/>
                        <v:formulas/>
                        <v:path arrowok="t" o:extrusionok="f" o:connecttype="custom" o:connectlocs="0,0;302,309;0,309" o:connectangles="0,0,0" textboxrect="0,0,21600,21600"/>
                        <v:textbox>
                          <w:txbxContent>
                            <w:p w:rsidR="00395CD2" w:rsidRDefault="00395CD2" w:rsidP="00D1445F"/>
                          </w:txbxContent>
                        </v:textbox>
                      </v:shape>
                      <v:oval id="Oval 127" o:spid="_x0000_s1076" style="position:absolute;left:2593;top:463;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qMJ8IA&#10;AADcAAAADwAAAGRycy9kb3ducmV2LnhtbERPS4vCMBC+C/sfwix401QPq1Sj7ApSxZMPFvY2NmNT&#10;bCbdJmr990YQvM3H95zpvLWVuFLjS8cKBv0EBHHudMmFgsN+2RuD8AFZY+WYFNzJw3z20Zliqt2N&#10;t3TdhULEEPYpKjAh1KmUPjdk0fddTRy5k2sshgibQuoGbzHcVnKYJF/SYsmxwWBNC0P5eXexCn6z&#10;Y5Zl1WVtF5tl8fe/MauB+1Gq+9l+T0AEasNb/HKvdJw/HMHzmXiB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KownwgAAANwAAAAPAAAAAAAAAAAAAAAAAJgCAABkcnMvZG93&#10;bnJldi54bWxQSwUGAAAAAAQABAD1AAAAhwMAAAAA&#10;" fillcolor="#9c0">
                        <v:textbox>
                          <w:txbxContent>
                            <w:p w:rsidR="00395CD2" w:rsidRDefault="00395CD2" w:rsidP="00D1445F"/>
                          </w:txbxContent>
                        </v:textbox>
                      </v:oval>
                      <v:shape id="Arc 31" o:spid="_x0000_s1077" style="position:absolute;left:2291;top:308;width:302;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Bpp8UA&#10;AADeAAAADwAAAGRycy9kb3ducmV2LnhtbESPy4rCMBSG98K8QzgD7jQZEUeqUeqAl4ULxxHdHppj&#10;W2xOahO1vr1ZDLj8+W9803lrK3GnxpeONXz1FQjizJmScw2Hv2VvDMIHZIOVY9LwJA/z2Udniolx&#10;D/6l+z7kIo6wT1BDEUKdSOmzgiz6vquJo3d2jcUQZZNL0+AjjttKDpQaSYslx4cCa/opKLvsb1bD&#10;NRwXh/UOt2px2qXf5/S5TFel1t3PNp2ACNSGd/i/vTEahiM1jgARJ6KAnL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EGmnxQAAAN4AAAAPAAAAAAAAAAAAAAAAAJgCAABkcnMv&#10;ZG93bnJldi54bWxQSwUGAAAAAAQABAD1AAAAigMAAAAA&#10;" adj="-11796480,,5400" path="m,nfc11929,,21600,9670,21600,21600em,nsc11929,,21600,9670,21600,21600l,21600,,xe" filled="f">
                        <v:stroke startarrow="block" joinstyle="round"/>
                        <v:formulas/>
                        <v:path arrowok="t" o:extrusionok="f" o:connecttype="custom" o:connectlocs="0,0;302,309;0,309" o:connectangles="0,0,0" textboxrect="0,0,21600,21600"/>
                        <v:textbox>
                          <w:txbxContent>
                            <w:p w:rsidR="00395CD2" w:rsidRDefault="00395CD2" w:rsidP="00D1445F"/>
                          </w:txbxContent>
                        </v:textbox>
                      </v:shape>
                      <v:oval id="Oval 46081" o:spid="_x0000_s1078" style="position:absolute;left:3094;top:463;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jarsUA&#10;AADeAAAADwAAAGRycy9kb3ducmV2LnhtbESPUWvCMBSF34X9h3AHvmnqmEU6o8hA6J5GdT/g2twm&#10;xeamazKt/34RBB8P55zvcNbb0XXiQkNoPStYzDMQxLXXLRsFP8f9bAUiRGSNnWdScKMA283LZI2F&#10;9leu6HKIRiQIhwIV2Bj7QspQW3IY5r4nTl7jB4cxycFIPeA1wV0n37Islw5bTgsWe/q0VJ8Pf05B&#10;+atPp/2XMd9V58vjMpe2ahqlpq/j7gNEpDE+w492qRW859lqAfc76QrIz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qNquxQAAAN4AAAAPAAAAAAAAAAAAAAAAAJgCAABkcnMv&#10;ZG93bnJldi54bWxQSwUGAAAAAAQABAD1AAAAigMAAAAA&#10;" fillcolor="aqua">
                        <v:textbox>
                          <w:txbxContent>
                            <w:p w:rsidR="00395CD2" w:rsidRDefault="00395CD2" w:rsidP="00D1445F"/>
                          </w:txbxContent>
                        </v:textbox>
                      </v:oval>
                      <v:shape id="Arc 33" o:spid="_x0000_s1079" style="position:absolute;left:2793;top:308;width:301;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5SS8YA&#10;AADeAAAADwAAAGRycy9kb3ducmV2LnhtbESPQWsCMRSE74X+h/AEbzVRxMpqlLWg9uDBWtHrY/Pc&#10;Xdy8rJuo679vhILHYWa+Yabz1lbiRo0vHWvo9xQI4syZknMN+9/lxxiED8gGK8ek4UEe5rP3tykm&#10;xt35h267kIsIYZ+ghiKEOpHSZwVZ9D1XE0fv5BqLIcoml6bBe4TbSg6UGkmLJceFAmv6Kig7765W&#10;wyUcFvv1Fjdqcdymn6f0sUxXpdbdTptOQARqwyv83/42GoYjNR7A8068An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o5SS8YAAADeAAAADwAAAAAAAAAAAAAAAACYAgAAZHJz&#10;L2Rvd25yZXYueG1sUEsFBgAAAAAEAAQA9QAAAIsDAAAAAA==&#10;" adj="-11796480,,5400" path="m,nfc11929,,21600,9670,21600,21600em,nsc11929,,21600,9670,21600,21600l,21600,,xe" filled="f">
                        <v:stroke startarrow="block" joinstyle="round"/>
                        <v:formulas/>
                        <v:path arrowok="t" o:extrusionok="f" o:connecttype="custom" o:connectlocs="0,0;301,309;0,309" o:connectangles="0,0,0" textboxrect="0,0,21600,21600"/>
                        <v:textbox>
                          <w:txbxContent>
                            <w:p w:rsidR="00395CD2" w:rsidRDefault="00395CD2" w:rsidP="00D1445F"/>
                          </w:txbxContent>
                        </v:textbox>
                      </v:shape>
                      <v:oval id="Oval 46083" o:spid="_x0000_s1080" style="position:absolute;left:3546;top:465;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bhQsUA&#10;AADeAAAADwAAAGRycy9kb3ducmV2LnhtbESPzWrDMBCE74G+g9hCbomc/pjgRAmlEHBPxXEeYGOt&#10;JRNr5Vpq4rx9VSj0OMzMN8x2P7leXGkMnWcFq2UGgrjxumOj4FQfFmsQISJr7D2TgjsF2O8eZlss&#10;tL9xRddjNCJBOBSowMY4FFKGxpLDsPQDcfJaPzqMSY5G6hFvCe56+ZRluXTYcVqwONC7peZy/HYK&#10;yi99Ph8+jPmsel/Wr7m0VdsqNX+c3jYgIk3xP/zXLrWClzxbP8PvnXQF5O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NuFCxQAAAN4AAAAPAAAAAAAAAAAAAAAAAJgCAABkcnMv&#10;ZG93bnJldi54bWxQSwUGAAAAAAQABAD1AAAAigMAAAAA&#10;" fillcolor="aqua">
                        <v:textbox>
                          <w:txbxContent>
                            <w:p w:rsidR="00395CD2" w:rsidRDefault="00395CD2" w:rsidP="00D1445F"/>
                          </w:txbxContent>
                        </v:textbox>
                      </v:oval>
                      <v:shape id="Arc 35" o:spid="_x0000_s1081" style="position:absolute;left:3244;top:311;width:302;height:308;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fKP8cA&#10;AADeAAAADwAAAGRycy9kb3ducmV2LnhtbESPS2/CMBCE70j9D9ZW4lZsqvJQwKBQiZZDD7wE11W8&#10;JBHxOo0NhH9fV0LiOJqZbzTTeWsrcaXGl4419HsKBHHmTMm5hv1u+TYG4QOywcoxabiTh/nspTPF&#10;xLgbb+i6DbmIEPYJaihCqBMpfVaQRd9zNXH0Tq6xGKJscmkavEW4reS7UkNpseS4UGBNnwVl5+3F&#10;avgNh8X+e40/anFcp6NTel+mX6XW3dc2nYAI1IZn+NFeGQ0fQzUewP+deAXk7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Vnyj/HAAAA3gAAAA8AAAAAAAAAAAAAAAAAmAIAAGRy&#10;cy9kb3ducmV2LnhtbFBLBQYAAAAABAAEAPUAAACMAwAAAAA=&#10;" adj="-11796480,,5400" path="m,nfc11929,,21600,9670,21600,21600em,nsc11929,,21600,9670,21600,21600l,21600,,xe" filled="f">
                        <v:stroke startarrow="block" joinstyle="round"/>
                        <v:formulas/>
                        <v:path arrowok="t" o:extrusionok="f" o:connecttype="custom" o:connectlocs="0,0;302,308;0,308" o:connectangles="0,0,0" textboxrect="0,0,21600,21600"/>
                        <v:textbox>
                          <w:txbxContent>
                            <w:p w:rsidR="00395CD2" w:rsidRDefault="00395CD2" w:rsidP="00D1445F"/>
                          </w:txbxContent>
                        </v:textbox>
                      </v:shape>
                      <v:oval id="Oval 46098" o:spid="_x0000_s1082" style="position:absolute;left:3998;top:465;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idMUA&#10;AADeAAAADwAAAGRycy9kb3ducmV2LnhtbERPz2vCMBS+D/Y/hDfwNlNFxNWmZROkiifdGOz2bN6a&#10;sualNrHW/345DHb8+H5nxWhbMVDvG8cKZtMEBHHldMO1go/37fMKhA/IGlvHpOBOHor88SHDVLsb&#10;H2k4hVrEEPYpKjAhdKmUvjJk0U9dRxy5b9dbDBH2tdQ93mK4beU8SZbSYsOxwWBHG0PVz+lqFXyW&#10;57Is2+vebg7b+utyMLuZe1Nq8jS+rkEEGsO/+M+90woWy+Ql7o134hW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J2J0xQAAAN4AAAAPAAAAAAAAAAAAAAAAAJgCAABkcnMv&#10;ZG93bnJldi54bWxQSwUGAAAAAAQABAD1AAAAigMAAAAA&#10;" fillcolor="#9c0">
                        <v:textbox>
                          <w:txbxContent>
                            <w:p w:rsidR="00395CD2" w:rsidRDefault="00395CD2" w:rsidP="00D1445F"/>
                          </w:txbxContent>
                        </v:textbox>
                      </v:oval>
                      <v:shape id="Arc 37" o:spid="_x0000_s1083" style="position:absolute;left:3696;top:310;width:302;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NW58gA&#10;AADeAAAADwAAAGRycy9kb3ducmV2LnhtbESPT2sCMRTE70K/Q3iF3mpSKVbXjbIWbD30oFbq9bF5&#10;+4duXtZNquu3NwXB4zAzv2HSRW8bcaLO1441vAwVCOLcmZpLDfvv1fMEhA/IBhvHpOFCHhbzh0GK&#10;iXFn3tJpF0oRIewT1FCF0CZS+rwii37oWuLoFa6zGKLsSmk6PEe4beRIqbG0WHNcqLCl94ry392f&#10;1XAMP8v95wa/1PKwyd6K7LLKPmqtnx77bAYiUB/u4Vt7bTS8jtV0Cv934hWQ8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R81bnyAAAAN4AAAAPAAAAAAAAAAAAAAAAAJgCAABk&#10;cnMvZG93bnJldi54bWxQSwUGAAAAAAQABAD1AAAAjQMAAAAA&#10;" adj="-11796480,,5400" path="m,nfc11929,,21600,9670,21600,21600em,nsc11929,,21600,9670,21600,21600l,21600,,xe" filled="f">
                        <v:stroke startarrow="block" joinstyle="round"/>
                        <v:formulas/>
                        <v:path arrowok="t" o:extrusionok="f" o:connecttype="custom" o:connectlocs="0,0;302,309;0,309" o:connectangles="0,0,0" textboxrect="0,0,21600,21600"/>
                        <v:textbox>
                          <w:txbxContent>
                            <w:p w:rsidR="00395CD2" w:rsidRDefault="00395CD2" w:rsidP="00D1445F"/>
                          </w:txbxContent>
                        </v:textbox>
                      </v:shape>
                      <v:oval id="Oval 46100" o:spid="_x0000_s1084" style="position:absolute;left:4449;top:465;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Zz8sMA&#10;AADeAAAADwAAAGRycy9kb3ducmV2LnhtbESP32rCMBTG7wXfIRzBO00dWkY1igyE7mpU9wDH5jQp&#10;Nie1ybR7++Vi4OXH94/f7jC6TjxoCK1nBatlBoK49rplo+D7clq8gwgRWWPnmRT8UoDDfjrZYaH9&#10;kyt6nKMRaYRDgQpsjH0hZagtOQxL3xMnr/GDw5jkYKQe8JnGXSffsiyXDltODxZ7+rBU384/TkF5&#10;19fr6dOYr6rz5WWTS1s1jVLz2Xjcgog0xlf4v11qBet8lSWAhJNQ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dZz8sMAAADeAAAADwAAAAAAAAAAAAAAAACYAgAAZHJzL2Rv&#10;d25yZXYueG1sUEsFBgAAAAAEAAQA9QAAAIgDAAAAAA==&#10;" fillcolor="aqua">
                        <v:textbox>
                          <w:txbxContent>
                            <w:p w:rsidR="00395CD2" w:rsidRDefault="00395CD2" w:rsidP="00D1445F"/>
                          </w:txbxContent>
                        </v:textbox>
                      </v:oval>
                      <v:shape id="Arc 39" o:spid="_x0000_s1085" style="position:absolute;left:4148;top:310;width:301;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7A+8cA&#10;AADeAAAADwAAAGRycy9kb3ducmV2LnhtbESPT2vCQBTE7wW/w/IKveluSrESXSUKVg8e/IdeH9ln&#10;Epp9m2a3Gr+9WxB6HGbmN8xk1tlaXKn1lWMNyUCBIM6dqbjQcDws+yMQPiAbrB2Thjt5mE17LxNM&#10;jbvxjq77UIgIYZ+ihjKEJpXS5yVZ9APXEEfv4lqLIcq2kKbFW4TbWr4rNZQWK44LJTa0KCn/3v9a&#10;DT/hND+utrhR8/M2+7xk92X2VWn99tplYxCBuvAffrbXRsPHMFEJ/N2JV0BO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FuwPvHAAAA3gAAAA8AAAAAAAAAAAAAAAAAmAIAAGRy&#10;cy9kb3ducmV2LnhtbFBLBQYAAAAABAAEAPUAAACMAwAAAAA=&#10;" adj="-11796480,,5400" path="m,nfc11929,,21600,9670,21600,21600em,nsc11929,,21600,9670,21600,21600l,21600,,xe" filled="f">
                        <v:stroke startarrow="block" joinstyle="round"/>
                        <v:formulas/>
                        <v:path arrowok="t" o:extrusionok="f" o:connecttype="custom" o:connectlocs="0,0;301,309;0,309" o:connectangles="0,0,0" textboxrect="0,0,21600,21600"/>
                        <v:textbox>
                          <w:txbxContent>
                            <w:p w:rsidR="00395CD2" w:rsidRDefault="00395CD2" w:rsidP="00D1445F"/>
                          </w:txbxContent>
                        </v:textbox>
                      </v:shape>
                      <v:oval id="Oval 46102" o:spid="_x0000_s1086" style="position:absolute;left:4901;top:465;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hIHsUA&#10;AADeAAAADwAAAGRycy9kb3ducmV2LnhtbESPUWvCMBSF34X9h3AF3zRVZhmdUWQgdE+juh9wbW6T&#10;suamazKt/34RBB8P55zvcDa70XXiQkNoPStYLjIQxLXXLRsF36fD/A1EiMgaO8+k4EYBdtuXyQYL&#10;7a9c0eUYjUgQDgUqsDH2hZShtuQwLHxPnLzGDw5jkoOResBrgrtOrrIslw5bTgsWe/qwVP8c/5yC&#10;8lefz4dPY76qzpendS5t1TRKzabj/h1EpDE+w492qRW85stsBfc76QrI7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SEgexQAAAN4AAAAPAAAAAAAAAAAAAAAAAJgCAABkcnMv&#10;ZG93bnJldi54bWxQSwUGAAAAAAQABAD1AAAAigMAAAAA&#10;" fillcolor="aqua">
                        <v:textbox>
                          <w:txbxContent>
                            <w:p w:rsidR="00395CD2" w:rsidRDefault="00395CD2" w:rsidP="00D1445F"/>
                          </w:txbxContent>
                        </v:textbox>
                      </v:oval>
                      <v:shape id="Arc 41" o:spid="_x0000_s1087" style="position:absolute;left:4599;top:310;width:302;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D7F8gA&#10;AADeAAAADwAAAGRycy9kb3ducmV2LnhtbESPQWvCQBSE74X+h+UVequ7WrESXSUppPXQg1XR6yP7&#10;TILZtzG71fjvuwWhx2FmvmHmy9424kKdrx1rGA4UCOLCmZpLDbtt/jIF4QOywcYxabiRh+Xi8WGO&#10;iXFX/qbLJpQiQtgnqKEKoU2k9EVFFv3AtcTRO7rOYoiyK6Xp8BrhtpEjpSbSYs1xocKW3isqTpsf&#10;q+Ec9tnuc41fKjus07djesvTj1rr56c+nYEI1If/8L29MhrGk6F6hb878QrIx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u8PsXyAAAAN4AAAAPAAAAAAAAAAAAAAAAAJgCAABk&#10;cnMvZG93bnJldi54bWxQSwUGAAAAAAQABAD1AAAAjQMAAAAA&#10;" adj="-11796480,,5400" path="m,nfc11929,,21600,9670,21600,21600em,nsc11929,,21600,9670,21600,21600l,21600,,xe" filled="f">
                        <v:stroke startarrow="block" joinstyle="round"/>
                        <v:formulas/>
                        <v:path arrowok="t" o:extrusionok="f" o:connecttype="custom" o:connectlocs="0,0;302,309;0,309" o:connectangles="0,0,0" textboxrect="0,0,21600,21600"/>
                        <v:textbox>
                          <w:txbxContent>
                            <w:p w:rsidR="00395CD2" w:rsidRDefault="00395CD2" w:rsidP="00D1445F"/>
                          </w:txbxContent>
                        </v:textbox>
                      </v:shape>
                      <v:oval id="Oval 46104" o:spid="_x0000_s1088" style="position:absolute;left:5403;top:465;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Hya8YA&#10;AADeAAAADwAAAGRycy9kb3ducmV2LnhtbESPQWvCQBSE74X+h+UVvOkmIiLRVawgUTyppeDtmX1m&#10;g9m3aXbV+O/dQqHHYWa+YWaLztbiTq2vHCtIBwkI4sLpiksFX8d1fwLCB2SNtWNS8CQPi/n72wwz&#10;7R68p/shlCJC2GeowITQZFL6wpBFP3ANcfQurrUYomxLqVt8RLit5TBJxtJixXHBYEMrQ8X1cLMK&#10;vvNznuf1bWtXu3V5+tmZTeo+lep9dMspiEBd+A//tTdawWicJiP4vROvgJ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oHya8YAAADeAAAADwAAAAAAAAAAAAAAAACYAgAAZHJz&#10;L2Rvd25yZXYueG1sUEsFBgAAAAAEAAQA9QAAAIsDAAAAAA==&#10;" fillcolor="#9c0">
                        <v:textbox>
                          <w:txbxContent>
                            <w:p w:rsidR="00395CD2" w:rsidRDefault="00395CD2" w:rsidP="00D1445F"/>
                          </w:txbxContent>
                        </v:textbox>
                      </v:oval>
                      <v:shape id="Arc 43" o:spid="_x0000_s1089" style="position:absolute;left:5101;top:310;width:302;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XG+MgA&#10;AADeAAAADwAAAGRycy9kb3ducmV2LnhtbESPQWvCQBSE74X+h+UVequ7SrUSXSUppPXQg1XR6yP7&#10;TILZtzG71fjvuwWhx2FmvmHmy9424kKdrx1rGA4UCOLCmZpLDbtt/jIF4QOywcYxabiRh+Xi8WGO&#10;iXFX/qbLJpQiQtgnqKEKoU2k9EVFFv3AtcTRO7rOYoiyK6Xp8BrhtpEjpSbSYs1xocKW3isqTpsf&#10;q+Ec9tnuc41fKjus07djesvTj1rr56c+nYEI1If/8L29MhpeJ0M1hr878QrIx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OVcb4yAAAAN4AAAAPAAAAAAAAAAAAAAAAAJgCAABk&#10;cnMvZG93bnJldi54bWxQSwUGAAAAAAQABAD1AAAAjQMAAAAA&#10;" adj="-11796480,,5400" path="m,nfc11929,,21600,9670,21600,21600em,nsc11929,,21600,9670,21600,21600l,21600,,xe" filled="f">
                        <v:stroke startarrow="block" joinstyle="round"/>
                        <v:formulas/>
                        <v:path arrowok="t" o:extrusionok="f" o:connecttype="custom" o:connectlocs="0,0;302,309;0,309" o:connectangles="0,0,0" textboxrect="0,0,21600,21600"/>
                        <v:textbox>
                          <w:txbxContent>
                            <w:p w:rsidR="00395CD2" w:rsidRDefault="00395CD2" w:rsidP="00D1445F"/>
                          </w:txbxContent>
                        </v:textbox>
                      </v:shape>
                      <v:oval id="Oval 46106" o:spid="_x0000_s1090" style="position:absolute;left:5904;top:465;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NOHcQA&#10;AADeAAAADwAAAGRycy9kb3ducmV2LnhtbESPUWvCMBSF34X9h3AHvmmqbGV0RpGB0D2Nqj/g2twm&#10;xeama6LWf78MBB8P55zvcFab0XXiSkNoPStYzDMQxLXXLRsFx8Nu9gEiRGSNnWdScKcAm/XLZIWF&#10;9jeu6LqPRiQIhwIV2Bj7QspQW3IY5r4nTl7jB4cxycFIPeAtwV0nl1mWS4ctpwWLPX1Zqs/7i1NQ&#10;/urTafdtzE/V+fLwnktbNY1S09dx+wki0hif4Ue71Are8kWWw/+ddAX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zTh3EAAAA3gAAAA8AAAAAAAAAAAAAAAAAmAIAAGRycy9k&#10;b3ducmV2LnhtbFBLBQYAAAAABAAEAPUAAACJAwAAAAA=&#10;" fillcolor="aqua">
                        <v:textbox>
                          <w:txbxContent>
                            <w:p w:rsidR="00395CD2" w:rsidRDefault="00395CD2" w:rsidP="00D1445F"/>
                          </w:txbxContent>
                        </v:textbox>
                      </v:oval>
                      <v:shape id="Arc 45" o:spid="_x0000_s1091" style="position:absolute;left:5603;top:310;width:301;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v9FMcA&#10;AADeAAAADwAAAGRycy9kb3ducmV2LnhtbESPzWsCMRTE74X+D+EVetNEKSrrRlkF2x48+EV7fWze&#10;fuDmZbtJdf3vG0HocZiZ3zDpsreNuFDna8caRkMFgjh3puZSw+m4GcxA+IBssHFMGm7kYbl4fkox&#10;Me7Ke7ocQikihH2CGqoQ2kRKn1dk0Q9dSxy9wnUWQ5RdKU2H1wi3jRwrNZEWa44LFba0rig/H36t&#10;hp/wtTp97HCrVt+7bFpkt032Xmv9+tJncxCB+vAffrQ/jYa3yUhN4X4nXg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HL/RTHAAAA3gAAAA8AAAAAAAAAAAAAAAAAmAIAAGRy&#10;cy9kb3ducmV2LnhtbFBLBQYAAAAABAAEAPUAAACMAwAAAAA=&#10;" adj="-11796480,,5400" path="m,nfc11929,,21600,9670,21600,21600em,nsc11929,,21600,9670,21600,21600l,21600,,xe" filled="f">
                        <v:stroke startarrow="block" joinstyle="round"/>
                        <v:formulas/>
                        <v:path arrowok="t" o:extrusionok="f" o:connecttype="custom" o:connectlocs="0,0;301,309;0,309" o:connectangles="0,0,0" textboxrect="0,0,21600,21600"/>
                        <v:textbox>
                          <w:txbxContent>
                            <w:p w:rsidR="00395CD2" w:rsidRDefault="00395CD2" w:rsidP="00D1445F"/>
                          </w:txbxContent>
                        </v:textbox>
                      </v:shape>
                    </v:group>
                  </v:group>
                  <v:shape id="Text Box 46108" o:spid="_x0000_s1092" type="#_x0000_t202" style="position:absolute;left:40001;top:22426;width:8710;height:2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ssUMQA&#10;AADeAAAADwAAAGRycy9kb3ducmV2LnhtbERPy4rCMBTdD/gP4QqzG1NlFOmYihREGXThY+Pu2tw+&#10;mOamNlE7fr1ZCC4P5z2bd6YWN2pdZVnBcBCBIM6srrhQcDwsv6YgnEfWWFsmBf/kYJ70PmYYa3vn&#10;Hd32vhAhhF2MCkrvm1hKl5Vk0A1sQxy43LYGfYBtIXWL9xBuajmKook0WHFoKLGhtKTsb381Cn7T&#10;5RZ355GZPup0tckXzeV4Giv12e8WPyA8df4tfrnXWsH3ZBiFveFOuAIy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bLFDEAAAA3gAAAA8AAAAAAAAAAAAAAAAAmAIAAGRycy9k&#10;b3ducmV2LnhtbFBLBQYAAAAABAAEAPUAAACJAwAAAAA=&#10;" filled="f" stroked="f" strokeweight=".5pt">
                    <v:textbox>
                      <w:txbxContent>
                        <w:p w:rsidR="00395CD2" w:rsidRPr="00D1445F" w:rsidRDefault="00395CD2">
                          <w:pPr>
                            <w:rPr>
                              <w:sz w:val="18"/>
                              <w:szCs w:val="18"/>
                            </w:rPr>
                          </w:pPr>
                          <w:r w:rsidRPr="00D1445F">
                            <w:rPr>
                              <w:sz w:val="18"/>
                              <w:szCs w:val="18"/>
                            </w:rPr>
                            <w:t>Secure log</w:t>
                          </w:r>
                        </w:p>
                      </w:txbxContent>
                    </v:textbox>
                  </v:shape>
                </v:group>
                <v:shape id="Text Box 67" o:spid="_x0000_s1093" type="#_x0000_t202" style="position:absolute;left:11723;top:3192;width:10604;height:5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eJy8cA&#10;AADeAAAADwAAAGRycy9kb3ducmV2LnhtbESPQYvCMBSE78L+h/AWvGmqqLhdo0hBFNGDrhdvz+bZ&#10;lm1eahO1u7/eCILHYWa+YSazxpTiRrUrLCvodSMQxKnVBWcKDj+LzhiE88gaS8uk4I8czKYfrQnG&#10;2t55R7e9z0SAsItRQe59FUvp0pwMuq6tiIN3trVBH2SdSV3jPcBNKftRNJIGCw4LOVaU5JT+7q9G&#10;wTpZbHF36pvxf5ksN+d5dTkch0q1P5v5NwhPjX+HX+2VVjAY9aIveN4JV0BO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cXicvHAAAA3gAAAA8AAAAAAAAAAAAAAAAAmAIAAGRy&#10;cy9kb3ducmV2LnhtbFBLBQYAAAAABAAEAPUAAACMAwAAAAA=&#10;" filled="f" stroked="f" strokeweight=".5pt">
                  <v:textbox>
                    <w:txbxContent>
                      <w:p w:rsidR="00395CD2" w:rsidRPr="00B32891" w:rsidRDefault="00395CD2" w:rsidP="00D1445F">
                        <w:pPr>
                          <w:pStyle w:val="NormalWeb"/>
                          <w:spacing w:before="0" w:beforeAutospacing="0" w:after="120" w:afterAutospacing="0"/>
                          <w:jc w:val="both"/>
                          <w:rPr>
                            <w:i/>
                            <w:sz w:val="18"/>
                            <w:szCs w:val="18"/>
                          </w:rPr>
                        </w:pPr>
                        <w:r w:rsidRPr="00B32891">
                          <w:rPr>
                            <w:rFonts w:ascii="Helvetica 45" w:eastAsia="Times New Roman" w:hAnsi="Helvetica 45"/>
                            <w:i/>
                            <w:sz w:val="18"/>
                            <w:szCs w:val="18"/>
                            <w:lang w:val="et-EE"/>
                          </w:rPr>
                          <w:t>’I just signed the document using this certificate’</w:t>
                        </w:r>
                      </w:p>
                    </w:txbxContent>
                  </v:textbox>
                </v:shape>
                <v:shape id="Text Box 67" o:spid="_x0000_s1094" type="#_x0000_t202" style="position:absolute;left:12669;top:23119;width:13050;height:6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2i8UA&#10;AADeAAAADwAAAGRycy9kb3ducmV2LnhtbESPzYrCMBSF94LvEK7gTtOKI1KNIgVRZFzouHF3ba5t&#10;sbmpTdQ6Tz9ZCLM8nD+++bI1lXhS40rLCuJhBII4s7rkXMHpZz2YgnAeWWNlmRS8ycFy0e3MMdH2&#10;xQd6Hn0uwgi7BBUU3teJlC4ryKAb2po4eFfbGPRBNrnUDb7CuKnkKIom0mDJ4aHAmtKCstvxYRTs&#10;0vUeD5eRmf5W6eb7uqrvp/OXUv1eu5qB8NT6//CnvdUKxpM4DgABJ6C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9LaLxQAAAN4AAAAPAAAAAAAAAAAAAAAAAJgCAABkcnMv&#10;ZG93bnJldi54bWxQSwUGAAAAAAQABAD1AAAAigMAAAAA&#10;" filled="f" stroked="f" strokeweight=".5pt">
                  <v:textbox>
                    <w:txbxContent>
                      <w:p w:rsidR="00395CD2" w:rsidRPr="00B32891" w:rsidRDefault="00395CD2" w:rsidP="00B32891">
                        <w:pPr>
                          <w:pStyle w:val="NormalWeb"/>
                          <w:spacing w:before="0" w:beforeAutospacing="0" w:after="120" w:afterAutospacing="0"/>
                          <w:jc w:val="both"/>
                          <w:rPr>
                            <w:i/>
                          </w:rPr>
                        </w:pPr>
                        <w:r w:rsidRPr="00B32891">
                          <w:rPr>
                            <w:rFonts w:ascii="Helvetica 45" w:eastAsia="Times New Roman" w:hAnsi="Helvetica 45"/>
                            <w:i/>
                            <w:sz w:val="18"/>
                            <w:szCs w:val="18"/>
                            <w:lang w:val="et-EE"/>
                          </w:rPr>
                          <w:t xml:space="preserve">’When I saw this signed </w:t>
                        </w:r>
                        <w:r>
                          <w:rPr>
                            <w:rFonts w:ascii="Helvetica 45" w:eastAsia="Times New Roman" w:hAnsi="Helvetica 45"/>
                            <w:i/>
                            <w:sz w:val="18"/>
                            <w:szCs w:val="18"/>
                            <w:lang w:val="et-EE"/>
                          </w:rPr>
                          <w:t>document, the corresponding certifi</w:t>
                        </w:r>
                        <w:r w:rsidRPr="00B32891">
                          <w:rPr>
                            <w:rFonts w:ascii="Helvetica 45" w:eastAsia="Times New Roman" w:hAnsi="Helvetica 45"/>
                            <w:i/>
                            <w:sz w:val="18"/>
                            <w:szCs w:val="18"/>
                            <w:lang w:val="et-EE"/>
                          </w:rPr>
                          <w:t>c</w:t>
                        </w:r>
                        <w:r>
                          <w:rPr>
                            <w:rFonts w:ascii="Helvetica 45" w:eastAsia="Times New Roman" w:hAnsi="Helvetica 45"/>
                            <w:i/>
                            <w:sz w:val="18"/>
                            <w:szCs w:val="18"/>
                            <w:lang w:val="et-EE"/>
                          </w:rPr>
                          <w:t>a</w:t>
                        </w:r>
                        <w:r w:rsidRPr="00B32891">
                          <w:rPr>
                            <w:rFonts w:ascii="Helvetica 45" w:eastAsia="Times New Roman" w:hAnsi="Helvetica 45"/>
                            <w:i/>
                            <w:sz w:val="18"/>
                            <w:szCs w:val="18"/>
                            <w:lang w:val="et-EE"/>
                          </w:rPr>
                          <w:t>te was valid’</w:t>
                        </w:r>
                      </w:p>
                    </w:txbxContent>
                  </v:textbox>
                </v:shape>
                <v:shape id="Straight Arrow Connector 46111" o:spid="_x0000_s1095" type="#_x0000_t32" style="position:absolute;left:32499;top:18643;width:7064;height:61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c+8UAAADeAAAADwAAAGRycy9kb3ducmV2LnhtbESPQWvCQBSE7wX/w/IEb3UTbSREVxEh&#10;6LW2Bb09s88kmH0bshtN/31XEHocZuYbZrUZTCPu1LnasoJ4GoEgLqyuuVTw/ZW/pyCcR9bYWCYF&#10;v+Rgsx69rTDT9sGfdD/6UgQIuwwVVN63mZSuqMigm9qWOHhX2xn0QXal1B0+Atw0chZFC2mw5rBQ&#10;YUu7iorbsTcK5tfLsE/9Vqb5ye76PkmSn/ys1GQ8bJcgPA3+P/xqH7SCj0Ucx/C8E66AX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bc+8UAAADeAAAADwAAAAAAAAAA&#10;AAAAAAChAgAAZHJzL2Rvd25yZXYueG1sUEsFBgAAAAAEAAQA+QAAAJMDAAAAAA==&#10;" strokecolor="#4579b8 [3044]">
                  <v:stroke endarrow="open"/>
                </v:shape>
                <v:shape id="Straight Arrow Connector 46112" o:spid="_x0000_s1096" type="#_x0000_t32" style="position:absolute;left:39563;top:18280;width:4182;height:647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9N7McAAADeAAAADwAAAGRycy9kb3ducmV2LnhtbESPX2vCMBTF3wf7DuEOfJtppROpRpEN&#10;wSFs1A3Et2tz15Y1NyWJtn57Mxj4eDh/fpzFajCtuJDzjWUF6TgBQVxa3XCl4Ptr8zwD4QOyxtYy&#10;KbiSh9Xy8WGBubY9F3TZh0rEEfY5KqhD6HIpfVmTQT+2HXH0fqwzGKJ0ldQO+zhuWjlJkqk02HAk&#10;1NjRa03l7/5sIuQtK152h90po2L92Z/ejx/BHZUaPQ3rOYhAQ7iH/9tbrSCbpukE/u7EKyCX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n03sxwAAAN4AAAAPAAAAAAAA&#10;AAAAAAAAAKECAABkcnMvZG93bnJldi54bWxQSwUGAAAAAAQABAD5AAAAlQMAAAAA&#10;" strokecolor="#4579b8 [3044]">
                  <v:stroke endarrow="open"/>
                </v:shape>
                <v:shape id="Text Box 46113" o:spid="_x0000_s1097" type="#_x0000_t202" style="position:absolute;left:16080;top:10810;width:7074;height:2691;rotation:84738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3xt8gA&#10;AADeAAAADwAAAGRycy9kb3ducmV2LnhtbESPQWvCQBSE74L/YXlCb7pJU6SkriKGlh68RFPPz+xr&#10;Esy+TbMbTfvru4WCx2FmvmFWm9G04kq9aywriBcRCOLS6oYrBcXxdf4Mwnlkja1lUvBNDjbr6WSF&#10;qbY3zul68JUIEHYpKqi971IpXVmTQbewHXHwPm1v0AfZV1L3eAtw08rHKFpKgw2HhRo72tVUXg6D&#10;UXA6535vx7fLvvpI2qwYsq/i+KPUw2zcvoDwNPp7+L/9rhU8LeM4gb874QrI9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gbfG3yAAAAN4AAAAPAAAAAAAAAAAAAAAAAJgCAABk&#10;cnMvZG93bnJldi54bWxQSwUGAAAAAAQABAD1AAAAjQMAAAAA&#10;" filled="f" stroked="f" strokeweight=".5pt">
                  <v:textbox>
                    <w:txbxContent>
                      <w:p w:rsidR="00395CD2" w:rsidRPr="00B32891" w:rsidRDefault="00395CD2">
                        <w:pPr>
                          <w:rPr>
                            <w:sz w:val="18"/>
                            <w:szCs w:val="18"/>
                          </w:rPr>
                        </w:pPr>
                        <w:r w:rsidRPr="00B32891">
                          <w:rPr>
                            <w:sz w:val="18"/>
                            <w:szCs w:val="18"/>
                          </w:rPr>
                          <w:t>Doc, Cert</w:t>
                        </w:r>
                      </w:p>
                    </w:txbxContent>
                  </v:textbox>
                </v:shape>
                <v:shape id="Text Box 71" o:spid="_x0000_s1098" type="#_x0000_t202" style="position:absolute;left:13911;top:16918;width:12551;height:2686;rotation:-184756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9XfskA&#10;AADeAAAADwAAAGRycy9kb3ducmV2LnhtbESPX0vDQBDE3wW/w7GCL9JeIqWWtNdSxIIP/sFaKH1b&#10;ctvk2txeyK1N/PaeIPg4zMxvmMVq8I26UBddYAP5OANFXAbruDKw+9yMZqCiIFtsApOBb4qwWl5f&#10;LbCwoecPumylUgnCsUADtUhbaB3LmjzGcWiJk3cMnUdJsqu07bBPcN/o+yybao+O00KNLT3WVJ63&#10;X97A5oWdPDy1e31wvbye1nf5+f3NmNubYT0HJTTIf/iv/WwNTKZ5PoHfO+kK6OUP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f9XfskAAADeAAAADwAAAAAAAAAAAAAAAACYAgAA&#10;ZHJzL2Rvd25yZXYueG1sUEsFBgAAAAAEAAQA9QAAAI4DAAAAAA==&#10;" filled="f" stroked="f" strokeweight=".5pt">
                  <v:textbox>
                    <w:txbxContent>
                      <w:p w:rsidR="00395CD2" w:rsidRDefault="00395CD2" w:rsidP="00B32891">
                        <w:pPr>
                          <w:pStyle w:val="NormalWeb"/>
                          <w:spacing w:before="0" w:beforeAutospacing="0" w:after="120" w:afterAutospacing="0"/>
                          <w:jc w:val="both"/>
                        </w:pPr>
                        <w:r>
                          <w:rPr>
                            <w:rFonts w:ascii="Helvetica 45" w:eastAsia="Times New Roman" w:hAnsi="Helvetica 45"/>
                            <w:sz w:val="18"/>
                            <w:szCs w:val="18"/>
                            <w:lang w:val="et-EE"/>
                          </w:rPr>
                          <w:t>(Doc,Cert,time)ok</w:t>
                        </w:r>
                      </w:p>
                    </w:txbxContent>
                  </v:textbox>
                </v:shape>
                <w10:anchorlock/>
              </v:group>
            </w:pict>
          </mc:Fallback>
        </mc:AlternateContent>
      </w:r>
    </w:p>
    <w:p w:rsidR="00BA7383" w:rsidRPr="00751DBB" w:rsidRDefault="008243C2" w:rsidP="0035039E">
      <w:pPr>
        <w:pStyle w:val="Caption"/>
        <w:rPr>
          <w:lang w:val="en-GB"/>
        </w:rPr>
      </w:pPr>
      <w:r w:rsidRPr="00751DBB">
        <w:rPr>
          <w:lang w:val="en-GB"/>
        </w:rPr>
        <w:fldChar w:fldCharType="begin"/>
      </w:r>
      <w:r w:rsidRPr="00751DBB">
        <w:rPr>
          <w:lang w:val="en-GB"/>
        </w:rPr>
        <w:instrText xml:space="preserve"> SEQ Joonis \* ARABIC </w:instrText>
      </w:r>
      <w:r w:rsidRPr="00751DBB">
        <w:rPr>
          <w:lang w:val="en-GB"/>
        </w:rPr>
        <w:fldChar w:fldCharType="separate"/>
      </w:r>
      <w:r w:rsidR="0056784A" w:rsidRPr="00751DBB">
        <w:rPr>
          <w:noProof/>
          <w:lang w:val="en-GB"/>
        </w:rPr>
        <w:t>2</w:t>
      </w:r>
      <w:r w:rsidRPr="00751DBB">
        <w:rPr>
          <w:noProof/>
          <w:lang w:val="en-GB"/>
        </w:rPr>
        <w:fldChar w:fldCharType="end"/>
      </w:r>
      <w:r w:rsidR="0035039E" w:rsidRPr="00751DBB">
        <w:rPr>
          <w:lang w:val="en-GB"/>
        </w:rPr>
        <w:t xml:space="preserve"> DigiDoc security model</w:t>
      </w:r>
    </w:p>
    <w:p w:rsidR="00AB547D" w:rsidRPr="00751DBB" w:rsidRDefault="00AB547D" w:rsidP="00AB547D">
      <w:pPr>
        <w:pStyle w:val="Heading2"/>
        <w:rPr>
          <w:lang w:val="en-GB"/>
        </w:rPr>
      </w:pPr>
      <w:bookmarkStart w:id="10" w:name="_Toc345343794"/>
      <w:bookmarkStart w:id="11" w:name="_Toc346288020"/>
      <w:r w:rsidRPr="00751DBB">
        <w:rPr>
          <w:lang w:val="en-GB"/>
        </w:rPr>
        <w:t>Format of digitally signed file</w:t>
      </w:r>
      <w:bookmarkEnd w:id="10"/>
      <w:bookmarkEnd w:id="11"/>
    </w:p>
    <w:p w:rsidR="00AB547D" w:rsidRPr="00751DBB" w:rsidRDefault="0080784E" w:rsidP="00AB547D">
      <w:pPr>
        <w:rPr>
          <w:lang w:val="en-GB"/>
        </w:rPr>
      </w:pPr>
      <w:r w:rsidRPr="00751DBB">
        <w:rPr>
          <w:lang w:val="en-GB"/>
        </w:rPr>
        <w:t xml:space="preserve">The </w:t>
      </w:r>
      <w:r w:rsidR="00AB547D" w:rsidRPr="00751DBB">
        <w:rPr>
          <w:lang w:val="en-GB"/>
        </w:rPr>
        <w:t xml:space="preserve">format of the digitally signed file is based on </w:t>
      </w:r>
      <w:r w:rsidR="00AB547D" w:rsidRPr="00751DBB">
        <w:rPr>
          <w:b/>
          <w:lang w:val="en-GB"/>
        </w:rPr>
        <w:t>ETSI TS 101 903</w:t>
      </w:r>
      <w:r w:rsidR="00AB547D" w:rsidRPr="00751DBB">
        <w:rPr>
          <w:lang w:val="en-GB"/>
        </w:rPr>
        <w:t xml:space="preserve"> standard called </w:t>
      </w:r>
      <w:r w:rsidR="00AB547D" w:rsidRPr="00751DBB">
        <w:rPr>
          <w:b/>
          <w:lang w:val="en-GB"/>
        </w:rPr>
        <w:t>XML Advanced Electronic Signatures</w:t>
      </w:r>
      <w:r w:rsidRPr="00751DBB">
        <w:rPr>
          <w:b/>
          <w:lang w:val="en-GB"/>
        </w:rPr>
        <w:t xml:space="preserve"> </w:t>
      </w:r>
      <w:r w:rsidR="00AB547D" w:rsidRPr="00751DBB">
        <w:rPr>
          <w:b/>
          <w:lang w:val="en-GB"/>
        </w:rPr>
        <w:t>(XAdES)</w:t>
      </w:r>
      <w:r w:rsidR="00AB547D" w:rsidRPr="00751DBB">
        <w:rPr>
          <w:lang w:val="en-GB"/>
        </w:rPr>
        <w:t>.</w:t>
      </w:r>
      <w:r w:rsidR="00AB547D" w:rsidRPr="00751DBB">
        <w:rPr>
          <w:b/>
          <w:lang w:val="en-GB"/>
        </w:rPr>
        <w:t xml:space="preserve"> </w:t>
      </w:r>
      <w:r w:rsidR="00AB547D" w:rsidRPr="00751DBB">
        <w:rPr>
          <w:lang w:val="en-GB"/>
        </w:rPr>
        <w:t>This standard provides syntax for digital</w:t>
      </w:r>
      <w:r w:rsidRPr="00751DBB">
        <w:rPr>
          <w:lang w:val="en-GB"/>
        </w:rPr>
        <w:t xml:space="preserve"> </w:t>
      </w:r>
      <w:r w:rsidR="00AB547D" w:rsidRPr="00751DBB">
        <w:rPr>
          <w:lang w:val="en-GB"/>
        </w:rPr>
        <w:t>signatures with various levels of additional validity</w:t>
      </w:r>
      <w:r w:rsidRPr="00751DBB">
        <w:rPr>
          <w:lang w:val="en-GB"/>
        </w:rPr>
        <w:t xml:space="preserve"> </w:t>
      </w:r>
      <w:r w:rsidR="00AB547D" w:rsidRPr="00751DBB">
        <w:rPr>
          <w:lang w:val="en-GB"/>
        </w:rPr>
        <w:t>information.</w:t>
      </w:r>
      <w:r w:rsidR="00AE5A74" w:rsidRPr="00751DBB">
        <w:rPr>
          <w:lang w:val="en-GB"/>
        </w:rPr>
        <w:t xml:space="preserve"> </w:t>
      </w:r>
      <w:r w:rsidR="00DE0653">
        <w:rPr>
          <w:lang w:val="en-GB"/>
        </w:rPr>
        <w:t xml:space="preserve">DigiDoc COM </w:t>
      </w:r>
      <w:r w:rsidR="008049A6">
        <w:rPr>
          <w:lang w:val="en-GB"/>
        </w:rPr>
        <w:t>is based on</w:t>
      </w:r>
      <w:r w:rsidR="00DE0653">
        <w:rPr>
          <w:lang w:val="en-GB"/>
        </w:rPr>
        <w:t xml:space="preserve"> the </w:t>
      </w:r>
      <w:r w:rsidR="007E4DC5" w:rsidRPr="00751DBB">
        <w:rPr>
          <w:lang w:val="en-GB"/>
        </w:rPr>
        <w:t>C</w:t>
      </w:r>
      <w:r w:rsidR="00AE5A74" w:rsidRPr="00751DBB">
        <w:rPr>
          <w:lang w:val="en-GB"/>
        </w:rPr>
        <w:t xml:space="preserve">DigiDoc </w:t>
      </w:r>
      <w:r w:rsidR="00DE0653">
        <w:rPr>
          <w:lang w:val="en-GB"/>
        </w:rPr>
        <w:t xml:space="preserve">library which </w:t>
      </w:r>
      <w:r w:rsidR="00AE5A74" w:rsidRPr="00751DBB">
        <w:rPr>
          <w:lang w:val="en-GB"/>
        </w:rPr>
        <w:t>is implementing a subset of these standards.</w:t>
      </w:r>
    </w:p>
    <w:p w:rsidR="00AB547D" w:rsidRPr="00751DBB" w:rsidRDefault="00AB547D" w:rsidP="00AB547D">
      <w:pPr>
        <w:rPr>
          <w:lang w:val="en-GB"/>
        </w:rPr>
      </w:pPr>
      <w:r w:rsidRPr="00751DBB">
        <w:rPr>
          <w:lang w:val="en-GB"/>
        </w:rPr>
        <w:t>In order to comply with the sec</w:t>
      </w:r>
      <w:r w:rsidR="0080784E" w:rsidRPr="00751DBB">
        <w:rPr>
          <w:lang w:val="en-GB"/>
        </w:rPr>
        <w:t xml:space="preserve">urity model described above, </w:t>
      </w:r>
      <w:r w:rsidRPr="00751DBB">
        <w:rPr>
          <w:lang w:val="en-GB"/>
        </w:rPr>
        <w:t xml:space="preserve">the XAdES </w:t>
      </w:r>
      <w:r w:rsidR="001E348A" w:rsidRPr="00751DBB">
        <w:rPr>
          <w:lang w:val="en-GB"/>
        </w:rPr>
        <w:t>profile</w:t>
      </w:r>
      <w:r w:rsidR="009374E8" w:rsidRPr="00751DBB">
        <w:rPr>
          <w:lang w:val="en-GB"/>
        </w:rPr>
        <w:t xml:space="preserve"> </w:t>
      </w:r>
      <w:r w:rsidRPr="00751DBB">
        <w:rPr>
          <w:b/>
          <w:lang w:val="en-GB"/>
        </w:rPr>
        <w:t>XAdES-X-L</w:t>
      </w:r>
      <w:r w:rsidRPr="00751DBB">
        <w:rPr>
          <w:lang w:val="en-GB"/>
        </w:rPr>
        <w:t xml:space="preserve"> is used in the DigiDoc</w:t>
      </w:r>
      <w:r w:rsidR="0080784E" w:rsidRPr="00751DBB">
        <w:rPr>
          <w:lang w:val="en-GB"/>
        </w:rPr>
        <w:t xml:space="preserve"> </w:t>
      </w:r>
      <w:r w:rsidRPr="00751DBB">
        <w:rPr>
          <w:lang w:val="en-GB"/>
        </w:rPr>
        <w:t>system but “</w:t>
      </w:r>
      <w:r w:rsidRPr="00751DBB">
        <w:rPr>
          <w:b/>
          <w:lang w:val="en-GB"/>
        </w:rPr>
        <w:t>time-marks</w:t>
      </w:r>
      <w:r w:rsidRPr="00751DBB">
        <w:rPr>
          <w:lang w:val="en-GB"/>
        </w:rPr>
        <w:t>” are used instead of “time-stamps” –</w:t>
      </w:r>
      <w:r w:rsidR="0080784E" w:rsidRPr="00751DBB">
        <w:rPr>
          <w:lang w:val="en-GB"/>
        </w:rPr>
        <w:t xml:space="preserve"> </w:t>
      </w:r>
      <w:r w:rsidRPr="00751DBB">
        <w:rPr>
          <w:lang w:val="en-GB"/>
        </w:rPr>
        <w:t>sig</w:t>
      </w:r>
      <w:r w:rsidR="0080784E" w:rsidRPr="00751DBB">
        <w:rPr>
          <w:lang w:val="en-GB"/>
        </w:rPr>
        <w:t>n</w:t>
      </w:r>
      <w:r w:rsidRPr="00751DBB">
        <w:rPr>
          <w:lang w:val="en-GB"/>
        </w:rPr>
        <w:t>ing (and certificate validation) time comes with OCSP</w:t>
      </w:r>
      <w:r w:rsidR="0080784E" w:rsidRPr="00751DBB">
        <w:rPr>
          <w:lang w:val="en-GB"/>
        </w:rPr>
        <w:t xml:space="preserve"> </w:t>
      </w:r>
      <w:r w:rsidRPr="00751DBB">
        <w:rPr>
          <w:lang w:val="en-GB"/>
        </w:rPr>
        <w:t>response.</w:t>
      </w:r>
    </w:p>
    <w:p w:rsidR="00AB547D" w:rsidRPr="00751DBB" w:rsidRDefault="00AB547D" w:rsidP="00AB547D">
      <w:pPr>
        <w:rPr>
          <w:lang w:val="en-GB"/>
        </w:rPr>
      </w:pPr>
      <w:r w:rsidRPr="00751DBB">
        <w:rPr>
          <w:lang w:val="en-GB"/>
        </w:rPr>
        <w:t>This profile:</w:t>
      </w:r>
    </w:p>
    <w:p w:rsidR="00AB547D" w:rsidRPr="00751DBB" w:rsidRDefault="00AB547D" w:rsidP="00D35F57">
      <w:pPr>
        <w:pStyle w:val="ListParagraph"/>
        <w:numPr>
          <w:ilvl w:val="0"/>
          <w:numId w:val="6"/>
        </w:numPr>
        <w:rPr>
          <w:lang w:val="en-GB"/>
        </w:rPr>
      </w:pPr>
      <w:r w:rsidRPr="00751DBB">
        <w:rPr>
          <w:lang w:val="en-GB"/>
        </w:rPr>
        <w:t>allows for incorporating following signed properties</w:t>
      </w:r>
    </w:p>
    <w:p w:rsidR="00AB547D" w:rsidRPr="00751DBB" w:rsidRDefault="00AB547D" w:rsidP="00D35F57">
      <w:pPr>
        <w:pStyle w:val="ListParagraph"/>
        <w:numPr>
          <w:ilvl w:val="1"/>
          <w:numId w:val="6"/>
        </w:numPr>
        <w:rPr>
          <w:lang w:val="en-GB"/>
        </w:rPr>
      </w:pPr>
      <w:r w:rsidRPr="00751DBB">
        <w:rPr>
          <w:lang w:val="en-GB"/>
        </w:rPr>
        <w:t>Certificate used for signing</w:t>
      </w:r>
    </w:p>
    <w:p w:rsidR="00AB547D" w:rsidRPr="00751DBB" w:rsidRDefault="00AB547D" w:rsidP="00D35F57">
      <w:pPr>
        <w:pStyle w:val="ListParagraph"/>
        <w:numPr>
          <w:ilvl w:val="1"/>
          <w:numId w:val="6"/>
        </w:numPr>
        <w:rPr>
          <w:lang w:val="en-GB"/>
        </w:rPr>
      </w:pPr>
      <w:r w:rsidRPr="00751DBB">
        <w:rPr>
          <w:lang w:val="en-GB"/>
        </w:rPr>
        <w:t>Signing time</w:t>
      </w:r>
    </w:p>
    <w:p w:rsidR="00AB547D" w:rsidRPr="00751DBB" w:rsidRDefault="00AB547D" w:rsidP="00D35F57">
      <w:pPr>
        <w:pStyle w:val="ListParagraph"/>
        <w:numPr>
          <w:ilvl w:val="1"/>
          <w:numId w:val="6"/>
        </w:numPr>
        <w:rPr>
          <w:lang w:val="en-GB"/>
        </w:rPr>
      </w:pPr>
      <w:r w:rsidRPr="00751DBB">
        <w:rPr>
          <w:lang w:val="en-GB"/>
        </w:rPr>
        <w:t>Signature production place</w:t>
      </w:r>
    </w:p>
    <w:p w:rsidR="00AB547D" w:rsidRPr="00751DBB" w:rsidRDefault="00AB547D" w:rsidP="00D35F57">
      <w:pPr>
        <w:pStyle w:val="ListParagraph"/>
        <w:numPr>
          <w:ilvl w:val="1"/>
          <w:numId w:val="6"/>
        </w:numPr>
        <w:rPr>
          <w:lang w:val="en-GB"/>
        </w:rPr>
      </w:pPr>
      <w:r w:rsidRPr="00751DBB">
        <w:rPr>
          <w:lang w:val="en-GB"/>
        </w:rPr>
        <w:t>Signer role or resolution</w:t>
      </w:r>
    </w:p>
    <w:p w:rsidR="00AB547D" w:rsidRPr="00751DBB" w:rsidRDefault="00C31D96" w:rsidP="00D35F57">
      <w:pPr>
        <w:pStyle w:val="ListParagraph"/>
        <w:numPr>
          <w:ilvl w:val="0"/>
          <w:numId w:val="6"/>
        </w:numPr>
        <w:rPr>
          <w:lang w:val="en-GB"/>
        </w:rPr>
      </w:pPr>
      <w:r w:rsidRPr="00751DBB">
        <w:rPr>
          <w:lang w:val="en-GB"/>
        </w:rPr>
        <w:t>i</w:t>
      </w:r>
      <w:r w:rsidR="00AB547D" w:rsidRPr="00751DBB">
        <w:rPr>
          <w:lang w:val="en-GB"/>
        </w:rPr>
        <w:t>ncorporates full certificate validity information</w:t>
      </w:r>
      <w:r w:rsidR="0080784E" w:rsidRPr="00751DBB">
        <w:rPr>
          <w:lang w:val="en-GB"/>
        </w:rPr>
        <w:t xml:space="preserve"> </w:t>
      </w:r>
      <w:r w:rsidR="00AB547D" w:rsidRPr="00751DBB">
        <w:rPr>
          <w:lang w:val="en-GB"/>
        </w:rPr>
        <w:t>within the signature</w:t>
      </w:r>
    </w:p>
    <w:p w:rsidR="00AB547D" w:rsidRPr="00751DBB" w:rsidRDefault="00AB547D" w:rsidP="00D35F57">
      <w:pPr>
        <w:pStyle w:val="ListParagraph"/>
        <w:numPr>
          <w:ilvl w:val="1"/>
          <w:numId w:val="6"/>
        </w:numPr>
        <w:rPr>
          <w:lang w:val="en-GB"/>
        </w:rPr>
      </w:pPr>
      <w:r w:rsidRPr="00751DBB">
        <w:rPr>
          <w:lang w:val="en-GB"/>
        </w:rPr>
        <w:t>OCSP response</w:t>
      </w:r>
    </w:p>
    <w:p w:rsidR="00AB547D" w:rsidRPr="00751DBB" w:rsidRDefault="00AB547D" w:rsidP="00D35F57">
      <w:pPr>
        <w:pStyle w:val="ListParagraph"/>
        <w:numPr>
          <w:ilvl w:val="1"/>
          <w:numId w:val="6"/>
        </w:numPr>
        <w:rPr>
          <w:lang w:val="en-GB"/>
        </w:rPr>
      </w:pPr>
      <w:r w:rsidRPr="00751DBB">
        <w:rPr>
          <w:lang w:val="en-GB"/>
        </w:rPr>
        <w:lastRenderedPageBreak/>
        <w:t>OCSP responder certificate</w:t>
      </w:r>
    </w:p>
    <w:p w:rsidR="003A6131" w:rsidRPr="00751DBB" w:rsidRDefault="0080784E" w:rsidP="00AB547D">
      <w:pPr>
        <w:rPr>
          <w:lang w:val="en-GB"/>
        </w:rPr>
      </w:pPr>
      <w:r w:rsidRPr="00751DBB">
        <w:rPr>
          <w:lang w:val="en-GB"/>
        </w:rPr>
        <w:t>As a</w:t>
      </w:r>
      <w:r w:rsidR="00AB547D" w:rsidRPr="00751DBB">
        <w:rPr>
          <w:lang w:val="en-GB"/>
        </w:rPr>
        <w:t xml:space="preserve"> result, it is possible to verify signature validity</w:t>
      </w:r>
      <w:r w:rsidRPr="00751DBB">
        <w:rPr>
          <w:lang w:val="en-GB"/>
        </w:rPr>
        <w:t xml:space="preserve"> </w:t>
      </w:r>
      <w:r w:rsidR="00AB547D" w:rsidRPr="00751DBB">
        <w:rPr>
          <w:lang w:val="en-GB"/>
        </w:rPr>
        <w:t>without any additional external information – the verifier</w:t>
      </w:r>
      <w:r w:rsidRPr="00751DBB">
        <w:rPr>
          <w:lang w:val="en-GB"/>
        </w:rPr>
        <w:t xml:space="preserve"> </w:t>
      </w:r>
      <w:r w:rsidR="00AB547D" w:rsidRPr="00751DBB">
        <w:rPr>
          <w:lang w:val="en-GB"/>
        </w:rPr>
        <w:t>should trust the issu</w:t>
      </w:r>
      <w:r w:rsidR="00E802B2" w:rsidRPr="00751DBB">
        <w:rPr>
          <w:lang w:val="en-GB"/>
        </w:rPr>
        <w:t>er of signer’s certificate and the</w:t>
      </w:r>
      <w:r w:rsidR="00AB547D" w:rsidRPr="00751DBB">
        <w:rPr>
          <w:lang w:val="en-GB"/>
        </w:rPr>
        <w:t xml:space="preserve"> OCSP</w:t>
      </w:r>
      <w:r w:rsidRPr="00751DBB">
        <w:rPr>
          <w:lang w:val="en-GB"/>
        </w:rPr>
        <w:t xml:space="preserve"> </w:t>
      </w:r>
      <w:r w:rsidR="00AB547D" w:rsidRPr="00751DBB">
        <w:rPr>
          <w:lang w:val="en-GB"/>
        </w:rPr>
        <w:t>responder</w:t>
      </w:r>
      <w:r w:rsidR="00E802B2" w:rsidRPr="00751DBB">
        <w:rPr>
          <w:lang w:val="en-GB"/>
        </w:rPr>
        <w:t>’s</w:t>
      </w:r>
      <w:r w:rsidR="00AB547D" w:rsidRPr="00751DBB">
        <w:rPr>
          <w:lang w:val="en-GB"/>
        </w:rPr>
        <w:t xml:space="preserve"> certificate. Original files (which were signed) along</w:t>
      </w:r>
      <w:r w:rsidRPr="00751DBB">
        <w:rPr>
          <w:lang w:val="en-GB"/>
        </w:rPr>
        <w:t xml:space="preserve"> </w:t>
      </w:r>
      <w:r w:rsidR="00AB547D" w:rsidRPr="00751DBB">
        <w:rPr>
          <w:lang w:val="en-GB"/>
        </w:rPr>
        <w:t>with the signature(s), validation</w:t>
      </w:r>
      <w:r w:rsidRPr="00751DBB">
        <w:rPr>
          <w:lang w:val="en-GB"/>
        </w:rPr>
        <w:t xml:space="preserve"> </w:t>
      </w:r>
      <w:r w:rsidR="00AB547D" w:rsidRPr="00751DBB">
        <w:rPr>
          <w:lang w:val="en-GB"/>
        </w:rPr>
        <w:t>confirmation(s) and certificates are</w:t>
      </w:r>
      <w:r w:rsidRPr="00751DBB">
        <w:rPr>
          <w:lang w:val="en-GB"/>
        </w:rPr>
        <w:t xml:space="preserve"> </w:t>
      </w:r>
      <w:r w:rsidR="00AB547D" w:rsidRPr="00751DBB">
        <w:rPr>
          <w:lang w:val="en-GB"/>
        </w:rPr>
        <w:t>encapsulated within container with</w:t>
      </w:r>
      <w:r w:rsidRPr="00751DBB">
        <w:rPr>
          <w:lang w:val="en-GB"/>
        </w:rPr>
        <w:t xml:space="preserve"> “SignedDoc”</w:t>
      </w:r>
      <w:r w:rsidR="00AB547D" w:rsidRPr="00751DBB">
        <w:rPr>
          <w:lang w:val="en-GB"/>
        </w:rPr>
        <w:t xml:space="preserve"> as a root element.</w:t>
      </w:r>
    </w:p>
    <w:p w:rsidR="00FE5E7E" w:rsidRPr="00751DBB" w:rsidRDefault="00883A13" w:rsidP="00FE5E7E">
      <w:pPr>
        <w:keepNext/>
        <w:rPr>
          <w:lang w:val="en-GB"/>
        </w:rPr>
      </w:pPr>
      <w:r w:rsidRPr="00751DBB">
        <w:rPr>
          <w:noProof/>
          <w:lang w:val="et-EE" w:eastAsia="et-EE"/>
        </w:rPr>
        <mc:AlternateContent>
          <mc:Choice Requires="wpg">
            <w:drawing>
              <wp:inline distT="0" distB="0" distL="0" distR="0" wp14:anchorId="27FD83DC" wp14:editId="43B86803">
                <wp:extent cx="3162300" cy="2788920"/>
                <wp:effectExtent l="0" t="0" r="19050" b="11430"/>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62300" cy="2788920"/>
                          <a:chOff x="-101843" y="327535"/>
                          <a:chExt cx="2990471" cy="2769231"/>
                        </a:xfrm>
                      </wpg:grpSpPr>
                      <wps:wsp>
                        <wps:cNvPr id="5" name="Rounded Rectangle 5"/>
                        <wps:cNvSpPr/>
                        <wps:spPr>
                          <a:xfrm>
                            <a:off x="-101843" y="327535"/>
                            <a:ext cx="2990471" cy="2769231"/>
                          </a:xfrm>
                          <a:prstGeom prst="roundRect">
                            <a:avLst/>
                          </a:prstGeom>
                          <a:ln/>
                        </wps:spPr>
                        <wps:style>
                          <a:lnRef idx="2">
                            <a:schemeClr val="accent5"/>
                          </a:lnRef>
                          <a:fillRef idx="1">
                            <a:schemeClr val="lt1"/>
                          </a:fillRef>
                          <a:effectRef idx="0">
                            <a:schemeClr val="accent5"/>
                          </a:effectRef>
                          <a:fontRef idx="minor">
                            <a:schemeClr val="dk1"/>
                          </a:fontRef>
                        </wps:style>
                        <wps:txbx>
                          <w:txbxContent>
                            <w:p w:rsidR="00395CD2" w:rsidRPr="0091709C" w:rsidRDefault="00395CD2" w:rsidP="00D74A75">
                              <w:pPr>
                                <w:jc w:val="center"/>
                                <w:rPr>
                                  <w:sz w:val="24"/>
                                </w:rPr>
                              </w:pPr>
                              <w:r w:rsidRPr="0091709C">
                                <w:rPr>
                                  <w:sz w:val="24"/>
                                </w:rPr>
                                <w:t>SignedDoc container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8" name="Group 18"/>
                        <wpg:cNvGrpSpPr/>
                        <wpg:grpSpPr>
                          <a:xfrm>
                            <a:off x="138324" y="787739"/>
                            <a:ext cx="2303599" cy="2091038"/>
                            <a:chOff x="-137722" y="261528"/>
                            <a:chExt cx="2303599" cy="2091038"/>
                          </a:xfrm>
                        </wpg:grpSpPr>
                        <wpg:grpSp>
                          <wpg:cNvPr id="16" name="Group 16"/>
                          <wpg:cNvGrpSpPr/>
                          <wpg:grpSpPr>
                            <a:xfrm>
                              <a:off x="-65606" y="261528"/>
                              <a:ext cx="2231223" cy="1539286"/>
                              <a:chOff x="-169123" y="261528"/>
                              <a:chExt cx="2231223" cy="1539286"/>
                            </a:xfrm>
                          </wpg:grpSpPr>
                          <wpg:grpSp>
                            <wpg:cNvPr id="15" name="Group 15"/>
                            <wpg:cNvGrpSpPr/>
                            <wpg:grpSpPr>
                              <a:xfrm>
                                <a:off x="-169123" y="261528"/>
                                <a:ext cx="1804594" cy="1444056"/>
                                <a:chOff x="-169123" y="261528"/>
                                <a:chExt cx="1804594" cy="1444056"/>
                              </a:xfrm>
                            </wpg:grpSpPr>
                            <wps:wsp>
                              <wps:cNvPr id="6" name="Flowchart: Multidocument 6"/>
                              <wps:cNvSpPr/>
                              <wps:spPr>
                                <a:xfrm>
                                  <a:off x="436591" y="261528"/>
                                  <a:ext cx="1198880" cy="715645"/>
                                </a:xfrm>
                                <a:prstGeom prst="flowChartMultidocument">
                                  <a:avLst/>
                                </a:prstGeom>
                                <a:ln>
                                  <a:solidFill>
                                    <a:schemeClr val="bg1">
                                      <a:lumMod val="75000"/>
                                    </a:schemeClr>
                                  </a:solidFill>
                                </a:ln>
                                <a:effectLst>
                                  <a:outerShdw blurRad="40000" dist="20000" dir="5400000" rotWithShape="0">
                                    <a:srgbClr val="000000">
                                      <a:alpha val="38000"/>
                                    </a:srgbClr>
                                  </a:outerShdw>
                                  <a:reflection blurRad="6350" stA="52000" endA="300" endPos="35000" dir="5400000" sy="-100000" algn="bl" rotWithShape="0"/>
                                </a:effectLst>
                                <a:scene3d>
                                  <a:camera prst="orthographicFront"/>
                                  <a:lightRig rig="threePt" dir="t"/>
                                </a:scene3d>
                                <a:sp3d>
                                  <a:bevelT/>
                                </a:sp3d>
                              </wps:spPr>
                              <wps:style>
                                <a:lnRef idx="1">
                                  <a:schemeClr val="dk1"/>
                                </a:lnRef>
                                <a:fillRef idx="2">
                                  <a:schemeClr val="dk1"/>
                                </a:fillRef>
                                <a:effectRef idx="1">
                                  <a:schemeClr val="dk1"/>
                                </a:effectRef>
                                <a:fontRef idx="minor">
                                  <a:schemeClr val="dk1"/>
                                </a:fontRef>
                              </wps:style>
                              <wps:txbx>
                                <w:txbxContent>
                                  <w:p w:rsidR="00395CD2" w:rsidRPr="00FE5E7E" w:rsidRDefault="00395CD2" w:rsidP="00D74A75">
                                    <w:pPr>
                                      <w:jc w:val="center"/>
                                      <w:rPr>
                                        <w:sz w:val="24"/>
                                      </w:rPr>
                                    </w:pPr>
                                    <w:r w:rsidRPr="00FE5E7E">
                                      <w:rPr>
                                        <w:sz w:val="24"/>
                                      </w:rPr>
                                      <w:t>Data files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Double Bracket 7"/>
                              <wps:cNvSpPr/>
                              <wps:spPr>
                                <a:xfrm>
                                  <a:off x="-169123" y="1247250"/>
                                  <a:ext cx="920897" cy="458334"/>
                                </a:xfrm>
                                <a:prstGeom prst="bracketPair">
                                  <a:avLst/>
                                </a:prstGeom>
                              </wps:spPr>
                              <wps:style>
                                <a:lnRef idx="3">
                                  <a:schemeClr val="accent5"/>
                                </a:lnRef>
                                <a:fillRef idx="0">
                                  <a:schemeClr val="accent5"/>
                                </a:fillRef>
                                <a:effectRef idx="2">
                                  <a:schemeClr val="accent5"/>
                                </a:effectRef>
                                <a:fontRef idx="minor">
                                  <a:schemeClr val="tx1"/>
                                </a:fontRef>
                              </wps:style>
                              <wps:txbx>
                                <w:txbxContent>
                                  <w:p w:rsidR="00395CD2" w:rsidRPr="0024468B" w:rsidRDefault="00395CD2" w:rsidP="00D74A75">
                                    <w:pPr>
                                      <w:jc w:val="center"/>
                                      <w:rPr>
                                        <w:szCs w:val="18"/>
                                      </w:rPr>
                                    </w:pPr>
                                    <w:r w:rsidRPr="0024468B">
                                      <w:rPr>
                                        <w:szCs w:val="18"/>
                                      </w:rPr>
                                      <w:t>Signature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 name="Horizontal Scroll 8"/>
                            <wps:cNvSpPr/>
                            <wps:spPr>
                              <a:xfrm>
                                <a:off x="1031599" y="1244441"/>
                                <a:ext cx="1030501" cy="556373"/>
                              </a:xfrm>
                              <a:prstGeom prst="horizontalScroll">
                                <a:avLst/>
                              </a:prstGeom>
                            </wps:spPr>
                            <wps:style>
                              <a:lnRef idx="0">
                                <a:schemeClr val="accent5"/>
                              </a:lnRef>
                              <a:fillRef idx="3">
                                <a:schemeClr val="accent5"/>
                              </a:fillRef>
                              <a:effectRef idx="3">
                                <a:schemeClr val="accent5"/>
                              </a:effectRef>
                              <a:fontRef idx="minor">
                                <a:schemeClr val="lt1"/>
                              </a:fontRef>
                            </wps:style>
                            <wps:txbx>
                              <w:txbxContent>
                                <w:p w:rsidR="00395CD2" w:rsidRPr="00E84075" w:rsidRDefault="00395CD2" w:rsidP="00274B1A">
                                  <w:pPr>
                                    <w:jc w:val="center"/>
                                    <w:rPr>
                                      <w:sz w:val="18"/>
                                      <w:szCs w:val="18"/>
                                    </w:rPr>
                                  </w:pPr>
                                  <w:r w:rsidRPr="00E84075">
                                    <w:rPr>
                                      <w:sz w:val="18"/>
                                      <w:szCs w:val="18"/>
                                    </w:rPr>
                                    <w:t>Certificate of signer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7" name="Group 17"/>
                          <wpg:cNvGrpSpPr/>
                          <wpg:grpSpPr>
                            <a:xfrm>
                              <a:off x="-137722" y="1800814"/>
                              <a:ext cx="2303599" cy="551752"/>
                              <a:chOff x="-137722" y="273938"/>
                              <a:chExt cx="2303599" cy="551752"/>
                            </a:xfrm>
                          </wpg:grpSpPr>
                          <wps:wsp>
                            <wps:cNvPr id="9" name="Double Brace 9"/>
                            <wps:cNvSpPr/>
                            <wps:spPr>
                              <a:xfrm>
                                <a:off x="-137722" y="273938"/>
                                <a:ext cx="1077232" cy="450772"/>
                              </a:xfrm>
                              <a:prstGeom prst="bracePair">
                                <a:avLst/>
                              </a:prstGeom>
                              <a:ln>
                                <a:solidFill>
                                  <a:srgbClr val="386294"/>
                                </a:solidFill>
                              </a:ln>
                            </wps:spPr>
                            <wps:style>
                              <a:lnRef idx="3">
                                <a:schemeClr val="accent1"/>
                              </a:lnRef>
                              <a:fillRef idx="0">
                                <a:schemeClr val="accent1"/>
                              </a:fillRef>
                              <a:effectRef idx="2">
                                <a:schemeClr val="accent1"/>
                              </a:effectRef>
                              <a:fontRef idx="minor">
                                <a:schemeClr val="tx1"/>
                              </a:fontRef>
                            </wps:style>
                            <wps:txbx>
                              <w:txbxContent>
                                <w:p w:rsidR="00395CD2" w:rsidRPr="00E84075" w:rsidRDefault="00395CD2" w:rsidP="00274B1A">
                                  <w:pPr>
                                    <w:jc w:val="center"/>
                                    <w:rPr>
                                      <w:sz w:val="18"/>
                                      <w:szCs w:val="18"/>
                                    </w:rPr>
                                  </w:pPr>
                                  <w:r w:rsidRPr="00E84075">
                                    <w:rPr>
                                      <w:sz w:val="18"/>
                                      <w:szCs w:val="18"/>
                                    </w:rPr>
                                    <w:t>Validity confirm</w:t>
                                  </w:r>
                                  <w:r w:rsidRPr="0024468B">
                                    <w:rPr>
                                      <w:szCs w:val="20"/>
                                    </w:rPr>
                                    <w: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Horizontal Scroll 10"/>
                            <wps:cNvSpPr/>
                            <wps:spPr>
                              <a:xfrm>
                                <a:off x="1135276" y="274036"/>
                                <a:ext cx="1030601" cy="551654"/>
                              </a:xfrm>
                              <a:prstGeom prst="horizontalScroll">
                                <a:avLst/>
                              </a:prstGeom>
                            </wps:spPr>
                            <wps:style>
                              <a:lnRef idx="0">
                                <a:schemeClr val="accent1"/>
                              </a:lnRef>
                              <a:fillRef idx="3">
                                <a:schemeClr val="accent1"/>
                              </a:fillRef>
                              <a:effectRef idx="3">
                                <a:schemeClr val="accent1"/>
                              </a:effectRef>
                              <a:fontRef idx="minor">
                                <a:schemeClr val="lt1"/>
                              </a:fontRef>
                            </wps:style>
                            <wps:txbx>
                              <w:txbxContent>
                                <w:p w:rsidR="00395CD2" w:rsidRPr="00E84075" w:rsidRDefault="00395CD2" w:rsidP="00274B1A">
                                  <w:pPr>
                                    <w:jc w:val="center"/>
                                    <w:rPr>
                                      <w:sz w:val="18"/>
                                      <w:szCs w:val="18"/>
                                    </w:rPr>
                                  </w:pPr>
                                  <w:r w:rsidRPr="00E84075">
                                    <w:rPr>
                                      <w:sz w:val="18"/>
                                      <w:szCs w:val="18"/>
                                    </w:rPr>
                                    <w:t>Certificate of responder</w:t>
                                  </w:r>
                                </w:p>
                                <w:p w:rsidR="00395CD2" w:rsidRDefault="00395CD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inline>
            </w:drawing>
          </mc:Choice>
          <mc:Fallback>
            <w:pict>
              <v:group id="Group 19" o:spid="_x0000_s1099" style="width:249pt;height:219.6pt;mso-position-horizontal-relative:char;mso-position-vertical-relative:line" coordorigin="-1018,3275" coordsize="29904,27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">
                <v:roundrect id="Rounded Rectangle 5" o:spid="_x0000_s1100" style="position:absolute;left:-1018;top:3275;width:29904;height:2769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PRRsIA&#10;AADaAAAADwAAAGRycy9kb3ducmV2LnhtbESPQYvCMBSE7wv7H8IT9ramyipSjSILsitetHrx9mhe&#10;m2LzUppU6783guBxmPlmmMWqt7W4UusrxwpGwwQEce50xaWC03HzPQPhA7LG2jEpuJOH1fLzY4Gp&#10;djc+0DULpYgl7FNUYEJoUil9bsiiH7qGOHqFay2GKNtS6hZvsdzWcpwkU2mx4rhgsKFfQ/kl66yC&#10;SRd+dtuz6fL9ZfO3XxeTcbE9K/U16NdzEIH68A6/6H8dOXheiTd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89FGwgAAANoAAAAPAAAAAAAAAAAAAAAAAJgCAABkcnMvZG93&#10;bnJldi54bWxQSwUGAAAAAAQABAD1AAAAhwMAAAAA&#10;" fillcolor="white [3201]" strokecolor="#4bacc6 [3208]" strokeweight="2pt">
                  <v:textbox>
                    <w:txbxContent>
                      <w:p w:rsidR="00395CD2" w:rsidRPr="0091709C" w:rsidRDefault="00395CD2" w:rsidP="00D74A75">
                        <w:pPr>
                          <w:jc w:val="center"/>
                          <w:rPr>
                            <w:sz w:val="24"/>
                          </w:rPr>
                        </w:pPr>
                        <w:r w:rsidRPr="0091709C">
                          <w:rPr>
                            <w:sz w:val="24"/>
                          </w:rPr>
                          <w:t>SignedDoc container</w:t>
                        </w:r>
                      </w:p>
                    </w:txbxContent>
                  </v:textbox>
                </v:roundrect>
                <v:group id="Group 18" o:spid="_x0000_s1101" style="position:absolute;left:1383;top:7877;width:23036;height:20910" coordorigin="-1377,2615" coordsize="23035,20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group id="Group 16" o:spid="_x0000_s1102" style="position:absolute;left:-656;top:2615;width:22312;height:15393" coordorigin="-1691,2615" coordsize="22312,15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group id="Group 15" o:spid="_x0000_s1103" style="position:absolute;left:-1691;top:2615;width:18045;height:14440" coordorigin="-1691,2615" coordsize="18045,14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Flowchart: Multidocument 6" o:spid="_x0000_s1104" type="#_x0000_t115" style="position:absolute;left:4365;top:2615;width:11989;height:71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mNgMIA&#10;AADaAAAADwAAAGRycy9kb3ducmV2LnhtbESPwWrDMBBE74H+g9hCb4mcHEJwI5tQSGtILrV76HFr&#10;bSxRa2UsJXb/PioUehxm5g2zL2fXixuNwXpWsF5lIIhbry13Cj6a43IHIkRkjb1nUvBDAcriYbHH&#10;XPuJ3+lWx04kCIccFZgYh1zK0BpyGFZ+IE7exY8OY5JjJ/WIU4K7Xm6ybCsdWk4LBgd6MdR+11en&#10;IDQd2ddddc0O9u3T4Ol8wa+g1NPjfHgGEWmO/+G/dqUVbOH3SroBsr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aY2AwgAAANoAAAAPAAAAAAAAAAAAAAAAAJgCAABkcnMvZG93&#10;bnJldi54bWxQSwUGAAAAAAQABAD1AAAAhwMAAAAA&#10;" fillcolor="gray [1616]" strokecolor="#bfbfbf [2412]">
                        <v:fill color2="#d9d9d9 [496]" rotate="t" angle="180" colors="0 #bcbcbc;22938f #d0d0d0;1 #ededed" focus="100%" type="gradient"/>
                        <v:shadow on="t" color="black" opacity="24903f" origin=",.5" offset="0,.55556mm"/>
                        <v:textbox>
                          <w:txbxContent>
                            <w:p w:rsidR="00395CD2" w:rsidRPr="00FE5E7E" w:rsidRDefault="00395CD2" w:rsidP="00D74A75">
                              <w:pPr>
                                <w:jc w:val="center"/>
                                <w:rPr>
                                  <w:sz w:val="24"/>
                                </w:rPr>
                              </w:pPr>
                              <w:r w:rsidRPr="00FE5E7E">
                                <w:rPr>
                                  <w:sz w:val="24"/>
                                </w:rPr>
                                <w:t>Data files</w:t>
                              </w:r>
                            </w:p>
                          </w:txbxContent>
                        </v:textbox>
                      </v:shape>
                      <v:shape id="Double Bracket 7" o:spid="_x0000_s1105" type="#_x0000_t185" style="position:absolute;left:-1691;top:12472;width:9208;height:45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lCAsQA&#10;AADaAAAADwAAAGRycy9kb3ducmV2LnhtbESPT2vCQBTE74LfYXmCF6mbKtSSuooWBBF68A+Kt5fs&#10;axLMvg3ZNYnf3i0UPA4z8xtmvuxMKRqqXWFZwfs4AkGcWl1wpuB03Lx9gnAeWWNpmRQ8yMFy0e/N&#10;Mda25T01B5+JAGEXo4Lc+yqW0qU5GXRjWxEH79fWBn2QdSZ1jW2Am1JOouhDGiw4LORY0XdO6e1w&#10;Nwqml31lm/W12Z7Xo+SnSxO/axOlhoNu9QXCU+df4f/2ViuYwd+VcAPk4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ZQgLEAAAA2gAAAA8AAAAAAAAAAAAAAAAAmAIAAGRycy9k&#10;b3ducmV2LnhtbFBLBQYAAAAABAAEAPUAAACJAwAAAAA=&#10;" strokecolor="#4bacc6 [3208]" strokeweight="3pt">
                        <v:shadow on="t" color="black" opacity="22937f" origin=",.5" offset="0,.63889mm"/>
                        <v:textbox>
                          <w:txbxContent>
                            <w:p w:rsidR="00395CD2" w:rsidRPr="0024468B" w:rsidRDefault="00395CD2" w:rsidP="00D74A75">
                              <w:pPr>
                                <w:jc w:val="center"/>
                                <w:rPr>
                                  <w:szCs w:val="18"/>
                                </w:rPr>
                              </w:pPr>
                              <w:r w:rsidRPr="0024468B">
                                <w:rPr>
                                  <w:szCs w:val="18"/>
                                </w:rPr>
                                <w:t>Signature</w:t>
                              </w:r>
                            </w:p>
                          </w:txbxContent>
                        </v:textbox>
                      </v:shape>
                    </v:group>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8" o:spid="_x0000_s1106" type="#_x0000_t98" style="position:absolute;left:10315;top:12444;width:10306;height:55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hgYcEA&#10;AADaAAAADwAAAGRycy9kb3ducmV2LnhtbERPu27CMBTdkfoP1q3UBRGnRYogxURRWxBrQzt0u7Jv&#10;Hmp8ncYGwt/jAanj0Xlvisn24kyj7xwreE5SEMTamY4bBV/H3WIFwgdkg71jUnAlD8X2YbbB3LgL&#10;f9K5Co2IIexzVNCGMORSet2SRZ+4gThytRsthgjHRpoRLzHc9vIlTTNpsePY0OJAby3p3+pkFfwd&#10;5vv1SVdL/f6RZd/Zj67rUiv19DiVryACTeFffHcfjIK4NV6JN0Bu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IYGHBAAAA2gAAAA8AAAAAAAAAAAAAAAAAmAIAAGRycy9kb3du&#10;cmV2LnhtbFBLBQYAAAAABAAEAPUAAACGAwAAAAA=&#10;" fillcolor="#215a69 [1640]" stroked="f">
                      <v:fill color2="#3da5c1 [3016]" rotate="t" angle="180" colors="0 #2787a0;52429f #36b1d2;1 #34b3d6" focus="100%" type="gradient">
                        <o:fill v:ext="view" type="gradientUnscaled"/>
                      </v:fill>
                      <v:shadow on="t" color="black" opacity="22937f" origin=",.5" offset="0,.63889mm"/>
                      <v:textbox>
                        <w:txbxContent>
                          <w:p w:rsidR="00395CD2" w:rsidRPr="00E84075" w:rsidRDefault="00395CD2" w:rsidP="00274B1A">
                            <w:pPr>
                              <w:jc w:val="center"/>
                              <w:rPr>
                                <w:sz w:val="18"/>
                                <w:szCs w:val="18"/>
                              </w:rPr>
                            </w:pPr>
                            <w:r w:rsidRPr="00E84075">
                              <w:rPr>
                                <w:sz w:val="18"/>
                                <w:szCs w:val="18"/>
                              </w:rPr>
                              <w:t>Certificate of signer</w:t>
                            </w:r>
                          </w:p>
                        </w:txbxContent>
                      </v:textbox>
                    </v:shape>
                  </v:group>
                  <v:group id="Group 17" o:spid="_x0000_s1107" style="position:absolute;left:-1377;top:18008;width:23035;height:5517" coordorigin="-1377,2739" coordsize="23035,55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Double Brace 9" o:spid="_x0000_s1108" type="#_x0000_t186" style="position:absolute;left:-1377;top:2739;width:10772;height:45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UlscIA&#10;AADaAAAADwAAAGRycy9kb3ducmV2LnhtbESPQWvCQBSE74L/YXkFb7qxSG3TbMQGhOCt2kKPj93X&#10;JCT7NmRXTf69Wyh4HGbmGybbjbYTVxp841jBepWAINbONFwp+Doflq8gfEA22DkmBRN52OXzWYap&#10;cTf+pOspVCJC2KeooA6hT6X0uiaLfuV64uj9usFiiHKopBnwFuG2k89J8iItNhwXauypqEm3p4tV&#10;0G7WWhffVblt0RTyKNuP6SdRavE07t9BBBrDI/zfLo2CN/i7Em+Az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NSWxwgAAANoAAAAPAAAAAAAAAAAAAAAAAJgCAABkcnMvZG93&#10;bnJldi54bWxQSwUGAAAAAAQABAD1AAAAhwMAAAAA&#10;" strokecolor="#386294" strokeweight="3pt">
                      <v:shadow on="t" color="black" opacity="22937f" origin=",.5" offset="0,.63889mm"/>
                      <v:textbox>
                        <w:txbxContent>
                          <w:p w:rsidR="00395CD2" w:rsidRPr="00E84075" w:rsidRDefault="00395CD2" w:rsidP="00274B1A">
                            <w:pPr>
                              <w:jc w:val="center"/>
                              <w:rPr>
                                <w:sz w:val="18"/>
                                <w:szCs w:val="18"/>
                              </w:rPr>
                            </w:pPr>
                            <w:r w:rsidRPr="00E84075">
                              <w:rPr>
                                <w:sz w:val="18"/>
                                <w:szCs w:val="18"/>
                              </w:rPr>
                              <w:t>Validity confirm</w:t>
                            </w:r>
                            <w:r w:rsidRPr="0024468B">
                              <w:rPr>
                                <w:szCs w:val="20"/>
                              </w:rPr>
                              <w:t>ation</w:t>
                            </w:r>
                          </w:p>
                        </w:txbxContent>
                      </v:textbox>
                    </v:shape>
                    <v:shape id="Horizontal Scroll 10" o:spid="_x0000_s1109" type="#_x0000_t98" style="position:absolute;left:11352;top:2740;width:10306;height:55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9GlMQA&#10;AADbAAAADwAAAGRycy9kb3ducmV2LnhtbESPQW/CMAyF70j7D5En7YIghcOESgNiEwhOE5TtbjWm&#10;rWic0gTo9uvnAxI3W+/5vc/ZsneNulEXas8GJuMEFHHhbc2lge/jZjQDFSKyxcYzGfilAMvFyyDD&#10;1Po7H+iWx1JJCIcUDVQxtqnWoajIYRj7lli0k+8cRlm7UtsO7xLuGj1NknftsGZpqLClz4qKc351&#10;Bsqfr/3Ebk9/l30e7eVjNwxhfTXm7bVfzUFF6uPT/LjeWcEXevlFB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fRpTEAAAA2wAAAA8AAAAAAAAAAAAAAAAAmAIAAGRycy9k&#10;b3ducmV2LnhtbFBLBQYAAAAABAAEAPUAAACJAwAAAAA=&#10;" fillcolor="#254163 [1636]" stroked="f">
                      <v:fill color2="#4477b6 [3012]" rotate="t" angle="180" colors="0 #2c5d98;52429f #3c7bc7;1 #3a7ccb" focus="100%" type="gradient">
                        <o:fill v:ext="view" type="gradientUnscaled"/>
                      </v:fill>
                      <v:shadow on="t" color="black" opacity="22937f" origin=",.5" offset="0,.63889mm"/>
                      <v:textbox>
                        <w:txbxContent>
                          <w:p w:rsidR="00395CD2" w:rsidRPr="00E84075" w:rsidRDefault="00395CD2" w:rsidP="00274B1A">
                            <w:pPr>
                              <w:jc w:val="center"/>
                              <w:rPr>
                                <w:sz w:val="18"/>
                                <w:szCs w:val="18"/>
                              </w:rPr>
                            </w:pPr>
                            <w:r w:rsidRPr="00E84075">
                              <w:rPr>
                                <w:sz w:val="18"/>
                                <w:szCs w:val="18"/>
                              </w:rPr>
                              <w:t>Certificate of responder</w:t>
                            </w:r>
                          </w:p>
                          <w:p w:rsidR="00395CD2" w:rsidRDefault="00395CD2"/>
                        </w:txbxContent>
                      </v:textbox>
                    </v:shape>
                  </v:group>
                </v:group>
                <w10:anchorlock/>
              </v:group>
            </w:pict>
          </mc:Fallback>
        </mc:AlternateContent>
      </w:r>
    </w:p>
    <w:p w:rsidR="00C91C45" w:rsidRPr="00751DBB" w:rsidRDefault="00792518" w:rsidP="00FE5E7E">
      <w:pPr>
        <w:pStyle w:val="Caption"/>
        <w:rPr>
          <w:lang w:val="en-GB"/>
        </w:rPr>
      </w:pPr>
      <w:r w:rsidRPr="00751DBB">
        <w:rPr>
          <w:lang w:val="en-GB"/>
        </w:rPr>
        <w:fldChar w:fldCharType="begin"/>
      </w:r>
      <w:r w:rsidRPr="00751DBB">
        <w:rPr>
          <w:lang w:val="en-GB"/>
        </w:rPr>
        <w:instrText xml:space="preserve"> SEQ Joonis \* ARABIC </w:instrText>
      </w:r>
      <w:r w:rsidRPr="00751DBB">
        <w:rPr>
          <w:lang w:val="en-GB"/>
        </w:rPr>
        <w:fldChar w:fldCharType="separate"/>
      </w:r>
      <w:proofErr w:type="gramStart"/>
      <w:r w:rsidR="0056784A" w:rsidRPr="00751DBB">
        <w:rPr>
          <w:noProof/>
          <w:lang w:val="en-GB"/>
        </w:rPr>
        <w:t>3</w:t>
      </w:r>
      <w:r w:rsidRPr="00751DBB">
        <w:rPr>
          <w:lang w:val="en-GB"/>
        </w:rPr>
        <w:fldChar w:fldCharType="end"/>
      </w:r>
      <w:r w:rsidR="00FE5E7E" w:rsidRPr="00751DBB">
        <w:rPr>
          <w:lang w:val="en-GB"/>
        </w:rPr>
        <w:t xml:space="preserve"> SignedDoc container</w:t>
      </w:r>
      <w:proofErr w:type="gramEnd"/>
    </w:p>
    <w:p w:rsidR="007E4DC5" w:rsidRPr="00751DBB" w:rsidRDefault="007E4DC5" w:rsidP="003A6131">
      <w:pPr>
        <w:rPr>
          <w:lang w:val="en-GB"/>
        </w:rPr>
      </w:pPr>
      <w:r w:rsidRPr="00751DBB">
        <w:rPr>
          <w:lang w:val="en-GB"/>
        </w:rPr>
        <w:t xml:space="preserve">The library currently offers </w:t>
      </w:r>
      <w:r w:rsidRPr="007248B4">
        <w:rPr>
          <w:b/>
          <w:lang w:val="en-GB"/>
        </w:rPr>
        <w:t>DIGIDOC-XML</w:t>
      </w:r>
      <w:r w:rsidRPr="00751DBB">
        <w:rPr>
          <w:lang w:val="en-GB"/>
        </w:rPr>
        <w:t xml:space="preserve"> document format to be used. </w:t>
      </w:r>
    </w:p>
    <w:p w:rsidR="00AE5A74" w:rsidRPr="00751DBB" w:rsidRDefault="00AE5A74" w:rsidP="003A6131">
      <w:pPr>
        <w:rPr>
          <w:lang w:val="en-GB"/>
        </w:rPr>
      </w:pPr>
      <w:r w:rsidRPr="00751DBB">
        <w:rPr>
          <w:lang w:val="en-GB"/>
        </w:rPr>
        <w:t xml:space="preserve">The DIGIDOC-XML document format </w:t>
      </w:r>
      <w:r w:rsidR="006B0167" w:rsidRPr="00751DBB">
        <w:rPr>
          <w:lang w:val="en-GB"/>
        </w:rPr>
        <w:t xml:space="preserve">(latest </w:t>
      </w:r>
      <w:r w:rsidRPr="00751DBB">
        <w:rPr>
          <w:lang w:val="en-GB"/>
        </w:rPr>
        <w:t>version 1.3</w:t>
      </w:r>
      <w:r w:rsidR="006B0167" w:rsidRPr="00751DBB">
        <w:rPr>
          <w:lang w:val="en-GB"/>
        </w:rPr>
        <w:t>)</w:t>
      </w:r>
      <w:r w:rsidRPr="00751DBB">
        <w:rPr>
          <w:lang w:val="en-GB"/>
        </w:rPr>
        <w:t xml:space="preserve"> is fully conforming to XAdES standard (note however that not every single detail allowed in XAdES standard is supported). </w:t>
      </w:r>
    </w:p>
    <w:p w:rsidR="00045889" w:rsidRPr="00751DBB" w:rsidRDefault="003A6131" w:rsidP="003A6131">
      <w:pPr>
        <w:rPr>
          <w:lang w:val="en-GB"/>
        </w:rPr>
      </w:pPr>
      <w:r w:rsidRPr="00751DBB">
        <w:rPr>
          <w:lang w:val="en-GB"/>
        </w:rPr>
        <w:t xml:space="preserve">DigiDoc system uses file extension </w:t>
      </w:r>
      <w:r w:rsidRPr="00751DBB">
        <w:rPr>
          <w:b/>
          <w:lang w:val="en-GB"/>
        </w:rPr>
        <w:t>.ddoc</w:t>
      </w:r>
      <w:r w:rsidRPr="00751DBB">
        <w:rPr>
          <w:lang w:val="en-GB"/>
        </w:rPr>
        <w:t xml:space="preserve"> to distinguish digitally signed files according to the described file format. Syntax of the .ddoc </w:t>
      </w:r>
      <w:r w:rsidR="00CB776B" w:rsidRPr="00751DBB">
        <w:rPr>
          <w:lang w:val="en-GB"/>
        </w:rPr>
        <w:t>file is described in</w:t>
      </w:r>
      <w:r w:rsidRPr="00751DBB">
        <w:rPr>
          <w:lang w:val="en-GB"/>
        </w:rPr>
        <w:t xml:space="preserve"> </w:t>
      </w:r>
      <w:r w:rsidR="0024094F" w:rsidRPr="00751DBB">
        <w:rPr>
          <w:lang w:val="en-GB"/>
        </w:rPr>
        <w:t xml:space="preserve">a </w:t>
      </w:r>
      <w:r w:rsidRPr="00751DBB">
        <w:rPr>
          <w:lang w:val="en-GB"/>
        </w:rPr>
        <w:t>separate document in</w:t>
      </w:r>
      <w:r w:rsidR="00CB776B" w:rsidRPr="00751DBB">
        <w:rPr>
          <w:lang w:val="en-GB"/>
        </w:rPr>
        <w:t xml:space="preserve"> </w:t>
      </w:r>
      <w:r w:rsidR="00045889" w:rsidRPr="00751DBB">
        <w:rPr>
          <w:lang w:val="en-GB"/>
        </w:rPr>
        <w:t>detail (</w:t>
      </w:r>
      <w:r w:rsidRPr="00751DBB">
        <w:rPr>
          <w:lang w:val="en-GB"/>
        </w:rPr>
        <w:t>see [6]</w:t>
      </w:r>
      <w:r w:rsidR="00045889" w:rsidRPr="00751DBB">
        <w:rPr>
          <w:lang w:val="en-GB"/>
        </w:rPr>
        <w:t>)</w:t>
      </w:r>
      <w:r w:rsidRPr="00751DBB">
        <w:rPr>
          <w:lang w:val="en-GB"/>
        </w:rPr>
        <w:t>.</w:t>
      </w:r>
    </w:p>
    <w:p w:rsidR="00DE6984" w:rsidRPr="00751DBB" w:rsidRDefault="0024094F" w:rsidP="003A6131">
      <w:pPr>
        <w:rPr>
          <w:lang w:val="en-GB"/>
        </w:rPr>
      </w:pPr>
      <w:r w:rsidRPr="00751DBB">
        <w:rPr>
          <w:lang w:val="en-GB"/>
        </w:rPr>
        <w:t>The DIGIDOC-XML document’s container is a single XML file which may contain embedded data file(s) and signature(s). It is possible to add data files to the container by</w:t>
      </w:r>
      <w:r w:rsidR="00DE6984" w:rsidRPr="00751DBB">
        <w:rPr>
          <w:lang w:val="en-GB"/>
        </w:rPr>
        <w:t>:</w:t>
      </w:r>
      <w:r w:rsidRPr="00751DBB">
        <w:rPr>
          <w:lang w:val="en-GB"/>
        </w:rPr>
        <w:t xml:space="preserve"> </w:t>
      </w:r>
    </w:p>
    <w:p w:rsidR="00DE6984" w:rsidRPr="00751DBB" w:rsidRDefault="0024094F" w:rsidP="00D35F57">
      <w:pPr>
        <w:pStyle w:val="ListParagraph"/>
        <w:numPr>
          <w:ilvl w:val="0"/>
          <w:numId w:val="30"/>
        </w:numPr>
        <w:rPr>
          <w:lang w:val="en-GB"/>
        </w:rPr>
      </w:pPr>
      <w:r w:rsidRPr="00751DBB">
        <w:rPr>
          <w:lang w:val="en-GB"/>
        </w:rPr>
        <w:t>embedding binary data in base</w:t>
      </w:r>
      <w:r w:rsidR="00DE6984" w:rsidRPr="00751DBB">
        <w:rPr>
          <w:lang w:val="en-GB"/>
        </w:rPr>
        <w:t>64 encoding (</w:t>
      </w:r>
      <w:r w:rsidR="00EF3292">
        <w:rPr>
          <w:lang w:val="en-GB"/>
        </w:rPr>
        <w:t>CONTENT_</w:t>
      </w:r>
      <w:r w:rsidR="00DE6984" w:rsidRPr="00751DBB">
        <w:rPr>
          <w:lang w:val="en-GB"/>
        </w:rPr>
        <w:t>EMBEDDED_BASE64 mode),</w:t>
      </w:r>
    </w:p>
    <w:p w:rsidR="0024094F" w:rsidRPr="006B6672" w:rsidRDefault="00DE6984" w:rsidP="00D35F57">
      <w:pPr>
        <w:pStyle w:val="ListParagraph"/>
        <w:numPr>
          <w:ilvl w:val="0"/>
          <w:numId w:val="30"/>
        </w:numPr>
        <w:rPr>
          <w:color w:val="808080" w:themeColor="background1" w:themeShade="80"/>
          <w:lang w:val="en-GB"/>
        </w:rPr>
      </w:pPr>
      <w:r w:rsidRPr="006B6672">
        <w:rPr>
          <w:color w:val="808080" w:themeColor="background1" w:themeShade="80"/>
          <w:lang w:val="en-GB"/>
        </w:rPr>
        <w:t>embedding</w:t>
      </w:r>
      <w:r w:rsidR="0024094F" w:rsidRPr="006B6672">
        <w:rPr>
          <w:color w:val="808080" w:themeColor="background1" w:themeShade="80"/>
          <w:lang w:val="en-GB"/>
        </w:rPr>
        <w:t xml:space="preserve"> </w:t>
      </w:r>
      <w:r w:rsidRPr="006B6672">
        <w:rPr>
          <w:color w:val="808080" w:themeColor="background1" w:themeShade="80"/>
          <w:lang w:val="en-GB"/>
        </w:rPr>
        <w:t>pure text or XML</w:t>
      </w:r>
      <w:r w:rsidR="006B6672" w:rsidRPr="006B6672">
        <w:rPr>
          <w:color w:val="808080" w:themeColor="background1" w:themeShade="80"/>
          <w:lang w:val="en-GB"/>
        </w:rPr>
        <w:t xml:space="preserve"> – no longer supported</w:t>
      </w:r>
      <w:r w:rsidRPr="006B6672">
        <w:rPr>
          <w:color w:val="808080" w:themeColor="background1" w:themeShade="80"/>
          <w:lang w:val="en-GB"/>
        </w:rPr>
        <w:t xml:space="preserve"> (</w:t>
      </w:r>
      <w:r w:rsidR="00EF3292" w:rsidRPr="006B6672">
        <w:rPr>
          <w:color w:val="808080" w:themeColor="background1" w:themeShade="80"/>
          <w:lang w:val="en-GB"/>
        </w:rPr>
        <w:t>CONTENT_</w:t>
      </w:r>
      <w:r w:rsidRPr="006B6672">
        <w:rPr>
          <w:color w:val="808080" w:themeColor="background1" w:themeShade="80"/>
          <w:lang w:val="en-GB"/>
        </w:rPr>
        <w:t>EMBEDDED mode),</w:t>
      </w:r>
    </w:p>
    <w:p w:rsidR="00DE6984" w:rsidRPr="00751DBB" w:rsidRDefault="00DE6984" w:rsidP="00D35F57">
      <w:pPr>
        <w:pStyle w:val="ListParagraph"/>
        <w:numPr>
          <w:ilvl w:val="0"/>
          <w:numId w:val="30"/>
        </w:numPr>
        <w:rPr>
          <w:color w:val="808080" w:themeColor="background1" w:themeShade="80"/>
          <w:lang w:val="en-GB"/>
        </w:rPr>
      </w:pPr>
      <w:proofErr w:type="gramStart"/>
      <w:r w:rsidRPr="00751DBB">
        <w:rPr>
          <w:color w:val="808080" w:themeColor="background1" w:themeShade="80"/>
          <w:lang w:val="en-GB"/>
        </w:rPr>
        <w:t>adding</w:t>
      </w:r>
      <w:proofErr w:type="gramEnd"/>
      <w:r w:rsidRPr="00751DBB">
        <w:rPr>
          <w:color w:val="808080" w:themeColor="background1" w:themeShade="80"/>
          <w:lang w:val="en-GB"/>
        </w:rPr>
        <w:t xml:space="preserve"> only reference to an external file – no longer supported (DETACHED mode).</w:t>
      </w:r>
    </w:p>
    <w:p w:rsidR="009F10E4" w:rsidRPr="00751DBB" w:rsidRDefault="009F10E4" w:rsidP="009F10E4">
      <w:pPr>
        <w:rPr>
          <w:lang w:val="en-GB"/>
        </w:rPr>
      </w:pPr>
      <w:r w:rsidRPr="00751DBB">
        <w:rPr>
          <w:lang w:val="en-GB"/>
        </w:rPr>
        <w:t>SHA-1 digest type is supported and set automatically.</w:t>
      </w:r>
    </w:p>
    <w:p w:rsidR="00BE2749" w:rsidRPr="00751DBB" w:rsidRDefault="00BE2749" w:rsidP="00CD492A">
      <w:pPr>
        <w:pStyle w:val="Pealkiri11"/>
        <w:rPr>
          <w:lang w:val="en-GB"/>
        </w:rPr>
      </w:pPr>
      <w:bookmarkStart w:id="12" w:name="_Toc314582093"/>
      <w:bookmarkStart w:id="13" w:name="_Toc314582194"/>
      <w:bookmarkStart w:id="14" w:name="_Toc345343795"/>
      <w:bookmarkStart w:id="15" w:name="_Toc346288021"/>
      <w:bookmarkEnd w:id="12"/>
      <w:bookmarkEnd w:id="13"/>
      <w:r w:rsidRPr="00751DBB">
        <w:rPr>
          <w:lang w:val="en-GB"/>
        </w:rPr>
        <w:lastRenderedPageBreak/>
        <w:t>Overview</w:t>
      </w:r>
      <w:bookmarkEnd w:id="14"/>
      <w:bookmarkEnd w:id="15"/>
    </w:p>
    <w:p w:rsidR="009978D8" w:rsidRPr="00751DBB" w:rsidRDefault="009978D8" w:rsidP="004F5ADE">
      <w:pPr>
        <w:rPr>
          <w:lang w:val="en-GB"/>
        </w:rPr>
      </w:pPr>
      <w:r w:rsidRPr="00751DBB">
        <w:rPr>
          <w:lang w:val="en-GB"/>
        </w:rPr>
        <w:t>The following section describes</w:t>
      </w:r>
      <w:r w:rsidR="00BC602D" w:rsidRPr="00751DBB">
        <w:rPr>
          <w:lang w:val="en-GB"/>
        </w:rPr>
        <w:t xml:space="preserve"> the </w:t>
      </w:r>
      <w:r w:rsidR="000816E7">
        <w:rPr>
          <w:lang w:val="en-GB"/>
        </w:rPr>
        <w:t>DigiDoc COM</w:t>
      </w:r>
      <w:r w:rsidR="005B1B68" w:rsidRPr="00751DBB">
        <w:rPr>
          <w:lang w:val="en-GB"/>
        </w:rPr>
        <w:t xml:space="preserve"> library’s</w:t>
      </w:r>
      <w:r w:rsidR="00BC602D" w:rsidRPr="00751DBB">
        <w:rPr>
          <w:lang w:val="en-GB"/>
        </w:rPr>
        <w:t xml:space="preserve"> </w:t>
      </w:r>
      <w:r w:rsidR="00E06F6C">
        <w:rPr>
          <w:lang w:val="en-GB"/>
        </w:rPr>
        <w:t xml:space="preserve">principles, </w:t>
      </w:r>
      <w:r w:rsidR="00AD5EB4">
        <w:rPr>
          <w:lang w:val="en-GB"/>
        </w:rPr>
        <w:t>dependencies</w:t>
      </w:r>
      <w:r w:rsidR="00E06F6C">
        <w:rPr>
          <w:lang w:val="en-GB"/>
        </w:rPr>
        <w:t xml:space="preserve"> and usage possibilities in client applications by demonstrating the most common API calls for digital signature creation. </w:t>
      </w:r>
    </w:p>
    <w:p w:rsidR="001B79AD" w:rsidRDefault="000816E7" w:rsidP="00BE2749">
      <w:pPr>
        <w:rPr>
          <w:lang w:val="en-GB"/>
        </w:rPr>
      </w:pPr>
      <w:r>
        <w:rPr>
          <w:lang w:val="en-GB"/>
        </w:rPr>
        <w:t>DigiDoc COM</w:t>
      </w:r>
      <w:r w:rsidR="005B30E8">
        <w:rPr>
          <w:lang w:val="en-GB"/>
        </w:rPr>
        <w:t xml:space="preserve"> is a </w:t>
      </w:r>
      <w:r w:rsidR="009324E7">
        <w:rPr>
          <w:lang w:val="en-GB"/>
        </w:rPr>
        <w:t xml:space="preserve">binary </w:t>
      </w:r>
      <w:r w:rsidR="007C49D9">
        <w:rPr>
          <w:lang w:val="en-GB"/>
        </w:rPr>
        <w:t>object model,</w:t>
      </w:r>
      <w:r w:rsidR="00CB36CF">
        <w:rPr>
          <w:lang w:val="en-GB"/>
        </w:rPr>
        <w:t xml:space="preserve"> based on the CDigiDoc library which has been linked into COM DLL from the source code. </w:t>
      </w:r>
    </w:p>
    <w:p w:rsidR="00BE2749" w:rsidRPr="00751DBB" w:rsidRDefault="005B30E8" w:rsidP="00BE2749">
      <w:pPr>
        <w:rPr>
          <w:lang w:val="en-GB"/>
        </w:rPr>
      </w:pPr>
      <w:r>
        <w:rPr>
          <w:lang w:val="en-GB"/>
        </w:rPr>
        <w:t xml:space="preserve">DigiDoc COM library </w:t>
      </w:r>
      <w:r w:rsidR="007C49D9">
        <w:rPr>
          <w:lang w:val="en-GB"/>
        </w:rPr>
        <w:t xml:space="preserve">offers </w:t>
      </w:r>
      <w:r w:rsidR="000C409B">
        <w:rPr>
          <w:lang w:val="en-GB"/>
        </w:rPr>
        <w:t>the possibility to integrate the</w:t>
      </w:r>
      <w:r w:rsidR="00BE2749" w:rsidRPr="00751DBB">
        <w:rPr>
          <w:lang w:val="en-GB"/>
        </w:rPr>
        <w:t xml:space="preserve"> following </w:t>
      </w:r>
      <w:r w:rsidR="000C409B">
        <w:rPr>
          <w:lang w:val="en-GB"/>
        </w:rPr>
        <w:t xml:space="preserve">CDigiDoc’s </w:t>
      </w:r>
      <w:r w:rsidR="00BE2749" w:rsidRPr="00751DBB">
        <w:rPr>
          <w:lang w:val="en-GB"/>
        </w:rPr>
        <w:t>functionality</w:t>
      </w:r>
      <w:r w:rsidR="000C409B">
        <w:rPr>
          <w:lang w:val="en-GB"/>
        </w:rPr>
        <w:t xml:space="preserve"> to </w:t>
      </w:r>
      <w:r w:rsidR="00CB36CF">
        <w:rPr>
          <w:lang w:val="en-GB"/>
        </w:rPr>
        <w:t xml:space="preserve">client </w:t>
      </w:r>
      <w:r w:rsidR="000C409B">
        <w:rPr>
          <w:lang w:val="en-GB"/>
        </w:rPr>
        <w:t xml:space="preserve">applications running on </w:t>
      </w:r>
      <w:r w:rsidR="00E06F6C">
        <w:rPr>
          <w:lang w:val="en-GB"/>
        </w:rPr>
        <w:t xml:space="preserve">32-bit </w:t>
      </w:r>
      <w:r w:rsidR="000C409B">
        <w:rPr>
          <w:lang w:val="en-GB"/>
        </w:rPr>
        <w:t>Windows platform</w:t>
      </w:r>
      <w:r w:rsidR="00BE2749" w:rsidRPr="00751DBB">
        <w:rPr>
          <w:lang w:val="en-GB"/>
        </w:rPr>
        <w:t>:</w:t>
      </w:r>
    </w:p>
    <w:p w:rsidR="00F70EE0" w:rsidRPr="00751DBB" w:rsidRDefault="00526C3A" w:rsidP="00A35B78">
      <w:pPr>
        <w:pStyle w:val="ListParagraph"/>
        <w:numPr>
          <w:ilvl w:val="0"/>
          <w:numId w:val="2"/>
        </w:numPr>
        <w:rPr>
          <w:lang w:val="en-GB"/>
        </w:rPr>
      </w:pPr>
      <w:r w:rsidRPr="00751DBB">
        <w:rPr>
          <w:lang w:val="en-GB"/>
        </w:rPr>
        <w:t>Creating</w:t>
      </w:r>
      <w:r w:rsidR="00E37617" w:rsidRPr="00751DBB">
        <w:rPr>
          <w:lang w:val="en-GB"/>
        </w:rPr>
        <w:t xml:space="preserve"> files</w:t>
      </w:r>
      <w:r w:rsidR="00F70EE0" w:rsidRPr="00751DBB">
        <w:rPr>
          <w:lang w:val="en-GB"/>
        </w:rPr>
        <w:t xml:space="preserve"> in supported </w:t>
      </w:r>
      <w:r w:rsidR="00A814E1" w:rsidRPr="00751DBB">
        <w:rPr>
          <w:lang w:val="en-GB"/>
        </w:rPr>
        <w:t xml:space="preserve">DigiDoc </w:t>
      </w:r>
      <w:r w:rsidR="00F70EE0" w:rsidRPr="00751DBB">
        <w:rPr>
          <w:lang w:val="en-GB"/>
        </w:rPr>
        <w:t>formats</w:t>
      </w:r>
      <w:r w:rsidR="00E802B2" w:rsidRPr="00751DBB">
        <w:rPr>
          <w:lang w:val="en-GB"/>
        </w:rPr>
        <w:t xml:space="preserve"> (current default in </w:t>
      </w:r>
      <w:r w:rsidR="00E802B2" w:rsidRPr="00751DBB">
        <w:rPr>
          <w:b/>
          <w:lang w:val="en-GB"/>
        </w:rPr>
        <w:t>bold</w:t>
      </w:r>
      <w:r w:rsidR="00E802B2" w:rsidRPr="00751DBB">
        <w:rPr>
          <w:lang w:val="en-GB"/>
        </w:rPr>
        <w:t>)</w:t>
      </w:r>
      <w:r w:rsidR="00A814E1" w:rsidRPr="00751DBB">
        <w:rPr>
          <w:lang w:val="en-GB"/>
        </w:rPr>
        <w:t>:</w:t>
      </w:r>
    </w:p>
    <w:p w:rsidR="00F70EE0" w:rsidRPr="00751DBB" w:rsidRDefault="00F70EE0" w:rsidP="00F70EE0">
      <w:pPr>
        <w:pStyle w:val="ListParagraph"/>
        <w:numPr>
          <w:ilvl w:val="1"/>
          <w:numId w:val="2"/>
        </w:numPr>
        <w:rPr>
          <w:b/>
          <w:lang w:val="en-GB"/>
        </w:rPr>
      </w:pPr>
      <w:r w:rsidRPr="00751DBB">
        <w:rPr>
          <w:b/>
          <w:lang w:val="en-GB"/>
        </w:rPr>
        <w:t>DIGIDOC-XML 1.3</w:t>
      </w:r>
    </w:p>
    <w:p w:rsidR="00F13B68" w:rsidRPr="00751DBB" w:rsidRDefault="00F13B68" w:rsidP="00A35B78">
      <w:pPr>
        <w:pStyle w:val="ListParagraph"/>
        <w:numPr>
          <w:ilvl w:val="0"/>
          <w:numId w:val="2"/>
        </w:numPr>
        <w:rPr>
          <w:lang w:val="en-GB"/>
        </w:rPr>
      </w:pPr>
      <w:r w:rsidRPr="00751DBB">
        <w:rPr>
          <w:lang w:val="en-GB"/>
        </w:rPr>
        <w:t xml:space="preserve">Digitally </w:t>
      </w:r>
      <w:r w:rsidRPr="00751DBB">
        <w:rPr>
          <w:b/>
          <w:lang w:val="en-GB"/>
        </w:rPr>
        <w:t>signing</w:t>
      </w:r>
      <w:r w:rsidRPr="00751DBB">
        <w:rPr>
          <w:lang w:val="en-GB"/>
        </w:rPr>
        <w:t xml:space="preserve"> the DigiDoc files using smart cards</w:t>
      </w:r>
    </w:p>
    <w:p w:rsidR="00BE2749" w:rsidRPr="00751DBB" w:rsidRDefault="00F13B68" w:rsidP="00A35B78">
      <w:pPr>
        <w:pStyle w:val="ListParagraph"/>
        <w:numPr>
          <w:ilvl w:val="0"/>
          <w:numId w:val="2"/>
        </w:numPr>
        <w:rPr>
          <w:lang w:val="en-GB"/>
        </w:rPr>
      </w:pPr>
      <w:r w:rsidRPr="00751DBB">
        <w:rPr>
          <w:lang w:val="en-GB"/>
        </w:rPr>
        <w:t xml:space="preserve">Adding </w:t>
      </w:r>
      <w:r w:rsidR="00B42CA5" w:rsidRPr="00751DBB">
        <w:rPr>
          <w:b/>
          <w:lang w:val="en-GB"/>
        </w:rPr>
        <w:t>time</w:t>
      </w:r>
      <w:r w:rsidR="00CA45D2" w:rsidRPr="00751DBB">
        <w:rPr>
          <w:b/>
          <w:lang w:val="en-GB"/>
        </w:rPr>
        <w:t xml:space="preserve"> </w:t>
      </w:r>
      <w:r w:rsidR="00A814E1" w:rsidRPr="00751DBB">
        <w:rPr>
          <w:b/>
          <w:lang w:val="en-GB"/>
        </w:rPr>
        <w:t>marks</w:t>
      </w:r>
      <w:r w:rsidR="00045889" w:rsidRPr="00751DBB">
        <w:rPr>
          <w:lang w:val="en-GB"/>
        </w:rPr>
        <w:t xml:space="preserve"> </w:t>
      </w:r>
      <w:r w:rsidR="00B42CA5" w:rsidRPr="00751DBB">
        <w:rPr>
          <w:lang w:val="en-GB"/>
        </w:rPr>
        <w:t>and</w:t>
      </w:r>
      <w:r w:rsidR="00B42CA5" w:rsidRPr="00751DBB">
        <w:rPr>
          <w:b/>
          <w:lang w:val="en-GB"/>
        </w:rPr>
        <w:t xml:space="preserve"> validity</w:t>
      </w:r>
      <w:r w:rsidR="009A3C7B" w:rsidRPr="00751DBB">
        <w:rPr>
          <w:b/>
          <w:lang w:val="en-GB"/>
        </w:rPr>
        <w:t xml:space="preserve"> confirmations</w:t>
      </w:r>
      <w:r w:rsidRPr="00751DBB">
        <w:rPr>
          <w:lang w:val="en-GB"/>
        </w:rPr>
        <w:t xml:space="preserve"> to digital signatures</w:t>
      </w:r>
      <w:r w:rsidR="009A3C7B" w:rsidRPr="00751DBB">
        <w:rPr>
          <w:lang w:val="en-GB"/>
        </w:rPr>
        <w:t xml:space="preserve"> using </w:t>
      </w:r>
      <w:r w:rsidR="00BE2749" w:rsidRPr="00751DBB">
        <w:rPr>
          <w:lang w:val="en-GB"/>
        </w:rPr>
        <w:t xml:space="preserve">OCSP </w:t>
      </w:r>
      <w:r w:rsidR="009A3C7B" w:rsidRPr="00751DBB">
        <w:rPr>
          <w:lang w:val="en-GB"/>
        </w:rPr>
        <w:t>protocol</w:t>
      </w:r>
      <w:r w:rsidR="00BE2749" w:rsidRPr="00751DBB">
        <w:rPr>
          <w:lang w:val="en-GB"/>
        </w:rPr>
        <w:t>.</w:t>
      </w:r>
    </w:p>
    <w:p w:rsidR="001B79AD" w:rsidRPr="001B79AD" w:rsidRDefault="00F13B68" w:rsidP="001B79AD">
      <w:pPr>
        <w:pStyle w:val="ListParagraph"/>
        <w:numPr>
          <w:ilvl w:val="0"/>
          <w:numId w:val="2"/>
        </w:numPr>
        <w:rPr>
          <w:lang w:val="en-GB"/>
        </w:rPr>
      </w:pPr>
      <w:r w:rsidRPr="00751DBB">
        <w:rPr>
          <w:b/>
          <w:lang w:val="en-GB"/>
        </w:rPr>
        <w:t>Verifying</w:t>
      </w:r>
      <w:r w:rsidRPr="00751DBB">
        <w:rPr>
          <w:lang w:val="en-GB"/>
        </w:rPr>
        <w:t xml:space="preserve"> </w:t>
      </w:r>
      <w:r w:rsidR="00CA45D2" w:rsidRPr="00751DBB">
        <w:rPr>
          <w:lang w:val="en-GB"/>
        </w:rPr>
        <w:t xml:space="preserve">the </w:t>
      </w:r>
      <w:r w:rsidRPr="00751DBB">
        <w:rPr>
          <w:lang w:val="en-GB"/>
        </w:rPr>
        <w:t>digital signatures.</w:t>
      </w:r>
    </w:p>
    <w:p w:rsidR="00FA5138" w:rsidRPr="00FA5138" w:rsidRDefault="00FA5138" w:rsidP="00FA5138">
      <w:pPr>
        <w:rPr>
          <w:lang w:val="en-GB"/>
        </w:rPr>
      </w:pPr>
      <w:r w:rsidRPr="00FA5138">
        <w:rPr>
          <w:b/>
          <w:lang w:val="en-GB"/>
        </w:rPr>
        <w:t>Note</w:t>
      </w:r>
      <w:r w:rsidRPr="00FA5138">
        <w:rPr>
          <w:lang w:val="en-GB"/>
        </w:rPr>
        <w:t>: older DigiDoc file formats SK-XML, DIGIDOC-XML 1.1 and DIGIDOC-XML 1.2 are supported only for backward compatibility in case of digital signature verification and data file extraction operations (creating new files and adding signatures is no longer supported).</w:t>
      </w:r>
    </w:p>
    <w:p w:rsidR="00E92882" w:rsidRDefault="00306725" w:rsidP="0035039E">
      <w:pPr>
        <w:rPr>
          <w:lang w:val="en-GB"/>
        </w:rPr>
      </w:pPr>
      <w:r>
        <w:rPr>
          <w:lang w:val="en-GB"/>
        </w:rPr>
        <w:t>D</w:t>
      </w:r>
      <w:r w:rsidRPr="00751DBB">
        <w:rPr>
          <w:lang w:val="en-GB"/>
        </w:rPr>
        <w:t xml:space="preserve">igital signing </w:t>
      </w:r>
      <w:r>
        <w:rPr>
          <w:lang w:val="en-GB"/>
        </w:rPr>
        <w:t xml:space="preserve">is implemented with </w:t>
      </w:r>
      <w:r w:rsidRPr="00751DBB">
        <w:rPr>
          <w:lang w:val="en-GB"/>
        </w:rPr>
        <w:t>Cryptographic Service Provider (CSP)</w:t>
      </w:r>
      <w:r>
        <w:rPr>
          <w:lang w:val="en-GB"/>
        </w:rPr>
        <w:t xml:space="preserve"> </w:t>
      </w:r>
      <w:r w:rsidRPr="00751DBB">
        <w:rPr>
          <w:lang w:val="en-GB"/>
        </w:rPr>
        <w:t>over Microsoft CryptoAPI</w:t>
      </w:r>
      <w:r>
        <w:rPr>
          <w:lang w:val="en-GB"/>
        </w:rPr>
        <w:t>.</w:t>
      </w:r>
    </w:p>
    <w:p w:rsidR="00185DDC" w:rsidRPr="00751DBB" w:rsidRDefault="00D868D1" w:rsidP="00185DDC">
      <w:pPr>
        <w:keepNext/>
        <w:rPr>
          <w:lang w:val="en-GB"/>
        </w:rPr>
      </w:pPr>
      <w:r w:rsidRPr="00751DBB">
        <w:rPr>
          <w:rFonts w:ascii="HelveticaNeue-Light" w:hAnsi="HelveticaNeue-Light" w:cs="HelveticaNeue-Light"/>
          <w:noProof/>
          <w:szCs w:val="20"/>
          <w:lang w:val="et-EE" w:eastAsia="et-EE"/>
        </w:rPr>
        <mc:AlternateContent>
          <mc:Choice Requires="wpc">
            <w:drawing>
              <wp:inline distT="0" distB="0" distL="0" distR="0" wp14:anchorId="3FF5EC15" wp14:editId="586EBC97">
                <wp:extent cx="4886325" cy="3981451"/>
                <wp:effectExtent l="0" t="0" r="28575" b="19050"/>
                <wp:docPr id="147" name="Canvas 46120"/>
                <wp:cNvGraphicFramePr>
                  <a:graphicFrameLocks xmlns:a="http://schemas.openxmlformats.org/drawingml/2006/main"/>
                </wp:cNvGraphicFramePr>
                <a:graphic xmlns:a="http://schemas.openxmlformats.org/drawingml/2006/main">
                  <a:graphicData uri="http://schemas.microsoft.com/office/word/2010/wordprocessingCanvas">
                    <wpc:wpc>
                      <wpc:bg/>
                      <wpc:whole>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pc:whole>
                      <wpg:wgp>
                        <wpg:cNvPr id="72" name="Group 72"/>
                        <wpg:cNvGrpSpPr/>
                        <wpg:grpSpPr>
                          <a:xfrm>
                            <a:off x="4273967" y="3265296"/>
                            <a:ext cx="335915" cy="532130"/>
                            <a:chOff x="0" y="0"/>
                            <a:chExt cx="336430" cy="532481"/>
                          </a:xfrm>
                        </wpg:grpSpPr>
                        <wps:wsp>
                          <wps:cNvPr id="73" name="Rounded Rectangle 73"/>
                          <wps:cNvSpPr/>
                          <wps:spPr>
                            <a:xfrm>
                              <a:off x="0" y="0"/>
                              <a:ext cx="336430" cy="532481"/>
                            </a:xfrm>
                            <a:prstGeom prst="roundRect">
                              <a:avLst/>
                            </a:prstGeom>
                          </wps:spPr>
                          <wps:style>
                            <a:lnRef idx="1">
                              <a:schemeClr val="accent3"/>
                            </a:lnRef>
                            <a:fillRef idx="3">
                              <a:schemeClr val="accent3"/>
                            </a:fillRef>
                            <a:effectRef idx="2">
                              <a:schemeClr val="accent3"/>
                            </a:effectRef>
                            <a:fontRef idx="minor">
                              <a:schemeClr val="lt1"/>
                            </a:fontRef>
                          </wps:style>
                          <wps:txbx>
                            <w:txbxContent>
                              <w:p w:rsidR="00395CD2" w:rsidRDefault="00395CD2" w:rsidP="00D868D1"/>
                            </w:txbxContent>
                          </wps:txbx>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82" name="Picture 82"/>
                            <pic:cNvPicPr>
                              <a:picLocks noChangeAspect="1"/>
                            </pic:cNvPicPr>
                          </pic:nvPicPr>
                          <pic:blipFill>
                            <a:blip r:embed="rId19"/>
                            <a:stretch>
                              <a:fillRect/>
                            </a:stretch>
                          </pic:blipFill>
                          <pic:spPr>
                            <a:xfrm>
                              <a:off x="83287" y="64500"/>
                              <a:ext cx="172708" cy="146304"/>
                            </a:xfrm>
                            <a:prstGeom prst="rect">
                              <a:avLst/>
                            </a:prstGeom>
                          </pic:spPr>
                        </pic:pic>
                      </wpg:wgp>
                      <wpg:wgp>
                        <wpg:cNvPr id="83" name="Group 83"/>
                        <wpg:cNvGrpSpPr/>
                        <wpg:grpSpPr>
                          <a:xfrm>
                            <a:off x="3685478" y="3266382"/>
                            <a:ext cx="336430" cy="532481"/>
                            <a:chOff x="802164" y="2339885"/>
                            <a:chExt cx="336430" cy="532481"/>
                          </a:xfrm>
                        </wpg:grpSpPr>
                        <wps:wsp>
                          <wps:cNvPr id="84" name="Rounded Rectangle 84"/>
                          <wps:cNvSpPr/>
                          <wps:spPr>
                            <a:xfrm>
                              <a:off x="802164" y="2339885"/>
                              <a:ext cx="336430" cy="532481"/>
                            </a:xfrm>
                            <a:prstGeom prst="roundRect">
                              <a:avLst/>
                            </a:prstGeom>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85" name="Picture 85"/>
                            <pic:cNvPicPr>
                              <a:picLocks noChangeAspect="1"/>
                            </pic:cNvPicPr>
                          </pic:nvPicPr>
                          <pic:blipFill>
                            <a:blip r:embed="rId19"/>
                            <a:stretch>
                              <a:fillRect/>
                            </a:stretch>
                          </pic:blipFill>
                          <pic:spPr>
                            <a:xfrm>
                              <a:off x="885451" y="2404385"/>
                              <a:ext cx="172708" cy="146304"/>
                            </a:xfrm>
                            <a:prstGeom prst="rect">
                              <a:avLst/>
                            </a:prstGeom>
                          </pic:spPr>
                        </pic:pic>
                      </wpg:wgp>
                      <wps:wsp>
                        <wps:cNvPr id="87" name="Rectangle 87"/>
                        <wps:cNvSpPr/>
                        <wps:spPr>
                          <a:xfrm>
                            <a:off x="3612415" y="2080116"/>
                            <a:ext cx="1079810" cy="715802"/>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395CD2" w:rsidRDefault="00395CD2" w:rsidP="00D868D1">
                              <w:pPr>
                                <w:pStyle w:val="NormalWeb"/>
                                <w:spacing w:before="0" w:beforeAutospacing="0" w:after="120" w:afterAutospacing="0"/>
                                <w:jc w:val="center"/>
                              </w:pPr>
                              <w:r>
                                <w:rPr>
                                  <w:rFonts w:ascii="Helvetica 45" w:eastAsia="Times New Roman" w:hAnsi="Helvetica 45"/>
                                  <w:sz w:val="20"/>
                                  <w:szCs w:val="20"/>
                                  <w:lang w:val="et-EE"/>
                                </w:rPr>
                                <w:t>PC/SC</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8" name="Rectangle 88"/>
                        <wps:cNvSpPr/>
                        <wps:spPr>
                          <a:xfrm>
                            <a:off x="2073722" y="1759369"/>
                            <a:ext cx="816783" cy="393281"/>
                          </a:xfrm>
                          <a:prstGeom prst="rect">
                            <a:avLst/>
                          </a:prstGeom>
                        </wps:spPr>
                        <wps:style>
                          <a:lnRef idx="1">
                            <a:schemeClr val="accent6"/>
                          </a:lnRef>
                          <a:fillRef idx="2">
                            <a:schemeClr val="accent6"/>
                          </a:fillRef>
                          <a:effectRef idx="1">
                            <a:schemeClr val="accent6"/>
                          </a:effectRef>
                          <a:fontRef idx="minor">
                            <a:schemeClr val="dk1"/>
                          </a:fontRef>
                        </wps:style>
                        <wps:txbx>
                          <w:txbxContent>
                            <w:p w:rsidR="00395CD2" w:rsidRPr="007A0311" w:rsidRDefault="00395CD2" w:rsidP="00D868D1">
                              <w:pPr>
                                <w:pStyle w:val="NormalWeb"/>
                                <w:spacing w:before="0" w:beforeAutospacing="0" w:after="120" w:afterAutospacing="0"/>
                                <w:jc w:val="center"/>
                                <w:rPr>
                                  <w:u w:val="single"/>
                                </w:rPr>
                              </w:pPr>
                              <w:r>
                                <w:rPr>
                                  <w:rFonts w:ascii="Helvetica 45" w:eastAsia="Times New Roman" w:hAnsi="Helvetica 45"/>
                                  <w:sz w:val="20"/>
                                  <w:szCs w:val="20"/>
                                  <w:u w:val="single"/>
                                  <w:lang w:val="et-EE"/>
                                </w:rPr>
                                <w:t>CSP/CAPI</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wpg:cNvPr id="89" name="Group 89"/>
                        <wpg:cNvGrpSpPr/>
                        <wpg:grpSpPr>
                          <a:xfrm>
                            <a:off x="230413" y="1391890"/>
                            <a:ext cx="1129155" cy="628942"/>
                            <a:chOff x="585443" y="701544"/>
                            <a:chExt cx="1079509" cy="687070"/>
                          </a:xfrm>
                        </wpg:grpSpPr>
                        <wps:wsp>
                          <wps:cNvPr id="90" name="Rectangle 90"/>
                          <wps:cNvSpPr/>
                          <wps:spPr>
                            <a:xfrm>
                              <a:off x="585443" y="701544"/>
                              <a:ext cx="1079509" cy="687070"/>
                            </a:xfrm>
                            <a:prstGeom prst="rect">
                              <a:avLst/>
                            </a:prstGeom>
                          </wps:spPr>
                          <wps:style>
                            <a:lnRef idx="0">
                              <a:schemeClr val="accent3"/>
                            </a:lnRef>
                            <a:fillRef idx="3">
                              <a:schemeClr val="accent3"/>
                            </a:fillRef>
                            <a:effectRef idx="3">
                              <a:schemeClr val="accent3"/>
                            </a:effectRef>
                            <a:fontRef idx="minor">
                              <a:schemeClr val="lt1"/>
                            </a:fontRef>
                          </wps:style>
                          <wps:txbx>
                            <w:txbxContent>
                              <w:p w:rsidR="00395CD2" w:rsidRDefault="00395CD2" w:rsidP="00E92882">
                                <w:pPr>
                                  <w:pStyle w:val="NormalWeb"/>
                                  <w:spacing w:before="0" w:beforeAutospacing="0" w:after="0" w:afterAutospacing="0"/>
                                  <w:jc w:val="center"/>
                                  <w:rPr>
                                    <w:rFonts w:ascii="Helvetica 45" w:eastAsia="Times New Roman" w:hAnsi="Helvetica 45"/>
                                    <w:sz w:val="20"/>
                                    <w:szCs w:val="20"/>
                                    <w:u w:val="single"/>
                                    <w:lang w:val="et-EE"/>
                                  </w:rPr>
                                </w:pPr>
                                <w:r>
                                  <w:rPr>
                                    <w:rFonts w:ascii="Helvetica 45" w:eastAsia="Times New Roman" w:hAnsi="Helvetica 45"/>
                                    <w:sz w:val="20"/>
                                    <w:szCs w:val="20"/>
                                    <w:u w:val="single"/>
                                    <w:lang w:val="et-EE"/>
                                  </w:rPr>
                                  <w:t xml:space="preserve">DigiDoc </w:t>
                                </w:r>
                              </w:p>
                              <w:p w:rsidR="00395CD2" w:rsidRPr="00E94128" w:rsidRDefault="00395CD2" w:rsidP="00E92882">
                                <w:pPr>
                                  <w:pStyle w:val="NormalWeb"/>
                                  <w:spacing w:before="0" w:beforeAutospacing="0" w:after="0" w:afterAutospacing="0"/>
                                  <w:jc w:val="center"/>
                                  <w:rPr>
                                    <w:u w:val="single"/>
                                  </w:rPr>
                                </w:pPr>
                                <w:r>
                                  <w:rPr>
                                    <w:rFonts w:ascii="Helvetica 45" w:eastAsia="Times New Roman" w:hAnsi="Helvetica 45"/>
                                    <w:sz w:val="20"/>
                                    <w:szCs w:val="20"/>
                                    <w:u w:val="single"/>
                                    <w:lang w:val="et-EE"/>
                                  </w:rPr>
                                  <w:t>COM</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91" name="Group 91"/>
                          <wpg:cNvGrpSpPr/>
                          <wpg:grpSpPr>
                            <a:xfrm>
                              <a:off x="1387289" y="759672"/>
                              <a:ext cx="225861" cy="254329"/>
                              <a:chOff x="0" y="-3"/>
                              <a:chExt cx="569360" cy="629728"/>
                            </a:xfrm>
                          </wpg:grpSpPr>
                          <wps:wsp>
                            <wps:cNvPr id="92" name="Rectangle 92"/>
                            <wps:cNvSpPr/>
                            <wps:spPr>
                              <a:xfrm>
                                <a:off x="103525" y="-3"/>
                                <a:ext cx="465835" cy="629728"/>
                              </a:xfrm>
                              <a:prstGeom prst="rect">
                                <a:avLst/>
                              </a:prstGeom>
                              <a:ln/>
                            </wps:spPr>
                            <wps:style>
                              <a:lnRef idx="0">
                                <a:schemeClr val="accent3"/>
                              </a:lnRef>
                              <a:fillRef idx="3">
                                <a:schemeClr val="accent3"/>
                              </a:fillRef>
                              <a:effectRef idx="3">
                                <a:schemeClr val="accent3"/>
                              </a:effectRef>
                              <a:fontRef idx="minor">
                                <a:schemeClr val="lt1"/>
                              </a:fontRef>
                            </wps:style>
                            <wps:txbx>
                              <w:txbxContent>
                                <w:p w:rsidR="00395CD2" w:rsidRDefault="00395CD2" w:rsidP="00D868D1">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93" name="Group 93"/>
                            <wpg:cNvGrpSpPr/>
                            <wpg:grpSpPr>
                              <a:xfrm>
                                <a:off x="0" y="103519"/>
                                <a:ext cx="231387" cy="422359"/>
                                <a:chOff x="0" y="103519"/>
                                <a:chExt cx="231387" cy="422359"/>
                              </a:xfrm>
                            </wpg:grpSpPr>
                            <wps:wsp>
                              <wps:cNvPr id="94" name="Rectangle 94"/>
                              <wps:cNvSpPr/>
                              <wps:spPr>
                                <a:xfrm>
                                  <a:off x="0" y="103519"/>
                                  <a:ext cx="231387" cy="155276"/>
                                </a:xfrm>
                                <a:prstGeom prst="rect">
                                  <a:avLst/>
                                </a:prstGeom>
                                <a:ln/>
                              </wps:spPr>
                              <wps:style>
                                <a:lnRef idx="0">
                                  <a:schemeClr val="accent3"/>
                                </a:lnRef>
                                <a:fillRef idx="3">
                                  <a:schemeClr val="accent3"/>
                                </a:fillRef>
                                <a:effectRef idx="3">
                                  <a:schemeClr val="accent3"/>
                                </a:effectRef>
                                <a:fontRef idx="minor">
                                  <a:schemeClr val="lt1"/>
                                </a:fontRef>
                              </wps:style>
                              <wps:txbx>
                                <w:txbxContent>
                                  <w:p w:rsidR="00395CD2" w:rsidRDefault="00395CD2" w:rsidP="00D868D1">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5" name="Rectangle 95"/>
                              <wps:cNvSpPr/>
                              <wps:spPr>
                                <a:xfrm>
                                  <a:off x="0" y="370938"/>
                                  <a:ext cx="231141" cy="154940"/>
                                </a:xfrm>
                                <a:prstGeom prst="rect">
                                  <a:avLst/>
                                </a:prstGeom>
                                <a:ln/>
                              </wps:spPr>
                              <wps:style>
                                <a:lnRef idx="0">
                                  <a:schemeClr val="accent3"/>
                                </a:lnRef>
                                <a:fillRef idx="3">
                                  <a:schemeClr val="accent3"/>
                                </a:fillRef>
                                <a:effectRef idx="3">
                                  <a:schemeClr val="accent3"/>
                                </a:effectRef>
                                <a:fontRef idx="minor">
                                  <a:schemeClr val="lt1"/>
                                </a:fontRef>
                              </wps:style>
                              <wps:txbx>
                                <w:txbxContent>
                                  <w:p w:rsidR="00395CD2" w:rsidRDefault="00395CD2" w:rsidP="00D868D1">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grpSp>
                      </wpg:wgp>
                      <wpg:wgp>
                        <wpg:cNvPr id="103" name="Group 103"/>
                        <wpg:cNvGrpSpPr/>
                        <wpg:grpSpPr>
                          <a:xfrm>
                            <a:off x="4194576" y="2501287"/>
                            <a:ext cx="572771" cy="873717"/>
                            <a:chOff x="4646210" y="1978581"/>
                            <a:chExt cx="572771" cy="873717"/>
                          </a:xfrm>
                        </wpg:grpSpPr>
                        <wps:wsp>
                          <wps:cNvPr id="104" name="Rectangle 104"/>
                          <wps:cNvSpPr/>
                          <wps:spPr>
                            <a:xfrm>
                              <a:off x="4646210" y="2583525"/>
                              <a:ext cx="561871" cy="268773"/>
                            </a:xfrm>
                            <a:prstGeom prst="rect">
                              <a:avLst/>
                            </a:prstGeom>
                          </wps:spPr>
                          <wps:style>
                            <a:lnRef idx="0">
                              <a:schemeClr val="accent1"/>
                            </a:lnRef>
                            <a:fillRef idx="3">
                              <a:schemeClr val="accent1"/>
                            </a:fillRef>
                            <a:effectRef idx="3">
                              <a:schemeClr val="accent1"/>
                            </a:effectRef>
                            <a:fontRef idx="minor">
                              <a:schemeClr val="lt1"/>
                            </a:fontRef>
                          </wps:style>
                          <wps:txbx>
                            <w:txbxContent>
                              <w:p w:rsidR="00395CD2" w:rsidRDefault="00395CD2" w:rsidP="00D868D1">
                                <w:pPr>
                                  <w:pStyle w:val="NormalWeb"/>
                                  <w:spacing w:before="0" w:beforeAutospacing="0" w:after="120" w:afterAutospacing="0"/>
                                  <w:jc w:val="center"/>
                                </w:pPr>
                                <w:r>
                                  <w:rPr>
                                    <w:rFonts w:ascii="Helvetica 45" w:eastAsia="Times New Roman" w:hAnsi="Helvetica 45"/>
                                    <w:sz w:val="16"/>
                                    <w:szCs w:val="16"/>
                                    <w:lang w:val="et-EE"/>
                                  </w:rPr>
                                  <w:t>Reader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5" name="Rectangle 105"/>
                          <wps:cNvSpPr/>
                          <wps:spPr>
                            <a:xfrm>
                              <a:off x="4647192" y="1978581"/>
                              <a:ext cx="571789" cy="464671"/>
                            </a:xfrm>
                            <a:prstGeom prst="rect">
                              <a:avLst/>
                            </a:prstGeom>
                          </wps:spPr>
                          <wps:style>
                            <a:lnRef idx="0">
                              <a:schemeClr val="accent1"/>
                            </a:lnRef>
                            <a:fillRef idx="3">
                              <a:schemeClr val="accent1"/>
                            </a:fillRef>
                            <a:effectRef idx="3">
                              <a:schemeClr val="accent1"/>
                            </a:effectRef>
                            <a:fontRef idx="minor">
                              <a:schemeClr val="lt1"/>
                            </a:fontRef>
                          </wps:style>
                          <wps:txbx>
                            <w:txbxContent>
                              <w:p w:rsidR="00395CD2" w:rsidRDefault="00395CD2" w:rsidP="00D868D1">
                                <w:pPr>
                                  <w:pStyle w:val="NormalWeb"/>
                                  <w:spacing w:before="0" w:beforeAutospacing="0" w:after="120" w:afterAutospacing="0"/>
                                  <w:jc w:val="both"/>
                                </w:pPr>
                                <w:r w:rsidRPr="00F465D1">
                                  <w:rPr>
                                    <w:rFonts w:ascii="Helvetica 45" w:eastAsia="Times New Roman" w:hAnsi="Helvetica 45"/>
                                    <w:sz w:val="16"/>
                                    <w:szCs w:val="16"/>
                                    <w:lang w:val="et-EE"/>
                                  </w:rPr>
                                  <w:t>CCID</w:t>
                                </w: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106" name="Rectangle 106"/>
                        <wps:cNvSpPr/>
                        <wps:spPr>
                          <a:xfrm>
                            <a:off x="3516505" y="3101365"/>
                            <a:ext cx="588928" cy="281045"/>
                          </a:xfrm>
                          <a:prstGeom prst="rect">
                            <a:avLst/>
                          </a:prstGeom>
                        </wps:spPr>
                        <wps:style>
                          <a:lnRef idx="0">
                            <a:schemeClr val="accent1"/>
                          </a:lnRef>
                          <a:fillRef idx="3">
                            <a:schemeClr val="accent1"/>
                          </a:fillRef>
                          <a:effectRef idx="3">
                            <a:schemeClr val="accent1"/>
                          </a:effectRef>
                          <a:fontRef idx="minor">
                            <a:schemeClr val="lt1"/>
                          </a:fontRef>
                        </wps:style>
                        <wps:txbx>
                          <w:txbxContent>
                            <w:p w:rsidR="00395CD2" w:rsidRPr="00B84D63" w:rsidRDefault="00395CD2" w:rsidP="00D868D1">
                              <w:pPr>
                                <w:jc w:val="center"/>
                                <w:rPr>
                                  <w:sz w:val="16"/>
                                  <w:szCs w:val="16"/>
                                </w:rPr>
                              </w:pPr>
                              <w:r w:rsidRPr="00B84D63">
                                <w:rPr>
                                  <w:sz w:val="16"/>
                                  <w:szCs w:val="16"/>
                                </w:rPr>
                                <w:t>Reader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 name="Rectangle 107"/>
                        <wps:cNvSpPr/>
                        <wps:spPr>
                          <a:xfrm>
                            <a:off x="3474369" y="2504692"/>
                            <a:ext cx="692612" cy="461267"/>
                          </a:xfrm>
                          <a:prstGeom prst="rect">
                            <a:avLst/>
                          </a:prstGeom>
                        </wps:spPr>
                        <wps:style>
                          <a:lnRef idx="0">
                            <a:schemeClr val="accent1"/>
                          </a:lnRef>
                          <a:fillRef idx="3">
                            <a:schemeClr val="accent1"/>
                          </a:fillRef>
                          <a:effectRef idx="3">
                            <a:schemeClr val="accent1"/>
                          </a:effectRef>
                          <a:fontRef idx="minor">
                            <a:schemeClr val="lt1"/>
                          </a:fontRef>
                        </wps:style>
                        <wps:txbx>
                          <w:txbxContent>
                            <w:p w:rsidR="00395CD2" w:rsidRPr="00F465D1" w:rsidRDefault="00395CD2" w:rsidP="00D868D1">
                              <w:pPr>
                                <w:rPr>
                                  <w:sz w:val="16"/>
                                  <w:szCs w:val="16"/>
                                </w:rPr>
                              </w:pPr>
                              <w:r w:rsidRPr="00F465D1">
                                <w:rPr>
                                  <w:sz w:val="16"/>
                                  <w:szCs w:val="16"/>
                                </w:rPr>
                                <w:t>IFD Handler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cNvPr id="108" name="Group 108"/>
                        <wpg:cNvGrpSpPr/>
                        <wpg:grpSpPr>
                          <a:xfrm>
                            <a:off x="3962833" y="2539388"/>
                            <a:ext cx="161650" cy="171907"/>
                            <a:chOff x="2447925" y="1979867"/>
                            <a:chExt cx="161650" cy="171907"/>
                          </a:xfrm>
                        </wpg:grpSpPr>
                        <wps:wsp>
                          <wps:cNvPr id="109" name="Rectangle 109"/>
                          <wps:cNvSpPr/>
                          <wps:spPr>
                            <a:xfrm>
                              <a:off x="2468246" y="1979867"/>
                              <a:ext cx="141329" cy="171907"/>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395CD2" w:rsidRDefault="00395CD2" w:rsidP="00D868D1">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110" name="Group 110"/>
                          <wpg:cNvGrpSpPr/>
                          <wpg:grpSpPr>
                            <a:xfrm>
                              <a:off x="2447925" y="2017967"/>
                              <a:ext cx="76243" cy="106443"/>
                              <a:chOff x="-4256253" y="1293666"/>
                              <a:chExt cx="231439" cy="389918"/>
                            </a:xfrm>
                          </wpg:grpSpPr>
                          <wps:wsp>
                            <wps:cNvPr id="111" name="Rectangle 111"/>
                            <wps:cNvSpPr/>
                            <wps:spPr>
                              <a:xfrm>
                                <a:off x="-4256198" y="1293666"/>
                                <a:ext cx="231384" cy="155274"/>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395CD2" w:rsidRDefault="00395CD2" w:rsidP="00D868D1">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4" name="Rectangle 114"/>
                            <wps:cNvSpPr/>
                            <wps:spPr>
                              <a:xfrm>
                                <a:off x="-4256253" y="1528642"/>
                                <a:ext cx="231141" cy="154942"/>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395CD2" w:rsidRDefault="00395CD2" w:rsidP="00D868D1">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wgp>
                      <wps:wsp>
                        <wps:cNvPr id="115" name="Straight Connector 115"/>
                        <wps:cNvCnPr/>
                        <wps:spPr>
                          <a:xfrm>
                            <a:off x="1644234" y="0"/>
                            <a:ext cx="0" cy="3981450"/>
                          </a:xfrm>
                          <a:prstGeom prst="line">
                            <a:avLst/>
                          </a:prstGeom>
                          <a:ln/>
                        </wps:spPr>
                        <wps:style>
                          <a:lnRef idx="1">
                            <a:schemeClr val="accent1"/>
                          </a:lnRef>
                          <a:fillRef idx="0">
                            <a:schemeClr val="accent1"/>
                          </a:fillRef>
                          <a:effectRef idx="0">
                            <a:schemeClr val="accent1"/>
                          </a:effectRef>
                          <a:fontRef idx="minor">
                            <a:schemeClr val="tx1"/>
                          </a:fontRef>
                        </wps:style>
                        <wps:bodyPr/>
                      </wps:wsp>
                      <wps:wsp>
                        <wps:cNvPr id="120" name="Straight Connector 120"/>
                        <wps:cNvCnPr/>
                        <wps:spPr>
                          <a:xfrm>
                            <a:off x="3216639" y="0"/>
                            <a:ext cx="0" cy="3981450"/>
                          </a:xfrm>
                          <a:prstGeom prst="line">
                            <a:avLst/>
                          </a:prstGeom>
                          <a:ln/>
                        </wps:spPr>
                        <wps:style>
                          <a:lnRef idx="1">
                            <a:schemeClr val="accent1"/>
                          </a:lnRef>
                          <a:fillRef idx="0">
                            <a:schemeClr val="accent1"/>
                          </a:fillRef>
                          <a:effectRef idx="0">
                            <a:schemeClr val="accent1"/>
                          </a:effectRef>
                          <a:fontRef idx="minor">
                            <a:schemeClr val="tx1"/>
                          </a:fontRef>
                        </wps:style>
                        <wps:bodyPr/>
                      </wps:wsp>
                      <wps:wsp>
                        <wps:cNvPr id="128" name="Text Box 128"/>
                        <wps:cNvSpPr txBox="1"/>
                        <wps:spPr>
                          <a:xfrm>
                            <a:off x="130432" y="50634"/>
                            <a:ext cx="1362974" cy="3882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95CD2" w:rsidRDefault="00395CD2" w:rsidP="00E92882">
                              <w:pPr>
                                <w:jc w:val="center"/>
                              </w:pPr>
                              <w:r>
                                <w:t>Client application, DigiDoc libraries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9" name="Text Box 45"/>
                        <wps:cNvSpPr txBox="1"/>
                        <wps:spPr>
                          <a:xfrm>
                            <a:off x="1729348" y="50930"/>
                            <a:ext cx="1362710" cy="3879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95CD2" w:rsidRDefault="00395CD2" w:rsidP="00D868D1">
                              <w:pPr>
                                <w:pStyle w:val="NormalWeb"/>
                                <w:spacing w:before="0" w:beforeAutospacing="0" w:after="120" w:afterAutospacing="0"/>
                                <w:jc w:val="center"/>
                              </w:pPr>
                              <w:r>
                                <w:rPr>
                                  <w:rFonts w:ascii="Helvetica 45" w:eastAsia="Times New Roman" w:hAnsi="Helvetica 45"/>
                                  <w:sz w:val="20"/>
                                  <w:szCs w:val="20"/>
                                  <w:lang w:val="et-EE"/>
                                </w:rPr>
                                <w:t>CSP Driver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30" name="Text Box 45"/>
                        <wps:cNvSpPr txBox="1"/>
                        <wps:spPr>
                          <a:xfrm>
                            <a:off x="3367774" y="50950"/>
                            <a:ext cx="1362075" cy="4065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95CD2" w:rsidRDefault="00395CD2" w:rsidP="00D868D1">
                              <w:pPr>
                                <w:pStyle w:val="NormalWeb"/>
                                <w:spacing w:before="0" w:beforeAutospacing="0" w:after="120" w:afterAutospacing="0"/>
                                <w:jc w:val="center"/>
                              </w:pPr>
                              <w:r>
                                <w:rPr>
                                  <w:rFonts w:ascii="Helvetica 45" w:eastAsia="Times New Roman" w:hAnsi="Helvetica 45"/>
                                  <w:sz w:val="20"/>
                                  <w:szCs w:val="20"/>
                                  <w:lang w:val="et-EE"/>
                                </w:rPr>
                                <w:t>Host operating system &amp; Hardware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31" name="Straight Arrow Connector 131"/>
                        <wps:cNvCnPr/>
                        <wps:spPr>
                          <a:xfrm flipH="1">
                            <a:off x="3810969" y="2965959"/>
                            <a:ext cx="9706" cy="13540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33" name="Straight Arrow Connector 133"/>
                        <wps:cNvCnPr>
                          <a:stCxn id="105" idx="2"/>
                        </wps:cNvCnPr>
                        <wps:spPr>
                          <a:xfrm flipH="1">
                            <a:off x="4475513" y="2965958"/>
                            <a:ext cx="5940" cy="1402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36" name="Elbow Connector 136"/>
                        <wps:cNvCnPr/>
                        <wps:spPr>
                          <a:xfrm>
                            <a:off x="1359568" y="1687311"/>
                            <a:ext cx="714154" cy="227214"/>
                          </a:xfrm>
                          <a:prstGeom prst="bentConnector3">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137" name="Elbow Connector 137"/>
                        <wps:cNvCnPr/>
                        <wps:spPr>
                          <a:xfrm>
                            <a:off x="2890505" y="2031010"/>
                            <a:ext cx="721910" cy="271640"/>
                          </a:xfrm>
                          <a:prstGeom prst="bentConnector3">
                            <a:avLst>
                              <a:gd name="adj1" fmla="val 55278"/>
                            </a:avLst>
                          </a:prstGeom>
                          <a:ln>
                            <a:tailEnd type="arrow"/>
                          </a:ln>
                        </wps:spPr>
                        <wps:style>
                          <a:lnRef idx="2">
                            <a:schemeClr val="accent1"/>
                          </a:lnRef>
                          <a:fillRef idx="0">
                            <a:schemeClr val="accent1"/>
                          </a:fillRef>
                          <a:effectRef idx="1">
                            <a:schemeClr val="accent1"/>
                          </a:effectRef>
                          <a:fontRef idx="minor">
                            <a:schemeClr val="tx1"/>
                          </a:fontRef>
                        </wps:style>
                        <wps:bodyPr/>
                      </wps:wsp>
                      <wpg:wgp>
                        <wpg:cNvPr id="138" name="Group 138"/>
                        <wpg:cNvGrpSpPr/>
                        <wpg:grpSpPr>
                          <a:xfrm>
                            <a:off x="4566855" y="2550307"/>
                            <a:ext cx="161290" cy="171450"/>
                            <a:chOff x="0" y="0"/>
                            <a:chExt cx="161650" cy="171907"/>
                          </a:xfrm>
                        </wpg:grpSpPr>
                        <wps:wsp>
                          <wps:cNvPr id="139" name="Rectangle 139"/>
                          <wps:cNvSpPr/>
                          <wps:spPr>
                            <a:xfrm>
                              <a:off x="20321" y="0"/>
                              <a:ext cx="141329" cy="171907"/>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395CD2" w:rsidRDefault="00395CD2" w:rsidP="00D868D1">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140" name="Group 140"/>
                          <wpg:cNvGrpSpPr/>
                          <wpg:grpSpPr>
                            <a:xfrm>
                              <a:off x="0" y="38100"/>
                              <a:ext cx="76243" cy="106443"/>
                              <a:chOff x="0" y="38100"/>
                              <a:chExt cx="231439" cy="389918"/>
                            </a:xfrm>
                          </wpg:grpSpPr>
                          <wps:wsp>
                            <wps:cNvPr id="144" name="Rectangle 144"/>
                            <wps:cNvSpPr/>
                            <wps:spPr>
                              <a:xfrm>
                                <a:off x="55" y="38100"/>
                                <a:ext cx="231384" cy="155273"/>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395CD2" w:rsidRDefault="00395CD2" w:rsidP="00D868D1">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6" name="Rectangle 146"/>
                            <wps:cNvSpPr/>
                            <wps:spPr>
                              <a:xfrm>
                                <a:off x="0" y="273076"/>
                                <a:ext cx="231141" cy="154942"/>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395CD2" w:rsidRDefault="00395CD2" w:rsidP="00D868D1">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wgp>
                      <wpg:wgp>
                        <wpg:cNvPr id="214" name="Group 214"/>
                        <wpg:cNvGrpSpPr/>
                        <wpg:grpSpPr>
                          <a:xfrm>
                            <a:off x="230413" y="2356359"/>
                            <a:ext cx="1129030" cy="628650"/>
                            <a:chOff x="0" y="0"/>
                            <a:chExt cx="1079509" cy="687070"/>
                          </a:xfrm>
                        </wpg:grpSpPr>
                        <wps:wsp>
                          <wps:cNvPr id="215" name="Rectangle 215"/>
                          <wps:cNvSpPr/>
                          <wps:spPr>
                            <a:xfrm>
                              <a:off x="0" y="0"/>
                              <a:ext cx="1079509" cy="687070"/>
                            </a:xfrm>
                            <a:prstGeom prst="rect">
                              <a:avLst/>
                            </a:prstGeom>
                          </wps:spPr>
                          <wps:style>
                            <a:lnRef idx="0">
                              <a:schemeClr val="accent5"/>
                            </a:lnRef>
                            <a:fillRef idx="3">
                              <a:schemeClr val="accent5"/>
                            </a:fillRef>
                            <a:effectRef idx="3">
                              <a:schemeClr val="accent5"/>
                            </a:effectRef>
                            <a:fontRef idx="minor">
                              <a:schemeClr val="lt1"/>
                            </a:fontRef>
                          </wps:style>
                          <wps:txbx>
                            <w:txbxContent>
                              <w:p w:rsidR="00395CD2" w:rsidRPr="00E92882" w:rsidRDefault="00395CD2" w:rsidP="00E92882">
                                <w:pPr>
                                  <w:pStyle w:val="NormalWeb"/>
                                  <w:spacing w:before="0" w:beforeAutospacing="0" w:after="120" w:afterAutospacing="0"/>
                                  <w:jc w:val="center"/>
                                  <w:rPr>
                                    <w:u w:val="single"/>
                                  </w:rPr>
                                </w:pPr>
                                <w:r w:rsidRPr="00E92882">
                                  <w:rPr>
                                    <w:rFonts w:ascii="Helvetica 45" w:eastAsia="Times New Roman" w:hAnsi="Helvetica 45"/>
                                    <w:sz w:val="20"/>
                                    <w:szCs w:val="20"/>
                                    <w:u w:val="single"/>
                                  </w:rPr>
                                  <w:t>CDigiDoc</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216" name="Group 216"/>
                          <wpg:cNvGrpSpPr/>
                          <wpg:grpSpPr>
                            <a:xfrm>
                              <a:off x="801846" y="58129"/>
                              <a:ext cx="225861" cy="254329"/>
                              <a:chOff x="801846" y="58128"/>
                              <a:chExt cx="569360" cy="629728"/>
                            </a:xfrm>
                          </wpg:grpSpPr>
                          <wps:wsp>
                            <wps:cNvPr id="217" name="Rectangle 217"/>
                            <wps:cNvSpPr/>
                            <wps:spPr>
                              <a:xfrm>
                                <a:off x="905372" y="58128"/>
                                <a:ext cx="465834" cy="629728"/>
                              </a:xfrm>
                              <a:prstGeom prst="rect">
                                <a:avLst/>
                              </a:prstGeom>
                              <a:ln/>
                            </wps:spPr>
                            <wps:style>
                              <a:lnRef idx="0">
                                <a:schemeClr val="accent5"/>
                              </a:lnRef>
                              <a:fillRef idx="3">
                                <a:schemeClr val="accent5"/>
                              </a:fillRef>
                              <a:effectRef idx="3">
                                <a:schemeClr val="accent5"/>
                              </a:effectRef>
                              <a:fontRef idx="minor">
                                <a:schemeClr val="lt1"/>
                              </a:fontRef>
                            </wps:style>
                            <wps:txbx>
                              <w:txbxContent>
                                <w:p w:rsidR="00395CD2" w:rsidRDefault="00395CD2" w:rsidP="00E92882">
                                  <w:pPr>
                                    <w:pStyle w:val="NormalWeb"/>
                                    <w:spacing w:before="0" w:beforeAutospacing="0" w:after="120" w:afterAutospacing="0"/>
                                    <w:jc w:val="both"/>
                                  </w:pPr>
                                  <w:r>
                                    <w:rPr>
                                      <w:rFonts w:ascii="Helvetica 45" w:eastAsia="Times New Roman" w:hAnsi="Helvetica 45"/>
                                      <w:sz w:val="20"/>
                                      <w:szCs w:val="20"/>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218" name="Group 218"/>
                            <wpg:cNvGrpSpPr/>
                            <wpg:grpSpPr>
                              <a:xfrm>
                                <a:off x="801846" y="161651"/>
                                <a:ext cx="231386" cy="422360"/>
                                <a:chOff x="801846" y="161650"/>
                                <a:chExt cx="231387" cy="422359"/>
                              </a:xfrm>
                            </wpg:grpSpPr>
                            <wps:wsp>
                              <wps:cNvPr id="219" name="Rectangle 219"/>
                              <wps:cNvSpPr/>
                              <wps:spPr>
                                <a:xfrm>
                                  <a:off x="801846" y="161650"/>
                                  <a:ext cx="231387" cy="155275"/>
                                </a:xfrm>
                                <a:prstGeom prst="rect">
                                  <a:avLst/>
                                </a:prstGeom>
                                <a:ln/>
                              </wps:spPr>
                              <wps:style>
                                <a:lnRef idx="0">
                                  <a:schemeClr val="accent5"/>
                                </a:lnRef>
                                <a:fillRef idx="3">
                                  <a:schemeClr val="accent5"/>
                                </a:fillRef>
                                <a:effectRef idx="3">
                                  <a:schemeClr val="accent5"/>
                                </a:effectRef>
                                <a:fontRef idx="minor">
                                  <a:schemeClr val="lt1"/>
                                </a:fontRef>
                              </wps:style>
                              <wps:txbx>
                                <w:txbxContent>
                                  <w:p w:rsidR="00395CD2" w:rsidRDefault="00395CD2" w:rsidP="00E92882">
                                    <w:pPr>
                                      <w:pStyle w:val="NormalWeb"/>
                                      <w:spacing w:before="0" w:beforeAutospacing="0" w:after="120" w:afterAutospacing="0"/>
                                      <w:jc w:val="both"/>
                                    </w:pPr>
                                    <w:r>
                                      <w:rPr>
                                        <w:rFonts w:ascii="Helvetica 45" w:eastAsia="Times New Roman" w:hAnsi="Helvetica 45"/>
                                        <w:sz w:val="20"/>
                                        <w:szCs w:val="20"/>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0" name="Rectangle 220"/>
                              <wps:cNvSpPr/>
                              <wps:spPr>
                                <a:xfrm>
                                  <a:off x="801846" y="429070"/>
                                  <a:ext cx="231141" cy="154939"/>
                                </a:xfrm>
                                <a:prstGeom prst="rect">
                                  <a:avLst/>
                                </a:prstGeom>
                                <a:ln/>
                              </wps:spPr>
                              <wps:style>
                                <a:lnRef idx="0">
                                  <a:schemeClr val="accent5"/>
                                </a:lnRef>
                                <a:fillRef idx="3">
                                  <a:schemeClr val="accent5"/>
                                </a:fillRef>
                                <a:effectRef idx="3">
                                  <a:schemeClr val="accent5"/>
                                </a:effectRef>
                                <a:fontRef idx="minor">
                                  <a:schemeClr val="lt1"/>
                                </a:fontRef>
                              </wps:style>
                              <wps:txbx>
                                <w:txbxContent>
                                  <w:p w:rsidR="00395CD2" w:rsidRDefault="00395CD2" w:rsidP="00E92882">
                                    <w:pPr>
                                      <w:pStyle w:val="NormalWeb"/>
                                      <w:spacing w:before="0" w:beforeAutospacing="0" w:after="120" w:afterAutospacing="0"/>
                                      <w:jc w:val="both"/>
                                    </w:pPr>
                                    <w:r>
                                      <w:rPr>
                                        <w:rFonts w:ascii="Helvetica 45" w:eastAsia="Times New Roman" w:hAnsi="Helvetica 45"/>
                                        <w:sz w:val="20"/>
                                        <w:szCs w:val="20"/>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grpSp>
                      </wpg:wgp>
                      <wps:wsp>
                        <wps:cNvPr id="221" name="Elbow Connector 221"/>
                        <wps:cNvCnPr>
                          <a:stCxn id="90" idx="2"/>
                          <a:endCxn id="215" idx="0"/>
                        </wps:cNvCnPr>
                        <wps:spPr>
                          <a:xfrm rot="5400000">
                            <a:off x="627197" y="2188564"/>
                            <a:ext cx="335527" cy="63"/>
                          </a:xfrm>
                          <a:prstGeom prst="bentConnector3">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2" name="Double Bracket 222"/>
                        <wps:cNvSpPr/>
                        <wps:spPr>
                          <a:xfrm>
                            <a:off x="322875" y="677020"/>
                            <a:ext cx="948055" cy="327025"/>
                          </a:xfrm>
                          <a:prstGeom prst="bracketPair">
                            <a:avLst/>
                          </a:prstGeom>
                        </wps:spPr>
                        <wps:style>
                          <a:lnRef idx="3">
                            <a:schemeClr val="accent1"/>
                          </a:lnRef>
                          <a:fillRef idx="0">
                            <a:schemeClr val="accent1"/>
                          </a:fillRef>
                          <a:effectRef idx="2">
                            <a:schemeClr val="accent1"/>
                          </a:effectRef>
                          <a:fontRef idx="minor">
                            <a:schemeClr val="tx1"/>
                          </a:fontRef>
                        </wps:style>
                        <wps:txbx>
                          <w:txbxContent>
                            <w:p w:rsidR="00395CD2" w:rsidRDefault="00395CD2" w:rsidP="00E92882">
                              <w:pPr>
                                <w:pStyle w:val="NormalWeb"/>
                                <w:spacing w:before="0" w:beforeAutospacing="0" w:after="120" w:afterAutospacing="0"/>
                                <w:jc w:val="center"/>
                              </w:pPr>
                              <w:r>
                                <w:rPr>
                                  <w:rFonts w:ascii="Helvetica 45" w:eastAsia="Times New Roman" w:hAnsi="Helvetica 45"/>
                                  <w:sz w:val="20"/>
                                  <w:szCs w:val="20"/>
                                </w:rPr>
                                <w:t>Application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3" name="Elbow Connector 223"/>
                        <wps:cNvCnPr>
                          <a:stCxn id="222" idx="2"/>
                          <a:endCxn id="90" idx="0"/>
                        </wps:cNvCnPr>
                        <wps:spPr>
                          <a:xfrm rot="5400000">
                            <a:off x="602025" y="1197011"/>
                            <a:ext cx="387845" cy="1912"/>
                          </a:xfrm>
                          <a:prstGeom prst="bentConnector3">
                            <a:avLst/>
                          </a:prstGeom>
                          <a:ln>
                            <a:tailEnd type="arrow"/>
                          </a:ln>
                        </wps:spPr>
                        <wps:style>
                          <a:lnRef idx="2">
                            <a:schemeClr val="accent1"/>
                          </a:lnRef>
                          <a:fillRef idx="0">
                            <a:schemeClr val="accent1"/>
                          </a:fillRef>
                          <a:effectRef idx="1">
                            <a:schemeClr val="accent1"/>
                          </a:effectRef>
                          <a:fontRef idx="minor">
                            <a:schemeClr val="tx1"/>
                          </a:fontRef>
                        </wps:style>
                        <wps:bodyPr/>
                      </wps:wsp>
                    </wpc:wpc>
                  </a:graphicData>
                </a:graphic>
              </wp:inline>
            </w:drawing>
          </mc:Choice>
          <mc:Fallback>
            <w:pict>
              <v:group id="Canvas 46120" o:spid="_x0000_s1110" editas="canvas" style="width:384.75pt;height:313.5pt;mso-position-horizontal-relative:char;mso-position-vertical-relative:line" coordsize="48863,398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">
                <v:shape id="_x0000_s1111" type="#_x0000_t75" style="position:absolute;width:48863;height:39814;visibility:visible;mso-wrap-style:square" stroked="t">
                  <v:fill o:detectmouseclick="t"/>
                  <v:path o:connecttype="none"/>
                </v:shape>
                <v:group id="Group 72" o:spid="_x0000_s1112" style="position:absolute;left:42739;top:32652;width:3359;height:5322" coordsize="3364,5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roundrect id="Rounded Rectangle 73" o:spid="_x0000_s1113" style="position:absolute;width:3364;height:532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KjTcAA&#10;AADbAAAADwAAAGRycy9kb3ducmV2LnhtbESPQYvCMBSE74L/IbwFbza1gtvtGkUEQY+6gtdH82zL&#10;Ni8lidr6642wsMdhZr5hluvetOJOzjeWFcySFARxaXXDlYLzz26ag/ABWWNrmRQM5GG9Go+WWGj7&#10;4CPdT6ESEcK+QAV1CF0hpS9rMugT2xFH72qdwRClq6R2+Ihw08osTRfSYMNxocaOtjWVv6ebUYDD&#10;F/uLQzrMntU1yzMzNLlRavLRb75BBOrDf/ivvdcKPufw/h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CKjTcAAAADbAAAADwAAAAAAAAAAAAAAAACYAgAAZHJzL2Rvd25y&#10;ZXYueG1sUEsFBgAAAAAEAAQA9QAAAIUDAAAAAA==&#10;" fillcolor="#506329 [1638]" strokecolor="#94b64e [3046]">
                    <v:fill color2="#93b64c [3014]" rotate="t" angle="180" colors="0 #769535;52429f #9bc348;1 #9cc746" focus="100%" type="gradient">
                      <o:fill v:ext="view" type="gradientUnscaled"/>
                    </v:fill>
                    <v:shadow on="t" color="black" opacity="22937f" origin=",.5" offset="0,.63889mm"/>
                    <v:textbox>
                      <w:txbxContent>
                        <w:p w:rsidR="00395CD2" w:rsidRDefault="00395CD2" w:rsidP="00D868D1"/>
                      </w:txbxContent>
                    </v:textbox>
                  </v:roundrect>
                  <v:shape id="Picture 82" o:spid="_x0000_s1114" type="#_x0000_t75" style="position:absolute;left:832;top:645;width:1727;height:14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KAsMjGAAAA2wAAAA8AAABkcnMvZG93bnJldi54bWxEj0FrwkAQhe8F/8MyQm91o4caoqtUabGX&#10;tmhU8DZkx2RrdjZkV03767sFwePjzfvevOm8s7W4UOuNYwXDQQKCuHDacKlgm789pSB8QNZYOyYF&#10;P+RhPus9TDHT7sprumxCKSKEfYYKqhCaTEpfVGTRD1xDHL2jay2GKNtS6havEW5rOUqSZ2nRcGyo&#10;sKFlRcVpc7bxjfRzPN6tvn/NamH2549Djl+vuVKP/e5lAiJQF+7Ht/S7VpCO4H9LBICc/Q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YoCwyMYAAADbAAAADwAAAAAAAAAAAAAA&#10;AACfAgAAZHJzL2Rvd25yZXYueG1sUEsFBgAAAAAEAAQA9wAAAJIDAAAAAA==&#10;">
                    <v:imagedata r:id="rId20" o:title=""/>
                    <v:path arrowok="t"/>
                  </v:shape>
                </v:group>
                <v:group id="Group 83" o:spid="_x0000_s1115" style="position:absolute;left:36854;top:32663;width:3365;height:5325" coordorigin="8021,23398" coordsize="3364,5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roundrect id="Rounded Rectangle 84" o:spid="_x0000_s1116" style="position:absolute;left:8021;top:23398;width:3364;height:532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5LHsEA&#10;AADbAAAADwAAAGRycy9kb3ducmV2LnhtbESPQWvCQBSE7wX/w/KE3pqNoUiMriJCoT3WFrw+si+b&#10;YPZt2F016a/vCoLHYWa+YTa70fbiSj50jhUsshwEce10x0bB78/HWwkiRGSNvWNSMFGA3Xb2ssFK&#10;uxt/0/UYjUgQDhUqaGMcKilD3ZLFkLmBOHmN8xZjkt5I7fGW4LaXRZ4vpcWO00KLAx1aqs/Hi1WA&#10;04rDySN9Lf5MU5SFnbrSKvU6H/drEJHG+Aw/2p9aQfkO9y/pB8jt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eSx7BAAAA2wAAAA8AAAAAAAAAAAAAAAAAmAIAAGRycy9kb3du&#10;cmV2LnhtbFBLBQYAAAAABAAEAPUAAACGAwAAAAA=&#10;" fillcolor="#506329 [1638]" strokecolor="#94b64e [3046]">
                    <v:fill color2="#93b64c [3014]" rotate="t" angle="180" colors="0 #769535;52429f #9bc348;1 #9cc746" focus="100%" type="gradient">
                      <o:fill v:ext="view" type="gradientUnscaled"/>
                    </v:fill>
                    <v:shadow on="t" color="black" opacity="22937f" origin=",.5" offset="0,.63889mm"/>
                  </v:roundrect>
                  <v:shape id="Picture 85" o:spid="_x0000_s1117" type="#_x0000_t75" style="position:absolute;left:8854;top:24043;width:1727;height:14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1pKLzGAAAA2wAAAA8AAABkcnMvZG93bnJldi54bWxEj0FrwkAQhe+F/odlCt7qpgVriK5ii2Iv&#10;rWhU8DZkx2Tb7GzIrpr213cLgsfHm/e9eeNpZ2txptYbxwqe+gkI4sJpw6WCbb54TEH4gKyxdkwK&#10;fsjDdHJ/N8ZMuwuv6bwJpYgQ9hkqqEJoMil9UZFF33cNcfSOrrUYomxLqVu8RLit5XOSvEiLhmND&#10;hQ29VVR8b042vpF+Doe75devWb6a/enjkONqnivVe+hmIxCBunA7vqbftYJ0AP9bIgDk5A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7WkovMYAAADbAAAADwAAAAAAAAAAAAAA&#10;AACfAgAAZHJzL2Rvd25yZXYueG1sUEsFBgAAAAAEAAQA9wAAAJIDAAAAAA==&#10;">
                    <v:imagedata r:id="rId20" o:title=""/>
                    <v:path arrowok="t"/>
                  </v:shape>
                </v:group>
                <v:rect id="Rectangle 87" o:spid="_x0000_s1118" style="position:absolute;left:36124;top:20801;width:10798;height:71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AcL8A&#10;AADbAAAADwAAAGRycy9kb3ducmV2LnhtbESPzarCMBSE9xd8h3AEd7epLrRWo4gg6EquP/tDc2yK&#10;zUltota3NxcEl8PMfMPMl52txYNaXzlWMExSEMSF0xWXCk7HzW8GwgdkjbVjUvAiD8tF72eOuXZP&#10;/qPHIZQiQtjnqMCE0ORS+sKQRZ+4hjh6F9daDFG2pdQtPiPc1nKUpmNpseK4YLChtaHierhbBWSy&#10;8w3tere/OrpPN6sagzwrNeh3qxmIQF34hj/trVaQTeD/S/wBcvE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9EYBwvwAAANsAAAAPAAAAAAAAAAAAAAAAAJgCAABkcnMvZG93bnJl&#10;di54bWxQSwUGAAAAAAQABAD1AAAAhAMAAAAA&#10;" fillcolor="#a7bfde [1620]" strokecolor="#4579b8 [3044]">
                  <v:fill color2="#e4ecf5 [500]" rotate="t" angle="180" colors="0 #a3c4ff;22938f #bfd5ff;1 #e5eeff" focus="100%" type="gradient"/>
                  <v:shadow on="t" color="black" opacity="24903f" origin=",.5" offset="0,.55556mm"/>
                  <v:textbox>
                    <w:txbxContent>
                      <w:p w:rsidR="00395CD2" w:rsidRDefault="00395CD2" w:rsidP="00D868D1">
                        <w:pPr>
                          <w:pStyle w:val="NormalWeb"/>
                          <w:spacing w:before="0" w:beforeAutospacing="0" w:after="120" w:afterAutospacing="0"/>
                          <w:jc w:val="center"/>
                        </w:pPr>
                        <w:r>
                          <w:rPr>
                            <w:rFonts w:ascii="Helvetica 45" w:eastAsia="Times New Roman" w:hAnsi="Helvetica 45"/>
                            <w:sz w:val="20"/>
                            <w:szCs w:val="20"/>
                            <w:lang w:val="et-EE"/>
                          </w:rPr>
                          <w:t>PC/SC</w:t>
                        </w:r>
                      </w:p>
                    </w:txbxContent>
                  </v:textbox>
                </v:rect>
                <v:rect id="Rectangle 88" o:spid="_x0000_s1119" style="position:absolute;left:20737;top:17593;width:8168;height:39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" fillcolor="#fbcaa2 [1625]" strokecolor="#f68c36 [3049]">
                  <v:fill color2="#fdefe3 [505]" rotate="t" angle="180" colors="0 #ffbe86;22938f #ffd0aa;1 #ffebdb" focus="100%" type="gradient"/>
                  <v:shadow on="t" color="black" opacity="24903f" origin=",.5" offset="0,.55556mm"/>
                  <v:textbox>
                    <w:txbxContent>
                      <w:p w:rsidR="00395CD2" w:rsidRPr="007A0311" w:rsidRDefault="00395CD2" w:rsidP="00D868D1">
                        <w:pPr>
                          <w:pStyle w:val="NormalWeb"/>
                          <w:spacing w:before="0" w:beforeAutospacing="0" w:after="120" w:afterAutospacing="0"/>
                          <w:jc w:val="center"/>
                          <w:rPr>
                            <w:u w:val="single"/>
                          </w:rPr>
                        </w:pPr>
                        <w:r>
                          <w:rPr>
                            <w:rFonts w:ascii="Helvetica 45" w:eastAsia="Times New Roman" w:hAnsi="Helvetica 45"/>
                            <w:sz w:val="20"/>
                            <w:szCs w:val="20"/>
                            <w:u w:val="single"/>
                            <w:lang w:val="et-EE"/>
                          </w:rPr>
                          <w:t>CSP/CAPI</w:t>
                        </w:r>
                      </w:p>
                    </w:txbxContent>
                  </v:textbox>
                </v:rect>
                <v:group id="Group 89" o:spid="_x0000_s1120" style="position:absolute;left:2304;top:13918;width:11291;height:6290" coordorigin="5854,7015" coordsize="10795,68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rect id="Rectangle 90" o:spid="_x0000_s1121" style="position:absolute;left:5854;top:7015;width:10795;height:68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3pY8AA&#10;AADbAAAADwAAAGRycy9kb3ducmV2LnhtbERPy4rCMBTdC/MP4Q7MTlNdDNoxipQZFRTEdj7g0tw+&#10;tLkpTaz1781CcHk47+V6MI3oqXO1ZQXTSQSCOLe65lLBf/Y3noNwHlljY5kUPMjBevUxWmKs7Z3P&#10;1Ke+FCGEXYwKKu/bWEqXV2TQTWxLHLjCdgZ9gF0pdYf3EG4aOYuib2mw5tBQYUtJRfk1vRkFyXHe&#10;9EWxdY9T8pvtZrtMp4eLUl+fw+YHhKfBv8Uv914rWIT14Uv4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u3pY8AAAADbAAAADwAAAAAAAAAAAAAAAACYAgAAZHJzL2Rvd25y&#10;ZXYueG1sUEsFBgAAAAAEAAQA9QAAAIUDAAAAAA==&#10;" fillcolor="#506329 [1638]" stroked="f">
                    <v:fill color2="#93b64c [3014]" rotate="t" angle="180" colors="0 #769535;52429f #9bc348;1 #9cc746" focus="100%" type="gradient">
                      <o:fill v:ext="view" type="gradientUnscaled"/>
                    </v:fill>
                    <v:shadow on="t" color="black" opacity="22937f" origin=",.5" offset="0,.63889mm"/>
                    <v:textbox>
                      <w:txbxContent>
                        <w:p w:rsidR="00395CD2" w:rsidRDefault="00395CD2" w:rsidP="00E92882">
                          <w:pPr>
                            <w:pStyle w:val="NormalWeb"/>
                            <w:spacing w:before="0" w:beforeAutospacing="0" w:after="0" w:afterAutospacing="0"/>
                            <w:jc w:val="center"/>
                            <w:rPr>
                              <w:rFonts w:ascii="Helvetica 45" w:eastAsia="Times New Roman" w:hAnsi="Helvetica 45"/>
                              <w:sz w:val="20"/>
                              <w:szCs w:val="20"/>
                              <w:u w:val="single"/>
                              <w:lang w:val="et-EE"/>
                            </w:rPr>
                          </w:pPr>
                          <w:r>
                            <w:rPr>
                              <w:rFonts w:ascii="Helvetica 45" w:eastAsia="Times New Roman" w:hAnsi="Helvetica 45"/>
                              <w:sz w:val="20"/>
                              <w:szCs w:val="20"/>
                              <w:u w:val="single"/>
                              <w:lang w:val="et-EE"/>
                            </w:rPr>
                            <w:t xml:space="preserve">DigiDoc </w:t>
                          </w:r>
                        </w:p>
                        <w:p w:rsidR="00395CD2" w:rsidRPr="00E94128" w:rsidRDefault="00395CD2" w:rsidP="00E92882">
                          <w:pPr>
                            <w:pStyle w:val="NormalWeb"/>
                            <w:spacing w:before="0" w:beforeAutospacing="0" w:after="0" w:afterAutospacing="0"/>
                            <w:jc w:val="center"/>
                            <w:rPr>
                              <w:u w:val="single"/>
                            </w:rPr>
                          </w:pPr>
                          <w:r>
                            <w:rPr>
                              <w:rFonts w:ascii="Helvetica 45" w:eastAsia="Times New Roman" w:hAnsi="Helvetica 45"/>
                              <w:sz w:val="20"/>
                              <w:szCs w:val="20"/>
                              <w:u w:val="single"/>
                              <w:lang w:val="et-EE"/>
                            </w:rPr>
                            <w:t>COM</w:t>
                          </w:r>
                        </w:p>
                      </w:txbxContent>
                    </v:textbox>
                  </v:rect>
                  <v:group id="Group 91" o:spid="_x0000_s1122" style="position:absolute;left:13872;top:7596;width:2259;height:2544" coordorigin="" coordsize="5693,62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rect id="Rectangle 92" o:spid="_x0000_s1123" style="position:absolute;left:1035;width:4658;height:62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PSj8QA&#10;AADbAAAADwAAAGRycy9kb3ducmV2LnhtbESP3WrCQBSE7wu+w3IE7+rGXIiNriLBP2ihNOkDHLIn&#10;P5o9G7JrjG/fLRR6OczMN8xmN5pWDNS7xrKCxTwCQVxY3XCl4Ds/vq5AOI+ssbVMCp7kYLedvGww&#10;0fbBXzRkvhIBwi5BBbX3XSKlK2oy6Oa2Iw5eaXuDPsi+krrHR4CbVsZRtJQGGw4LNXaU1lTcsrtR&#10;kH6s2qEsT+75mR7yc3zOdfZ+VWo2HfdrEJ5G/x/+a1+0grcYfr+EHy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z0o/EAAAA2wAAAA8AAAAAAAAAAAAAAAAAmAIAAGRycy9k&#10;b3ducmV2LnhtbFBLBQYAAAAABAAEAPUAAACJAwAAAAA=&#10;" fillcolor="#506329 [1638]" stroked="f">
                      <v:fill color2="#93b64c [3014]" rotate="t" angle="180" colors="0 #769535;52429f #9bc348;1 #9cc746" focus="100%" type="gradient">
                        <o:fill v:ext="view" type="gradientUnscaled"/>
                      </v:fill>
                      <v:shadow on="t" color="black" opacity="22937f" origin=",.5" offset="0,.63889mm"/>
                      <v:textbox>
                        <w:txbxContent>
                          <w:p w:rsidR="00395CD2" w:rsidRDefault="00395CD2" w:rsidP="00D868D1">
                            <w:pPr>
                              <w:pStyle w:val="NormalWeb"/>
                              <w:spacing w:before="0" w:beforeAutospacing="0" w:after="120" w:afterAutospacing="0"/>
                              <w:jc w:val="both"/>
                            </w:pPr>
                            <w:r>
                              <w:rPr>
                                <w:rFonts w:ascii="Helvetica 45" w:eastAsia="Times New Roman" w:hAnsi="Helvetica 45"/>
                                <w:sz w:val="20"/>
                                <w:szCs w:val="20"/>
                                <w:lang w:val="et-EE"/>
                              </w:rPr>
                              <w:t> </w:t>
                            </w:r>
                          </w:p>
                        </w:txbxContent>
                      </v:textbox>
                    </v:rect>
                    <v:group id="Group 93" o:spid="_x0000_s1124" style="position:absolute;top:1035;width:2313;height:4223" coordorigin=",1035" coordsize="2313,42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rect id="Rectangle 94" o:spid="_x0000_s1125" style="position:absolute;top:1035;width:2313;height:1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bvYMQA&#10;AADbAAAADwAAAGRycy9kb3ducmV2LnhtbESP3WrCQBSE7wXfYTlC7+qmUkSjq5TQqtCCmPgAh+zJ&#10;j2bPhuwa49t3CwUvh5n5hllvB9OInjpXW1bwNo1AEOdW11wqOGdfrwsQziNrbCyTggc52G7GozXG&#10;2t75RH3qSxEg7GJUUHnfxlK6vCKDbmpb4uAVtjPog+xKqTu8B7hp5CyK5tJgzWGhwpaSivJrejMK&#10;kp9F0xfFzj2OyWe2n+0znX5flHqZDB8rEJ4G/wz/tw9awfId/r6EH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W72DEAAAA2wAAAA8AAAAAAAAAAAAAAAAAmAIAAGRycy9k&#10;b3ducmV2LnhtbFBLBQYAAAAABAAEAPUAAACJAwAAAAA=&#10;" fillcolor="#506329 [1638]" stroked="f">
                        <v:fill color2="#93b64c [3014]" rotate="t" angle="180" colors="0 #769535;52429f #9bc348;1 #9cc746" focus="100%" type="gradient">
                          <o:fill v:ext="view" type="gradientUnscaled"/>
                        </v:fill>
                        <v:shadow on="t" color="black" opacity="22937f" origin=",.5" offset="0,.63889mm"/>
                        <v:textbox>
                          <w:txbxContent>
                            <w:p w:rsidR="00395CD2" w:rsidRDefault="00395CD2" w:rsidP="00D868D1">
                              <w:pPr>
                                <w:pStyle w:val="NormalWeb"/>
                                <w:spacing w:before="0" w:beforeAutospacing="0" w:after="120" w:afterAutospacing="0"/>
                                <w:jc w:val="both"/>
                              </w:pPr>
                              <w:r>
                                <w:rPr>
                                  <w:rFonts w:ascii="Helvetica 45" w:eastAsia="Times New Roman" w:hAnsi="Helvetica 45"/>
                                  <w:sz w:val="20"/>
                                  <w:szCs w:val="20"/>
                                  <w:lang w:val="et-EE"/>
                                </w:rPr>
                                <w:t> </w:t>
                              </w:r>
                            </w:p>
                          </w:txbxContent>
                        </v:textbox>
                      </v:rect>
                      <v:rect id="Rectangle 95" o:spid="_x0000_s1126" style="position:absolute;top:3709;width:2311;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pK+8QA&#10;AADbAAAADwAAAGRycy9kb3ducmV2LnhtbESP3WrCQBSE7wXfYTlC7+qmQkWjq5TQqtCCmPgAh+zJ&#10;j2bPhuwa49t3CwUvh5n5hllvB9OInjpXW1bwNo1AEOdW11wqOGdfrwsQziNrbCyTggc52G7GozXG&#10;2t75RH3qSxEg7GJUUHnfxlK6vCKDbmpb4uAVtjPog+xKqTu8B7hp5CyK5tJgzWGhwpaSivJrejMK&#10;kp9F0xfFzj2OyWe2n+0znX5flHqZDB8rEJ4G/wz/tw9awfId/r6EH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6aSvvEAAAA2wAAAA8AAAAAAAAAAAAAAAAAmAIAAGRycy9k&#10;b3ducmV2LnhtbFBLBQYAAAAABAAEAPUAAACJAwAAAAA=&#10;" fillcolor="#506329 [1638]" stroked="f">
                        <v:fill color2="#93b64c [3014]" rotate="t" angle="180" colors="0 #769535;52429f #9bc348;1 #9cc746" focus="100%" type="gradient">
                          <o:fill v:ext="view" type="gradientUnscaled"/>
                        </v:fill>
                        <v:shadow on="t" color="black" opacity="22937f" origin=",.5" offset="0,.63889mm"/>
                        <v:textbox>
                          <w:txbxContent>
                            <w:p w:rsidR="00395CD2" w:rsidRDefault="00395CD2" w:rsidP="00D868D1">
                              <w:pPr>
                                <w:pStyle w:val="NormalWeb"/>
                                <w:spacing w:before="0" w:beforeAutospacing="0" w:after="120" w:afterAutospacing="0"/>
                                <w:jc w:val="both"/>
                              </w:pPr>
                              <w:r>
                                <w:rPr>
                                  <w:rFonts w:ascii="Helvetica 45" w:eastAsia="Times New Roman" w:hAnsi="Helvetica 45"/>
                                  <w:sz w:val="20"/>
                                  <w:szCs w:val="20"/>
                                  <w:lang w:val="et-EE"/>
                                </w:rPr>
                                <w:t> </w:t>
                              </w:r>
                            </w:p>
                          </w:txbxContent>
                        </v:textbox>
                      </v:rect>
                    </v:group>
                  </v:group>
                </v:group>
                <v:group id="Group 103" o:spid="_x0000_s1127" style="position:absolute;left:41945;top:25012;width:5728;height:8738" coordorigin="46462,19785" coordsize="5727,87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FgQrwwAAANwAAAAP&#10;AAAAAAAAAAAAAAAAAKoCAABkcnMvZG93bnJldi54bWxQSwUGAAAAAAQABAD6AAAAmgMAAAAA&#10;">
                  <v:rect id="Rectangle 104" o:spid="_x0000_s1128" style="position:absolute;left:46462;top:25835;width:5618;height:26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FO7MIA&#10;AADcAAAADwAAAGRycy9kb3ducmV2LnhtbERP22oCMRB9L/QfwhT6IjVrkbWsRulV9GHB2wcMm+lm&#10;cTNZklTXvzeC0Lc5nOvMFr1txYl8aBwrGA0zEMSV0w3XCg77n5c3ECEia2wdk4ILBVjMHx9mWGh3&#10;5i2ddrEWKYRDgQpMjF0hZagMWQxD1xEn7td5izFBX0vt8ZzCbStfsyyXFhtODQY7+jRUHXd/VsFX&#10;vjnafDkpPwbe7Le4HjXld6vU81P/PgURqY//4rt7pdP8bAy3Z9IFcn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YU7swgAAANwAAAAPAAAAAAAAAAAAAAAAAJgCAABkcnMvZG93&#10;bnJldi54bWxQSwUGAAAAAAQABAD1AAAAhwMAAAAA&#10;" fillcolor="#254163 [1636]" stroked="f">
                    <v:fill color2="#4477b6 [3012]" rotate="t" angle="180" colors="0 #2c5d98;52429f #3c7bc7;1 #3a7ccb" focus="100%" type="gradient">
                      <o:fill v:ext="view" type="gradientUnscaled"/>
                    </v:fill>
                    <v:shadow on="t" color="black" opacity="22937f" origin=",.5" offset="0,.63889mm"/>
                    <v:textbox>
                      <w:txbxContent>
                        <w:p w:rsidR="00395CD2" w:rsidRDefault="00395CD2" w:rsidP="00D868D1">
                          <w:pPr>
                            <w:pStyle w:val="NormalWeb"/>
                            <w:spacing w:before="0" w:beforeAutospacing="0" w:after="120" w:afterAutospacing="0"/>
                            <w:jc w:val="center"/>
                          </w:pPr>
                          <w:r>
                            <w:rPr>
                              <w:rFonts w:ascii="Helvetica 45" w:eastAsia="Times New Roman" w:hAnsi="Helvetica 45"/>
                              <w:sz w:val="16"/>
                              <w:szCs w:val="16"/>
                              <w:lang w:val="et-EE"/>
                            </w:rPr>
                            <w:t>Reader</w:t>
                          </w:r>
                        </w:p>
                      </w:txbxContent>
                    </v:textbox>
                  </v:rect>
                  <v:rect id="Rectangle 105" o:spid="_x0000_s1129" style="position:absolute;left:46471;top:19785;width:5718;height:46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3rd8IA&#10;AADcAAAADwAAAGRycy9kb3ducmV2LnhtbERP22oCMRB9L/QfwhT6IjVrwbWsRulV9GHB2wcMm+lm&#10;cTNZklTXvzeC0Lc5nOvMFr1txYl8aBwrGA0zEMSV0w3XCg77n5c3ECEia2wdk4ILBVjMHx9mWGh3&#10;5i2ddrEWKYRDgQpMjF0hZagMWQxD1xEn7td5izFBX0vt8ZzCbStfsyyXFhtODQY7+jRUHXd/VsFX&#10;vjnafDkpPwbe7Le4HjXld6vU81P/PgURqY//4rt7pdP8bAy3Z9IFcn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Let3wgAAANwAAAAPAAAAAAAAAAAAAAAAAJgCAABkcnMvZG93&#10;bnJldi54bWxQSwUGAAAAAAQABAD1AAAAhwMAAAAA&#10;" fillcolor="#254163 [1636]" stroked="f">
                    <v:fill color2="#4477b6 [3012]" rotate="t" angle="180" colors="0 #2c5d98;52429f #3c7bc7;1 #3a7ccb" focus="100%" type="gradient">
                      <o:fill v:ext="view" type="gradientUnscaled"/>
                    </v:fill>
                    <v:shadow on="t" color="black" opacity="22937f" origin=",.5" offset="0,.63889mm"/>
                    <v:textbox>
                      <w:txbxContent>
                        <w:p w:rsidR="00395CD2" w:rsidRDefault="00395CD2" w:rsidP="00D868D1">
                          <w:pPr>
                            <w:pStyle w:val="NormalWeb"/>
                            <w:spacing w:before="0" w:beforeAutospacing="0" w:after="120" w:afterAutospacing="0"/>
                            <w:jc w:val="both"/>
                          </w:pPr>
                          <w:r w:rsidRPr="00F465D1">
                            <w:rPr>
                              <w:rFonts w:ascii="Helvetica 45" w:eastAsia="Times New Roman" w:hAnsi="Helvetica 45"/>
                              <w:sz w:val="16"/>
                              <w:szCs w:val="16"/>
                              <w:lang w:val="et-EE"/>
                            </w:rPr>
                            <w:t>CCID</w:t>
                          </w:r>
                          <w:r>
                            <w:rPr>
                              <w:rFonts w:ascii="Helvetica 45" w:eastAsia="Times New Roman" w:hAnsi="Helvetica 45"/>
                              <w:sz w:val="20"/>
                              <w:szCs w:val="20"/>
                              <w:lang w:val="et-EE"/>
                            </w:rPr>
                            <w:t> </w:t>
                          </w:r>
                        </w:p>
                      </w:txbxContent>
                    </v:textbox>
                  </v:rect>
                </v:group>
                <v:rect id="Rectangle 106" o:spid="_x0000_s1130" style="position:absolute;left:35165;top:31013;width:5889;height:28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91AMIA&#10;AADcAAAADwAAAGRycy9kb3ducmV2LnhtbERPzWoCMRC+F3yHMEIvRbN62MpqFLW2tAfBvwcYNuNm&#10;cTNZklS3b98Igrf5+H5ntuhsI67kQ+1YwWiYgSAuna65UnA6fg4mIEJE1tg4JgV/FGAx773MsNDu&#10;xnu6HmIlUgiHAhWYGNtCylAashiGriVO3Nl5izFBX0nt8ZbCbSPHWZZLizWnBoMtrQ2Vl8OvVfCR&#10;7y42/3rfrt68Oe7xZ1RvN41Sr/1uOQURqYtP8cP9rdP8LIf7M+kCOf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3UAwgAAANwAAAAPAAAAAAAAAAAAAAAAAJgCAABkcnMvZG93&#10;bnJldi54bWxQSwUGAAAAAAQABAD1AAAAhwMAAAAA&#10;" fillcolor="#254163 [1636]" stroked="f">
                  <v:fill color2="#4477b6 [3012]" rotate="t" angle="180" colors="0 #2c5d98;52429f #3c7bc7;1 #3a7ccb" focus="100%" type="gradient">
                    <o:fill v:ext="view" type="gradientUnscaled"/>
                  </v:fill>
                  <v:shadow on="t" color="black" opacity="22937f" origin=",.5" offset="0,.63889mm"/>
                  <v:textbox>
                    <w:txbxContent>
                      <w:p w:rsidR="00395CD2" w:rsidRPr="00B84D63" w:rsidRDefault="00395CD2" w:rsidP="00D868D1">
                        <w:pPr>
                          <w:jc w:val="center"/>
                          <w:rPr>
                            <w:sz w:val="16"/>
                            <w:szCs w:val="16"/>
                          </w:rPr>
                        </w:pPr>
                        <w:r w:rsidRPr="00B84D63">
                          <w:rPr>
                            <w:sz w:val="16"/>
                            <w:szCs w:val="16"/>
                          </w:rPr>
                          <w:t>Reader</w:t>
                        </w:r>
                      </w:p>
                    </w:txbxContent>
                  </v:textbox>
                </v:rect>
                <v:rect id="Rectangle 107" o:spid="_x0000_s1131" style="position:absolute;left:34743;top:25046;width:6926;height:4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PQm8IA&#10;AADcAAAADwAAAGRycy9kb3ducmV2LnhtbERPzWoCMRC+C75DmIIXqVk9rGU1StVW6kGo2gcYNuNm&#10;cTNZklS3b28Kgrf5+H5nvuxsI67kQ+1YwXiUgSAuna65UvBz+nx9AxEissbGMSn4owDLRb83x0K7&#10;Gx/oeoyVSCEcClRgYmwLKUNpyGIYuZY4cWfnLcYEfSW1x1sKt42cZFkuLdacGgy2tDZUXo6/VsEm&#10;/77YfDvdr4benA64G9f7j0apwUv3PgMRqYtP8cP9pdP8bAr/z6QL5O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s9CbwgAAANwAAAAPAAAAAAAAAAAAAAAAAJgCAABkcnMvZG93&#10;bnJldi54bWxQSwUGAAAAAAQABAD1AAAAhwMAAAAA&#10;" fillcolor="#254163 [1636]" stroked="f">
                  <v:fill color2="#4477b6 [3012]" rotate="t" angle="180" colors="0 #2c5d98;52429f #3c7bc7;1 #3a7ccb" focus="100%" type="gradient">
                    <o:fill v:ext="view" type="gradientUnscaled"/>
                  </v:fill>
                  <v:shadow on="t" color="black" opacity="22937f" origin=",.5" offset="0,.63889mm"/>
                  <v:textbox>
                    <w:txbxContent>
                      <w:p w:rsidR="00395CD2" w:rsidRPr="00F465D1" w:rsidRDefault="00395CD2" w:rsidP="00D868D1">
                        <w:pPr>
                          <w:rPr>
                            <w:sz w:val="16"/>
                            <w:szCs w:val="16"/>
                          </w:rPr>
                        </w:pPr>
                        <w:r w:rsidRPr="00F465D1">
                          <w:rPr>
                            <w:sz w:val="16"/>
                            <w:szCs w:val="16"/>
                          </w:rPr>
                          <w:t>IFD Handler</w:t>
                        </w:r>
                      </w:p>
                    </w:txbxContent>
                  </v:textbox>
                </v:rect>
                <v:group id="Group 108" o:spid="_x0000_s1132" style="position:absolute;left:39628;top:25393;width:1616;height:1719" coordorigin="24479,19798" coordsize="1616,17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KWWsYAAADcAAAADwAAAGRycy9kb3ducmV2LnhtbESPT2vCQBDF70K/wzKF&#10;3nQTS0tJ3YhIlR6kUC2ItyE7+YPZ2ZBdk/jtO4dCbzO8N+/9ZrWeXKsG6kPj2UC6SEARF942XBn4&#10;Oe3mb6BCRLbYeiYDdwqwzh9mK8ysH/mbhmOslIRwyNBAHWOXaR2KmhyGhe+IRSt97zDK2lfa9jhK&#10;uGv1MkletcOGpaHGjrY1FdfjzRnYjzhuntOP4XAtt/fL6eXrfEjJmKfHafMOKtIU/81/159W8B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1spZaxgAAANwA&#10;AAAPAAAAAAAAAAAAAAAAAKoCAABkcnMvZG93bnJldi54bWxQSwUGAAAAAAQABAD6AAAAnQMAAAAA&#10;">
                  <v:rect id="Rectangle 109" o:spid="_x0000_s1133" style="position:absolute;left:24682;top:19798;width:1413;height:17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DhcsMA&#10;AADcAAAADwAAAGRycy9kb3ducmV2LnhtbERP22oCMRB9L/QfwhR8kZq1D1u7GqUXlfogePuAYTPd&#10;LG4mSxJ1/XsjCH2bw7nOZNbZRpzJh9qxguEgA0FcOl1zpeCwX7yOQISIrLFxTAquFGA2fX6aYKHd&#10;hbd03sVKpBAOBSowMbaFlKE0ZDEMXEucuD/nLcYEfSW1x0sKt418y7JcWqw5NRhs6dtQedydrIKf&#10;fHO0+fJ9/dX3Zr/F1bBezxulei/d5xhEpC7+ix/uX53mZx9wfyZdIK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GDhcsMAAADcAAAADwAAAAAAAAAAAAAAAACYAgAAZHJzL2Rv&#10;d25yZXYueG1sUEsFBgAAAAAEAAQA9QAAAIgDAAAAAA==&#10;" fillcolor="#254163 [1636]" stroked="f">
                    <v:fill color2="#4477b6 [3012]" rotate="t" angle="180" colors="0 #2c5d98;52429f #3c7bc7;1 #3a7ccb" focus="100%" type="gradient">
                      <o:fill v:ext="view" type="gradientUnscaled"/>
                    </v:fill>
                    <v:shadow on="t" color="black" opacity="22937f" origin=",.5" offset="0,.63889mm"/>
                    <v:textbox>
                      <w:txbxContent>
                        <w:p w:rsidR="00395CD2" w:rsidRDefault="00395CD2" w:rsidP="00D868D1">
                          <w:pPr>
                            <w:pStyle w:val="NormalWeb"/>
                            <w:spacing w:before="0" w:beforeAutospacing="0" w:after="120" w:afterAutospacing="0"/>
                            <w:jc w:val="both"/>
                          </w:pPr>
                          <w:r>
                            <w:rPr>
                              <w:rFonts w:ascii="Helvetica 45" w:eastAsia="Times New Roman" w:hAnsi="Helvetica 45"/>
                              <w:sz w:val="20"/>
                              <w:szCs w:val="20"/>
                              <w:lang w:val="et-EE"/>
                            </w:rPr>
                            <w:t> </w:t>
                          </w:r>
                        </w:p>
                      </w:txbxContent>
                    </v:textbox>
                  </v:rect>
                  <v:group id="Group 110" o:spid="_x0000_s1134" style="position:absolute;left:24479;top:20179;width:762;height:1065" coordorigin="-42562,12936" coordsize="2314,38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h0MgcYAAADcAAAADwAAAGRycy9kb3ducmV2LnhtbESPT2vCQBDF70K/wzKF&#10;3nQTS0tJ3YhIlR6kUC2ItyE7+YPZ2ZBdk/jtO4dCbzO8N+/9ZrWeXKsG6kPj2UC6SEARF942XBn4&#10;Oe3mb6BCRLbYeiYDdwqwzh9mK8ysH/mbhmOslIRwyNBAHWOXaR2KmhyGhe+IRSt97zDK2lfa9jhK&#10;uGv1MkletcOGpaHGjrY1FdfjzRnYjzhuntOP4XAtt/fL6eXrfEjJmKfHafMOKtIU/81/159W8F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OHQyBxgAAANwA&#10;AAAPAAAAAAAAAAAAAAAAAKoCAABkcnMvZG93bnJldi54bWxQSwUGAAAAAAQABAD6AAAAnQMAAAAA&#10;">
                    <v:rect id="Rectangle 111" o:spid="_x0000_s1135" style="position:absolute;left:-42561;top:12936;width:2313;height:1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97qcMA&#10;AADcAAAADwAAAGRycy9kb3ducmV2LnhtbERPzWoCMRC+F3yHMIKXotn1sJXVKGq1tAeh/jzAsBk3&#10;i5vJkqS6ffumUOhtPr7fWax624o7+dA4VpBPMhDEldMN1wou5/14BiJEZI2tY1LwTQFWy8HTAkvt&#10;Hnyk+ynWIoVwKFGBibErpQyVIYth4jrixF2dtxgT9LXUHh8p3LZymmWFtNhwajDY0dZQdTt9WQWv&#10;xefNFm8vh82zN+cjfuTNYdcqNRr26zmISH38F/+533Wan+fw+0y6QC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897qcMAAADcAAAADwAAAAAAAAAAAAAAAACYAgAAZHJzL2Rv&#10;d25yZXYueG1sUEsFBgAAAAAEAAQA9QAAAIgDAAAAAA==&#10;" fillcolor="#254163 [1636]" stroked="f">
                      <v:fill color2="#4477b6 [3012]" rotate="t" angle="180" colors="0 #2c5d98;52429f #3c7bc7;1 #3a7ccb" focus="100%" type="gradient">
                        <o:fill v:ext="view" type="gradientUnscaled"/>
                      </v:fill>
                      <v:shadow on="t" color="black" opacity="22937f" origin=",.5" offset="0,.63889mm"/>
                      <v:textbox>
                        <w:txbxContent>
                          <w:p w:rsidR="00395CD2" w:rsidRDefault="00395CD2" w:rsidP="00D868D1">
                            <w:pPr>
                              <w:pStyle w:val="NormalWeb"/>
                              <w:spacing w:before="0" w:beforeAutospacing="0" w:after="120" w:afterAutospacing="0"/>
                              <w:jc w:val="both"/>
                            </w:pPr>
                            <w:r>
                              <w:rPr>
                                <w:rFonts w:ascii="Helvetica 45" w:eastAsia="Times New Roman" w:hAnsi="Helvetica 45"/>
                                <w:sz w:val="20"/>
                                <w:szCs w:val="20"/>
                                <w:lang w:val="et-EE"/>
                              </w:rPr>
                              <w:t> </w:t>
                            </w:r>
                          </w:p>
                        </w:txbxContent>
                      </v:textbox>
                    </v:rect>
                    <v:rect id="Rectangle 114" o:spid="_x0000_s1136" style="position:absolute;left:-42562;top:15286;width:2311;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jYMcMA&#10;AADcAAAADwAAAGRycy9kb3ducmV2LnhtbERP22oCMRB9L/gPYYS+lJrdImtZjaL2Qn0QvH3AsBk3&#10;i5vJkqS6/n1TKPRtDuc6s0VvW3ElHxrHCvJRBoK4crrhWsHp+PH8CiJEZI2tY1JwpwCL+eBhhqV2&#10;N97T9RBrkUI4lKjAxNiVUobKkMUwch1x4s7OW4wJ+lpqj7cUblv5kmWFtNhwajDY0dpQdTl8WwVv&#10;xe5ii8/JdvXkzXGPm7zZvrdKPQ775RREpD7+i//cXzrNz8fw+0y6QM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7jYMcMAAADcAAAADwAAAAAAAAAAAAAAAACYAgAAZHJzL2Rv&#10;d25yZXYueG1sUEsFBgAAAAAEAAQA9QAAAIgDAAAAAA==&#10;" fillcolor="#254163 [1636]" stroked="f">
                      <v:fill color2="#4477b6 [3012]" rotate="t" angle="180" colors="0 #2c5d98;52429f #3c7bc7;1 #3a7ccb" focus="100%" type="gradient">
                        <o:fill v:ext="view" type="gradientUnscaled"/>
                      </v:fill>
                      <v:shadow on="t" color="black" opacity="22937f" origin=",.5" offset="0,.63889mm"/>
                      <v:textbox>
                        <w:txbxContent>
                          <w:p w:rsidR="00395CD2" w:rsidRDefault="00395CD2" w:rsidP="00D868D1">
                            <w:pPr>
                              <w:pStyle w:val="NormalWeb"/>
                              <w:spacing w:before="0" w:beforeAutospacing="0" w:after="120" w:afterAutospacing="0"/>
                              <w:jc w:val="both"/>
                            </w:pPr>
                            <w:r>
                              <w:rPr>
                                <w:rFonts w:ascii="Helvetica 45" w:eastAsia="Times New Roman" w:hAnsi="Helvetica 45"/>
                                <w:sz w:val="20"/>
                                <w:szCs w:val="20"/>
                                <w:lang w:val="et-EE"/>
                              </w:rPr>
                              <w:t> </w:t>
                            </w:r>
                          </w:p>
                        </w:txbxContent>
                      </v:textbox>
                    </v:rect>
                  </v:group>
                </v:group>
                <v:line id="Straight Connector 115" o:spid="_x0000_s1137" style="position:absolute;visibility:visible;mso-wrap-style:square" from="16442,0" to="16442,39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ZN8IAAADcAAAADwAAAGRycy9kb3ducmV2LnhtbERPzWoCMRC+F/oOYQrealZFsatRpCCI&#10;9lLbB5huxt3FzWSbjLr69KZQ8DYf3+/Ml51r1JlCrD0bGPQzUMSFtzWXBr6/1q9TUFGQLTaeycCV&#10;IiwXz09zzK2/8Ced91KqFMIxRwOVSJtrHYuKHMa+b4kTd/DBoSQYSm0DXlK4a/QwyybaYc2pocKW&#10;3isqjvuTM/C7+9jE608zlMn4tj2G1fRNRtGY3ku3moES6uQh/ndvbJo/GMPfM+kCvb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liZN8IAAADcAAAADwAAAAAAAAAAAAAA&#10;AAChAgAAZHJzL2Rvd25yZXYueG1sUEsFBgAAAAAEAAQA+QAAAJADAAAAAA==&#10;" strokecolor="#4579b8 [3044]"/>
                <v:line id="Straight Connector 120" o:spid="_x0000_s1138" style="position:absolute;visibility:visible;mso-wrap-style:square" from="32166,0" to="32166,39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PwEsUAAADcAAAADwAAAGRycy9kb3ducmV2LnhtbESPwU7DQAxE70j8w8pIvdENqahK6Laq&#10;kJCqwoXCB5isSaJmvWHXbVO+Hh+QuNma8czzcj2G3pwo5S6yg7tpAYa4jr7jxsHH+/PtAkwWZI99&#10;ZHJwoQzr1fXVEisfz/xGp700RkM4V+igFRkqa3PdUsA8jQOxal8xBRRdU2N9wrOGh96WRTG3ATvW&#10;hhYHemqpPuyPwcH3y+s2Xz77Uub3P7tD2iweZJadm9yMm0cwQqP8m/+ut17xS8XXZ3QCu/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EPwEsUAAADcAAAADwAAAAAAAAAA&#10;AAAAAAChAgAAZHJzL2Rvd25yZXYueG1sUEsFBgAAAAAEAAQA+QAAAJMDAAAAAA==&#10;" strokecolor="#4579b8 [3044]"/>
                <v:shape id="Text Box 128" o:spid="_x0000_s1139" type="#_x0000_t202" style="position:absolute;left:1304;top:506;width:13630;height:38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daZcYA&#10;AADcAAAADwAAAGRycy9kb3ducmV2LnhtbESPT2vCQBDF7wW/wzJCb3VjoEWiq0hAWqQ9+OfibcyO&#10;STA7G7Orpv30nYPgbYb35r3fzBa9a9SNulB7NjAeJaCIC29rLg3sd6u3CagQkS02nsnALwVYzAcv&#10;M8ysv/OGbttYKgnhkKGBKsY20zoUFTkMI98Si3byncMoa1dq2+Fdwl2j0yT50A5rloYKW8orKs7b&#10;qzOwzlc/uDmmbvLX5J/fp2V72R/ejXkd9sspqEh9fJof119W8FOhlWdkAj3/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FdaZcYAAADcAAAADwAAAAAAAAAAAAAAAACYAgAAZHJz&#10;L2Rvd25yZXYueG1sUEsFBgAAAAAEAAQA9QAAAIsDAAAAAA==&#10;" filled="f" stroked="f" strokeweight=".5pt">
                  <v:textbox>
                    <w:txbxContent>
                      <w:p w:rsidR="00395CD2" w:rsidRDefault="00395CD2" w:rsidP="00E92882">
                        <w:pPr>
                          <w:jc w:val="center"/>
                        </w:pPr>
                        <w:r>
                          <w:t>Client application, DigiDoc libraries</w:t>
                        </w:r>
                      </w:p>
                    </w:txbxContent>
                  </v:textbox>
                </v:shape>
                <v:shape id="Text Box 45" o:spid="_x0000_s1140" type="#_x0000_t202" style="position:absolute;left:17293;top:509;width:13627;height:3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v//sQA&#10;AADcAAAADwAAAGRycy9kb3ducmV2LnhtbERPTWvCQBC9F/wPywi9NRsDFY2uEgKhpbQHNZfeptkx&#10;CWZnY3arqb++Wyh4m8f7nPV2NJ240OBaywpmUQyCuLK65VpBeSieFiCcR9bYWSYFP+Rgu5k8rDHV&#10;9so7uux9LUIIuxQVNN73qZSuasigi2xPHLijHQz6AIda6gGvIdx0MonjuTTYcmhosKe8oeq0/zYK&#10;3vLiA3dfiVncuvzl/Zj15/LzWanH6ZitQHga/V38737VYX6yhL9nwgV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b//7EAAAA3AAAAA8AAAAAAAAAAAAAAAAAmAIAAGRycy9k&#10;b3ducmV2LnhtbFBLBQYAAAAABAAEAPUAAACJAwAAAAA=&#10;" filled="f" stroked="f" strokeweight=".5pt">
                  <v:textbox>
                    <w:txbxContent>
                      <w:p w:rsidR="00395CD2" w:rsidRDefault="00395CD2" w:rsidP="00D868D1">
                        <w:pPr>
                          <w:pStyle w:val="NormalWeb"/>
                          <w:spacing w:before="0" w:beforeAutospacing="0" w:after="120" w:afterAutospacing="0"/>
                          <w:jc w:val="center"/>
                        </w:pPr>
                        <w:r>
                          <w:rPr>
                            <w:rFonts w:ascii="Helvetica 45" w:eastAsia="Times New Roman" w:hAnsi="Helvetica 45"/>
                            <w:sz w:val="20"/>
                            <w:szCs w:val="20"/>
                            <w:lang w:val="et-EE"/>
                          </w:rPr>
                          <w:t>CSP Driver</w:t>
                        </w:r>
                      </w:p>
                    </w:txbxContent>
                  </v:textbox>
                </v:shape>
                <v:shape id="Text Box 45" o:spid="_x0000_s1141" type="#_x0000_t202" style="position:absolute;left:33677;top:509;width:13621;height:4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AvsYA&#10;AADcAAAADwAAAGRycy9kb3ducmV2LnhtbESPQWvCQBCF7wX/wzKCt7pRsUh0FQlIRdqD1ou3MTsm&#10;wexszG419dd3DoXeZnhv3vtmsepcre7UhsqzgdEwAUWce1txYeD4tXmdgQoR2WLtmQz8UIDVsvey&#10;wNT6B+/pfoiFkhAOKRooY2xSrUNeksMw9A2xaBffOoyytoW2LT4k3NV6nCRv2mHF0lBiQ1lJ+fXw&#10;7Qzsss0n7s9jN3vW2fvHZd3cjqepMYN+t56DitTFf/Pf9dYK/kTw5RmZ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jAvsYAAADcAAAADwAAAAAAAAAAAAAAAACYAgAAZHJz&#10;L2Rvd25yZXYueG1sUEsFBgAAAAAEAAQA9QAAAIsDAAAAAA==&#10;" filled="f" stroked="f" strokeweight=".5pt">
                  <v:textbox>
                    <w:txbxContent>
                      <w:p w:rsidR="00395CD2" w:rsidRDefault="00395CD2" w:rsidP="00D868D1">
                        <w:pPr>
                          <w:pStyle w:val="NormalWeb"/>
                          <w:spacing w:before="0" w:beforeAutospacing="0" w:after="120" w:afterAutospacing="0"/>
                          <w:jc w:val="center"/>
                        </w:pPr>
                        <w:r>
                          <w:rPr>
                            <w:rFonts w:ascii="Helvetica 45" w:eastAsia="Times New Roman" w:hAnsi="Helvetica 45"/>
                            <w:sz w:val="20"/>
                            <w:szCs w:val="20"/>
                            <w:lang w:val="et-EE"/>
                          </w:rPr>
                          <w:t>Host operating system &amp; Hardware</w:t>
                        </w:r>
                      </w:p>
                    </w:txbxContent>
                  </v:textbox>
                </v:shape>
                <v:shape id="Straight Arrow Connector 131" o:spid="_x0000_s1142" type="#_x0000_t32" style="position:absolute;left:38109;top:29659;width:97;height:13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OL2ccAAADcAAAADwAAAGRycy9kb3ducmV2LnhtbESP3WrCQBCF7wu+wzJC7+rGn0pJXUUU&#10;QREqsYJ4N2anSTA7G3a3Jn37bqHg3QznzPnOzBadqcWdnK8sKxgOEhDEudUVFwpOn5uXNxA+IGus&#10;LZOCH/KwmPeeZphq23JG92MoRAxhn6KCMoQmldLnJRn0A9sQR+3LOoMhrq6Q2mEbw00tR0kylQYr&#10;joQSG1qVlN+O3yZC1pPsdX/eXyeULQ/tdXf5CO6i1HO/W76DCNSFh/n/eqtj/fEQ/p6JE8j5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U4vZxwAAANwAAAAPAAAAAAAA&#10;AAAAAAAAAKECAABkcnMvZG93bnJldi54bWxQSwUGAAAAAAQABAD5AAAAlQMAAAAA&#10;" strokecolor="#4579b8 [3044]">
                  <v:stroke endarrow="open"/>
                </v:shape>
                <v:shape id="Straight Arrow Connector 133" o:spid="_x0000_s1143" type="#_x0000_t32" style="position:absolute;left:44755;top:29659;width:59;height:140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2wNcYAAADcAAAADwAAAGRycy9kb3ducmV2LnhtbESPQWvCQBCF74L/YZlCb7qpWimpq4il&#10;oAhKrCDexuw0CWZnw+7WpP++KxS8zfDevO/NbNGZWtzI+cqygpdhAoI4t7riQsHx63PwBsIHZI21&#10;ZVLwSx4W835vhqm2LWd0O4RCxBD2KSooQ2hSKX1ekkE/tA1x1L6tMxji6gqpHbYx3NRylCRTabDi&#10;SCixoVVJ+fXwYyLkY5K9bk/by4Sy5b69bM674M5KPT91y3cQgbrwMP9fr3WsPx7D/Zk4gZ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rNsDXGAAAA3AAAAA8AAAAAAAAA&#10;AAAAAAAAoQIAAGRycy9kb3ducmV2LnhtbFBLBQYAAAAABAAEAPkAAACUAwAAAAA=&#10;" strokecolor="#4579b8 [3044]">
                  <v:stroke endarrow="open"/>
                </v:shape>
                <v:shape id="Elbow Connector 136" o:spid="_x0000_s1144" type="#_x0000_t34" style="position:absolute;left:13595;top:16873;width:7142;height:2272;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gwTL8AAADcAAAADwAAAGRycy9kb3ducmV2LnhtbERPS2sCMRC+F/ofwhR6q9kqiF2NUgqi&#10;164ePA7JdBPcTNZNuo9/3xQEb/PxPWezG30jeuqiC6zgfVaAINbBOK4VnE/7txWImJANNoFJwUQR&#10;dtvnpw2WJgz8TX2VapFDOJaowKbUllJGbcljnIWWOHM/ofOYMuxqaToccrhv5LwoltKj49xgsaUv&#10;S/pa/XoF7mCrYX+dxr7u9eQ+LreoT6jU68v4uQaRaEwP8d19NHn+Ygn/z+QL5PY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zgwTL8AAADcAAAADwAAAAAAAAAAAAAAAACh&#10;AgAAZHJzL2Rvd25yZXYueG1sUEsFBgAAAAAEAAQA+QAAAI0DAAAAAA==&#10;" strokecolor="#4f81bd [3204]" strokeweight="2pt">
                  <v:stroke endarrow="open"/>
                  <v:shadow on="t" color="black" opacity="24903f" origin=",.5" offset="0,.55556mm"/>
                </v:shape>
                <v:shape id="Elbow Connector 137" o:spid="_x0000_s1145" type="#_x0000_t34" style="position:absolute;left:28905;top:20310;width:7219;height:271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arOcIAAADcAAAADwAAAGRycy9kb3ducmV2LnhtbERPS2sCMRC+F/wPYYTeamILtqwbl0Us&#10;9LSg9VBvw2b2gZtJ2ERd/30jFHqbj+85eTHZQVxpDL1jDcuFAkFcO9Nzq+H4/fnyASJEZIODY9Jw&#10;pwDFZvaUY2bcjfd0PcRWpBAOGWroYvSZlKHuyGJYOE+cuMaNFmOCYyvNiLcUbgf5qtRKWuw5NXTo&#10;adtRfT5crAa6ND+7u6zOfqtOfmVUO1RVqfXzfCrXICJN8V/85/4yaf7bOzyeSRfIz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uarOcIAAADcAAAADwAAAAAAAAAAAAAA&#10;AAChAgAAZHJzL2Rvd25yZXYueG1sUEsFBgAAAAAEAAQA+QAAAJADAAAAAA==&#10;" adj="11940" strokecolor="#4f81bd [3204]" strokeweight="2pt">
                  <v:stroke endarrow="open"/>
                  <v:shadow on="t" color="black" opacity="24903f" origin=",.5" offset="0,.55556mm"/>
                </v:shape>
                <v:group id="Group 138" o:spid="_x0000_s1146" style="position:absolute;left:45668;top:25503;width:1613;height:1714" coordsize="161650,1719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95c58UAAADcAAAADwAAAGRycy9kb3ducmV2LnhtbESPQWvCQBCF74L/YRmh&#10;N92kokjqKiJt6UEEtVB6G7JjEszOhuw2if++cxC8zfDevPfNeju4WnXUhsqzgXSWgCLOva24MPB9&#10;+ZiuQIWIbLH2TAbuFGC7GY/WmFnf84m6cyyUhHDI0EAZY5NpHfKSHIaZb4hFu/rWYZS1LbRtsZdw&#10;V+vXJFlqhxVLQ4kN7UvKb+c/Z+Czx343T9+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veXOfFAAAA3AAA&#10;AA8AAAAAAAAAAAAAAAAAqgIAAGRycy9kb3ducmV2LnhtbFBLBQYAAAAABAAEAPoAAACcAwAAAAA=&#10;">
                  <v:rect id="Rectangle 139" o:spid="_x0000_s1147" style="position:absolute;left:20321;width:141329;height:1719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wrz8QA&#10;AADcAAAADwAAAGRycy9kb3ducmV2LnhtbERP22oCMRB9F/yHMEJfSs1qYVu3RmltFX0Q6uUDhs10&#10;s7iZLEmq2783QsG3OZzrTOedbcSZfKgdKxgNMxDEpdM1VwqOh+XTK4gQkTU2jknBHwWYz/q9KRba&#10;XXhH532sRArhUKACE2NbSBlKQxbD0LXEiftx3mJM0FdSe7ykcNvIcZbl0mLNqcFgSwtD5Wn/axV8&#10;5t8nm69eth+P3hx2uBnV269GqYdB9/4GIlIX7+J/91qn+c8TuD2TLpC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MK8/EAAAA3AAAAA8AAAAAAAAAAAAAAAAAmAIAAGRycy9k&#10;b3ducmV2LnhtbFBLBQYAAAAABAAEAPUAAACJAwAAAAA=&#10;" fillcolor="#254163 [1636]" stroked="f">
                    <v:fill color2="#4477b6 [3012]" rotate="t" angle="180" colors="0 #2c5d98;52429f #3c7bc7;1 #3a7ccb" focus="100%" type="gradient">
                      <o:fill v:ext="view" type="gradientUnscaled"/>
                    </v:fill>
                    <v:shadow on="t" color="black" opacity="22937f" origin=",.5" offset="0,.63889mm"/>
                    <v:textbox>
                      <w:txbxContent>
                        <w:p w:rsidR="00395CD2" w:rsidRDefault="00395CD2" w:rsidP="00D868D1">
                          <w:pPr>
                            <w:pStyle w:val="NormalWeb"/>
                            <w:spacing w:before="0" w:beforeAutospacing="0" w:after="120" w:afterAutospacing="0"/>
                            <w:jc w:val="both"/>
                          </w:pPr>
                          <w:r>
                            <w:rPr>
                              <w:rFonts w:ascii="Helvetica 45" w:eastAsia="Times New Roman" w:hAnsi="Helvetica 45"/>
                              <w:sz w:val="20"/>
                              <w:szCs w:val="20"/>
                              <w:lang w:val="et-EE"/>
                            </w:rPr>
                            <w:t> </w:t>
                          </w:r>
                        </w:p>
                      </w:txbxContent>
                    </v:textbox>
                  </v:rect>
                  <v:group id="Group 140" o:spid="_x0000_s1148" style="position:absolute;top:38100;width:76243;height:106443" coordorigin=",38100" coordsize="231439,3899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rect id="Rectangle 144" o:spid="_x0000_s1149" style="position:absolute;left:55;top:38100;width:231384;height:1552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v3LMMA&#10;AADcAAAADwAAAGRycy9kb3ducmV2LnhtbERP22oCMRB9L/gPYQRfimYV2cpqFC9taR8Ebx8wbMbN&#10;4mayJKlu/74pFPo2h3OdxaqzjbiTD7VjBeNRBoK4dLrmSsHl/DacgQgRWWPjmBR8U4DVsve0wEK7&#10;Bx/pfoqVSCEcClRgYmwLKUNpyGIYuZY4cVfnLcYEfSW1x0cKt42cZFkuLdacGgy2tDVU3k5fVsEu&#10;P9xs/v6y3zx7cz7i57jevzZKDfrdeg4iUhf/xX/uD53mT6fw+0y6QC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v3LMMAAADcAAAADwAAAAAAAAAAAAAAAACYAgAAZHJzL2Rv&#10;d25yZXYueG1sUEsFBgAAAAAEAAQA9QAAAIgDAAAAAA==&#10;" fillcolor="#254163 [1636]" stroked="f">
                      <v:fill color2="#4477b6 [3012]" rotate="t" angle="180" colors="0 #2c5d98;52429f #3c7bc7;1 #3a7ccb" focus="100%" type="gradient">
                        <o:fill v:ext="view" type="gradientUnscaled"/>
                      </v:fill>
                      <v:shadow on="t" color="black" opacity="22937f" origin=",.5" offset="0,.63889mm"/>
                      <v:textbox>
                        <w:txbxContent>
                          <w:p w:rsidR="00395CD2" w:rsidRDefault="00395CD2" w:rsidP="00D868D1">
                            <w:pPr>
                              <w:pStyle w:val="NormalWeb"/>
                              <w:spacing w:before="0" w:beforeAutospacing="0" w:after="120" w:afterAutospacing="0"/>
                              <w:jc w:val="both"/>
                            </w:pPr>
                            <w:r>
                              <w:rPr>
                                <w:rFonts w:ascii="Helvetica 45" w:eastAsia="Times New Roman" w:hAnsi="Helvetica 45"/>
                                <w:sz w:val="20"/>
                                <w:szCs w:val="20"/>
                                <w:lang w:val="et-EE"/>
                              </w:rPr>
                              <w:t> </w:t>
                            </w:r>
                          </w:p>
                        </w:txbxContent>
                      </v:textbox>
                    </v:rect>
                    <v:rect id="Rectangle 146" o:spid="_x0000_s1150" style="position:absolute;top:273076;width:231141;height:1549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XMwMMA&#10;AADcAAAADwAAAGRycy9kb3ducmV2LnhtbERP22oCMRB9L/gPYYS+FM0qZZXVKLa2Uh8Ebx8wbMbN&#10;4mayJKlu/94UCn2bw7nOfNnZRtzIh9qxgtEwA0FcOl1zpeB8+hxMQYSIrLFxTAp+KMBy0XuaY6Hd&#10;nQ90O8ZKpBAOBSowMbaFlKE0ZDEMXUucuIvzFmOCvpLa4z2F20aOsyyXFmtODQZbejdUXo/fVsE6&#10;319tvpns3l68OR1wO6p3H41Sz/1uNQMRqYv/4j/3l07zX3P4fSZd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5XMwMMAAADcAAAADwAAAAAAAAAAAAAAAACYAgAAZHJzL2Rv&#10;d25yZXYueG1sUEsFBgAAAAAEAAQA9QAAAIgDAAAAAA==&#10;" fillcolor="#254163 [1636]" stroked="f">
                      <v:fill color2="#4477b6 [3012]" rotate="t" angle="180" colors="0 #2c5d98;52429f #3c7bc7;1 #3a7ccb" focus="100%" type="gradient">
                        <o:fill v:ext="view" type="gradientUnscaled"/>
                      </v:fill>
                      <v:shadow on="t" color="black" opacity="22937f" origin=",.5" offset="0,.63889mm"/>
                      <v:textbox>
                        <w:txbxContent>
                          <w:p w:rsidR="00395CD2" w:rsidRDefault="00395CD2" w:rsidP="00D868D1">
                            <w:pPr>
                              <w:pStyle w:val="NormalWeb"/>
                              <w:spacing w:before="0" w:beforeAutospacing="0" w:after="120" w:afterAutospacing="0"/>
                              <w:jc w:val="both"/>
                            </w:pPr>
                            <w:r>
                              <w:rPr>
                                <w:rFonts w:ascii="Helvetica 45" w:eastAsia="Times New Roman" w:hAnsi="Helvetica 45"/>
                                <w:sz w:val="20"/>
                                <w:szCs w:val="20"/>
                                <w:lang w:val="et-EE"/>
                              </w:rPr>
                              <w:t> </w:t>
                            </w:r>
                          </w:p>
                        </w:txbxContent>
                      </v:textbox>
                    </v:rect>
                  </v:group>
                </v:group>
                <v:group id="Group 214" o:spid="_x0000_s1151" style="position:absolute;left:2304;top:23563;width:11290;height:6287" coordsize="10795,68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Nr/sQAAADcAAAADwAAAGRycy9kb3ducmV2LnhtbESPQYvCMBSE78L+h/AW&#10;vGlaVxepRhHZFQ8iqAvi7dE822LzUppsW/+9EQSPw8x8w8yXnSlFQ7UrLCuIhxEI4tTqgjMFf6ff&#10;wRSE88gaS8uk4E4OlouP3hwTbVs+UHP0mQgQdgkqyL2vEildmpNBN7QVcfCutjbog6wzqWtsA9yU&#10;chRF39JgwWEhx4rWOaW3479RsGmxXX3FP83udl3fL6fJ/ryLSan+Z7eagfDU+Xf41d5qBa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gNr/sQAAADcAAAA&#10;DwAAAAAAAAAAAAAAAACqAgAAZHJzL2Rvd25yZXYueG1sUEsFBgAAAAAEAAQA+gAAAJsDAAAAAA==&#10;">
                  <v:rect id="Rectangle 215" o:spid="_x0000_s1152" style="position:absolute;width:10795;height:68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U98cA&#10;AADcAAAADwAAAGRycy9kb3ducmV2LnhtbESP3WrCQBSE7wXfYTmF3pS6UahKdCMaKLT1olT7AMfs&#10;yQ/Nng3ZTUz69F2h4OUwM98w291gatFT6yrLCuazCARxZnXFhYLv8+vzGoTzyBpry6RgJAe7ZDrZ&#10;Yqztlb+oP/lCBAi7GBWU3jexlC4ryaCb2YY4eLltDfog20LqFq8Bbmq5iKKlNFhxWCixobSk7OfU&#10;GQUf713fHer8OKaH9PI7rldPn/Ko1OPDsN+A8DT4e/i//aYVLOYvcDsTjoBM/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v31PfHAAAA3AAAAA8AAAAAAAAAAAAAAAAAmAIAAGRy&#10;cy9kb3ducmV2LnhtbFBLBQYAAAAABAAEAPUAAACMAwAAAAA=&#10;" fillcolor="#215a69 [1640]" stroked="f">
                    <v:fill color2="#3da5c1 [3016]" rotate="t" angle="180" colors="0 #2787a0;52429f #36b1d2;1 #34b3d6" focus="100%" type="gradient">
                      <o:fill v:ext="view" type="gradientUnscaled"/>
                    </v:fill>
                    <v:shadow on="t" color="black" opacity="22937f" origin=",.5" offset="0,.63889mm"/>
                    <v:textbox>
                      <w:txbxContent>
                        <w:p w:rsidR="00395CD2" w:rsidRPr="00E92882" w:rsidRDefault="00395CD2" w:rsidP="00E92882">
                          <w:pPr>
                            <w:pStyle w:val="NormalWeb"/>
                            <w:spacing w:before="0" w:beforeAutospacing="0" w:after="120" w:afterAutospacing="0"/>
                            <w:jc w:val="center"/>
                            <w:rPr>
                              <w:u w:val="single"/>
                            </w:rPr>
                          </w:pPr>
                          <w:r w:rsidRPr="00E92882">
                            <w:rPr>
                              <w:rFonts w:ascii="Helvetica 45" w:eastAsia="Times New Roman" w:hAnsi="Helvetica 45"/>
                              <w:sz w:val="20"/>
                              <w:szCs w:val="20"/>
                              <w:u w:val="single"/>
                            </w:rPr>
                            <w:t>CDigiDoc</w:t>
                          </w:r>
                        </w:p>
                      </w:txbxContent>
                    </v:textbox>
                  </v:rect>
                  <v:group id="Group 216" o:spid="_x0000_s1153" style="position:absolute;left:8018;top:581;width:2259;height:2543" coordorigin="8018,581" coordsize="5693,62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1QEsQAAADcAAAADwAAAGRycy9kb3ducmV2LnhtbESPQYvCMBSE74L/ITzB&#10;m6ZVFKlGEdld9iCCdWHx9miebbF5KU22rf9+Iwgeh5n5htnselOJlhpXWlYQTyMQxJnVJecKfi6f&#10;kxUI55E1VpZJwYMc7LbDwQYTbTs+U5v6XAQIuwQVFN7XiZQuK8igm9qaOHg32xj0QTa51A12AW4q&#10;OYuipTRYclgosKZDQdk9/TMKvjrs9vP4oz3eb4fH9bI4/R5jUmo86vdrEJ56/w6/2t9awSxewv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Z1QEsQAAADcAAAA&#10;DwAAAAAAAAAAAAAAAACqAgAAZHJzL2Rvd25yZXYueG1sUEsFBgAAAAAEAAQA+gAAAJsDAAAAAA==&#10;">
                    <v:rect id="Rectangle 217" o:spid="_x0000_s1154" style="position:absolute;left:9053;top:581;width:4659;height:62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nvG8YA&#10;AADcAAAADwAAAGRycy9kb3ducmV2LnhtbESPQWvCQBSE7wX/w/KEXopu9FAldRUNCG09iGl/wDP7&#10;TEKzb0N2E5P+elcQPA4z8w2z2vSmEh01rrSsYDaNQBBnVpecK/j92U+WIJxH1lhZJgUDOdisRy8r&#10;jLW98om61OciQNjFqKDwvo6ldFlBBt3U1sTBu9jGoA+yyaVu8BrgppLzKHqXBksOCwXWlBSU/aWt&#10;UfD91XbtrrochmSXnP+H5eLtKA9KvY777QcIT71/hh/tT61gPlvA/Uw4AnJ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GnvG8YAAADcAAAADwAAAAAAAAAAAAAAAACYAgAAZHJz&#10;L2Rvd25yZXYueG1sUEsFBgAAAAAEAAQA9QAAAIsDAAAAAA==&#10;" fillcolor="#215a69 [1640]" stroked="f">
                      <v:fill color2="#3da5c1 [3016]" rotate="t" angle="180" colors="0 #2787a0;52429f #36b1d2;1 #34b3d6" focus="100%" type="gradient">
                        <o:fill v:ext="view" type="gradientUnscaled"/>
                      </v:fill>
                      <v:shadow on="t" color="black" opacity="22937f" origin=",.5" offset="0,.63889mm"/>
                      <v:textbox>
                        <w:txbxContent>
                          <w:p w:rsidR="00395CD2" w:rsidRDefault="00395CD2" w:rsidP="00E92882">
                            <w:pPr>
                              <w:pStyle w:val="NormalWeb"/>
                              <w:spacing w:before="0" w:beforeAutospacing="0" w:after="120" w:afterAutospacing="0"/>
                              <w:jc w:val="both"/>
                            </w:pPr>
                            <w:r>
                              <w:rPr>
                                <w:rFonts w:ascii="Helvetica 45" w:eastAsia="Times New Roman" w:hAnsi="Helvetica 45"/>
                                <w:sz w:val="20"/>
                                <w:szCs w:val="20"/>
                              </w:rPr>
                              <w:t> </w:t>
                            </w:r>
                          </w:p>
                        </w:txbxContent>
                      </v:textbox>
                    </v:rect>
                    <v:group id="Group 218" o:spid="_x0000_s1155" style="position:absolute;left:8018;top:1616;width:2314;height:4224" coordorigin="8018,1616" coordsize="2313,42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05h+8EAAADcAAAADwAAAGRycy9kb3ducmV2LnhtbERPy4rCMBTdC/5DuMLs&#10;NK2DItUoIiqzEMEHiLtLc22LzU1pYlv/frIQXB7Oe7HqTCkaql1hWUE8ikAQp1YXnCm4XnbDGQjn&#10;kTWWlknBmxyslv3eAhNtWz5Rc/aZCCHsElSQe18lUro0J4NuZCviwD1sbdAHWGdS19iGcFPKcRRN&#10;pcGCQ0OOFW1ySp/nl1Gwb7Fd/8bb5vB8bN73y+R4O8Sk1M+gW89BeOr8V/xx/2kF4zisDW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05h+8EAAADcAAAADwAA&#10;AAAAAAAAAAAAAACqAgAAZHJzL2Rvd25yZXYueG1sUEsFBgAAAAAEAAQA+gAAAJgDAAAAAA==&#10;">
                      <v:rect id="Rectangle 219" o:spid="_x0000_s1156" style="position:absolute;left:8018;top:1616;width:2314;height:1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re8scA&#10;AADcAAAADwAAAGRycy9kb3ducmV2LnhtbESP3WrCQBSE7wXfYTmF3hTd6EXV1I1ooNDWi1L1AU6z&#10;Jz80ezZkNzHp03eFgpfDzHzDbHeDqUVPrassK1jMIxDEmdUVFwou59fZGoTzyBpry6RgJAe7ZDrZ&#10;Yqztlb+oP/lCBAi7GBWU3jexlC4ryaCb24Y4eLltDfog20LqFq8Bbmq5jKJnabDisFBiQ2lJ2c+p&#10;Mwo+3ru+O9T5cUwP6ffvuF49fcqjUo8Pw/4FhKfB38P/7TetYLnYwO1MOAIy+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63vLHAAAA3AAAAA8AAAAAAAAAAAAAAAAAmAIAAGRy&#10;cy9kb3ducmV2LnhtbFBLBQYAAAAABAAEAPUAAACMAwAAAAA=&#10;" fillcolor="#215a69 [1640]" stroked="f">
                        <v:fill color2="#3da5c1 [3016]" rotate="t" angle="180" colors="0 #2787a0;52429f #36b1d2;1 #34b3d6" focus="100%" type="gradient">
                          <o:fill v:ext="view" type="gradientUnscaled"/>
                        </v:fill>
                        <v:shadow on="t" color="black" opacity="22937f" origin=",.5" offset="0,.63889mm"/>
                        <v:textbox>
                          <w:txbxContent>
                            <w:p w:rsidR="00395CD2" w:rsidRDefault="00395CD2" w:rsidP="00E92882">
                              <w:pPr>
                                <w:pStyle w:val="NormalWeb"/>
                                <w:spacing w:before="0" w:beforeAutospacing="0" w:after="120" w:afterAutospacing="0"/>
                                <w:jc w:val="both"/>
                              </w:pPr>
                              <w:r>
                                <w:rPr>
                                  <w:rFonts w:ascii="Helvetica 45" w:eastAsia="Times New Roman" w:hAnsi="Helvetica 45"/>
                                  <w:sz w:val="20"/>
                                  <w:szCs w:val="20"/>
                                </w:rPr>
                                <w:t> </w:t>
                              </w:r>
                            </w:p>
                          </w:txbxContent>
                        </v:textbox>
                      </v:rect>
                      <v:rect id="Rectangle 220" o:spid="_x0000_s1157" style="position:absolute;left:8018;top:4290;width:2311;height:15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y90sMA&#10;AADcAAAADwAAAGRycy9kb3ducmV2LnhtbERPy2rCQBTdF/yH4Qpuik7MopXoKBooVF0UHx9wzVyT&#10;YOZOyExi4td3FoUuD+e92vSmEh01rrSsYD6LQBBnVpecK7hevqYLEM4ja6wsk4KBHGzWo7cVJto+&#10;+UTd2ecihLBLUEHhfZ1I6bKCDLqZrYkDd7eNQR9gk0vd4DOEm0rGUfQhDZYcGgqsKS0oe5xbo+Cw&#10;b7t2V92PQ7pLb69h8fn+I49KTcb9dgnCU+//xX/ub60gjsP8cCYcAb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ey90sMAAADcAAAADwAAAAAAAAAAAAAAAACYAgAAZHJzL2Rv&#10;d25yZXYueG1sUEsFBgAAAAAEAAQA9QAAAIgDAAAAAA==&#10;" fillcolor="#215a69 [1640]" stroked="f">
                        <v:fill color2="#3da5c1 [3016]" rotate="t" angle="180" colors="0 #2787a0;52429f #36b1d2;1 #34b3d6" focus="100%" type="gradient">
                          <o:fill v:ext="view" type="gradientUnscaled"/>
                        </v:fill>
                        <v:shadow on="t" color="black" opacity="22937f" origin=",.5" offset="0,.63889mm"/>
                        <v:textbox>
                          <w:txbxContent>
                            <w:p w:rsidR="00395CD2" w:rsidRDefault="00395CD2" w:rsidP="00E92882">
                              <w:pPr>
                                <w:pStyle w:val="NormalWeb"/>
                                <w:spacing w:before="0" w:beforeAutospacing="0" w:after="120" w:afterAutospacing="0"/>
                                <w:jc w:val="both"/>
                              </w:pPr>
                              <w:r>
                                <w:rPr>
                                  <w:rFonts w:ascii="Helvetica 45" w:eastAsia="Times New Roman" w:hAnsi="Helvetica 45"/>
                                  <w:sz w:val="20"/>
                                  <w:szCs w:val="20"/>
                                </w:rPr>
                                <w:t> </w:t>
                              </w:r>
                            </w:p>
                          </w:txbxContent>
                        </v:textbox>
                      </v:rect>
                    </v:group>
                  </v:group>
                </v:group>
                <v:shape id="Elbow Connector 221" o:spid="_x0000_s1158" type="#_x0000_t34" style="position:absolute;left:6271;top:21886;width:3355;height:0;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WtzsMAAADcAAAADwAAAGRycy9kb3ducmV2LnhtbESP3YrCMBSE7wXfIRzBO00tKEs1igiC&#10;IiLrD94emmNbbU5KE2t9eyMs7OUwM98ws0VrStFQ7QrLCkbDCARxanXBmYLzaT34AeE8ssbSMil4&#10;k4PFvNuZYaLti3+pOfpMBAi7BBXk3leJlC7NyaAb2oo4eDdbG/RB1pnUNb4C3JQyjqKJNFhwWMix&#10;olVO6eP4NAq2m+X+bne3dBztTKMP/jK5nkul+r12OQXhqfX/4b/2RiuI4xF8z4QjIOc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clrc7DAAAA3AAAAA8AAAAAAAAAAAAA&#10;AAAAoQIAAGRycy9kb3ducmV2LnhtbFBLBQYAAAAABAAEAPkAAACRAwAAAAA=&#10;" strokecolor="#4f81bd [3204]" strokeweight="2pt">
                  <v:stroke endarrow="open"/>
                  <v:shadow on="t" color="black" opacity="24903f" origin=",.5" offset="0,.55556mm"/>
                </v:shape>
                <v:shape id="Double Bracket 222" o:spid="_x0000_s1159" type="#_x0000_t185" style="position:absolute;left:3228;top:6770;width:9481;height:32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PHLMQA&#10;AADcAAAADwAAAGRycy9kb3ducmV2LnhtbESPQWvCQBSE7wX/w/IEb3Vj0opEV7FFofRQMK33R/Y1&#10;G5p9L2RXTf99t1DocZiZb5jNbvSdutIQWmEDi3kGirgW23Jj4OP9eL8CFSKyxU6YDHxTgN12crfB&#10;0sqNT3StYqMShEOJBlyMfal1qB15DHPpiZP3KYPHmOTQaDvgLcF9p/MsW2qPLacFhz09O6q/qos3&#10;cJCHw2NWrFo5V9ZJ8XR5LYo3Y2bTcb8GFWmM/+G/9os1kOc5/J5JR0Bv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TxyzEAAAA3AAAAA8AAAAAAAAAAAAAAAAAmAIAAGRycy9k&#10;b3ducmV2LnhtbFBLBQYAAAAABAAEAPUAAACJAwAAAAA=&#10;" strokecolor="#4f81bd [3204]" strokeweight="3pt">
                  <v:shadow on="t" color="black" opacity="22937f" origin=",.5" offset="0,.63889mm"/>
                  <v:textbox>
                    <w:txbxContent>
                      <w:p w:rsidR="00395CD2" w:rsidRDefault="00395CD2" w:rsidP="00E92882">
                        <w:pPr>
                          <w:pStyle w:val="NormalWeb"/>
                          <w:spacing w:before="0" w:beforeAutospacing="0" w:after="120" w:afterAutospacing="0"/>
                          <w:jc w:val="center"/>
                        </w:pPr>
                        <w:r>
                          <w:rPr>
                            <w:rFonts w:ascii="Helvetica 45" w:eastAsia="Times New Roman" w:hAnsi="Helvetica 45"/>
                            <w:sz w:val="20"/>
                            <w:szCs w:val="20"/>
                          </w:rPr>
                          <w:t>Application</w:t>
                        </w:r>
                      </w:p>
                    </w:txbxContent>
                  </v:textbox>
                </v:shape>
                <v:shape id="Elbow Connector 223" o:spid="_x0000_s1160" type="#_x0000_t34" style="position:absolute;left:6020;top:11969;width:3878;height:20;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uWIsMAAADcAAAADwAAAGRycy9kb3ducmV2LnhtbESP3YrCMBSE7xd8h3AE79Z0K4pUo4gg&#10;KCKy/uDtoTm2dZuT0sRa394IC14OM/MNM523phQN1a6wrOCnH4EgTq0uOFNwOq6+xyCcR9ZYWiYF&#10;T3Iwn3W+ppho++Bfag4+EwHCLkEFufdVIqVLczLo+rYiDt7V1gZ9kHUmdY2PADeljKNoJA0WHBZy&#10;rGiZU/p3uBsFm/Vid7PbazqMtqbRe38eXU6lUr1uu5iA8NT6T/i/vdYK4ngA7zPhCMj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7liLDAAAA3AAAAA8AAAAAAAAAAAAA&#10;AAAAoQIAAGRycy9kb3ducmV2LnhtbFBLBQYAAAAABAAEAPkAAACRAwAAAAA=&#10;" strokecolor="#4f81bd [3204]" strokeweight="2pt">
                  <v:stroke endarrow="open"/>
                  <v:shadow on="t" color="black" opacity="24903f" origin=",.5" offset="0,.55556mm"/>
                </v:shape>
                <w10:anchorlock/>
              </v:group>
            </w:pict>
          </mc:Fallback>
        </mc:AlternateContent>
      </w:r>
    </w:p>
    <w:bookmarkStart w:id="16" w:name="_GoBack"/>
    <w:bookmarkEnd w:id="16"/>
    <w:p w:rsidR="00B84D63" w:rsidRPr="00751DBB" w:rsidRDefault="00792518" w:rsidP="00185DDC">
      <w:pPr>
        <w:pStyle w:val="Caption"/>
        <w:rPr>
          <w:rFonts w:ascii="HelveticaNeue-Light" w:hAnsi="HelveticaNeue-Light" w:cs="HelveticaNeue-Light"/>
          <w:szCs w:val="20"/>
          <w:lang w:val="en-GB"/>
        </w:rPr>
      </w:pPr>
      <w:r w:rsidRPr="00751DBB">
        <w:rPr>
          <w:rFonts w:ascii="HelveticaNeue-Light" w:hAnsi="HelveticaNeue-Light" w:cs="HelveticaNeue-Light"/>
          <w:szCs w:val="20"/>
          <w:lang w:val="en-GB"/>
        </w:rPr>
        <w:fldChar w:fldCharType="begin"/>
      </w:r>
      <w:r w:rsidR="00185DDC" w:rsidRPr="00751DBB">
        <w:rPr>
          <w:rFonts w:ascii="HelveticaNeue-Light" w:hAnsi="HelveticaNeue-Light" w:cs="HelveticaNeue-Light"/>
          <w:szCs w:val="20"/>
          <w:lang w:val="en-GB"/>
        </w:rPr>
        <w:instrText xml:space="preserve"> SEQ Joonis \* ARABIC </w:instrText>
      </w:r>
      <w:r w:rsidRPr="00751DBB">
        <w:rPr>
          <w:rFonts w:ascii="HelveticaNeue-Light" w:hAnsi="HelveticaNeue-Light" w:cs="HelveticaNeue-Light"/>
          <w:szCs w:val="20"/>
          <w:lang w:val="en-GB"/>
        </w:rPr>
        <w:fldChar w:fldCharType="separate"/>
      </w:r>
      <w:r w:rsidR="0056784A" w:rsidRPr="00751DBB">
        <w:rPr>
          <w:rFonts w:ascii="HelveticaNeue-Light" w:hAnsi="HelveticaNeue-Light" w:cs="HelveticaNeue-Light"/>
          <w:noProof/>
          <w:szCs w:val="20"/>
          <w:lang w:val="en-GB"/>
        </w:rPr>
        <w:t>4</w:t>
      </w:r>
      <w:r w:rsidRPr="00751DBB">
        <w:rPr>
          <w:rFonts w:ascii="HelveticaNeue-Light" w:hAnsi="HelveticaNeue-Light" w:cs="HelveticaNeue-Light"/>
          <w:szCs w:val="20"/>
          <w:lang w:val="en-GB"/>
        </w:rPr>
        <w:fldChar w:fldCharType="end"/>
      </w:r>
      <w:r w:rsidR="009978D8" w:rsidRPr="00751DBB">
        <w:rPr>
          <w:lang w:val="en-GB"/>
        </w:rPr>
        <w:t xml:space="preserve"> Sample </w:t>
      </w:r>
      <w:r w:rsidR="00405134">
        <w:rPr>
          <w:lang w:val="en-GB"/>
        </w:rPr>
        <w:t>DigiDoc COM</w:t>
      </w:r>
      <w:r w:rsidR="00185DDC" w:rsidRPr="00751DBB">
        <w:rPr>
          <w:lang w:val="en-GB"/>
        </w:rPr>
        <w:t xml:space="preserve"> </w:t>
      </w:r>
      <w:r w:rsidR="003B6146" w:rsidRPr="00751DBB">
        <w:rPr>
          <w:lang w:val="en-GB"/>
        </w:rPr>
        <w:t>implementation</w:t>
      </w:r>
      <w:r w:rsidR="006C180A">
        <w:rPr>
          <w:lang w:val="en-GB"/>
        </w:rPr>
        <w:t xml:space="preserve"> using</w:t>
      </w:r>
      <w:r w:rsidR="00012D47">
        <w:rPr>
          <w:lang w:val="en-GB"/>
        </w:rPr>
        <w:t xml:space="preserve"> </w:t>
      </w:r>
      <w:r w:rsidR="00B152D1">
        <w:rPr>
          <w:lang w:val="en-GB"/>
        </w:rPr>
        <w:t>smart cards</w:t>
      </w:r>
      <w:r w:rsidR="00185DDC" w:rsidRPr="00751DBB">
        <w:rPr>
          <w:lang w:val="en-GB"/>
        </w:rPr>
        <w:t xml:space="preserve"> for digital signing</w:t>
      </w:r>
    </w:p>
    <w:tbl>
      <w:tblPr>
        <w:tblStyle w:val="Parameters"/>
        <w:tblW w:w="0" w:type="auto"/>
        <w:tblLook w:val="04A0" w:firstRow="1" w:lastRow="0" w:firstColumn="1" w:lastColumn="0" w:noHBand="0" w:noVBand="1"/>
      </w:tblPr>
      <w:tblGrid>
        <w:gridCol w:w="1951"/>
        <w:gridCol w:w="6485"/>
      </w:tblGrid>
      <w:tr w:rsidR="00AE5A74" w:rsidRPr="00751DBB" w:rsidTr="002C5B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vAlign w:val="bottom"/>
          </w:tcPr>
          <w:p w:rsidR="00AE5A74" w:rsidRPr="00751DBB" w:rsidRDefault="00AE5A74" w:rsidP="002C5BAF">
            <w:pPr>
              <w:spacing w:after="60"/>
              <w:jc w:val="left"/>
              <w:rPr>
                <w:b/>
                <w:lang w:val="en-GB"/>
              </w:rPr>
            </w:pPr>
            <w:r w:rsidRPr="00751DBB">
              <w:rPr>
                <w:b/>
                <w:lang w:val="en-GB"/>
              </w:rPr>
              <w:lastRenderedPageBreak/>
              <w:t>Component</w:t>
            </w:r>
          </w:p>
        </w:tc>
        <w:tc>
          <w:tcPr>
            <w:tcW w:w="6485" w:type="dxa"/>
            <w:vAlign w:val="bottom"/>
          </w:tcPr>
          <w:p w:rsidR="00AE5A74" w:rsidRPr="00751DBB" w:rsidRDefault="00AE5A74" w:rsidP="002C5BAF">
            <w:pPr>
              <w:spacing w:after="60"/>
              <w:jc w:val="left"/>
              <w:cnfStyle w:val="100000000000" w:firstRow="1" w:lastRow="0" w:firstColumn="0" w:lastColumn="0" w:oddVBand="0" w:evenVBand="0" w:oddHBand="0" w:evenHBand="0" w:firstRowFirstColumn="0" w:firstRowLastColumn="0" w:lastRowFirstColumn="0" w:lastRowLastColumn="0"/>
              <w:rPr>
                <w:b/>
                <w:lang w:val="en-GB"/>
              </w:rPr>
            </w:pPr>
            <w:r w:rsidRPr="00751DBB">
              <w:rPr>
                <w:b/>
                <w:lang w:val="en-GB"/>
              </w:rPr>
              <w:t>Description</w:t>
            </w:r>
          </w:p>
        </w:tc>
      </w:tr>
      <w:tr w:rsidR="00AE5A74" w:rsidRPr="00751DBB" w:rsidTr="002C5BAF">
        <w:tc>
          <w:tcPr>
            <w:cnfStyle w:val="001000000000" w:firstRow="0" w:lastRow="0" w:firstColumn="1" w:lastColumn="0" w:oddVBand="0" w:evenVBand="0" w:oddHBand="0" w:evenHBand="0" w:firstRowFirstColumn="0" w:firstRowLastColumn="0" w:lastRowFirstColumn="0" w:lastRowLastColumn="0"/>
            <w:tcW w:w="1951" w:type="dxa"/>
          </w:tcPr>
          <w:p w:rsidR="00AE5A74" w:rsidRPr="00751DBB" w:rsidRDefault="00405134" w:rsidP="002C5BAF">
            <w:pPr>
              <w:rPr>
                <w:lang w:val="en-GB"/>
              </w:rPr>
            </w:pPr>
            <w:r>
              <w:rPr>
                <w:rFonts w:ascii="HelveticaNeue-Light" w:hAnsi="HelveticaNeue-Light" w:cs="HelveticaNeue-Light"/>
                <w:szCs w:val="20"/>
                <w:lang w:val="en-GB"/>
              </w:rPr>
              <w:t>CSP</w:t>
            </w:r>
          </w:p>
        </w:tc>
        <w:tc>
          <w:tcPr>
            <w:tcW w:w="6485" w:type="dxa"/>
          </w:tcPr>
          <w:p w:rsidR="00012D47" w:rsidRDefault="00012D47" w:rsidP="00515E89">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Cryptographic Service Provider. </w:t>
            </w:r>
          </w:p>
          <w:p w:rsidR="00405134" w:rsidRPr="00751DBB" w:rsidRDefault="00405134" w:rsidP="00515E89">
            <w:pPr>
              <w:cnfStyle w:val="000000000000" w:firstRow="0" w:lastRow="0" w:firstColumn="0" w:lastColumn="0" w:oddVBand="0" w:evenVBand="0" w:oddHBand="0" w:evenHBand="0" w:firstRowFirstColumn="0" w:firstRowLastColumn="0" w:lastRowFirstColumn="0" w:lastRowLastColumn="0"/>
              <w:rPr>
                <w:lang w:val="en-GB"/>
              </w:rPr>
            </w:pPr>
            <w:r>
              <w:rPr>
                <w:lang w:val="en-GB"/>
              </w:rPr>
              <w:t>Used for enabling cryptographic functions with smart cards</w:t>
            </w:r>
            <w:r w:rsidR="00D868D1">
              <w:rPr>
                <w:lang w:val="en-GB"/>
              </w:rPr>
              <w:t xml:space="preserve"> in Windows environment</w:t>
            </w:r>
            <w:r>
              <w:rPr>
                <w:lang w:val="en-GB"/>
              </w:rPr>
              <w:t>.</w:t>
            </w:r>
          </w:p>
        </w:tc>
      </w:tr>
      <w:tr w:rsidR="00515E89" w:rsidRPr="00751DBB" w:rsidTr="002C5BAF">
        <w:tc>
          <w:tcPr>
            <w:cnfStyle w:val="001000000000" w:firstRow="0" w:lastRow="0" w:firstColumn="1" w:lastColumn="0" w:oddVBand="0" w:evenVBand="0" w:oddHBand="0" w:evenHBand="0" w:firstRowFirstColumn="0" w:firstRowLastColumn="0" w:lastRowFirstColumn="0" w:lastRowLastColumn="0"/>
            <w:tcW w:w="1951" w:type="dxa"/>
          </w:tcPr>
          <w:p w:rsidR="00515E89" w:rsidRDefault="00515E89" w:rsidP="002C5BAF">
            <w:pPr>
              <w:rPr>
                <w:rFonts w:ascii="HelveticaNeue-Light" w:hAnsi="HelveticaNeue-Light" w:cs="HelveticaNeue-Light"/>
                <w:szCs w:val="20"/>
                <w:lang w:val="en-GB"/>
              </w:rPr>
            </w:pPr>
            <w:r>
              <w:rPr>
                <w:rFonts w:ascii="HelveticaNeue-Light" w:hAnsi="HelveticaNeue-Light" w:cs="HelveticaNeue-Light"/>
                <w:szCs w:val="20"/>
                <w:lang w:val="en-GB"/>
              </w:rPr>
              <w:t>CAPI</w:t>
            </w:r>
          </w:p>
        </w:tc>
        <w:tc>
          <w:tcPr>
            <w:tcW w:w="6485" w:type="dxa"/>
          </w:tcPr>
          <w:p w:rsidR="00012D47" w:rsidRDefault="00012D47" w:rsidP="00515E89">
            <w:pPr>
              <w:cnfStyle w:val="000000000000" w:firstRow="0" w:lastRow="0" w:firstColumn="0" w:lastColumn="0" w:oddVBand="0" w:evenVBand="0" w:oddHBand="0" w:evenHBand="0" w:firstRowFirstColumn="0" w:firstRowLastColumn="0" w:lastRowFirstColumn="0" w:lastRowLastColumn="0"/>
              <w:rPr>
                <w:lang w:val="en-GB"/>
              </w:rPr>
            </w:pPr>
            <w:r>
              <w:rPr>
                <w:lang w:val="en-GB"/>
              </w:rPr>
              <w:t>Microsoft CryptoAPI.</w:t>
            </w:r>
          </w:p>
          <w:p w:rsidR="00515E89" w:rsidRDefault="00012D47" w:rsidP="00515E89">
            <w:pPr>
              <w:cnfStyle w:val="000000000000" w:firstRow="0" w:lastRow="0" w:firstColumn="0" w:lastColumn="0" w:oddVBand="0" w:evenVBand="0" w:oddHBand="0" w:evenHBand="0" w:firstRowFirstColumn="0" w:firstRowLastColumn="0" w:lastRowFirstColumn="0" w:lastRowLastColumn="0"/>
              <w:rPr>
                <w:lang w:val="en-GB"/>
              </w:rPr>
            </w:pPr>
            <w:r>
              <w:rPr>
                <w:lang w:val="en-GB"/>
              </w:rPr>
              <w:t>A</w:t>
            </w:r>
            <w:r w:rsidR="00515E89">
              <w:rPr>
                <w:lang w:val="en-GB"/>
              </w:rPr>
              <w:t xml:space="preserve"> set of dynamically linked libraries which provide an interface for CSP calls</w:t>
            </w:r>
            <w:r w:rsidR="00961F8A">
              <w:rPr>
                <w:lang w:val="en-GB"/>
              </w:rPr>
              <w:t>.</w:t>
            </w:r>
          </w:p>
        </w:tc>
      </w:tr>
      <w:tr w:rsidR="00AE5A74" w:rsidRPr="00751DBB" w:rsidTr="002C5BAF">
        <w:tc>
          <w:tcPr>
            <w:cnfStyle w:val="001000000000" w:firstRow="0" w:lastRow="0" w:firstColumn="1" w:lastColumn="0" w:oddVBand="0" w:evenVBand="0" w:oddHBand="0" w:evenHBand="0" w:firstRowFirstColumn="0" w:firstRowLastColumn="0" w:lastRowFirstColumn="0" w:lastRowLastColumn="0"/>
            <w:tcW w:w="1951" w:type="dxa"/>
          </w:tcPr>
          <w:p w:rsidR="00AE5A74" w:rsidRPr="00751DBB" w:rsidRDefault="00AE5A74" w:rsidP="002C5BAF">
            <w:pPr>
              <w:rPr>
                <w:lang w:val="en-GB"/>
              </w:rPr>
            </w:pPr>
            <w:r w:rsidRPr="00751DBB">
              <w:rPr>
                <w:rFonts w:ascii="HelveticaNeue-Light" w:hAnsi="HelveticaNeue-Light" w:cs="HelveticaNeue-Light"/>
                <w:szCs w:val="20"/>
                <w:lang w:val="en-GB"/>
              </w:rPr>
              <w:t>PC/SC</w:t>
            </w:r>
          </w:p>
        </w:tc>
        <w:tc>
          <w:tcPr>
            <w:tcW w:w="6485" w:type="dxa"/>
          </w:tcPr>
          <w:p w:rsidR="00AE5A74" w:rsidRPr="00751DBB" w:rsidRDefault="00AE5A74" w:rsidP="002C5BAF">
            <w:pPr>
              <w:cnfStyle w:val="000000000000" w:firstRow="0" w:lastRow="0" w:firstColumn="0" w:lastColumn="0" w:oddVBand="0" w:evenVBand="0" w:oddHBand="0" w:evenHBand="0" w:firstRowFirstColumn="0" w:firstRowLastColumn="0" w:lastRowFirstColumn="0" w:lastRowLastColumn="0"/>
              <w:rPr>
                <w:rFonts w:ascii="HelveticaNeue-LightItalic" w:hAnsi="HelveticaNeue-LightItalic" w:cs="HelveticaNeue-LightItalic"/>
                <w:iCs/>
                <w:szCs w:val="20"/>
                <w:lang w:val="en-GB"/>
              </w:rPr>
            </w:pPr>
            <w:r w:rsidRPr="00751DBB">
              <w:rPr>
                <w:lang w:val="en-GB"/>
              </w:rPr>
              <w:t>Standard communication interface between the computer and the smart card,  a cross-platform API for accessing smart card readers</w:t>
            </w:r>
          </w:p>
        </w:tc>
      </w:tr>
      <w:tr w:rsidR="00AE5A74" w:rsidRPr="00751DBB" w:rsidTr="002C5BAF">
        <w:tc>
          <w:tcPr>
            <w:cnfStyle w:val="001000000000" w:firstRow="0" w:lastRow="0" w:firstColumn="1" w:lastColumn="0" w:oddVBand="0" w:evenVBand="0" w:oddHBand="0" w:evenHBand="0" w:firstRowFirstColumn="0" w:firstRowLastColumn="0" w:lastRowFirstColumn="0" w:lastRowLastColumn="0"/>
            <w:tcW w:w="1951" w:type="dxa"/>
          </w:tcPr>
          <w:p w:rsidR="00AE5A74" w:rsidRPr="00751DBB" w:rsidRDefault="00AE5A74" w:rsidP="002C5BAF">
            <w:pPr>
              <w:rPr>
                <w:rFonts w:ascii="HelveticaNeue-Light" w:hAnsi="HelveticaNeue-Light" w:cs="HelveticaNeue-Light"/>
                <w:szCs w:val="20"/>
                <w:lang w:val="en-GB"/>
              </w:rPr>
            </w:pPr>
            <w:r w:rsidRPr="00751DBB">
              <w:rPr>
                <w:rFonts w:ascii="HelveticaNeue-Light" w:hAnsi="HelveticaNeue-Light" w:cs="HelveticaNeue-Light"/>
                <w:szCs w:val="20"/>
                <w:lang w:val="en-GB"/>
              </w:rPr>
              <w:t>IFDHandler</w:t>
            </w:r>
          </w:p>
        </w:tc>
        <w:tc>
          <w:tcPr>
            <w:tcW w:w="6485" w:type="dxa"/>
          </w:tcPr>
          <w:p w:rsidR="00AE5A74" w:rsidRPr="00751DBB" w:rsidRDefault="00AE5A74" w:rsidP="002C5BAF">
            <w:pPr>
              <w:cnfStyle w:val="000000000000" w:firstRow="0" w:lastRow="0" w:firstColumn="0" w:lastColumn="0" w:oddVBand="0" w:evenVBand="0" w:oddHBand="0" w:evenHBand="0" w:firstRowFirstColumn="0" w:firstRowLastColumn="0" w:lastRowFirstColumn="0" w:lastRowLastColumn="0"/>
              <w:rPr>
                <w:rFonts w:ascii="HelveticaNeue-LightItalic" w:hAnsi="HelveticaNeue-LightItalic" w:cs="HelveticaNeue-LightItalic"/>
                <w:iCs/>
                <w:szCs w:val="20"/>
                <w:lang w:val="en-GB"/>
              </w:rPr>
            </w:pPr>
            <w:r w:rsidRPr="00751DBB">
              <w:rPr>
                <w:rFonts w:ascii="HelveticaNeue-LightItalic" w:hAnsi="HelveticaNeue-LightItalic" w:cs="HelveticaNeue-LightItalic"/>
                <w:iCs/>
                <w:szCs w:val="20"/>
                <w:lang w:val="en-GB"/>
              </w:rPr>
              <w:t>Interface Device Handler  for CCID readers</w:t>
            </w:r>
          </w:p>
        </w:tc>
      </w:tr>
      <w:tr w:rsidR="00AE5A74" w:rsidRPr="00751DBB" w:rsidTr="002C5BAF">
        <w:tc>
          <w:tcPr>
            <w:cnfStyle w:val="001000000000" w:firstRow="0" w:lastRow="0" w:firstColumn="1" w:lastColumn="0" w:oddVBand="0" w:evenVBand="0" w:oddHBand="0" w:evenHBand="0" w:firstRowFirstColumn="0" w:firstRowLastColumn="0" w:lastRowFirstColumn="0" w:lastRowLastColumn="0"/>
            <w:tcW w:w="1951" w:type="dxa"/>
          </w:tcPr>
          <w:p w:rsidR="00AE5A74" w:rsidRPr="00751DBB" w:rsidRDefault="00AE5A74" w:rsidP="002C5BAF">
            <w:pPr>
              <w:rPr>
                <w:rFonts w:ascii="HelveticaNeue-Light" w:hAnsi="HelveticaNeue-Light" w:cs="HelveticaNeue-Light"/>
                <w:szCs w:val="20"/>
                <w:lang w:val="en-GB"/>
              </w:rPr>
            </w:pPr>
            <w:r w:rsidRPr="00751DBB">
              <w:rPr>
                <w:rFonts w:ascii="HelveticaNeue-Light" w:hAnsi="HelveticaNeue-Light" w:cs="HelveticaNeue-Light"/>
                <w:szCs w:val="20"/>
                <w:lang w:val="en-GB"/>
              </w:rPr>
              <w:t>CCID</w:t>
            </w:r>
          </w:p>
        </w:tc>
        <w:tc>
          <w:tcPr>
            <w:tcW w:w="6485" w:type="dxa"/>
          </w:tcPr>
          <w:p w:rsidR="00AE5A74" w:rsidRPr="00751DBB" w:rsidRDefault="00AE5A74" w:rsidP="002C5BAF">
            <w:pPr>
              <w:cnfStyle w:val="000000000000" w:firstRow="0" w:lastRow="0" w:firstColumn="0" w:lastColumn="0" w:oddVBand="0" w:evenVBand="0" w:oddHBand="0" w:evenHBand="0" w:firstRowFirstColumn="0" w:firstRowLastColumn="0" w:lastRowFirstColumn="0" w:lastRowLastColumn="0"/>
              <w:rPr>
                <w:rFonts w:ascii="HelveticaNeue-LightItalic" w:hAnsi="HelveticaNeue-LightItalic" w:cs="HelveticaNeue-LightItalic"/>
                <w:iCs/>
                <w:szCs w:val="20"/>
                <w:lang w:val="en-GB"/>
              </w:rPr>
            </w:pPr>
            <w:r w:rsidRPr="00751DBB">
              <w:rPr>
                <w:rFonts w:ascii="HelveticaNeue-LightItalic" w:hAnsi="HelveticaNeue-LightItalic" w:cs="HelveticaNeue-LightItalic"/>
                <w:iCs/>
                <w:szCs w:val="20"/>
                <w:lang w:val="en-GB"/>
              </w:rPr>
              <w:t xml:space="preserve">USB driver  for Chip/Smart Card Interface Devices </w:t>
            </w:r>
          </w:p>
        </w:tc>
      </w:tr>
      <w:tr w:rsidR="00AE5A74" w:rsidRPr="00751DBB" w:rsidTr="002C5BAF">
        <w:tc>
          <w:tcPr>
            <w:cnfStyle w:val="001000000000" w:firstRow="0" w:lastRow="0" w:firstColumn="1" w:lastColumn="0" w:oddVBand="0" w:evenVBand="0" w:oddHBand="0" w:evenHBand="0" w:firstRowFirstColumn="0" w:firstRowLastColumn="0" w:lastRowFirstColumn="0" w:lastRowLastColumn="0"/>
            <w:tcW w:w="1951" w:type="dxa"/>
          </w:tcPr>
          <w:p w:rsidR="00AE5A74" w:rsidRPr="00751DBB" w:rsidRDefault="00AE5A74" w:rsidP="002C5BAF">
            <w:pPr>
              <w:rPr>
                <w:rFonts w:ascii="HelveticaNeue-Light" w:hAnsi="HelveticaNeue-Light" w:cs="HelveticaNeue-Light"/>
                <w:szCs w:val="20"/>
                <w:lang w:val="en-GB"/>
              </w:rPr>
            </w:pPr>
            <w:r w:rsidRPr="00751DBB">
              <w:rPr>
                <w:rFonts w:ascii="HelveticaNeue-Light" w:hAnsi="HelveticaNeue-Light" w:cs="HelveticaNeue-Light"/>
                <w:szCs w:val="20"/>
                <w:lang w:val="en-GB"/>
              </w:rPr>
              <w:t>Reader</w:t>
            </w:r>
          </w:p>
        </w:tc>
        <w:tc>
          <w:tcPr>
            <w:tcW w:w="6485" w:type="dxa"/>
          </w:tcPr>
          <w:p w:rsidR="00AE5A74" w:rsidRPr="00751DBB" w:rsidRDefault="00AE5A74" w:rsidP="002C5BAF">
            <w:pPr>
              <w:cnfStyle w:val="000000000000" w:firstRow="0" w:lastRow="0" w:firstColumn="0" w:lastColumn="0" w:oddVBand="0" w:evenVBand="0" w:oddHBand="0" w:evenHBand="0" w:firstRowFirstColumn="0" w:firstRowLastColumn="0" w:lastRowFirstColumn="0" w:lastRowLastColumn="0"/>
              <w:rPr>
                <w:rFonts w:ascii="HelveticaNeue-LightItalic" w:hAnsi="HelveticaNeue-LightItalic" w:cs="HelveticaNeue-LightItalic"/>
                <w:iCs/>
                <w:szCs w:val="20"/>
                <w:lang w:val="en-GB"/>
              </w:rPr>
            </w:pPr>
            <w:r w:rsidRPr="00751DBB">
              <w:rPr>
                <w:rFonts w:ascii="HelveticaNeue-LightItalic" w:hAnsi="HelveticaNeue-LightItalic" w:cs="HelveticaNeue-LightItalic"/>
                <w:iCs/>
                <w:szCs w:val="20"/>
                <w:lang w:val="en-GB"/>
              </w:rPr>
              <w:t>Device used for communication with a smart card</w:t>
            </w:r>
          </w:p>
        </w:tc>
      </w:tr>
    </w:tbl>
    <w:p w:rsidR="00623FE0" w:rsidRPr="00751DBB" w:rsidRDefault="00623FE0" w:rsidP="00EB7C80">
      <w:pPr>
        <w:rPr>
          <w:lang w:val="en-GB"/>
        </w:rPr>
      </w:pPr>
    </w:p>
    <w:p w:rsidR="00DE595F" w:rsidRDefault="00DE595F" w:rsidP="00EB7C80">
      <w:pPr>
        <w:rPr>
          <w:lang w:val="en-GB"/>
        </w:rPr>
      </w:pPr>
      <w:r>
        <w:rPr>
          <w:lang w:val="en-GB"/>
        </w:rPr>
        <w:t>The COM layer is as thin as possible, meaning that it does not replace the CDigiDoc’s structures but holds their references, organizes memory management and forwards function calls.</w:t>
      </w:r>
    </w:p>
    <w:p w:rsidR="00EF3292" w:rsidRDefault="00DE595F" w:rsidP="00EB7C80">
      <w:pPr>
        <w:rPr>
          <w:lang w:val="en-GB"/>
        </w:rPr>
      </w:pPr>
      <w:r>
        <w:rPr>
          <w:lang w:val="en-GB"/>
        </w:rPr>
        <w:t xml:space="preserve">DigiDoc COM uses the CDigiDoc library’s configuration file for compatibility purposes. </w:t>
      </w:r>
      <w:r w:rsidR="00EF3292">
        <w:rPr>
          <w:lang w:val="en-GB"/>
        </w:rPr>
        <w:t xml:space="preserve">Configuration data is retrieved from </w:t>
      </w:r>
      <w:r>
        <w:rPr>
          <w:lang w:val="en-GB"/>
        </w:rPr>
        <w:t xml:space="preserve">the CDigiDoc’s </w:t>
      </w:r>
      <w:r w:rsidR="00EF3292">
        <w:rPr>
          <w:lang w:val="en-GB"/>
        </w:rPr>
        <w:t xml:space="preserve">configuration file </w:t>
      </w:r>
      <w:r>
        <w:rPr>
          <w:lang w:val="en-GB"/>
        </w:rPr>
        <w:t xml:space="preserve">‘digidoc.ini’ </w:t>
      </w:r>
      <w:r w:rsidR="00A24A7D">
        <w:rPr>
          <w:lang w:val="en-GB"/>
        </w:rPr>
        <w:t xml:space="preserve">during </w:t>
      </w:r>
      <w:r w:rsidR="00EF3292">
        <w:rPr>
          <w:lang w:val="en-GB"/>
        </w:rPr>
        <w:t>DigiDoc COM library’s initialization.</w:t>
      </w:r>
    </w:p>
    <w:p w:rsidR="00BD2138" w:rsidRPr="00BE35F2" w:rsidRDefault="00BD2138" w:rsidP="00BD2138">
      <w:r>
        <w:rPr>
          <w:lang w:val="en-GB"/>
        </w:rPr>
        <w:t xml:space="preserve">Certificates to be used during signature creation and OCSP confirmation adding are retrieved from Windows Certificate Store. Thus, the following certificates have to be installed in the Certificate Store prior to conducting the mentioned operations: </w:t>
      </w:r>
    </w:p>
    <w:p w:rsidR="00BD2138" w:rsidRDefault="00BD2138" w:rsidP="00BD2138">
      <w:pPr>
        <w:pStyle w:val="ListParagraph"/>
      </w:pPr>
      <w:r w:rsidRPr="00BE35F2">
        <w:t>certificate of the CA of the signer of the document</w:t>
      </w:r>
      <w:r>
        <w:t>,</w:t>
      </w:r>
      <w:r w:rsidRPr="00BE35F2">
        <w:t xml:space="preserve"> </w:t>
      </w:r>
    </w:p>
    <w:p w:rsidR="00BD2138" w:rsidRDefault="00BD2138" w:rsidP="00BD2138">
      <w:pPr>
        <w:pStyle w:val="ListParagraph"/>
      </w:pPr>
      <w:proofErr w:type="gramStart"/>
      <w:r w:rsidRPr="00BE35F2">
        <w:t>certificate</w:t>
      </w:r>
      <w:proofErr w:type="gramEnd"/>
      <w:r w:rsidRPr="00BE35F2">
        <w:t xml:space="preserve"> of the OCSP responder which </w:t>
      </w:r>
      <w:r>
        <w:t>is</w:t>
      </w:r>
      <w:r w:rsidRPr="00BE35F2">
        <w:t xml:space="preserve"> used to get the validity confirmation</w:t>
      </w:r>
      <w:r>
        <w:t>.</w:t>
      </w:r>
    </w:p>
    <w:p w:rsidR="00BD2138" w:rsidRDefault="00BD2138" w:rsidP="00BD2138">
      <w:r>
        <w:t>Note that no additional actions are needed to be taken when using</w:t>
      </w:r>
      <w:r w:rsidR="00CB4554">
        <w:t xml:space="preserve"> real-life</w:t>
      </w:r>
      <w:r>
        <w:t xml:space="preserve"> </w:t>
      </w:r>
      <w:r w:rsidR="0038382F">
        <w:t xml:space="preserve">Estonian ID cards for signing as </w:t>
      </w:r>
      <w:r>
        <w:t>the Estonian CA</w:t>
      </w:r>
      <w:r w:rsidR="0038382F">
        <w:t>’s live</w:t>
      </w:r>
      <w:r>
        <w:t xml:space="preserve"> certificates are included in the DigiDoc COM library’s </w:t>
      </w:r>
      <w:r w:rsidR="0038382F">
        <w:t>distribution</w:t>
      </w:r>
      <w:r>
        <w:t xml:space="preserve"> </w:t>
      </w:r>
      <w:r w:rsidR="0038382F">
        <w:t>package and are installed in</w:t>
      </w:r>
      <w:r>
        <w:t xml:space="preserve"> the Windows Certific</w:t>
      </w:r>
      <w:r w:rsidR="0038382F">
        <w:t>ate Store during the library’s installation process.</w:t>
      </w:r>
    </w:p>
    <w:p w:rsidR="00CB4554" w:rsidRDefault="00CB4554" w:rsidP="00EB7C80">
      <w:pPr>
        <w:rPr>
          <w:lang w:val="en-GB"/>
        </w:rPr>
      </w:pPr>
      <w:r>
        <w:rPr>
          <w:lang w:val="en-GB"/>
        </w:rPr>
        <w:t xml:space="preserve">In order to use test ID cards for signature creation, you need to install test certificates separately </w:t>
      </w:r>
      <w:r w:rsidRPr="00765DC8">
        <w:rPr>
          <w:lang w:val="en-GB"/>
        </w:rPr>
        <w:t>(</w:t>
      </w:r>
      <w:r>
        <w:rPr>
          <w:lang w:val="en-GB"/>
        </w:rPr>
        <w:t xml:space="preserve">the installation package is accessible from </w:t>
      </w:r>
      <w:hyperlink r:id="rId21" w:history="1">
        <w:r w:rsidRPr="002D007B">
          <w:rPr>
            <w:rStyle w:val="Hyperlink"/>
            <w:lang w:val="en-GB"/>
          </w:rPr>
          <w:t>http://id.ee/?id=28735</w:t>
        </w:r>
      </w:hyperlink>
      <w:r w:rsidRPr="00765DC8">
        <w:rPr>
          <w:lang w:val="en-GB"/>
        </w:rPr>
        <w:t>)</w:t>
      </w:r>
      <w:r>
        <w:rPr>
          <w:lang w:val="en-GB"/>
        </w:rPr>
        <w:t>.</w:t>
      </w:r>
    </w:p>
    <w:p w:rsidR="00CB4554" w:rsidRDefault="00CB4554" w:rsidP="00EB7C80">
      <w:pPr>
        <w:rPr>
          <w:lang w:val="en-GB"/>
        </w:rPr>
      </w:pPr>
      <w:r w:rsidRPr="00B56404">
        <w:rPr>
          <w:b/>
          <w:lang w:val="en-GB"/>
        </w:rPr>
        <w:t>Note</w:t>
      </w:r>
      <w:r>
        <w:rPr>
          <w:b/>
          <w:lang w:val="en-GB"/>
        </w:rPr>
        <w:t>:</w:t>
      </w:r>
      <w:r>
        <w:rPr>
          <w:lang w:val="en-GB"/>
        </w:rPr>
        <w:t xml:space="preserve"> test certificates should not be used in live applications as the DigiDoc COM library does not give notifications to the user in case of test signatures. </w:t>
      </w:r>
    </w:p>
    <w:p w:rsidR="00123EF8" w:rsidRDefault="00123EF8" w:rsidP="00EB7C80">
      <w:pPr>
        <w:rPr>
          <w:lang w:val="en-GB"/>
        </w:rPr>
      </w:pPr>
    </w:p>
    <w:p w:rsidR="00BE2749" w:rsidRPr="00751DBB" w:rsidRDefault="00BE2749" w:rsidP="00BA7DA9">
      <w:pPr>
        <w:pStyle w:val="Heading2"/>
        <w:rPr>
          <w:lang w:val="en-GB"/>
        </w:rPr>
      </w:pPr>
      <w:bookmarkStart w:id="17" w:name="_Toc345343796"/>
      <w:bookmarkStart w:id="18" w:name="_Toc346288022"/>
      <w:r w:rsidRPr="00751DBB">
        <w:rPr>
          <w:lang w:val="en-GB"/>
        </w:rPr>
        <w:t>References</w:t>
      </w:r>
      <w:r w:rsidR="00E37617" w:rsidRPr="00751DBB">
        <w:rPr>
          <w:lang w:val="en-GB"/>
        </w:rPr>
        <w:t xml:space="preserve"> </w:t>
      </w:r>
      <w:r w:rsidR="00C16EAE" w:rsidRPr="00751DBB">
        <w:rPr>
          <w:lang w:val="en-GB"/>
        </w:rPr>
        <w:t>and additional resources</w:t>
      </w:r>
      <w:bookmarkEnd w:id="17"/>
      <w:bookmarkEnd w:id="18"/>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951"/>
        <w:gridCol w:w="6485"/>
      </w:tblGrid>
      <w:tr w:rsidR="00E37617" w:rsidRPr="00751DBB" w:rsidTr="00224097">
        <w:tc>
          <w:tcPr>
            <w:tcW w:w="1951" w:type="dxa"/>
            <w:vAlign w:val="center"/>
          </w:tcPr>
          <w:p w:rsidR="00E37617" w:rsidRPr="00751DBB" w:rsidRDefault="00E37617" w:rsidP="003E6CF9">
            <w:pPr>
              <w:jc w:val="left"/>
              <w:rPr>
                <w:lang w:val="en-GB"/>
              </w:rPr>
            </w:pPr>
            <w:r w:rsidRPr="00751DBB">
              <w:rPr>
                <w:lang w:val="en-GB"/>
              </w:rPr>
              <w:t>[1] RFC2560</w:t>
            </w:r>
          </w:p>
        </w:tc>
        <w:tc>
          <w:tcPr>
            <w:tcW w:w="6485" w:type="dxa"/>
          </w:tcPr>
          <w:p w:rsidR="00E37617" w:rsidRPr="00751DBB" w:rsidRDefault="00BF37DC" w:rsidP="00224097">
            <w:pPr>
              <w:jc w:val="left"/>
              <w:rPr>
                <w:lang w:val="en-GB"/>
              </w:rPr>
            </w:pPr>
            <w:r w:rsidRPr="00751DBB">
              <w:rPr>
                <w:lang w:val="en-GB"/>
              </w:rPr>
              <w:t>Myers, M., Ankney, R.,</w:t>
            </w:r>
            <w:r w:rsidR="00E37617" w:rsidRPr="00751DBB">
              <w:rPr>
                <w:lang w:val="en-GB"/>
              </w:rPr>
              <w:t xml:space="preserve"> Malpani, A.,</w:t>
            </w:r>
            <w:r w:rsidR="00BE4DD3" w:rsidRPr="00751DBB">
              <w:rPr>
                <w:lang w:val="en-GB"/>
              </w:rPr>
              <w:t xml:space="preserve"> </w:t>
            </w:r>
            <w:r w:rsidR="00E37617" w:rsidRPr="00751DBB">
              <w:rPr>
                <w:lang w:val="en-GB"/>
              </w:rPr>
              <w:t xml:space="preserve">Galperin, S., Adams, C., </w:t>
            </w:r>
            <w:proofErr w:type="gramStart"/>
            <w:r w:rsidR="00E37617" w:rsidRPr="00751DBB">
              <w:rPr>
                <w:lang w:val="en-GB"/>
              </w:rPr>
              <w:t>X.509</w:t>
            </w:r>
            <w:proofErr w:type="gramEnd"/>
            <w:r w:rsidR="00E37617" w:rsidRPr="00751DBB">
              <w:rPr>
                <w:lang w:val="en-GB"/>
              </w:rPr>
              <w:t xml:space="preserve"> Internet Public Key Infrastructure: Online Certificate Status Protocol -</w:t>
            </w:r>
            <w:r w:rsidR="00BE4DD3" w:rsidRPr="00751DBB">
              <w:rPr>
                <w:lang w:val="en-GB"/>
              </w:rPr>
              <w:t xml:space="preserve"> OCSP</w:t>
            </w:r>
            <w:r w:rsidR="00E37617" w:rsidRPr="00751DBB">
              <w:rPr>
                <w:lang w:val="en-GB"/>
              </w:rPr>
              <w:t>. June 1999</w:t>
            </w:r>
          </w:p>
        </w:tc>
      </w:tr>
      <w:tr w:rsidR="00E37617" w:rsidRPr="00751DBB" w:rsidTr="00224097">
        <w:tc>
          <w:tcPr>
            <w:tcW w:w="1951" w:type="dxa"/>
            <w:vAlign w:val="center"/>
          </w:tcPr>
          <w:p w:rsidR="00E37617" w:rsidRPr="00751DBB" w:rsidRDefault="00E37617" w:rsidP="003E6CF9">
            <w:pPr>
              <w:jc w:val="left"/>
              <w:rPr>
                <w:lang w:val="en-GB"/>
              </w:rPr>
            </w:pPr>
            <w:r w:rsidRPr="00751DBB">
              <w:rPr>
                <w:lang w:val="en-GB"/>
              </w:rPr>
              <w:t>[2] RFC3275</w:t>
            </w:r>
          </w:p>
        </w:tc>
        <w:tc>
          <w:tcPr>
            <w:tcW w:w="6485" w:type="dxa"/>
          </w:tcPr>
          <w:p w:rsidR="00E37617" w:rsidRPr="00751DBB" w:rsidRDefault="00BF37DC" w:rsidP="00224097">
            <w:pPr>
              <w:jc w:val="left"/>
              <w:rPr>
                <w:lang w:val="en-GB"/>
              </w:rPr>
            </w:pPr>
            <w:r w:rsidRPr="00751DBB">
              <w:rPr>
                <w:lang w:val="en-GB"/>
              </w:rPr>
              <w:t xml:space="preserve">Eastlake 3rd D., Reagle </w:t>
            </w:r>
            <w:r w:rsidR="00E37617" w:rsidRPr="00751DBB">
              <w:rPr>
                <w:lang w:val="en-GB"/>
              </w:rPr>
              <w:t>J., Solo D., (Extensible Markup Language) XML Signature Syntax and Processing. (XML-DSIG) March 2002.</w:t>
            </w:r>
          </w:p>
        </w:tc>
      </w:tr>
      <w:tr w:rsidR="0023667F" w:rsidRPr="00751DBB" w:rsidTr="00224097">
        <w:tc>
          <w:tcPr>
            <w:tcW w:w="1951" w:type="dxa"/>
            <w:vAlign w:val="center"/>
          </w:tcPr>
          <w:p w:rsidR="0023667F" w:rsidRPr="00751DBB" w:rsidRDefault="0023667F" w:rsidP="003E6CF9">
            <w:pPr>
              <w:jc w:val="left"/>
              <w:rPr>
                <w:lang w:val="en-GB"/>
              </w:rPr>
            </w:pPr>
            <w:r w:rsidRPr="00751DBB">
              <w:rPr>
                <w:lang w:val="en-GB"/>
              </w:rPr>
              <w:t>[3] ETSI TS 101 903</w:t>
            </w:r>
          </w:p>
        </w:tc>
        <w:tc>
          <w:tcPr>
            <w:tcW w:w="6485" w:type="dxa"/>
          </w:tcPr>
          <w:p w:rsidR="0023667F" w:rsidRPr="00751DBB" w:rsidRDefault="0023667F" w:rsidP="00224097">
            <w:pPr>
              <w:jc w:val="left"/>
              <w:rPr>
                <w:lang w:val="en-GB"/>
              </w:rPr>
            </w:pPr>
            <w:r w:rsidRPr="00751DBB">
              <w:rPr>
                <w:lang w:val="en-GB"/>
              </w:rPr>
              <w:t>XML Advanced Electronic Signatures (</w:t>
            </w:r>
            <w:r w:rsidR="00FD6F04" w:rsidRPr="00751DBB">
              <w:rPr>
                <w:lang w:val="en-GB"/>
              </w:rPr>
              <w:t>XAdES</w:t>
            </w:r>
            <w:r w:rsidRPr="00751DBB">
              <w:rPr>
                <w:lang w:val="en-GB"/>
              </w:rPr>
              <w:t>). February 2002</w:t>
            </w:r>
          </w:p>
        </w:tc>
      </w:tr>
      <w:tr w:rsidR="0023667F" w:rsidRPr="00751DBB" w:rsidTr="00224097">
        <w:tc>
          <w:tcPr>
            <w:tcW w:w="1951" w:type="dxa"/>
            <w:vAlign w:val="center"/>
          </w:tcPr>
          <w:p w:rsidR="0023667F" w:rsidRPr="00751DBB" w:rsidRDefault="0023667F" w:rsidP="003E6CF9">
            <w:pPr>
              <w:jc w:val="left"/>
              <w:rPr>
                <w:lang w:val="en-GB"/>
              </w:rPr>
            </w:pPr>
            <w:r w:rsidRPr="00751DBB">
              <w:rPr>
                <w:lang w:val="en-GB"/>
              </w:rPr>
              <w:t>[4] XML Schema 2</w:t>
            </w:r>
          </w:p>
        </w:tc>
        <w:tc>
          <w:tcPr>
            <w:tcW w:w="6485" w:type="dxa"/>
          </w:tcPr>
          <w:p w:rsidR="0023667F" w:rsidRPr="00751DBB" w:rsidRDefault="0023667F" w:rsidP="00224097">
            <w:pPr>
              <w:jc w:val="left"/>
              <w:rPr>
                <w:lang w:val="en-GB"/>
              </w:rPr>
            </w:pPr>
            <w:r w:rsidRPr="00751DBB">
              <w:rPr>
                <w:lang w:val="en-GB"/>
              </w:rPr>
              <w:t xml:space="preserve">XML Schema Part 2: </w:t>
            </w:r>
            <w:r w:rsidR="003B6146" w:rsidRPr="00751DBB">
              <w:rPr>
                <w:lang w:val="en-GB"/>
              </w:rPr>
              <w:t>Data types</w:t>
            </w:r>
            <w:r w:rsidRPr="00751DBB">
              <w:rPr>
                <w:lang w:val="en-GB"/>
              </w:rPr>
              <w:t>. W3C Recommendation 02 May 2001</w:t>
            </w:r>
            <w:r w:rsidR="00B42CA5" w:rsidRPr="00751DBB">
              <w:rPr>
                <w:lang w:val="en-GB"/>
              </w:rPr>
              <w:t xml:space="preserve"> </w:t>
            </w:r>
            <w:r w:rsidR="00B42CA5" w:rsidRPr="00751DBB">
              <w:rPr>
                <w:lang w:val="en-GB"/>
              </w:rPr>
              <w:lastRenderedPageBreak/>
              <w:t>(</w:t>
            </w:r>
            <w:hyperlink r:id="rId22" w:history="1">
              <w:r w:rsidRPr="00751DBB">
                <w:rPr>
                  <w:rStyle w:val="Internetlink"/>
                  <w:lang w:val="en-GB"/>
                </w:rPr>
                <w:t>http://www.w3.org/TR/xmlschema-2/</w:t>
              </w:r>
            </w:hyperlink>
            <w:r w:rsidR="00B42CA5" w:rsidRPr="00751DBB">
              <w:rPr>
                <w:rStyle w:val="Internetlink"/>
                <w:lang w:val="en-GB"/>
              </w:rPr>
              <w:t>)</w:t>
            </w:r>
          </w:p>
        </w:tc>
      </w:tr>
      <w:tr w:rsidR="0023667F" w:rsidRPr="00751DBB" w:rsidTr="00224097">
        <w:tc>
          <w:tcPr>
            <w:tcW w:w="1951" w:type="dxa"/>
            <w:vAlign w:val="center"/>
          </w:tcPr>
          <w:p w:rsidR="0023667F" w:rsidRPr="00751DBB" w:rsidRDefault="00E02FBF" w:rsidP="003E6CF9">
            <w:pPr>
              <w:jc w:val="left"/>
              <w:rPr>
                <w:lang w:val="en-GB"/>
              </w:rPr>
            </w:pPr>
            <w:r w:rsidRPr="00751DBB">
              <w:rPr>
                <w:lang w:val="en-GB"/>
              </w:rPr>
              <w:lastRenderedPageBreak/>
              <w:t>[5] D</w:t>
            </w:r>
            <w:r w:rsidR="0023667F" w:rsidRPr="00751DBB">
              <w:rPr>
                <w:lang w:val="en-GB"/>
              </w:rPr>
              <w:t>S</w:t>
            </w:r>
            <w:r w:rsidRPr="00751DBB">
              <w:rPr>
                <w:lang w:val="en-GB"/>
              </w:rPr>
              <w:t>A</w:t>
            </w:r>
          </w:p>
        </w:tc>
        <w:tc>
          <w:tcPr>
            <w:tcW w:w="6485" w:type="dxa"/>
          </w:tcPr>
          <w:p w:rsidR="0023667F" w:rsidRPr="00751DBB" w:rsidRDefault="0023667F" w:rsidP="00224097">
            <w:pPr>
              <w:jc w:val="left"/>
              <w:rPr>
                <w:lang w:val="en-GB"/>
              </w:rPr>
            </w:pPr>
            <w:r w:rsidRPr="00751DBB">
              <w:rPr>
                <w:lang w:val="en-GB"/>
              </w:rPr>
              <w:t>Estonian Digital Signature Act</w:t>
            </w:r>
          </w:p>
        </w:tc>
      </w:tr>
      <w:tr w:rsidR="0023667F" w:rsidRPr="00751DBB" w:rsidTr="00224097">
        <w:tc>
          <w:tcPr>
            <w:tcW w:w="1951" w:type="dxa"/>
            <w:vAlign w:val="center"/>
          </w:tcPr>
          <w:p w:rsidR="0023667F" w:rsidRPr="00751DBB" w:rsidRDefault="0023667F" w:rsidP="003E6CF9">
            <w:pPr>
              <w:jc w:val="left"/>
              <w:rPr>
                <w:lang w:val="en-GB"/>
              </w:rPr>
            </w:pPr>
            <w:r w:rsidRPr="00751DBB">
              <w:rPr>
                <w:lang w:val="en-GB"/>
              </w:rPr>
              <w:t>[6] DigiDoc format</w:t>
            </w:r>
          </w:p>
        </w:tc>
        <w:tc>
          <w:tcPr>
            <w:tcW w:w="6485" w:type="dxa"/>
          </w:tcPr>
          <w:p w:rsidR="0023667F" w:rsidRPr="00751DBB" w:rsidRDefault="0023667F" w:rsidP="00224097">
            <w:pPr>
              <w:jc w:val="left"/>
              <w:rPr>
                <w:lang w:val="en-GB"/>
              </w:rPr>
            </w:pPr>
            <w:r w:rsidRPr="00751DBB">
              <w:rPr>
                <w:lang w:val="en-GB"/>
              </w:rPr>
              <w:t xml:space="preserve">DigiDoc file format </w:t>
            </w:r>
            <w:r w:rsidR="00B42CA5" w:rsidRPr="00751DBB">
              <w:rPr>
                <w:lang w:val="en-GB"/>
              </w:rPr>
              <w:t>(</w:t>
            </w:r>
            <w:r w:rsidR="00A13AA4" w:rsidRPr="00FC2214">
              <w:rPr>
                <w:rStyle w:val="Hyperlink"/>
                <w:lang w:val="en-GB"/>
              </w:rPr>
              <w:t>http://www.id.ee/public/DigiDoci_vorming_1.3.2.pdf</w:t>
            </w:r>
            <w:r w:rsidR="00A13AA4" w:rsidRPr="00A13AA4">
              <w:rPr>
                <w:rStyle w:val="Hyperlink"/>
                <w:color w:val="auto"/>
                <w:lang w:val="en-GB"/>
              </w:rPr>
              <w:t>)</w:t>
            </w:r>
          </w:p>
        </w:tc>
      </w:tr>
      <w:tr w:rsidR="0023667F" w:rsidRPr="00751DBB" w:rsidTr="00224097">
        <w:tc>
          <w:tcPr>
            <w:tcW w:w="1951" w:type="dxa"/>
            <w:vAlign w:val="center"/>
          </w:tcPr>
          <w:p w:rsidR="0023667F" w:rsidRPr="00751DBB" w:rsidRDefault="00E04AC2" w:rsidP="003E6CF9">
            <w:pPr>
              <w:jc w:val="left"/>
              <w:rPr>
                <w:lang w:val="en-GB"/>
              </w:rPr>
            </w:pPr>
            <w:r w:rsidRPr="00751DBB">
              <w:rPr>
                <w:lang w:val="en-GB"/>
              </w:rPr>
              <w:t>[</w:t>
            </w:r>
            <w:r w:rsidR="0023667F" w:rsidRPr="00751DBB">
              <w:rPr>
                <w:lang w:val="en-GB"/>
              </w:rPr>
              <w:t>7] XML-ENC</w:t>
            </w:r>
          </w:p>
        </w:tc>
        <w:tc>
          <w:tcPr>
            <w:tcW w:w="6485" w:type="dxa"/>
          </w:tcPr>
          <w:p w:rsidR="00C91C45" w:rsidRPr="00751DBB" w:rsidRDefault="00395CD2" w:rsidP="00224097">
            <w:pPr>
              <w:jc w:val="left"/>
              <w:rPr>
                <w:lang w:val="en-GB"/>
              </w:rPr>
            </w:pPr>
            <w:hyperlink r:id="rId23" w:history="1">
              <w:r w:rsidR="0023667F" w:rsidRPr="00751DBB">
                <w:rPr>
                  <w:lang w:val="en-GB"/>
                </w:rPr>
                <w:t>http://www.w3.org/TR/xmlenc-core/</w:t>
              </w:r>
            </w:hyperlink>
          </w:p>
        </w:tc>
      </w:tr>
      <w:tr w:rsidR="00C16EAE" w:rsidRPr="00751DBB" w:rsidTr="00224097">
        <w:tc>
          <w:tcPr>
            <w:tcW w:w="1951" w:type="dxa"/>
            <w:vAlign w:val="center"/>
          </w:tcPr>
          <w:p w:rsidR="00C16EAE" w:rsidRPr="00751DBB" w:rsidRDefault="00C16EAE" w:rsidP="003E6CF9">
            <w:pPr>
              <w:jc w:val="left"/>
              <w:rPr>
                <w:lang w:val="en-GB"/>
              </w:rPr>
            </w:pPr>
            <w:r w:rsidRPr="00751DBB">
              <w:rPr>
                <w:lang w:val="en-GB"/>
              </w:rPr>
              <w:t>[</w:t>
            </w:r>
            <w:r w:rsidR="00E04AC2" w:rsidRPr="00751DBB">
              <w:rPr>
                <w:lang w:val="en-GB"/>
              </w:rPr>
              <w:t xml:space="preserve">8] </w:t>
            </w:r>
            <w:r w:rsidRPr="00751DBB">
              <w:rPr>
                <w:lang w:val="en-GB"/>
              </w:rPr>
              <w:t>DigiDocService Specification</w:t>
            </w:r>
          </w:p>
        </w:tc>
        <w:tc>
          <w:tcPr>
            <w:tcW w:w="6485" w:type="dxa"/>
          </w:tcPr>
          <w:p w:rsidR="00E02FBF" w:rsidRPr="00751DBB" w:rsidRDefault="00E02FBF" w:rsidP="00224097">
            <w:pPr>
              <w:jc w:val="left"/>
              <w:rPr>
                <w:lang w:val="en-GB"/>
              </w:rPr>
            </w:pPr>
            <w:r w:rsidRPr="00751DBB">
              <w:rPr>
                <w:lang w:val="en-GB"/>
              </w:rPr>
              <w:t xml:space="preserve">EN: </w:t>
            </w:r>
            <w:hyperlink r:id="rId24" w:history="1">
              <w:r w:rsidRPr="00751DBB">
                <w:rPr>
                  <w:rStyle w:val="Hyperlink"/>
                  <w:lang w:val="en-GB"/>
                </w:rPr>
                <w:t>http://sk.ee/upload/files/DigiDocService_spec_eng.pdf</w:t>
              </w:r>
            </w:hyperlink>
          </w:p>
          <w:p w:rsidR="00C16EAE" w:rsidRPr="00751DBB" w:rsidRDefault="00E02FBF" w:rsidP="00224097">
            <w:pPr>
              <w:jc w:val="left"/>
              <w:rPr>
                <w:lang w:val="en-GB"/>
              </w:rPr>
            </w:pPr>
            <w:r w:rsidRPr="00751DBB">
              <w:rPr>
                <w:lang w:val="en-GB"/>
              </w:rPr>
              <w:t xml:space="preserve">ET: </w:t>
            </w:r>
            <w:hyperlink r:id="rId25" w:history="1">
              <w:r w:rsidR="00C16EAE" w:rsidRPr="00751DBB">
                <w:rPr>
                  <w:rStyle w:val="Hyperlink"/>
                  <w:lang w:val="en-GB"/>
                </w:rPr>
                <w:t>http://www.sk.ee/upload/files/DigiDocService_spec_est.pdf</w:t>
              </w:r>
            </w:hyperlink>
          </w:p>
        </w:tc>
      </w:tr>
      <w:tr w:rsidR="00367910" w:rsidRPr="00751DBB" w:rsidTr="00224097">
        <w:tc>
          <w:tcPr>
            <w:tcW w:w="1951" w:type="dxa"/>
            <w:vAlign w:val="center"/>
          </w:tcPr>
          <w:p w:rsidR="00367910" w:rsidRPr="00751DBB" w:rsidRDefault="00E04AC2" w:rsidP="00BE4DD3">
            <w:pPr>
              <w:jc w:val="left"/>
              <w:rPr>
                <w:lang w:val="en-GB"/>
              </w:rPr>
            </w:pPr>
            <w:r w:rsidRPr="00751DBB">
              <w:rPr>
                <w:lang w:val="en-GB"/>
              </w:rPr>
              <w:t xml:space="preserve">[9] </w:t>
            </w:r>
            <w:r w:rsidR="004F5ADE" w:rsidRPr="00751DBB">
              <w:rPr>
                <w:lang w:val="en-GB"/>
              </w:rPr>
              <w:t>ESTEID</w:t>
            </w:r>
            <w:r w:rsidR="003E6CF9" w:rsidRPr="00751DBB">
              <w:rPr>
                <w:lang w:val="en-GB"/>
              </w:rPr>
              <w:t xml:space="preserve"> </w:t>
            </w:r>
          </w:p>
        </w:tc>
        <w:tc>
          <w:tcPr>
            <w:tcW w:w="6485" w:type="dxa"/>
          </w:tcPr>
          <w:p w:rsidR="00367910" w:rsidRPr="00751DBB" w:rsidRDefault="00BE4DD3" w:rsidP="00224097">
            <w:pPr>
              <w:jc w:val="left"/>
              <w:rPr>
                <w:lang w:val="en-GB"/>
              </w:rPr>
            </w:pPr>
            <w:r w:rsidRPr="00751DBB">
              <w:rPr>
                <w:lang w:val="en-GB"/>
              </w:rPr>
              <w:t>ESTEID C</w:t>
            </w:r>
            <w:r w:rsidR="004F5ADE" w:rsidRPr="00751DBB">
              <w:rPr>
                <w:lang w:val="en-GB"/>
              </w:rPr>
              <w:t>ard</w:t>
            </w:r>
            <w:r w:rsidRPr="00751DBB">
              <w:rPr>
                <w:lang w:val="en-GB"/>
              </w:rPr>
              <w:t xml:space="preserve"> Certification Policy</w:t>
            </w:r>
            <w:r w:rsidR="00D763B2" w:rsidRPr="00751DBB">
              <w:rPr>
                <w:lang w:val="en-GB"/>
              </w:rPr>
              <w:t xml:space="preserve"> </w:t>
            </w:r>
            <w:r w:rsidRPr="00751DBB">
              <w:rPr>
                <w:lang w:val="en-GB"/>
              </w:rPr>
              <w:t>(</w:t>
            </w:r>
            <w:hyperlink r:id="rId26" w:history="1">
              <w:r w:rsidR="00F70A5B" w:rsidRPr="00751DBB">
                <w:rPr>
                  <w:rStyle w:val="Hyperlink"/>
                  <w:lang w:val="en-GB"/>
                </w:rPr>
                <w:t>http://sk.ee/upload/files/SK-CP-ESTEID-3_2_en.pdf</w:t>
              </w:r>
            </w:hyperlink>
            <w:r w:rsidRPr="00751DBB">
              <w:rPr>
                <w:lang w:val="en-GB"/>
              </w:rPr>
              <w:t>)</w:t>
            </w:r>
          </w:p>
          <w:p w:rsidR="00BE4DD3" w:rsidRPr="00751DBB" w:rsidRDefault="00BE4DD3" w:rsidP="00224097">
            <w:pPr>
              <w:jc w:val="left"/>
              <w:rPr>
                <w:lang w:val="en-GB"/>
              </w:rPr>
            </w:pPr>
            <w:r w:rsidRPr="00751DBB">
              <w:rPr>
                <w:lang w:val="en-GB"/>
              </w:rPr>
              <w:t>Certificates on identity cards of Republic of Estonia (</w:t>
            </w:r>
            <w:hyperlink r:id="rId27" w:history="1">
              <w:r w:rsidRPr="00751DBB">
                <w:rPr>
                  <w:rStyle w:val="Hyperlink"/>
                  <w:lang w:val="en-GB"/>
                </w:rPr>
                <w:t>http://sk.ee/upload/files/ESTEID_profiil_en-3_3.pdf</w:t>
              </w:r>
            </w:hyperlink>
            <w:r w:rsidRPr="00751DBB">
              <w:rPr>
                <w:lang w:val="en-GB"/>
              </w:rPr>
              <w:t>)</w:t>
            </w:r>
          </w:p>
        </w:tc>
      </w:tr>
      <w:tr w:rsidR="004F5ADE" w:rsidRPr="00751DBB" w:rsidTr="00224097">
        <w:tc>
          <w:tcPr>
            <w:tcW w:w="1951" w:type="dxa"/>
            <w:vAlign w:val="center"/>
          </w:tcPr>
          <w:p w:rsidR="004F5ADE" w:rsidRPr="00751DBB" w:rsidRDefault="00E04AC2" w:rsidP="003E6CF9">
            <w:pPr>
              <w:jc w:val="left"/>
              <w:rPr>
                <w:lang w:val="en-GB"/>
              </w:rPr>
            </w:pPr>
            <w:r w:rsidRPr="00751DBB">
              <w:rPr>
                <w:lang w:val="en-GB"/>
              </w:rPr>
              <w:t xml:space="preserve">[10] </w:t>
            </w:r>
            <w:r w:rsidR="004F5ADE" w:rsidRPr="00751DBB">
              <w:rPr>
                <w:lang w:val="en-GB"/>
              </w:rPr>
              <w:t>CSP (MS CSP)</w:t>
            </w:r>
          </w:p>
        </w:tc>
        <w:tc>
          <w:tcPr>
            <w:tcW w:w="6485" w:type="dxa"/>
          </w:tcPr>
          <w:p w:rsidR="004F5ADE" w:rsidRPr="00751DBB" w:rsidRDefault="004F5ADE" w:rsidP="00224097">
            <w:pPr>
              <w:jc w:val="left"/>
              <w:rPr>
                <w:lang w:val="en-GB"/>
              </w:rPr>
            </w:pPr>
            <w:r w:rsidRPr="00751DBB">
              <w:rPr>
                <w:lang w:val="en-GB"/>
              </w:rPr>
              <w:t>Microsoft Crypto</w:t>
            </w:r>
            <w:r w:rsidR="00861DDC">
              <w:rPr>
                <w:lang w:val="en-GB"/>
              </w:rPr>
              <w:t>graphic</w:t>
            </w:r>
            <w:r w:rsidRPr="00751DBB">
              <w:rPr>
                <w:lang w:val="en-GB"/>
              </w:rPr>
              <w:t xml:space="preserve"> Service Provider</w:t>
            </w:r>
          </w:p>
        </w:tc>
      </w:tr>
      <w:tr w:rsidR="004F5ADE" w:rsidRPr="00751DBB" w:rsidTr="00224097">
        <w:tc>
          <w:tcPr>
            <w:tcW w:w="1951" w:type="dxa"/>
            <w:vAlign w:val="center"/>
          </w:tcPr>
          <w:p w:rsidR="004F5ADE" w:rsidRPr="00751DBB" w:rsidRDefault="00E04AC2" w:rsidP="003E6CF9">
            <w:pPr>
              <w:jc w:val="left"/>
              <w:rPr>
                <w:lang w:val="en-GB"/>
              </w:rPr>
            </w:pPr>
            <w:r w:rsidRPr="00751DBB">
              <w:rPr>
                <w:lang w:val="en-GB"/>
              </w:rPr>
              <w:t xml:space="preserve">[11] </w:t>
            </w:r>
            <w:r w:rsidR="004F5ADE" w:rsidRPr="00751DBB">
              <w:rPr>
                <w:lang w:val="en-GB"/>
              </w:rPr>
              <w:t>PKCS#11</w:t>
            </w:r>
          </w:p>
        </w:tc>
        <w:tc>
          <w:tcPr>
            <w:tcW w:w="6485" w:type="dxa"/>
          </w:tcPr>
          <w:p w:rsidR="004F5ADE" w:rsidRPr="00751DBB" w:rsidRDefault="004F5ADE" w:rsidP="00224097">
            <w:pPr>
              <w:jc w:val="left"/>
              <w:rPr>
                <w:lang w:val="en-GB"/>
              </w:rPr>
            </w:pPr>
            <w:r w:rsidRPr="00751DBB">
              <w:rPr>
                <w:lang w:val="en-GB"/>
              </w:rPr>
              <w:t>RSA Laboratories Cryptographic Token Interface Standard</w:t>
            </w:r>
          </w:p>
        </w:tc>
      </w:tr>
      <w:tr w:rsidR="00863FAB" w:rsidRPr="00751DBB" w:rsidTr="00224097">
        <w:tc>
          <w:tcPr>
            <w:tcW w:w="1951" w:type="dxa"/>
          </w:tcPr>
          <w:p w:rsidR="00863FAB" w:rsidRPr="00751DBB" w:rsidRDefault="00863FAB" w:rsidP="00361591">
            <w:pPr>
              <w:jc w:val="left"/>
              <w:rPr>
                <w:lang w:val="en-GB"/>
              </w:rPr>
            </w:pPr>
            <w:r w:rsidRPr="00751DBB">
              <w:rPr>
                <w:lang w:val="en-GB"/>
              </w:rPr>
              <w:t>[12]</w:t>
            </w:r>
            <w:r w:rsidR="009D24B7" w:rsidRPr="00751DBB">
              <w:rPr>
                <w:lang w:val="en-GB"/>
              </w:rPr>
              <w:t xml:space="preserve"> </w:t>
            </w:r>
            <w:r w:rsidR="00D57B5A">
              <w:rPr>
                <w:lang w:val="en-GB"/>
              </w:rPr>
              <w:t>CDigiDoc</w:t>
            </w:r>
            <w:r w:rsidR="00361591" w:rsidRPr="00751DBB">
              <w:rPr>
                <w:lang w:val="en-GB"/>
              </w:rPr>
              <w:t xml:space="preserve"> library</w:t>
            </w:r>
          </w:p>
        </w:tc>
        <w:tc>
          <w:tcPr>
            <w:tcW w:w="6485" w:type="dxa"/>
          </w:tcPr>
          <w:p w:rsidR="00863FAB" w:rsidRPr="00751DBB" w:rsidRDefault="00863FAB" w:rsidP="00D57B5A">
            <w:pPr>
              <w:jc w:val="left"/>
              <w:rPr>
                <w:lang w:val="en-GB"/>
              </w:rPr>
            </w:pPr>
            <w:r w:rsidRPr="00751DBB">
              <w:rPr>
                <w:lang w:val="en-GB"/>
              </w:rPr>
              <w:t>C</w:t>
            </w:r>
            <w:r w:rsidR="00D57B5A">
              <w:rPr>
                <w:lang w:val="en-GB"/>
              </w:rPr>
              <w:t>DigiDoc</w:t>
            </w:r>
            <w:r w:rsidR="004C74AA" w:rsidRPr="00751DBB">
              <w:rPr>
                <w:lang w:val="en-GB"/>
              </w:rPr>
              <w:t xml:space="preserve"> </w:t>
            </w:r>
            <w:r w:rsidRPr="00751DBB">
              <w:rPr>
                <w:lang w:val="en-GB"/>
              </w:rPr>
              <w:t>programmer’s guide (</w:t>
            </w:r>
            <w:r w:rsidR="00782367" w:rsidRPr="00782367">
              <w:t>http://id.ee/index.php?id=35782</w:t>
            </w:r>
            <w:r w:rsidRPr="00751DBB">
              <w:rPr>
                <w:lang w:val="en-GB"/>
              </w:rPr>
              <w:t>)</w:t>
            </w:r>
          </w:p>
        </w:tc>
      </w:tr>
      <w:tr w:rsidR="004C74AA" w:rsidRPr="00751DBB" w:rsidTr="00224097">
        <w:tc>
          <w:tcPr>
            <w:tcW w:w="1951" w:type="dxa"/>
          </w:tcPr>
          <w:p w:rsidR="004C74AA" w:rsidRPr="00751DBB" w:rsidRDefault="004C74AA" w:rsidP="00361591">
            <w:pPr>
              <w:jc w:val="left"/>
              <w:rPr>
                <w:lang w:val="en-GB"/>
              </w:rPr>
            </w:pPr>
            <w:r w:rsidRPr="00751DBB">
              <w:rPr>
                <w:lang w:val="en-GB"/>
              </w:rPr>
              <w:t>[13] Release notes</w:t>
            </w:r>
          </w:p>
        </w:tc>
        <w:tc>
          <w:tcPr>
            <w:tcW w:w="6485" w:type="dxa"/>
          </w:tcPr>
          <w:p w:rsidR="004C74AA" w:rsidRPr="00751DBB" w:rsidRDefault="00D57B5A" w:rsidP="00224097">
            <w:pPr>
              <w:jc w:val="left"/>
              <w:rPr>
                <w:lang w:val="en-GB"/>
              </w:rPr>
            </w:pPr>
            <w:r>
              <w:rPr>
                <w:lang w:val="en-GB"/>
              </w:rPr>
              <w:t>DigiDoc COM</w:t>
            </w:r>
            <w:r w:rsidR="004C74AA" w:rsidRPr="00751DBB">
              <w:rPr>
                <w:lang w:val="en-GB"/>
              </w:rPr>
              <w:t xml:space="preserve"> library’s release notes</w:t>
            </w:r>
            <w:r w:rsidR="00715D6D">
              <w:rPr>
                <w:lang w:val="en-GB"/>
              </w:rPr>
              <w:t xml:space="preserve"> (</w:t>
            </w:r>
            <w:r w:rsidR="00782367" w:rsidRPr="00782367">
              <w:t>http://id.ee/index.php?id=35784</w:t>
            </w:r>
            <w:r w:rsidR="00715D6D">
              <w:rPr>
                <w:lang w:val="en-GB"/>
              </w:rPr>
              <w:t>)</w:t>
            </w:r>
          </w:p>
        </w:tc>
      </w:tr>
      <w:tr w:rsidR="001D7EFA" w:rsidRPr="00751DBB" w:rsidTr="00224097">
        <w:tc>
          <w:tcPr>
            <w:tcW w:w="1951" w:type="dxa"/>
          </w:tcPr>
          <w:p w:rsidR="001D7EFA" w:rsidRPr="00751DBB" w:rsidRDefault="001D7EFA" w:rsidP="00361591">
            <w:pPr>
              <w:jc w:val="left"/>
              <w:rPr>
                <w:lang w:val="en-GB"/>
              </w:rPr>
            </w:pPr>
            <w:r>
              <w:rPr>
                <w:lang w:val="en-GB"/>
              </w:rPr>
              <w:t>[14] NDigiDoc library</w:t>
            </w:r>
          </w:p>
        </w:tc>
        <w:tc>
          <w:tcPr>
            <w:tcW w:w="6485" w:type="dxa"/>
          </w:tcPr>
          <w:p w:rsidR="001D7EFA" w:rsidRDefault="001D7EFA" w:rsidP="00224097">
            <w:pPr>
              <w:jc w:val="left"/>
              <w:rPr>
                <w:lang w:val="en-GB"/>
              </w:rPr>
            </w:pPr>
            <w:r>
              <w:rPr>
                <w:lang w:val="en-GB"/>
              </w:rPr>
              <w:t xml:space="preserve">NDigiDoc Programmer’s Guide </w:t>
            </w:r>
            <w:r w:rsidR="00715D6D">
              <w:rPr>
                <w:lang w:val="en-GB"/>
              </w:rPr>
              <w:t>(</w:t>
            </w:r>
            <w:r w:rsidR="00C01CA3" w:rsidRPr="00C01CA3">
              <w:t>http://www.id.ee/index.php?id=35857</w:t>
            </w:r>
            <w:r w:rsidR="00715D6D">
              <w:rPr>
                <w:lang w:val="en-GB"/>
              </w:rPr>
              <w:t>)</w:t>
            </w:r>
          </w:p>
        </w:tc>
      </w:tr>
    </w:tbl>
    <w:p w:rsidR="00E37617" w:rsidRPr="00751DBB" w:rsidRDefault="00E37617" w:rsidP="00E37617">
      <w:pPr>
        <w:rPr>
          <w:lang w:val="en-GB"/>
        </w:rPr>
      </w:pPr>
    </w:p>
    <w:p w:rsidR="00350E23" w:rsidRPr="00751DBB" w:rsidRDefault="00350E23" w:rsidP="00350E23">
      <w:pPr>
        <w:pStyle w:val="Heading2"/>
        <w:rPr>
          <w:lang w:val="en-GB"/>
        </w:rPr>
      </w:pPr>
      <w:bookmarkStart w:id="19" w:name="_Toc345343797"/>
      <w:bookmarkStart w:id="20" w:name="_Toc346288023"/>
      <w:r w:rsidRPr="00751DBB">
        <w:rPr>
          <w:lang w:val="en-GB"/>
        </w:rPr>
        <w:t>Terms and acronyms</w:t>
      </w:r>
      <w:bookmarkEnd w:id="19"/>
      <w:bookmarkEnd w:id="20"/>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596"/>
        <w:gridCol w:w="6840"/>
      </w:tblGrid>
      <w:tr w:rsidR="00120EFE" w:rsidRPr="00751DBB" w:rsidTr="005552EE">
        <w:tc>
          <w:tcPr>
            <w:tcW w:w="1596" w:type="dxa"/>
          </w:tcPr>
          <w:p w:rsidR="00120EFE" w:rsidRPr="00751DBB" w:rsidRDefault="00120EFE" w:rsidP="00C0673E">
            <w:pPr>
              <w:rPr>
                <w:b/>
                <w:lang w:val="en-GB"/>
              </w:rPr>
            </w:pPr>
            <w:r w:rsidRPr="00751DBB">
              <w:rPr>
                <w:b/>
                <w:lang w:val="en-GB"/>
              </w:rPr>
              <w:t>CRL</w:t>
            </w:r>
          </w:p>
        </w:tc>
        <w:tc>
          <w:tcPr>
            <w:tcW w:w="6840" w:type="dxa"/>
          </w:tcPr>
          <w:p w:rsidR="00120EFE" w:rsidRPr="00751DBB" w:rsidRDefault="00120EFE" w:rsidP="003150F4">
            <w:pPr>
              <w:spacing w:line="240" w:lineRule="auto"/>
              <w:rPr>
                <w:lang w:val="en-GB"/>
              </w:rPr>
            </w:pPr>
            <w:r w:rsidRPr="00751DBB">
              <w:rPr>
                <w:lang w:val="en-GB"/>
              </w:rPr>
              <w:t>Certificate Revocation List, a list of certificates (or more specifically, a list of serial numbers for certificates) that have been revoked, and therefore should not be relied upon.</w:t>
            </w:r>
          </w:p>
        </w:tc>
      </w:tr>
      <w:tr w:rsidR="00120EFE" w:rsidRPr="00751DBB" w:rsidTr="005552EE">
        <w:tc>
          <w:tcPr>
            <w:tcW w:w="1596" w:type="dxa"/>
          </w:tcPr>
          <w:p w:rsidR="00120EFE" w:rsidRPr="00751DBB" w:rsidRDefault="00120EFE" w:rsidP="00C0673E">
            <w:pPr>
              <w:rPr>
                <w:b/>
                <w:lang w:val="en-GB"/>
              </w:rPr>
            </w:pPr>
            <w:r w:rsidRPr="00751DBB">
              <w:rPr>
                <w:b/>
                <w:lang w:val="en-GB"/>
              </w:rPr>
              <w:t>DIGIDOC-XML (.ddoc)</w:t>
            </w:r>
          </w:p>
        </w:tc>
        <w:tc>
          <w:tcPr>
            <w:tcW w:w="6840" w:type="dxa"/>
          </w:tcPr>
          <w:p w:rsidR="00120EFE" w:rsidRPr="00751DBB" w:rsidRDefault="00120EFE" w:rsidP="00383B43">
            <w:pPr>
              <w:rPr>
                <w:lang w:val="en-GB"/>
              </w:rPr>
            </w:pPr>
            <w:r w:rsidRPr="00751DBB">
              <w:rPr>
                <w:lang w:val="en-GB"/>
              </w:rPr>
              <w:t xml:space="preserve">The term is used to denote a DigiDoc document format that is based on the XAdES standard and is a profile of that standard. </w:t>
            </w:r>
          </w:p>
          <w:p w:rsidR="00120EFE" w:rsidRPr="00751DBB" w:rsidRDefault="00120EFE" w:rsidP="00383B43">
            <w:pPr>
              <w:rPr>
                <w:lang w:val="en-GB"/>
              </w:rPr>
            </w:pPr>
            <w:r w:rsidRPr="00751DBB">
              <w:rPr>
                <w:lang w:val="en-GB"/>
              </w:rPr>
              <w:t>The profile does not exactly match any subsets described in XAdES standard – the best format name would be “XAdES-C-L” indicating that all certificates and OCSP confirmations are present but there are no “pure” timestamps.</w:t>
            </w:r>
          </w:p>
          <w:p w:rsidR="00120EFE" w:rsidRPr="00751DBB" w:rsidRDefault="00120EFE" w:rsidP="00383B43">
            <w:pPr>
              <w:rPr>
                <w:lang w:val="en-GB"/>
              </w:rPr>
            </w:pPr>
            <w:r w:rsidRPr="00751DBB">
              <w:rPr>
                <w:lang w:val="en-GB"/>
              </w:rPr>
              <w:t>A DIGIDOC-XML file is basically a &lt;SignedDoc /&gt; container that contains original data files and signatures.</w:t>
            </w:r>
          </w:p>
          <w:p w:rsidR="00120EFE" w:rsidRPr="00751DBB" w:rsidRDefault="00120EFE" w:rsidP="00C0673E">
            <w:pPr>
              <w:rPr>
                <w:lang w:val="en-GB"/>
              </w:rPr>
            </w:pPr>
            <w:r w:rsidRPr="00751DBB">
              <w:rPr>
                <w:lang w:val="en-GB"/>
              </w:rPr>
              <w:t>The file extension for DIGIDOC-XML file format is “.ddoc”, MIME-type is “application/ddoc”.</w:t>
            </w:r>
          </w:p>
        </w:tc>
      </w:tr>
      <w:tr w:rsidR="00120EFE" w:rsidRPr="00751DBB" w:rsidTr="005552EE">
        <w:tc>
          <w:tcPr>
            <w:tcW w:w="1596" w:type="dxa"/>
          </w:tcPr>
          <w:p w:rsidR="00120EFE" w:rsidRPr="00751DBB" w:rsidRDefault="00120EFE" w:rsidP="00C0673E">
            <w:pPr>
              <w:rPr>
                <w:b/>
                <w:lang w:val="en-GB"/>
              </w:rPr>
            </w:pPr>
            <w:r w:rsidRPr="00751DBB">
              <w:rPr>
                <w:b/>
                <w:lang w:val="en-GB"/>
              </w:rPr>
              <w:t>OCSP</w:t>
            </w:r>
          </w:p>
        </w:tc>
        <w:tc>
          <w:tcPr>
            <w:tcW w:w="6840" w:type="dxa"/>
          </w:tcPr>
          <w:p w:rsidR="00120EFE" w:rsidRPr="00751DBB" w:rsidRDefault="00120EFE" w:rsidP="003150F4">
            <w:pPr>
              <w:rPr>
                <w:lang w:val="en-GB"/>
              </w:rPr>
            </w:pPr>
            <w:r w:rsidRPr="00751DBB">
              <w:rPr>
                <w:lang w:val="en-GB"/>
              </w:rPr>
              <w:t>Online Certificate Status Protocol, an Internet protocol used for obtaining the revocation status of an X.509 digital certificate</w:t>
            </w:r>
          </w:p>
        </w:tc>
      </w:tr>
      <w:tr w:rsidR="00120EFE" w:rsidRPr="00751DBB" w:rsidTr="005552EE">
        <w:tc>
          <w:tcPr>
            <w:tcW w:w="1596" w:type="dxa"/>
          </w:tcPr>
          <w:p w:rsidR="00120EFE" w:rsidRPr="00751DBB" w:rsidRDefault="00120EFE" w:rsidP="00C0673E">
            <w:pPr>
              <w:rPr>
                <w:b/>
                <w:lang w:val="en-GB"/>
              </w:rPr>
            </w:pPr>
            <w:r w:rsidRPr="00751DBB">
              <w:rPr>
                <w:b/>
                <w:lang w:val="en-GB"/>
              </w:rPr>
              <w:t>OCSP Responder</w:t>
            </w:r>
          </w:p>
        </w:tc>
        <w:tc>
          <w:tcPr>
            <w:tcW w:w="6840" w:type="dxa"/>
          </w:tcPr>
          <w:p w:rsidR="00120EFE" w:rsidRPr="00751DBB" w:rsidRDefault="00120EFE" w:rsidP="00C0673E">
            <w:pPr>
              <w:rPr>
                <w:lang w:val="en-GB"/>
              </w:rPr>
            </w:pPr>
            <w:r w:rsidRPr="00751DBB">
              <w:rPr>
                <w:lang w:val="en-GB"/>
              </w:rPr>
              <w:t xml:space="preserve">OCSP </w:t>
            </w:r>
            <w:proofErr w:type="gramStart"/>
            <w:r w:rsidRPr="00751DBB">
              <w:rPr>
                <w:lang w:val="en-GB"/>
              </w:rPr>
              <w:t>Server,</w:t>
            </w:r>
            <w:proofErr w:type="gramEnd"/>
            <w:r w:rsidRPr="00751DBB">
              <w:rPr>
                <w:lang w:val="en-GB"/>
              </w:rPr>
              <w:t xml:space="preserve"> maintains a store of CA-published CRLs and an up-to-date list of valid and invalid certificates. After the OCSP responder receives a validation request (typically an HTTP or HTTPS transmission), the OCSP </w:t>
            </w:r>
            <w:r w:rsidRPr="00751DBB">
              <w:rPr>
                <w:lang w:val="en-GB"/>
              </w:rPr>
              <w:lastRenderedPageBreak/>
              <w:t>responder either validates the status of the certificate using its own authentication database or calls upon the OCSP responder that originally issued the certificate to validate the request. After formulating a response, the OCSP responder returns the signed response, and the original certificate is either approved or rejected, based on whether or not the OCSP responder validates the certificate.</w:t>
            </w:r>
          </w:p>
        </w:tc>
      </w:tr>
      <w:tr w:rsidR="00120EFE" w:rsidRPr="00751DBB" w:rsidTr="005552EE">
        <w:tc>
          <w:tcPr>
            <w:tcW w:w="1596" w:type="dxa"/>
          </w:tcPr>
          <w:p w:rsidR="00120EFE" w:rsidRPr="00751DBB" w:rsidRDefault="00120EFE" w:rsidP="00C0673E">
            <w:pPr>
              <w:rPr>
                <w:b/>
                <w:lang w:val="en-GB"/>
              </w:rPr>
            </w:pPr>
            <w:r w:rsidRPr="00751DBB">
              <w:rPr>
                <w:b/>
                <w:lang w:val="en-GB"/>
              </w:rPr>
              <w:lastRenderedPageBreak/>
              <w:t>X.509</w:t>
            </w:r>
          </w:p>
        </w:tc>
        <w:tc>
          <w:tcPr>
            <w:tcW w:w="6840" w:type="dxa"/>
          </w:tcPr>
          <w:p w:rsidR="00120EFE" w:rsidRPr="00751DBB" w:rsidRDefault="00120EFE" w:rsidP="00EE3FB1">
            <w:pPr>
              <w:rPr>
                <w:lang w:val="en-GB"/>
              </w:rPr>
            </w:pPr>
            <w:r w:rsidRPr="00751DBB">
              <w:rPr>
                <w:lang w:val="en-GB"/>
              </w:rPr>
              <w:t>an ITU-T standard for a public key infrastructure (PKI) and Privilege Management Infrastructure (PMI) which specifies standard formats for public key certificates, certificate revocation lists, attribute certificates, and a certification path validation algorithm</w:t>
            </w:r>
          </w:p>
        </w:tc>
      </w:tr>
      <w:tr w:rsidR="00120EFE" w:rsidRPr="00751DBB" w:rsidTr="005552EE">
        <w:tc>
          <w:tcPr>
            <w:tcW w:w="1596" w:type="dxa"/>
          </w:tcPr>
          <w:p w:rsidR="00120EFE" w:rsidRPr="00751DBB" w:rsidRDefault="00120EFE" w:rsidP="00C0673E">
            <w:pPr>
              <w:rPr>
                <w:b/>
                <w:lang w:val="en-GB"/>
              </w:rPr>
            </w:pPr>
            <w:r w:rsidRPr="00751DBB">
              <w:rPr>
                <w:b/>
                <w:lang w:val="en-GB"/>
              </w:rPr>
              <w:t>XAdES</w:t>
            </w:r>
          </w:p>
        </w:tc>
        <w:tc>
          <w:tcPr>
            <w:tcW w:w="6840" w:type="dxa"/>
          </w:tcPr>
          <w:p w:rsidR="00120EFE" w:rsidRPr="00751DBB" w:rsidRDefault="00120EFE" w:rsidP="003150F4">
            <w:pPr>
              <w:rPr>
                <w:lang w:val="en-GB"/>
              </w:rPr>
            </w:pPr>
            <w:r w:rsidRPr="00751DBB">
              <w:rPr>
                <w:lang w:val="en-GB"/>
              </w:rPr>
              <w:t>XML Advanced Electronic Signatures, a set of extensions to XML-DSig recommendation making it suitable for advanced electronic signature. Specifies precise profiles of XML-DSig for use with advanced electronic signature in the meaning of European Union Directive 1999/93/EC.</w:t>
            </w:r>
          </w:p>
        </w:tc>
      </w:tr>
      <w:tr w:rsidR="00120EFE" w:rsidRPr="00751DBB" w:rsidTr="005552EE">
        <w:tc>
          <w:tcPr>
            <w:tcW w:w="1596" w:type="dxa"/>
          </w:tcPr>
          <w:p w:rsidR="00120EFE" w:rsidRPr="00751DBB" w:rsidRDefault="00120EFE" w:rsidP="00C0673E">
            <w:pPr>
              <w:rPr>
                <w:b/>
                <w:lang w:val="en-GB"/>
              </w:rPr>
            </w:pPr>
            <w:r w:rsidRPr="00751DBB">
              <w:rPr>
                <w:b/>
                <w:lang w:val="en-GB"/>
              </w:rPr>
              <w:t>XML-DSig</w:t>
            </w:r>
          </w:p>
        </w:tc>
        <w:tc>
          <w:tcPr>
            <w:tcW w:w="6840" w:type="dxa"/>
          </w:tcPr>
          <w:p w:rsidR="00120EFE" w:rsidRPr="00751DBB" w:rsidRDefault="00120EFE" w:rsidP="00C0673E">
            <w:pPr>
              <w:rPr>
                <w:lang w:val="en-GB"/>
              </w:rPr>
            </w:pPr>
            <w:r w:rsidRPr="00751DBB">
              <w:rPr>
                <w:lang w:val="en-GB"/>
              </w:rPr>
              <w:t>a general framework for digitally signing documents, defines an XML syntax for digital signatures and is defined in the W3C recommendation XML Signature Syntax and Processing</w:t>
            </w:r>
          </w:p>
        </w:tc>
      </w:tr>
    </w:tbl>
    <w:p w:rsidR="0023667F" w:rsidRPr="00751DBB" w:rsidRDefault="0023667F" w:rsidP="00350E23">
      <w:pPr>
        <w:rPr>
          <w:lang w:val="en-GB"/>
        </w:rPr>
      </w:pPr>
    </w:p>
    <w:p w:rsidR="00BE2749" w:rsidRPr="00751DBB" w:rsidRDefault="00BE2749" w:rsidP="00BE2749">
      <w:pPr>
        <w:pStyle w:val="Heading2"/>
        <w:rPr>
          <w:lang w:val="en-GB"/>
        </w:rPr>
      </w:pPr>
      <w:bookmarkStart w:id="21" w:name="_Toc345343798"/>
      <w:bookmarkStart w:id="22" w:name="_Toc346288024"/>
      <w:r w:rsidRPr="00751DBB">
        <w:rPr>
          <w:lang w:val="en-GB"/>
        </w:rPr>
        <w:t>Dependencies</w:t>
      </w:r>
      <w:bookmarkEnd w:id="21"/>
      <w:bookmarkEnd w:id="22"/>
    </w:p>
    <w:p w:rsidR="00BE2749" w:rsidRDefault="00BE2749" w:rsidP="00BE2749">
      <w:pPr>
        <w:rPr>
          <w:lang w:val="en-GB"/>
        </w:rPr>
      </w:pPr>
      <w:r w:rsidRPr="00751DBB">
        <w:rPr>
          <w:lang w:val="en-GB"/>
        </w:rPr>
        <w:t xml:space="preserve">DigiDoc </w:t>
      </w:r>
      <w:r w:rsidR="00494681">
        <w:rPr>
          <w:lang w:val="en-GB"/>
        </w:rPr>
        <w:t xml:space="preserve">COM </w:t>
      </w:r>
      <w:r w:rsidRPr="00751DBB">
        <w:rPr>
          <w:lang w:val="en-GB"/>
        </w:rPr>
        <w:t xml:space="preserve">depends on </w:t>
      </w:r>
      <w:r w:rsidR="000763AD">
        <w:rPr>
          <w:lang w:val="en-GB"/>
        </w:rPr>
        <w:t xml:space="preserve">the CDigiDoc library and its components. See the CDigiDoc documentation </w:t>
      </w:r>
      <w:r w:rsidR="00861DDC">
        <w:rPr>
          <w:lang w:val="en-GB"/>
        </w:rPr>
        <w:t>(section 3.</w:t>
      </w:r>
      <w:r w:rsidR="00547DD9">
        <w:rPr>
          <w:lang w:val="en-GB"/>
        </w:rPr>
        <w:t>3</w:t>
      </w:r>
      <w:r w:rsidR="00861DDC">
        <w:rPr>
          <w:lang w:val="en-GB"/>
        </w:rPr>
        <w:t xml:space="preserve"> Dependencies) </w:t>
      </w:r>
      <w:r w:rsidR="000763AD">
        <w:rPr>
          <w:lang w:val="en-GB"/>
        </w:rPr>
        <w:t>for more information [12].</w:t>
      </w:r>
    </w:p>
    <w:p w:rsidR="001B79AD" w:rsidRDefault="001B79AD" w:rsidP="00BE2749">
      <w:pPr>
        <w:rPr>
          <w:lang w:val="en-GB"/>
        </w:rPr>
      </w:pPr>
      <w:r>
        <w:rPr>
          <w:lang w:val="en-GB"/>
        </w:rPr>
        <w:t>Note that all of the components which are necessary for DigiDoc COM library’s functioning are included in the library’s installation package</w:t>
      </w:r>
      <w:r w:rsidR="00DE595F">
        <w:rPr>
          <w:lang w:val="en-GB"/>
        </w:rPr>
        <w:t>.</w:t>
      </w:r>
    </w:p>
    <w:p w:rsidR="00123EF8" w:rsidRPr="00751DBB" w:rsidRDefault="00123EF8" w:rsidP="00BE2749">
      <w:pPr>
        <w:rPr>
          <w:lang w:val="en-GB"/>
        </w:rPr>
      </w:pPr>
    </w:p>
    <w:p w:rsidR="00012D47" w:rsidRPr="00751DBB" w:rsidRDefault="00012D47" w:rsidP="00012D47">
      <w:pPr>
        <w:pStyle w:val="Heading2"/>
        <w:rPr>
          <w:lang w:val="en-GB"/>
        </w:rPr>
      </w:pPr>
      <w:bookmarkStart w:id="23" w:name="_Configuring_CJDigiDoc"/>
      <w:bookmarkStart w:id="24" w:name="_Toc345343799"/>
      <w:bookmarkStart w:id="25" w:name="_Toc346288025"/>
      <w:bookmarkEnd w:id="23"/>
      <w:r w:rsidRPr="00751DBB">
        <w:rPr>
          <w:lang w:val="en-GB"/>
        </w:rPr>
        <w:t>Digital signing</w:t>
      </w:r>
      <w:r w:rsidR="00E54150">
        <w:rPr>
          <w:lang w:val="en-GB"/>
        </w:rPr>
        <w:t xml:space="preserve"> </w:t>
      </w:r>
      <w:r w:rsidR="00861DDC">
        <w:rPr>
          <w:lang w:val="en-GB"/>
        </w:rPr>
        <w:t>by using</w:t>
      </w:r>
      <w:r w:rsidR="00E54150">
        <w:rPr>
          <w:lang w:val="en-GB"/>
        </w:rPr>
        <w:t xml:space="preserve"> </w:t>
      </w:r>
      <w:r w:rsidR="00E31680">
        <w:rPr>
          <w:lang w:val="en-GB"/>
        </w:rPr>
        <w:t>API</w:t>
      </w:r>
      <w:bookmarkEnd w:id="24"/>
      <w:bookmarkEnd w:id="25"/>
    </w:p>
    <w:p w:rsidR="00012D47" w:rsidRDefault="00012D47" w:rsidP="00012D47">
      <w:pPr>
        <w:rPr>
          <w:lang w:val="en-GB"/>
        </w:rPr>
      </w:pPr>
      <w:r w:rsidRPr="00751DBB">
        <w:rPr>
          <w:lang w:val="en-GB"/>
        </w:rPr>
        <w:t xml:space="preserve">DigiDoc </w:t>
      </w:r>
      <w:r>
        <w:rPr>
          <w:lang w:val="en-GB"/>
        </w:rPr>
        <w:t xml:space="preserve">COM </w:t>
      </w:r>
      <w:r w:rsidRPr="00751DBB">
        <w:rPr>
          <w:lang w:val="en-GB"/>
        </w:rPr>
        <w:t xml:space="preserve">library </w:t>
      </w:r>
      <w:r>
        <w:rPr>
          <w:lang w:val="en-GB"/>
        </w:rPr>
        <w:t>enables</w:t>
      </w:r>
      <w:r w:rsidRPr="00751DBB">
        <w:rPr>
          <w:lang w:val="en-GB"/>
        </w:rPr>
        <w:t xml:space="preserve"> creating, signing and verification of digitally signed documents, according to XAdES (ETSI TS101903) and XML-DSIG standards. In the next chapters a short intro</w:t>
      </w:r>
      <w:r>
        <w:rPr>
          <w:lang w:val="en-GB"/>
        </w:rPr>
        <w:t>duction is given on the main function</w:t>
      </w:r>
      <w:r w:rsidRPr="00751DBB">
        <w:rPr>
          <w:lang w:val="en-GB"/>
        </w:rPr>
        <w:t xml:space="preserve"> calls </w:t>
      </w:r>
      <w:r>
        <w:rPr>
          <w:lang w:val="en-GB"/>
        </w:rPr>
        <w:t xml:space="preserve">that can be made by a client application </w:t>
      </w:r>
      <w:r w:rsidRPr="00751DBB">
        <w:rPr>
          <w:lang w:val="en-GB"/>
        </w:rPr>
        <w:t>to accomplish the above mentioned.</w:t>
      </w:r>
      <w:r>
        <w:rPr>
          <w:lang w:val="en-GB"/>
        </w:rPr>
        <w:t xml:space="preserve"> The client application in the examples has been implemented in C++ programming language.</w:t>
      </w:r>
    </w:p>
    <w:p w:rsidR="00012D47" w:rsidRDefault="00012D47" w:rsidP="00012D47">
      <w:pPr>
        <w:rPr>
          <w:lang w:val="en-GB"/>
        </w:rPr>
      </w:pPr>
      <w:r>
        <w:rPr>
          <w:lang w:val="en-GB"/>
        </w:rPr>
        <w:t xml:space="preserve">In general, the procedure of creating and signing a new DigiDoc document with DigiDoc COM library consists of the following steps (with the used COM object given in brackets): </w:t>
      </w:r>
    </w:p>
    <w:p w:rsidR="00012D47" w:rsidRDefault="00012D47" w:rsidP="00012D47">
      <w:pPr>
        <w:pStyle w:val="ListParagraph"/>
        <w:numPr>
          <w:ilvl w:val="0"/>
          <w:numId w:val="41"/>
        </w:numPr>
        <w:rPr>
          <w:lang w:val="en-GB"/>
        </w:rPr>
      </w:pPr>
      <w:r>
        <w:rPr>
          <w:lang w:val="en-GB"/>
        </w:rPr>
        <w:t>initialize a new DigiDoc document (ComSignedDoc),</w:t>
      </w:r>
    </w:p>
    <w:p w:rsidR="00012D47" w:rsidRDefault="00012D47" w:rsidP="00012D47">
      <w:pPr>
        <w:pStyle w:val="ListParagraph"/>
        <w:numPr>
          <w:ilvl w:val="0"/>
          <w:numId w:val="41"/>
        </w:numPr>
        <w:rPr>
          <w:lang w:val="en-GB"/>
        </w:rPr>
      </w:pPr>
      <w:r>
        <w:rPr>
          <w:lang w:val="en-GB"/>
        </w:rPr>
        <w:t>add data file(s) to the document (ComDataFile),</w:t>
      </w:r>
    </w:p>
    <w:p w:rsidR="00012D47" w:rsidRDefault="00012D47" w:rsidP="00012D47">
      <w:pPr>
        <w:pStyle w:val="ListParagraph"/>
        <w:numPr>
          <w:ilvl w:val="0"/>
          <w:numId w:val="41"/>
        </w:numPr>
        <w:rPr>
          <w:lang w:val="en-GB"/>
        </w:rPr>
      </w:pPr>
      <w:r>
        <w:rPr>
          <w:lang w:val="en-GB"/>
        </w:rPr>
        <w:t>add signature(s) (ComSignatureInfo),</w:t>
      </w:r>
    </w:p>
    <w:p w:rsidR="00012D47" w:rsidRDefault="00012D47" w:rsidP="00012D47">
      <w:pPr>
        <w:pStyle w:val="ListParagraph"/>
        <w:numPr>
          <w:ilvl w:val="0"/>
          <w:numId w:val="41"/>
        </w:numPr>
        <w:rPr>
          <w:lang w:val="en-GB"/>
        </w:rPr>
      </w:pPr>
      <w:r>
        <w:rPr>
          <w:lang w:val="en-GB"/>
        </w:rPr>
        <w:t>add OCSP confirmation to the created signature(s),</w:t>
      </w:r>
    </w:p>
    <w:p w:rsidR="00012D47" w:rsidRDefault="00012D47" w:rsidP="00012D47">
      <w:pPr>
        <w:pStyle w:val="ListParagraph"/>
        <w:numPr>
          <w:ilvl w:val="0"/>
          <w:numId w:val="41"/>
        </w:numPr>
        <w:rPr>
          <w:lang w:val="en-GB"/>
        </w:rPr>
      </w:pPr>
      <w:proofErr w:type="gramStart"/>
      <w:r>
        <w:rPr>
          <w:lang w:val="en-GB"/>
        </w:rPr>
        <w:t>write</w:t>
      </w:r>
      <w:proofErr w:type="gramEnd"/>
      <w:r>
        <w:rPr>
          <w:lang w:val="en-GB"/>
        </w:rPr>
        <w:t xml:space="preserve"> the newly created DigiDoc document to a file.</w:t>
      </w:r>
    </w:p>
    <w:p w:rsidR="00012D47" w:rsidRPr="00F549AC" w:rsidRDefault="00012D47" w:rsidP="00012D47">
      <w:pPr>
        <w:rPr>
          <w:lang w:val="en-GB"/>
        </w:rPr>
      </w:pPr>
      <w:r>
        <w:rPr>
          <w:lang w:val="en-GB"/>
        </w:rPr>
        <w:t>For a complementary description of the library’s components referenced in the following chapters, see A</w:t>
      </w:r>
      <w:r w:rsidR="007C58FD">
        <w:rPr>
          <w:lang w:val="en-GB"/>
        </w:rPr>
        <w:t>ppendix 1</w:t>
      </w:r>
      <w:r>
        <w:rPr>
          <w:lang w:val="en-GB"/>
        </w:rPr>
        <w:t xml:space="preserve">. </w:t>
      </w:r>
    </w:p>
    <w:p w:rsidR="00012D47" w:rsidRPr="00751DBB" w:rsidRDefault="00012D47" w:rsidP="00012D47">
      <w:pPr>
        <w:pStyle w:val="Pealkiri21"/>
        <w:rPr>
          <w:lang w:val="en-GB"/>
        </w:rPr>
      </w:pPr>
      <w:bookmarkStart w:id="26" w:name="_Toc345343800"/>
      <w:bookmarkStart w:id="27" w:name="_Toc346288026"/>
      <w:r w:rsidRPr="00751DBB">
        <w:rPr>
          <w:lang w:val="en-GB"/>
        </w:rPr>
        <w:t>Initialization</w:t>
      </w:r>
      <w:bookmarkEnd w:id="26"/>
      <w:bookmarkEnd w:id="27"/>
    </w:p>
    <w:p w:rsidR="00012D47" w:rsidRDefault="00012D47" w:rsidP="00012D47">
      <w:pPr>
        <w:rPr>
          <w:lang w:val="en-GB"/>
        </w:rPr>
      </w:pPr>
      <w:r>
        <w:rPr>
          <w:lang w:val="en-GB"/>
        </w:rPr>
        <w:t>Call the following function in order to initialize the DigiDoc COM library:</w:t>
      </w:r>
    </w:p>
    <w:p w:rsidR="00012D47" w:rsidRDefault="00012D47" w:rsidP="00012D47">
      <w:pPr>
        <w:pStyle w:val="eclipse"/>
        <w:rPr>
          <w:lang w:val="en-GB"/>
        </w:rPr>
      </w:pPr>
      <w:r w:rsidRPr="009247FC">
        <w:rPr>
          <w:lang w:val="en-GB"/>
        </w:rPr>
        <w:lastRenderedPageBreak/>
        <w:t xml:space="preserve">HRESULT hr = </w:t>
      </w:r>
      <w:proofErr w:type="gramStart"/>
      <w:r w:rsidRPr="009247FC">
        <w:rPr>
          <w:lang w:val="en-GB"/>
        </w:rPr>
        <w:t>CoInitialize(</w:t>
      </w:r>
      <w:proofErr w:type="gramEnd"/>
      <w:r w:rsidRPr="009247FC">
        <w:rPr>
          <w:lang w:val="en-GB"/>
        </w:rPr>
        <w:t>NULL);</w:t>
      </w:r>
    </w:p>
    <w:p w:rsidR="00012D47" w:rsidRPr="00751DBB" w:rsidRDefault="00012D47" w:rsidP="00012D47">
      <w:pPr>
        <w:rPr>
          <w:lang w:val="en-GB"/>
        </w:rPr>
      </w:pPr>
      <w:r>
        <w:rPr>
          <w:lang w:val="en-GB"/>
        </w:rPr>
        <w:t>Create the ComDigiDocLib object:</w:t>
      </w:r>
    </w:p>
    <w:p w:rsidR="00012D47" w:rsidRDefault="00012D47" w:rsidP="00012D47">
      <w:pPr>
        <w:pStyle w:val="eclipse"/>
        <w:rPr>
          <w:rStyle w:val="ecl-commentChar"/>
        </w:rPr>
      </w:pPr>
      <w:r w:rsidRPr="006C028F">
        <w:rPr>
          <w:lang w:val="en-GB"/>
        </w:rPr>
        <w:t>CLSID g_clsid;</w:t>
      </w:r>
      <w:r>
        <w:rPr>
          <w:lang w:val="en-GB"/>
        </w:rPr>
        <w:t xml:space="preserve"> </w:t>
      </w:r>
      <w:r w:rsidRPr="006C028F">
        <w:rPr>
          <w:rStyle w:val="ecl-commentChar"/>
        </w:rPr>
        <w:t xml:space="preserve">// </w:t>
      </w:r>
      <w:r>
        <w:rPr>
          <w:rStyle w:val="ecl-commentChar"/>
        </w:rPr>
        <w:t>a COM class object identifier</w:t>
      </w:r>
    </w:p>
    <w:p w:rsidR="00012D47" w:rsidRDefault="00012D47" w:rsidP="00012D47">
      <w:pPr>
        <w:pStyle w:val="ecl-comment"/>
        <w:rPr>
          <w:lang w:val="en-GB"/>
        </w:rPr>
      </w:pPr>
      <w:r w:rsidRPr="009F28F0">
        <w:rPr>
          <w:lang w:val="en-GB"/>
        </w:rPr>
        <w:t>// Get the class identifier for ComDigiDocLib</w:t>
      </w:r>
    </w:p>
    <w:p w:rsidR="00012D47" w:rsidRDefault="00012D47" w:rsidP="00012D47">
      <w:pPr>
        <w:pStyle w:val="eclipse"/>
        <w:rPr>
          <w:lang w:val="en-GB"/>
        </w:rPr>
      </w:pPr>
      <w:proofErr w:type="gramStart"/>
      <w:r w:rsidRPr="00D00353">
        <w:rPr>
          <w:lang w:val="en-GB"/>
        </w:rPr>
        <w:t>hr</w:t>
      </w:r>
      <w:proofErr w:type="gramEnd"/>
      <w:r w:rsidRPr="00D00353">
        <w:rPr>
          <w:lang w:val="en-GB"/>
        </w:rPr>
        <w:t xml:space="preserve"> = CLSIDFromProgID(OLESTR("</w:t>
      </w:r>
      <w:r w:rsidRPr="00E069CA">
        <w:rPr>
          <w:rStyle w:val="Ecl-paramChar"/>
          <w:lang w:val="en-GB"/>
        </w:rPr>
        <w:t>DigiDocLibCOM.ComDigiDocLib</w:t>
      </w:r>
      <w:r w:rsidRPr="00D00353">
        <w:rPr>
          <w:lang w:val="en-GB"/>
        </w:rPr>
        <w:t>"), &amp;g_clsid);</w:t>
      </w:r>
    </w:p>
    <w:p w:rsidR="00012D47" w:rsidRDefault="00012D47" w:rsidP="00012D47">
      <w:pPr>
        <w:pStyle w:val="ecl-comment"/>
        <w:rPr>
          <w:lang w:val="en-GB"/>
        </w:rPr>
      </w:pPr>
      <w:r>
        <w:rPr>
          <w:lang w:val="en-GB"/>
        </w:rPr>
        <w:t xml:space="preserve">// </w:t>
      </w:r>
      <w:proofErr w:type="gramStart"/>
      <w:r>
        <w:rPr>
          <w:lang w:val="en-GB"/>
        </w:rPr>
        <w:t>Create</w:t>
      </w:r>
      <w:proofErr w:type="gramEnd"/>
      <w:r>
        <w:rPr>
          <w:lang w:val="en-GB"/>
        </w:rPr>
        <w:t xml:space="preserve"> instance of the class</w:t>
      </w:r>
    </w:p>
    <w:p w:rsidR="00012D47" w:rsidRDefault="00012D47" w:rsidP="00012D47">
      <w:pPr>
        <w:pStyle w:val="eclipse"/>
        <w:rPr>
          <w:lang w:val="en-GB"/>
        </w:rPr>
      </w:pPr>
      <w:proofErr w:type="gramStart"/>
      <w:r w:rsidRPr="00FA66EA">
        <w:rPr>
          <w:lang w:val="en-GB"/>
        </w:rPr>
        <w:t>hr</w:t>
      </w:r>
      <w:proofErr w:type="gramEnd"/>
      <w:r w:rsidRPr="00FA66EA">
        <w:rPr>
          <w:lang w:val="en-GB"/>
        </w:rPr>
        <w:t xml:space="preserve"> = CoCreateInstance(g_clsid, NULL, CLSCTX_INPROC_SERVER, </w:t>
      </w:r>
    </w:p>
    <w:p w:rsidR="00012D47" w:rsidRPr="00751DBB" w:rsidRDefault="00012D47" w:rsidP="00012D47">
      <w:pPr>
        <w:pStyle w:val="eclipse"/>
        <w:rPr>
          <w:lang w:val="en-GB"/>
        </w:rPr>
      </w:pPr>
      <w:r>
        <w:rPr>
          <w:lang w:val="en-GB"/>
        </w:rPr>
        <w:tab/>
      </w:r>
      <w:r w:rsidRPr="00FA66EA">
        <w:rPr>
          <w:lang w:val="en-GB"/>
        </w:rPr>
        <w:t>__</w:t>
      </w:r>
      <w:proofErr w:type="gramStart"/>
      <w:r w:rsidRPr="00FA66EA">
        <w:rPr>
          <w:lang w:val="en-GB"/>
        </w:rPr>
        <w:t>uuidof(</w:t>
      </w:r>
      <w:proofErr w:type="gramEnd"/>
      <w:r w:rsidRPr="00FA66EA">
        <w:rPr>
          <w:lang w:val="en-GB"/>
        </w:rPr>
        <w:t>IComDigiDocLib), (LPVOID *)&amp;g_pLib);</w:t>
      </w:r>
    </w:p>
    <w:p w:rsidR="00012D47" w:rsidRDefault="00012D47" w:rsidP="00012D47">
      <w:pPr>
        <w:rPr>
          <w:lang w:val="en-GB"/>
        </w:rPr>
      </w:pPr>
      <w:r>
        <w:rPr>
          <w:lang w:val="en-GB"/>
        </w:rPr>
        <w:t>ComDigiDocLib object contains general methods which are not directly bound to any particular COM class.</w:t>
      </w:r>
    </w:p>
    <w:p w:rsidR="00B27A3F" w:rsidRPr="00751DBB" w:rsidRDefault="00B27A3F" w:rsidP="00012D47">
      <w:pPr>
        <w:rPr>
          <w:lang w:val="en-GB"/>
        </w:rPr>
      </w:pPr>
      <w:r>
        <w:rPr>
          <w:lang w:val="en-GB"/>
        </w:rPr>
        <w:t>During DigiDoc COM library’s initialization, configuration data is retrieved from the CDigiDoc’s configuration file ‘digidoc.ini’.</w:t>
      </w:r>
    </w:p>
    <w:p w:rsidR="00012D47" w:rsidRPr="00751DBB" w:rsidRDefault="00012D47" w:rsidP="00012D47">
      <w:pPr>
        <w:pStyle w:val="Pealkiri21"/>
        <w:rPr>
          <w:lang w:val="en-GB"/>
        </w:rPr>
      </w:pPr>
      <w:bookmarkStart w:id="28" w:name="_Toc345343801"/>
      <w:bookmarkStart w:id="29" w:name="_Toc346288027"/>
      <w:r w:rsidRPr="00751DBB">
        <w:rPr>
          <w:lang w:val="en-GB"/>
        </w:rPr>
        <w:t>Creating a DigiDoc document</w:t>
      </w:r>
      <w:bookmarkEnd w:id="28"/>
      <w:bookmarkEnd w:id="29"/>
    </w:p>
    <w:p w:rsidR="00012D47" w:rsidRDefault="00012D47" w:rsidP="00012D47">
      <w:pPr>
        <w:rPr>
          <w:lang w:val="en-GB"/>
        </w:rPr>
      </w:pPr>
      <w:r w:rsidRPr="00751DBB">
        <w:rPr>
          <w:lang w:val="en-GB"/>
        </w:rPr>
        <w:t xml:space="preserve">Firstly, define </w:t>
      </w:r>
      <w:r>
        <w:rPr>
          <w:lang w:val="en-GB"/>
        </w:rPr>
        <w:t xml:space="preserve">pointer to </w:t>
      </w:r>
      <w:r w:rsidRPr="00751DBB">
        <w:rPr>
          <w:lang w:val="en-GB"/>
        </w:rPr>
        <w:t xml:space="preserve">the </w:t>
      </w:r>
      <w:r>
        <w:rPr>
          <w:lang w:val="en-GB"/>
        </w:rPr>
        <w:t xml:space="preserve">required interface: </w:t>
      </w:r>
    </w:p>
    <w:p w:rsidR="00012D47" w:rsidRDefault="00012D47" w:rsidP="00012D47">
      <w:pPr>
        <w:pStyle w:val="eclipse"/>
        <w:rPr>
          <w:lang w:val="en-GB"/>
        </w:rPr>
      </w:pPr>
      <w:r w:rsidRPr="00667074">
        <w:rPr>
          <w:lang w:val="en-GB"/>
        </w:rPr>
        <w:t>IComSignedDoc *g_pSigDoc = NULL;</w:t>
      </w:r>
      <w:r w:rsidRPr="00751DBB">
        <w:rPr>
          <w:lang w:val="en-GB"/>
        </w:rPr>
        <w:t xml:space="preserve"> </w:t>
      </w:r>
      <w:r w:rsidRPr="00423221">
        <w:rPr>
          <w:rStyle w:val="ecl-commentChar"/>
        </w:rPr>
        <w:t xml:space="preserve">// </w:t>
      </w:r>
      <w:r>
        <w:rPr>
          <w:rStyle w:val="ecl-commentChar"/>
        </w:rPr>
        <w:t>i</w:t>
      </w:r>
      <w:r w:rsidRPr="00423221">
        <w:rPr>
          <w:rStyle w:val="ecl-commentChar"/>
        </w:rPr>
        <w:t>nterface for ComSignedDoc</w:t>
      </w:r>
    </w:p>
    <w:p w:rsidR="00012D47" w:rsidRDefault="00012D47" w:rsidP="00012D47">
      <w:pPr>
        <w:rPr>
          <w:lang w:val="en-GB"/>
        </w:rPr>
      </w:pPr>
      <w:r>
        <w:rPr>
          <w:lang w:val="en-GB"/>
        </w:rPr>
        <w:t>Create an instance of ComSignedDoc object:</w:t>
      </w:r>
    </w:p>
    <w:p w:rsidR="00012D47" w:rsidRDefault="00012D47" w:rsidP="00012D47">
      <w:pPr>
        <w:pStyle w:val="ecl-comment"/>
        <w:rPr>
          <w:lang w:val="en-GB"/>
        </w:rPr>
      </w:pPr>
      <w:r w:rsidRPr="009F28F0">
        <w:rPr>
          <w:lang w:val="en-GB"/>
        </w:rPr>
        <w:t>// Get the class identifier</w:t>
      </w:r>
      <w:r>
        <w:rPr>
          <w:lang w:val="en-GB"/>
        </w:rPr>
        <w:t xml:space="preserve"> for ComDigiDocLib</w:t>
      </w:r>
    </w:p>
    <w:p w:rsidR="00012D47" w:rsidRDefault="00012D47" w:rsidP="00012D47">
      <w:pPr>
        <w:pStyle w:val="eclipse"/>
        <w:rPr>
          <w:lang w:val="en-GB"/>
        </w:rPr>
      </w:pPr>
      <w:proofErr w:type="gramStart"/>
      <w:r w:rsidRPr="00FE0972">
        <w:rPr>
          <w:lang w:val="en-GB"/>
        </w:rPr>
        <w:t>hr</w:t>
      </w:r>
      <w:proofErr w:type="gramEnd"/>
      <w:r w:rsidRPr="00FE0972">
        <w:rPr>
          <w:lang w:val="en-GB"/>
        </w:rPr>
        <w:t xml:space="preserve"> = CLSIDFromProgID(OLESTR("</w:t>
      </w:r>
      <w:r w:rsidRPr="00FE0972">
        <w:rPr>
          <w:rStyle w:val="Ecl-paramChar"/>
        </w:rPr>
        <w:t>DigiDocLibCOM.ComSignedDoc</w:t>
      </w:r>
      <w:r w:rsidRPr="00FE0972">
        <w:rPr>
          <w:lang w:val="en-GB"/>
        </w:rPr>
        <w:t>"), &amp;g_clsid);</w:t>
      </w:r>
    </w:p>
    <w:p w:rsidR="00012D47" w:rsidRDefault="00012D47" w:rsidP="00012D47">
      <w:pPr>
        <w:pStyle w:val="ecl-comment"/>
        <w:rPr>
          <w:lang w:val="en-GB"/>
        </w:rPr>
      </w:pPr>
      <w:r>
        <w:rPr>
          <w:lang w:val="en-GB"/>
        </w:rPr>
        <w:t xml:space="preserve">// </w:t>
      </w:r>
      <w:proofErr w:type="gramStart"/>
      <w:r>
        <w:rPr>
          <w:lang w:val="en-GB"/>
        </w:rPr>
        <w:t>Create</w:t>
      </w:r>
      <w:proofErr w:type="gramEnd"/>
      <w:r>
        <w:rPr>
          <w:lang w:val="en-GB"/>
        </w:rPr>
        <w:t xml:space="preserve"> instance of the class</w:t>
      </w:r>
    </w:p>
    <w:p w:rsidR="00012D47" w:rsidRDefault="00012D47" w:rsidP="00012D47">
      <w:pPr>
        <w:pStyle w:val="eclipse"/>
        <w:rPr>
          <w:lang w:val="en-GB"/>
        </w:rPr>
      </w:pPr>
      <w:proofErr w:type="gramStart"/>
      <w:r w:rsidRPr="00FE0972">
        <w:rPr>
          <w:lang w:val="en-GB"/>
        </w:rPr>
        <w:t>hr</w:t>
      </w:r>
      <w:proofErr w:type="gramEnd"/>
      <w:r w:rsidRPr="00FE0972">
        <w:rPr>
          <w:lang w:val="en-GB"/>
        </w:rPr>
        <w:t xml:space="preserve"> = CoCreateInstance(g_cls</w:t>
      </w:r>
      <w:r>
        <w:rPr>
          <w:lang w:val="en-GB"/>
        </w:rPr>
        <w:t xml:space="preserve">id, NULL, CLSCTX_INPROC_SERVER,  </w:t>
      </w:r>
    </w:p>
    <w:p w:rsidR="00012D47" w:rsidRDefault="00012D47" w:rsidP="00012D47">
      <w:pPr>
        <w:pStyle w:val="eclipse"/>
        <w:rPr>
          <w:lang w:val="en-GB"/>
        </w:rPr>
      </w:pPr>
      <w:r>
        <w:rPr>
          <w:lang w:val="en-GB"/>
        </w:rPr>
        <w:t xml:space="preserve">        </w:t>
      </w:r>
      <w:r w:rsidRPr="00FE0972">
        <w:rPr>
          <w:lang w:val="en-GB"/>
        </w:rPr>
        <w:t>__</w:t>
      </w:r>
      <w:proofErr w:type="gramStart"/>
      <w:r w:rsidRPr="00FE0972">
        <w:rPr>
          <w:lang w:val="en-GB"/>
        </w:rPr>
        <w:t>uuidof(</w:t>
      </w:r>
      <w:proofErr w:type="gramEnd"/>
      <w:r w:rsidRPr="00FE0972">
        <w:rPr>
          <w:lang w:val="en-GB"/>
        </w:rPr>
        <w:t>IComSignedDoc), (LPVOID *)&amp;g_pSigDoc);</w:t>
      </w:r>
    </w:p>
    <w:p w:rsidR="00012D47" w:rsidRDefault="00012D47" w:rsidP="00012D47">
      <w:pPr>
        <w:rPr>
          <w:lang w:val="en-GB"/>
        </w:rPr>
      </w:pPr>
      <w:r>
        <w:rPr>
          <w:lang w:val="en-GB"/>
        </w:rPr>
        <w:t>The ComSignedDoc object</w:t>
      </w:r>
      <w:r w:rsidRPr="00751DBB">
        <w:rPr>
          <w:lang w:val="en-GB"/>
        </w:rPr>
        <w:t xml:space="preserve"> reflects the file format of DigiDoc. All other relevant </w:t>
      </w:r>
      <w:r>
        <w:rPr>
          <w:lang w:val="en-GB"/>
        </w:rPr>
        <w:t>objects</w:t>
      </w:r>
      <w:r w:rsidRPr="00751DBB">
        <w:rPr>
          <w:lang w:val="en-GB"/>
        </w:rPr>
        <w:t xml:space="preserve"> are part of this basic </w:t>
      </w:r>
      <w:r>
        <w:rPr>
          <w:lang w:val="en-GB"/>
        </w:rPr>
        <w:t>structure.</w:t>
      </w:r>
    </w:p>
    <w:p w:rsidR="00012D47" w:rsidRPr="00751DBB" w:rsidRDefault="00012D47" w:rsidP="00012D47">
      <w:pPr>
        <w:rPr>
          <w:lang w:val="en-GB"/>
        </w:rPr>
      </w:pPr>
      <w:r>
        <w:rPr>
          <w:lang w:val="en-GB"/>
        </w:rPr>
        <w:t>Next, initialize the ComSignedDoc object</w:t>
      </w:r>
      <w:r w:rsidRPr="00751DBB">
        <w:rPr>
          <w:lang w:val="en-GB"/>
        </w:rPr>
        <w:t xml:space="preserve">: </w:t>
      </w:r>
    </w:p>
    <w:p w:rsidR="00012D47" w:rsidRPr="00751DBB" w:rsidRDefault="00012D47" w:rsidP="00012D47">
      <w:pPr>
        <w:pStyle w:val="eclipse"/>
        <w:rPr>
          <w:rStyle w:val="ecl-commentChar"/>
          <w:lang w:val="en-GB"/>
        </w:rPr>
      </w:pPr>
      <w:r w:rsidRPr="00667074">
        <w:rPr>
          <w:lang w:val="en-GB"/>
        </w:rPr>
        <w:t>g_pSigDoc-&gt;</w:t>
      </w:r>
      <w:proofErr w:type="gramStart"/>
      <w:r w:rsidRPr="00667074">
        <w:rPr>
          <w:lang w:val="en-GB"/>
        </w:rPr>
        <w:t>initialize</w:t>
      </w:r>
      <w:r>
        <w:rPr>
          <w:lang w:val="en-GB"/>
        </w:rPr>
        <w:t>(</w:t>
      </w:r>
      <w:proofErr w:type="gramEnd"/>
      <w:r w:rsidR="00FB273C">
        <w:rPr>
          <w:rStyle w:val="Ecl-paramChar"/>
          <w:lang w:val="en-GB"/>
        </w:rPr>
        <w:t>“DIGIDOC-XML”</w:t>
      </w:r>
      <w:r w:rsidRPr="00751DBB">
        <w:rPr>
          <w:lang w:val="en-GB"/>
        </w:rPr>
        <w:t xml:space="preserve">, </w:t>
      </w:r>
      <w:r>
        <w:rPr>
          <w:rStyle w:val="ecl-commentChar"/>
          <w:lang w:val="en-GB"/>
        </w:rPr>
        <w:t xml:space="preserve">// format of the </w:t>
      </w:r>
      <w:r w:rsidRPr="00751DBB">
        <w:rPr>
          <w:rStyle w:val="ecl-commentChar"/>
          <w:lang w:val="en-GB"/>
        </w:rPr>
        <w:t>document</w:t>
      </w:r>
    </w:p>
    <w:p w:rsidR="00012D47" w:rsidRPr="00751DBB" w:rsidRDefault="00FB273C" w:rsidP="00012D47">
      <w:pPr>
        <w:pStyle w:val="eclipse"/>
        <w:ind w:firstLine="589"/>
        <w:rPr>
          <w:rStyle w:val="ecl-commentChar"/>
          <w:lang w:val="en-GB"/>
        </w:rPr>
      </w:pPr>
      <w:r>
        <w:rPr>
          <w:rStyle w:val="Ecl-paramChar"/>
          <w:lang w:val="en-GB"/>
        </w:rPr>
        <w:t>“1.3”</w:t>
      </w:r>
      <w:r w:rsidR="00012D47" w:rsidRPr="00751DBB">
        <w:rPr>
          <w:lang w:val="en-GB"/>
        </w:rPr>
        <w:t xml:space="preserve">); </w:t>
      </w:r>
      <w:r w:rsidR="00012D47" w:rsidRPr="00751DBB">
        <w:rPr>
          <w:rStyle w:val="ecl-commentChar"/>
          <w:lang w:val="en-GB"/>
        </w:rPr>
        <w:t>// default version number</w:t>
      </w:r>
    </w:p>
    <w:p w:rsidR="00012D47" w:rsidRPr="00751DBB" w:rsidRDefault="00FA5138" w:rsidP="00012D47">
      <w:pPr>
        <w:rPr>
          <w:lang w:val="en-GB"/>
        </w:rPr>
      </w:pPr>
      <w:r w:rsidRPr="001231C6">
        <w:rPr>
          <w:b/>
          <w:lang w:val="en-GB"/>
        </w:rPr>
        <w:t>Note</w:t>
      </w:r>
      <w:r>
        <w:rPr>
          <w:lang w:val="en-GB"/>
        </w:rPr>
        <w:t>: the functionality of creating new files in older DigiDoc file formats SK-XML, DIGIDOC-XML 1.1 and DIGIDOC-XML 1.2</w:t>
      </w:r>
      <w:r w:rsidRPr="00000F79">
        <w:rPr>
          <w:lang w:val="en-GB"/>
        </w:rPr>
        <w:t xml:space="preserve"> </w:t>
      </w:r>
      <w:r>
        <w:rPr>
          <w:lang w:val="en-GB"/>
        </w:rPr>
        <w:t>is no longer supported.</w:t>
      </w:r>
    </w:p>
    <w:p w:rsidR="00012D47" w:rsidRPr="00751DBB" w:rsidRDefault="00012D47" w:rsidP="00012D47">
      <w:pPr>
        <w:rPr>
          <w:lang w:val="en-GB"/>
        </w:rPr>
      </w:pPr>
      <w:r w:rsidRPr="00751DBB">
        <w:rPr>
          <w:lang w:val="en-GB"/>
        </w:rPr>
        <w:t xml:space="preserve">In the following sections, we add a data file and a signature to the DigiDoc structure before writing it into an output file. </w:t>
      </w:r>
    </w:p>
    <w:p w:rsidR="00012D47" w:rsidRDefault="00012D47" w:rsidP="00012D47">
      <w:pPr>
        <w:pStyle w:val="Pealkiri21"/>
        <w:rPr>
          <w:lang w:val="en-GB"/>
        </w:rPr>
      </w:pPr>
      <w:bookmarkStart w:id="30" w:name="_Toc345343802"/>
      <w:bookmarkStart w:id="31" w:name="_Toc346288028"/>
      <w:r w:rsidRPr="00751DBB">
        <w:rPr>
          <w:lang w:val="en-GB"/>
        </w:rPr>
        <w:t>Adding data files</w:t>
      </w:r>
      <w:bookmarkEnd w:id="30"/>
      <w:bookmarkEnd w:id="31"/>
    </w:p>
    <w:p w:rsidR="00012D47" w:rsidRDefault="00012D47" w:rsidP="00012D47">
      <w:pPr>
        <w:rPr>
          <w:lang w:val="en-GB"/>
        </w:rPr>
      </w:pPr>
      <w:r w:rsidRPr="00914648">
        <w:rPr>
          <w:lang w:val="en-GB"/>
        </w:rPr>
        <w:t>One ComDataFile object corresponds to one original data file (file-to-be-signed) in DigiDoc container. One DigiDoc container can incorporate multiple data files. The data files are embedded in the DigiDoc container.</w:t>
      </w:r>
    </w:p>
    <w:p w:rsidR="00012D47" w:rsidRPr="00914648" w:rsidRDefault="00012D47" w:rsidP="00012D47">
      <w:pPr>
        <w:rPr>
          <w:lang w:val="en-GB"/>
        </w:rPr>
      </w:pPr>
      <w:r>
        <w:rPr>
          <w:lang w:val="en-GB"/>
        </w:rPr>
        <w:t>Create an instance of ComDataFile:</w:t>
      </w:r>
    </w:p>
    <w:p w:rsidR="00012D47" w:rsidRDefault="00012D47" w:rsidP="00012D47">
      <w:pPr>
        <w:pStyle w:val="eclipse"/>
        <w:rPr>
          <w:rStyle w:val="ecl-commentChar"/>
        </w:rPr>
      </w:pPr>
      <w:r w:rsidRPr="002A3E19">
        <w:rPr>
          <w:lang w:val="en-GB"/>
        </w:rPr>
        <w:t>IComDataFile* pDf = NULL;</w:t>
      </w:r>
      <w:r>
        <w:rPr>
          <w:lang w:val="en-GB"/>
        </w:rPr>
        <w:t xml:space="preserve"> </w:t>
      </w:r>
      <w:r>
        <w:rPr>
          <w:rStyle w:val="ecl-commentChar"/>
        </w:rPr>
        <w:t>// interface for Com</w:t>
      </w:r>
      <w:r w:rsidRPr="00423221">
        <w:rPr>
          <w:rStyle w:val="ecl-commentChar"/>
        </w:rPr>
        <w:t xml:space="preserve">DataFile </w:t>
      </w:r>
    </w:p>
    <w:p w:rsidR="00012D47" w:rsidRDefault="00012D47" w:rsidP="00012D47">
      <w:pPr>
        <w:pStyle w:val="ecl-comment"/>
        <w:rPr>
          <w:lang w:val="en-GB"/>
        </w:rPr>
      </w:pPr>
      <w:r w:rsidRPr="00626F93">
        <w:t xml:space="preserve">// </w:t>
      </w:r>
      <w:proofErr w:type="gramStart"/>
      <w:r w:rsidRPr="00626F93">
        <w:t>Creat</w:t>
      </w:r>
      <w:r>
        <w:t>e</w:t>
      </w:r>
      <w:proofErr w:type="gramEnd"/>
      <w:r>
        <w:t xml:space="preserve"> instance of ComDataFile</w:t>
      </w:r>
    </w:p>
    <w:p w:rsidR="00012D47" w:rsidRDefault="00012D47" w:rsidP="00012D47">
      <w:pPr>
        <w:pStyle w:val="eclipse"/>
        <w:rPr>
          <w:lang w:val="en-GB"/>
        </w:rPr>
      </w:pPr>
      <w:proofErr w:type="gramStart"/>
      <w:r w:rsidRPr="002A3E19">
        <w:rPr>
          <w:lang w:val="en-GB"/>
        </w:rPr>
        <w:t>hr</w:t>
      </w:r>
      <w:proofErr w:type="gramEnd"/>
      <w:r w:rsidRPr="002A3E19">
        <w:rPr>
          <w:lang w:val="en-GB"/>
        </w:rPr>
        <w:t xml:space="preserve"> = CLSIDFromProgID(OLESTR("</w:t>
      </w:r>
      <w:r w:rsidRPr="00344307">
        <w:rPr>
          <w:rStyle w:val="Ecl-paramChar"/>
          <w:lang w:val="en-GB"/>
        </w:rPr>
        <w:t>DigiDocLibCOM.ComDataFile</w:t>
      </w:r>
      <w:r w:rsidRPr="002A3E19">
        <w:rPr>
          <w:lang w:val="en-GB"/>
        </w:rPr>
        <w:t>"), &amp;g_clsid);</w:t>
      </w:r>
    </w:p>
    <w:p w:rsidR="00012D47" w:rsidRDefault="00012D47" w:rsidP="00012D47">
      <w:pPr>
        <w:pStyle w:val="eclipse"/>
        <w:rPr>
          <w:lang w:val="en-GB"/>
        </w:rPr>
      </w:pPr>
      <w:proofErr w:type="gramStart"/>
      <w:r w:rsidRPr="002A3E19">
        <w:rPr>
          <w:lang w:val="en-GB"/>
        </w:rPr>
        <w:t>hr</w:t>
      </w:r>
      <w:proofErr w:type="gramEnd"/>
      <w:r w:rsidRPr="002A3E19">
        <w:rPr>
          <w:lang w:val="en-GB"/>
        </w:rPr>
        <w:t xml:space="preserve"> = CoCreateInstance(g_clsid, NULL, CLSCTX_INPROC_SERVER, </w:t>
      </w:r>
      <w:r>
        <w:rPr>
          <w:lang w:val="en-GB"/>
        </w:rPr>
        <w:t xml:space="preserve">  </w:t>
      </w:r>
    </w:p>
    <w:p w:rsidR="00012D47" w:rsidRDefault="00012D47" w:rsidP="00012D47">
      <w:pPr>
        <w:pStyle w:val="eclipse"/>
        <w:rPr>
          <w:lang w:val="en-GB"/>
        </w:rPr>
      </w:pPr>
      <w:r>
        <w:rPr>
          <w:lang w:val="en-GB"/>
        </w:rPr>
        <w:t xml:space="preserve">   </w:t>
      </w:r>
      <w:r>
        <w:rPr>
          <w:lang w:val="en-GB"/>
        </w:rPr>
        <w:tab/>
      </w:r>
      <w:r w:rsidRPr="002A3E19">
        <w:rPr>
          <w:lang w:val="en-GB"/>
        </w:rPr>
        <w:t>__</w:t>
      </w:r>
      <w:proofErr w:type="gramStart"/>
      <w:r w:rsidRPr="002A3E19">
        <w:rPr>
          <w:lang w:val="en-GB"/>
        </w:rPr>
        <w:t>uuidof(</w:t>
      </w:r>
      <w:proofErr w:type="gramEnd"/>
      <w:r w:rsidRPr="002A3E19">
        <w:rPr>
          <w:lang w:val="en-GB"/>
        </w:rPr>
        <w:t>IComDataFile), (LPVOID *)&amp;pDf);</w:t>
      </w:r>
    </w:p>
    <w:p w:rsidR="00012D47" w:rsidRDefault="00012D47" w:rsidP="00012D47">
      <w:pPr>
        <w:rPr>
          <w:lang w:val="en-GB"/>
        </w:rPr>
      </w:pPr>
      <w:r w:rsidRPr="00751DBB">
        <w:rPr>
          <w:lang w:val="en-GB"/>
        </w:rPr>
        <w:lastRenderedPageBreak/>
        <w:t xml:space="preserve">You can add a data file to a DigiDoc container by calling the function </w:t>
      </w:r>
      <w:proofErr w:type="gramStart"/>
      <w:r>
        <w:rPr>
          <w:lang w:val="en-GB"/>
        </w:rPr>
        <w:t>IComSignedDoc.createDataFile(</w:t>
      </w:r>
      <w:proofErr w:type="gramEnd"/>
      <w:r>
        <w:rPr>
          <w:lang w:val="en-GB"/>
        </w:rPr>
        <w:t>).</w:t>
      </w:r>
      <w:r w:rsidRPr="00751DBB">
        <w:rPr>
          <w:lang w:val="en-GB"/>
        </w:rPr>
        <w:t xml:space="preserve"> The function creates a new DataFile element and saves the original</w:t>
      </w:r>
      <w:r>
        <w:rPr>
          <w:lang w:val="en-GB"/>
        </w:rPr>
        <w:t xml:space="preserve"> data file in DigiDoc container:</w:t>
      </w:r>
    </w:p>
    <w:p w:rsidR="00012D47" w:rsidRDefault="00012D47" w:rsidP="00012D47">
      <w:pPr>
        <w:pStyle w:val="ecl-comment"/>
        <w:rPr>
          <w:lang w:val="en-GB"/>
        </w:rPr>
      </w:pPr>
      <w:r>
        <w:rPr>
          <w:lang w:val="en-GB"/>
        </w:rPr>
        <w:t xml:space="preserve">// </w:t>
      </w:r>
      <w:proofErr w:type="gramStart"/>
      <w:r>
        <w:rPr>
          <w:lang w:val="en-GB"/>
        </w:rPr>
        <w:t>Define</w:t>
      </w:r>
      <w:proofErr w:type="gramEnd"/>
      <w:r>
        <w:rPr>
          <w:lang w:val="en-GB"/>
        </w:rPr>
        <w:t xml:space="preserve"> the data file’s attributes as BSTR type variables</w:t>
      </w:r>
    </w:p>
    <w:p w:rsidR="00012D47" w:rsidRPr="00F94E8E" w:rsidRDefault="00012D47" w:rsidP="00012D47">
      <w:pPr>
        <w:pStyle w:val="eclipse"/>
        <w:rPr>
          <w:lang w:val="en-GB"/>
        </w:rPr>
      </w:pPr>
      <w:r w:rsidRPr="00F94E8E">
        <w:rPr>
          <w:lang w:val="en-GB"/>
        </w:rPr>
        <w:t>BSTR fname = _com_util::</w:t>
      </w:r>
      <w:proofErr w:type="gramStart"/>
      <w:r w:rsidRPr="00F94E8E">
        <w:rPr>
          <w:lang w:val="en-GB"/>
        </w:rPr>
        <w:t>ConvertStringToBSTR(</w:t>
      </w:r>
      <w:proofErr w:type="gramEnd"/>
      <w:r w:rsidRPr="00CC613F">
        <w:rPr>
          <w:rStyle w:val="ecl-stringChar"/>
        </w:rPr>
        <w:t>"&lt;data file’s name&gt;"</w:t>
      </w:r>
      <w:r w:rsidRPr="00F94E8E">
        <w:rPr>
          <w:lang w:val="en-GB"/>
        </w:rPr>
        <w:t>);</w:t>
      </w:r>
    </w:p>
    <w:p w:rsidR="00012D47" w:rsidRPr="00081BF6" w:rsidRDefault="00012D47" w:rsidP="00012D47">
      <w:pPr>
        <w:pStyle w:val="eclipse"/>
        <w:rPr>
          <w:lang w:val="en-GB"/>
        </w:rPr>
      </w:pPr>
      <w:r w:rsidRPr="00F94E8E">
        <w:rPr>
          <w:lang w:val="en-GB"/>
        </w:rPr>
        <w:t>BSTR content = _com_util::</w:t>
      </w:r>
      <w:proofErr w:type="gramStart"/>
      <w:r w:rsidRPr="00F94E8E">
        <w:rPr>
          <w:lang w:val="en-GB"/>
        </w:rPr>
        <w:t>ConvertStringToBSTR(</w:t>
      </w:r>
      <w:proofErr w:type="gramEnd"/>
      <w:r w:rsidRPr="00CC613F">
        <w:rPr>
          <w:rStyle w:val="ecl-stringChar"/>
        </w:rPr>
        <w:t>"&lt;</w:t>
      </w:r>
      <w:r>
        <w:rPr>
          <w:rStyle w:val="ecl-stringChar"/>
        </w:rPr>
        <w:t>file</w:t>
      </w:r>
      <w:r w:rsidRPr="00CC613F">
        <w:rPr>
          <w:rStyle w:val="ecl-stringChar"/>
        </w:rPr>
        <w:t xml:space="preserve"> embedding </w:t>
      </w:r>
      <w:r>
        <w:rPr>
          <w:rStyle w:val="ecl-stringChar"/>
        </w:rPr>
        <w:t>option</w:t>
      </w:r>
      <w:r w:rsidRPr="00CC613F">
        <w:rPr>
          <w:rStyle w:val="ecl-stringChar"/>
        </w:rPr>
        <w:t>&gt;"</w:t>
      </w:r>
      <w:r w:rsidRPr="00F94E8E">
        <w:rPr>
          <w:lang w:val="en-GB"/>
        </w:rPr>
        <w:t>);</w:t>
      </w:r>
      <w:r>
        <w:rPr>
          <w:lang w:val="en-GB"/>
        </w:rPr>
        <w:t xml:space="preserve"> </w:t>
      </w:r>
    </w:p>
    <w:p w:rsidR="00012D47" w:rsidRPr="00F94E8E" w:rsidRDefault="00012D47" w:rsidP="00012D47">
      <w:pPr>
        <w:pStyle w:val="eclipse"/>
        <w:rPr>
          <w:lang w:val="en-GB"/>
        </w:rPr>
      </w:pPr>
      <w:r w:rsidRPr="00F94E8E">
        <w:rPr>
          <w:lang w:val="en-GB"/>
        </w:rPr>
        <w:t>BSTR mime = _com_util::</w:t>
      </w:r>
      <w:proofErr w:type="gramStart"/>
      <w:r w:rsidRPr="00F94E8E">
        <w:rPr>
          <w:lang w:val="en-GB"/>
        </w:rPr>
        <w:t>ConvertStringToBSTR(</w:t>
      </w:r>
      <w:proofErr w:type="gramEnd"/>
      <w:r w:rsidRPr="00CC613F">
        <w:rPr>
          <w:rStyle w:val="ecl-stringChar"/>
        </w:rPr>
        <w:t>"</w:t>
      </w:r>
      <w:r>
        <w:rPr>
          <w:rStyle w:val="ecl-stringChar"/>
        </w:rPr>
        <w:t>&lt;</w:t>
      </w:r>
      <w:r w:rsidRPr="00CC613F">
        <w:rPr>
          <w:rStyle w:val="ecl-stringChar"/>
        </w:rPr>
        <w:t>mime-type</w:t>
      </w:r>
      <w:r>
        <w:rPr>
          <w:rStyle w:val="ecl-stringChar"/>
        </w:rPr>
        <w:t>&gt;</w:t>
      </w:r>
      <w:r w:rsidRPr="00CC613F">
        <w:rPr>
          <w:rStyle w:val="ecl-stringChar"/>
        </w:rPr>
        <w:t>"</w:t>
      </w:r>
      <w:r w:rsidRPr="00F94E8E">
        <w:rPr>
          <w:lang w:val="en-GB"/>
        </w:rPr>
        <w:t>);</w:t>
      </w:r>
    </w:p>
    <w:p w:rsidR="00012D47" w:rsidRPr="00F94E8E" w:rsidRDefault="00012D47" w:rsidP="00012D47">
      <w:pPr>
        <w:pStyle w:val="eclipse"/>
        <w:rPr>
          <w:lang w:val="en-GB"/>
        </w:rPr>
      </w:pPr>
      <w:r w:rsidRPr="00F94E8E">
        <w:rPr>
          <w:lang w:val="en-GB"/>
        </w:rPr>
        <w:t>BSTR dType = _com_util::</w:t>
      </w:r>
      <w:proofErr w:type="gramStart"/>
      <w:r w:rsidRPr="00F94E8E">
        <w:rPr>
          <w:lang w:val="en-GB"/>
        </w:rPr>
        <w:t>ConvertStringToBSTR(</w:t>
      </w:r>
      <w:proofErr w:type="gramEnd"/>
      <w:r w:rsidRPr="00A11B51">
        <w:rPr>
          <w:rStyle w:val="ecl-stringChar"/>
        </w:rPr>
        <w:t>""</w:t>
      </w:r>
      <w:r w:rsidRPr="00F94E8E">
        <w:rPr>
          <w:lang w:val="en-GB"/>
        </w:rPr>
        <w:t>);</w:t>
      </w:r>
      <w:r>
        <w:rPr>
          <w:lang w:val="en-GB"/>
        </w:rPr>
        <w:t xml:space="preserve"> </w:t>
      </w:r>
    </w:p>
    <w:p w:rsidR="00012D47" w:rsidRDefault="00012D47" w:rsidP="00012D47">
      <w:pPr>
        <w:pStyle w:val="eclipse"/>
        <w:rPr>
          <w:lang w:val="en-GB"/>
        </w:rPr>
      </w:pPr>
      <w:r w:rsidRPr="00F94E8E">
        <w:rPr>
          <w:lang w:val="en-GB"/>
        </w:rPr>
        <w:t>BSTR charset = _com_util::</w:t>
      </w:r>
      <w:proofErr w:type="gramStart"/>
      <w:r w:rsidRPr="00F94E8E">
        <w:rPr>
          <w:lang w:val="en-GB"/>
        </w:rPr>
        <w:t>ConvertStringToBSTR(</w:t>
      </w:r>
      <w:proofErr w:type="gramEnd"/>
      <w:r w:rsidRPr="00F94E8E">
        <w:rPr>
          <w:lang w:val="en-GB"/>
        </w:rPr>
        <w:t>"</w:t>
      </w:r>
      <w:r w:rsidRPr="00344307">
        <w:rPr>
          <w:rStyle w:val="Ecl-paramChar"/>
          <w:lang w:val="en-GB"/>
        </w:rPr>
        <w:t>UTF-8</w:t>
      </w:r>
      <w:r w:rsidRPr="00F94E8E">
        <w:rPr>
          <w:lang w:val="en-GB"/>
        </w:rPr>
        <w:t>");</w:t>
      </w:r>
    </w:p>
    <w:p w:rsidR="00012D47" w:rsidRDefault="00012D47" w:rsidP="00012D47">
      <w:pPr>
        <w:pStyle w:val="eclipse"/>
        <w:rPr>
          <w:lang w:val="en-GB"/>
        </w:rPr>
      </w:pPr>
      <w:r w:rsidRPr="00F94E8E">
        <w:rPr>
          <w:lang w:val="en-GB"/>
        </w:rPr>
        <w:t>V_</w:t>
      </w:r>
      <w:proofErr w:type="gramStart"/>
      <w:r w:rsidRPr="00F94E8E">
        <w:rPr>
          <w:lang w:val="en-GB"/>
        </w:rPr>
        <w:t>VT(</w:t>
      </w:r>
      <w:proofErr w:type="gramEnd"/>
      <w:r w:rsidRPr="00F94E8E">
        <w:rPr>
          <w:lang w:val="en-GB"/>
        </w:rPr>
        <w:t>&amp;vDig)= VT_EMPTY;</w:t>
      </w:r>
      <w:r>
        <w:rPr>
          <w:lang w:val="en-GB"/>
        </w:rPr>
        <w:t xml:space="preserve"> </w:t>
      </w:r>
    </w:p>
    <w:p w:rsidR="00012D47" w:rsidRDefault="00012D47" w:rsidP="00012D47">
      <w:pPr>
        <w:pStyle w:val="ecl-comment"/>
        <w:rPr>
          <w:lang w:val="en-GB"/>
        </w:rPr>
      </w:pPr>
      <w:r>
        <w:rPr>
          <w:lang w:val="en-GB"/>
        </w:rPr>
        <w:t xml:space="preserve">// </w:t>
      </w:r>
      <w:proofErr w:type="gramStart"/>
      <w:r>
        <w:rPr>
          <w:lang w:val="en-GB"/>
        </w:rPr>
        <w:t>Add</w:t>
      </w:r>
      <w:proofErr w:type="gramEnd"/>
      <w:r>
        <w:rPr>
          <w:lang w:val="en-GB"/>
        </w:rPr>
        <w:t xml:space="preserve"> the data file to DigiDoc container</w:t>
      </w:r>
    </w:p>
    <w:p w:rsidR="00012D47" w:rsidRDefault="00012D47" w:rsidP="00012D47">
      <w:pPr>
        <w:pStyle w:val="eclipse"/>
        <w:rPr>
          <w:lang w:val="en-GB"/>
        </w:rPr>
      </w:pPr>
      <w:proofErr w:type="gramStart"/>
      <w:r w:rsidRPr="005A20AB">
        <w:rPr>
          <w:lang w:val="en-GB"/>
        </w:rPr>
        <w:t>hr</w:t>
      </w:r>
      <w:proofErr w:type="gramEnd"/>
      <w:r w:rsidRPr="005A20AB">
        <w:rPr>
          <w:lang w:val="en-GB"/>
        </w:rPr>
        <w:t xml:space="preserve"> = g_pSigDoc-&gt;createDataFile(fname, </w:t>
      </w:r>
      <w:r w:rsidRPr="00113641">
        <w:rPr>
          <w:rStyle w:val="ecl-commentChar"/>
        </w:rPr>
        <w:t xml:space="preserve">// </w:t>
      </w:r>
      <w:r>
        <w:rPr>
          <w:rStyle w:val="ecl-commentChar"/>
        </w:rPr>
        <w:t xml:space="preserve">data </w:t>
      </w:r>
      <w:r w:rsidRPr="00113641">
        <w:rPr>
          <w:rStyle w:val="ecl-commentChar"/>
        </w:rPr>
        <w:t>file name</w:t>
      </w:r>
    </w:p>
    <w:p w:rsidR="00012D47" w:rsidRDefault="00012D47" w:rsidP="00012D47">
      <w:pPr>
        <w:pStyle w:val="eclipse"/>
        <w:ind w:firstLine="589"/>
        <w:rPr>
          <w:lang w:val="en-GB"/>
        </w:rPr>
      </w:pPr>
      <w:proofErr w:type="gramStart"/>
      <w:r w:rsidRPr="00424BB9">
        <w:rPr>
          <w:rStyle w:val="Ecl-paramChar"/>
          <w:color w:val="auto"/>
        </w:rPr>
        <w:t>content</w:t>
      </w:r>
      <w:proofErr w:type="gramEnd"/>
      <w:r w:rsidRPr="005A20AB">
        <w:rPr>
          <w:lang w:val="en-GB"/>
        </w:rPr>
        <w:t xml:space="preserve">, </w:t>
      </w:r>
      <w:r>
        <w:rPr>
          <w:lang w:val="en-GB"/>
        </w:rPr>
        <w:tab/>
      </w:r>
      <w:r w:rsidRPr="00113641">
        <w:rPr>
          <w:rStyle w:val="ecl-commentChar"/>
        </w:rPr>
        <w:t>// data file’s embedding option</w:t>
      </w:r>
    </w:p>
    <w:p w:rsidR="00012D47" w:rsidRDefault="00012D47" w:rsidP="00012D47">
      <w:pPr>
        <w:pStyle w:val="eclipse"/>
        <w:ind w:firstLine="589"/>
        <w:rPr>
          <w:lang w:val="en-GB"/>
        </w:rPr>
      </w:pPr>
      <w:proofErr w:type="gramStart"/>
      <w:r w:rsidRPr="005A20AB">
        <w:rPr>
          <w:lang w:val="en-GB"/>
        </w:rPr>
        <w:t>mime</w:t>
      </w:r>
      <w:proofErr w:type="gramEnd"/>
      <w:r w:rsidRPr="005A20AB">
        <w:rPr>
          <w:lang w:val="en-GB"/>
        </w:rPr>
        <w:t xml:space="preserve">, </w:t>
      </w:r>
      <w:r>
        <w:rPr>
          <w:lang w:val="en-GB"/>
        </w:rPr>
        <w:tab/>
      </w:r>
      <w:r>
        <w:rPr>
          <w:lang w:val="en-GB"/>
        </w:rPr>
        <w:tab/>
      </w:r>
      <w:r w:rsidRPr="00113641">
        <w:rPr>
          <w:rStyle w:val="ecl-commentChar"/>
        </w:rPr>
        <w:t>// mime type</w:t>
      </w:r>
      <w:r>
        <w:rPr>
          <w:lang w:val="en-GB"/>
        </w:rPr>
        <w:tab/>
      </w:r>
    </w:p>
    <w:p w:rsidR="00012D47" w:rsidRPr="00CC613F" w:rsidRDefault="00012D47" w:rsidP="00012D47">
      <w:pPr>
        <w:pStyle w:val="eclipse"/>
        <w:ind w:firstLine="589"/>
        <w:rPr>
          <w:i/>
          <w:lang w:val="en-GB"/>
        </w:rPr>
      </w:pPr>
      <w:r w:rsidRPr="005A20AB">
        <w:rPr>
          <w:lang w:val="en-GB"/>
        </w:rPr>
        <w:t xml:space="preserve">0, </w:t>
      </w:r>
      <w:r>
        <w:rPr>
          <w:lang w:val="en-GB"/>
        </w:rPr>
        <w:tab/>
      </w:r>
      <w:r>
        <w:rPr>
          <w:lang w:val="en-GB"/>
        </w:rPr>
        <w:tab/>
      </w:r>
      <w:r w:rsidRPr="00FC7C32">
        <w:rPr>
          <w:rStyle w:val="ecl-commentChar"/>
        </w:rPr>
        <w:t>//</w:t>
      </w:r>
      <w:r>
        <w:rPr>
          <w:rStyle w:val="ecl-commentChar"/>
        </w:rPr>
        <w:t xml:space="preserve"> file size in bytes</w:t>
      </w:r>
    </w:p>
    <w:p w:rsidR="00012D47" w:rsidRDefault="00012D47" w:rsidP="00012D47">
      <w:pPr>
        <w:pStyle w:val="eclipse"/>
        <w:ind w:firstLine="589"/>
        <w:rPr>
          <w:lang w:val="en-GB"/>
        </w:rPr>
      </w:pPr>
      <w:proofErr w:type="gramStart"/>
      <w:r w:rsidRPr="005A20AB">
        <w:rPr>
          <w:lang w:val="en-GB"/>
        </w:rPr>
        <w:t>vDig</w:t>
      </w:r>
      <w:proofErr w:type="gramEnd"/>
      <w:r w:rsidRPr="005A20AB">
        <w:rPr>
          <w:lang w:val="en-GB"/>
        </w:rPr>
        <w:t xml:space="preserve">, </w:t>
      </w:r>
      <w:r>
        <w:rPr>
          <w:lang w:val="en-GB"/>
        </w:rPr>
        <w:tab/>
      </w:r>
      <w:r>
        <w:rPr>
          <w:lang w:val="en-GB"/>
        </w:rPr>
        <w:tab/>
      </w:r>
      <w:r w:rsidRPr="00FC7C32">
        <w:rPr>
          <w:rStyle w:val="ecl-commentChar"/>
        </w:rPr>
        <w:t>//</w:t>
      </w:r>
      <w:r>
        <w:rPr>
          <w:rStyle w:val="ecl-commentChar"/>
        </w:rPr>
        <w:t xml:space="preserve"> data file’s hash value</w:t>
      </w:r>
    </w:p>
    <w:p w:rsidR="00012D47" w:rsidRDefault="00012D47" w:rsidP="00012D47">
      <w:pPr>
        <w:pStyle w:val="eclipse"/>
        <w:ind w:firstLine="589"/>
        <w:rPr>
          <w:lang w:val="en-GB"/>
        </w:rPr>
      </w:pPr>
      <w:r w:rsidRPr="005A20AB">
        <w:rPr>
          <w:lang w:val="en-GB"/>
        </w:rPr>
        <w:t xml:space="preserve">0, </w:t>
      </w:r>
      <w:r>
        <w:rPr>
          <w:lang w:val="en-GB"/>
        </w:rPr>
        <w:tab/>
      </w:r>
      <w:r>
        <w:rPr>
          <w:lang w:val="en-GB"/>
        </w:rPr>
        <w:tab/>
      </w:r>
      <w:r w:rsidRPr="00FC7C32">
        <w:rPr>
          <w:rStyle w:val="ecl-commentChar"/>
        </w:rPr>
        <w:t>//</w:t>
      </w:r>
      <w:r>
        <w:rPr>
          <w:rStyle w:val="ecl-commentChar"/>
        </w:rPr>
        <w:t xml:space="preserve"> hash length</w:t>
      </w:r>
    </w:p>
    <w:p w:rsidR="00012D47" w:rsidRDefault="00012D47" w:rsidP="00012D47">
      <w:pPr>
        <w:pStyle w:val="eclipse"/>
        <w:ind w:firstLine="589"/>
        <w:rPr>
          <w:rStyle w:val="ecl-commentChar"/>
        </w:rPr>
      </w:pPr>
      <w:proofErr w:type="gramStart"/>
      <w:r w:rsidRPr="005A20AB">
        <w:rPr>
          <w:lang w:val="en-GB"/>
        </w:rPr>
        <w:t>dType</w:t>
      </w:r>
      <w:proofErr w:type="gramEnd"/>
      <w:r w:rsidRPr="005A20AB">
        <w:rPr>
          <w:lang w:val="en-GB"/>
        </w:rPr>
        <w:t>,</w:t>
      </w:r>
      <w:r w:rsidRPr="00FC7C32">
        <w:rPr>
          <w:rStyle w:val="ecl-commentChar"/>
        </w:rPr>
        <w:t xml:space="preserve"> </w:t>
      </w:r>
      <w:r>
        <w:rPr>
          <w:rStyle w:val="ecl-commentChar"/>
        </w:rPr>
        <w:tab/>
      </w:r>
      <w:r>
        <w:rPr>
          <w:rStyle w:val="ecl-commentChar"/>
        </w:rPr>
        <w:tab/>
        <w:t>// type of hash algorithm</w:t>
      </w:r>
    </w:p>
    <w:p w:rsidR="00012D47" w:rsidRDefault="00012D47" w:rsidP="00012D47">
      <w:pPr>
        <w:pStyle w:val="eclipse"/>
        <w:ind w:firstLine="589"/>
        <w:rPr>
          <w:rStyle w:val="ecl-commentChar"/>
        </w:rPr>
      </w:pPr>
      <w:proofErr w:type="gramStart"/>
      <w:r w:rsidRPr="005A20AB">
        <w:rPr>
          <w:lang w:val="en-GB"/>
        </w:rPr>
        <w:t>charset</w:t>
      </w:r>
      <w:proofErr w:type="gramEnd"/>
      <w:r w:rsidRPr="005A20AB">
        <w:rPr>
          <w:lang w:val="en-GB"/>
        </w:rPr>
        <w:t>,</w:t>
      </w:r>
      <w:r w:rsidRPr="00FC7C32">
        <w:rPr>
          <w:rStyle w:val="ecl-commentChar"/>
        </w:rPr>
        <w:t xml:space="preserve"> </w:t>
      </w:r>
      <w:r>
        <w:rPr>
          <w:rStyle w:val="ecl-commentChar"/>
        </w:rPr>
        <w:tab/>
        <w:t>// data file’s charset. UTF-8 encoding should be used</w:t>
      </w:r>
    </w:p>
    <w:p w:rsidR="00012D47" w:rsidRDefault="00012D47" w:rsidP="00012D47">
      <w:pPr>
        <w:pStyle w:val="eclipse"/>
        <w:ind w:firstLine="589"/>
        <w:rPr>
          <w:lang w:val="en-GB"/>
        </w:rPr>
      </w:pPr>
      <w:proofErr w:type="gramStart"/>
      <w:r w:rsidRPr="005A20AB">
        <w:rPr>
          <w:lang w:val="en-GB"/>
        </w:rPr>
        <w:t>pDf</w:t>
      </w:r>
      <w:proofErr w:type="gramEnd"/>
      <w:r w:rsidRPr="005A20AB">
        <w:rPr>
          <w:lang w:val="en-GB"/>
        </w:rPr>
        <w:t>);</w:t>
      </w:r>
      <w:r w:rsidRPr="00FC7C32">
        <w:rPr>
          <w:rStyle w:val="ecl-commentChar"/>
        </w:rPr>
        <w:t xml:space="preserve"> </w:t>
      </w:r>
      <w:r>
        <w:rPr>
          <w:rStyle w:val="ecl-commentChar"/>
        </w:rPr>
        <w:tab/>
      </w:r>
      <w:r w:rsidRPr="00FC7C32">
        <w:rPr>
          <w:rStyle w:val="ecl-commentChar"/>
        </w:rPr>
        <w:t>//</w:t>
      </w:r>
      <w:r>
        <w:rPr>
          <w:rStyle w:val="ecl-commentChar"/>
        </w:rPr>
        <w:t xml:space="preserve"> pointer to the data file</w:t>
      </w:r>
    </w:p>
    <w:p w:rsidR="006B6672" w:rsidRPr="00751DBB" w:rsidRDefault="00012D47" w:rsidP="006B6672">
      <w:pPr>
        <w:rPr>
          <w:lang w:val="en-GB"/>
        </w:rPr>
      </w:pPr>
      <w:r>
        <w:rPr>
          <w:lang w:val="en-GB"/>
        </w:rPr>
        <w:t>The second</w:t>
      </w:r>
      <w:r w:rsidRPr="00751DBB">
        <w:rPr>
          <w:lang w:val="en-GB"/>
        </w:rPr>
        <w:t xml:space="preserve"> parameter</w:t>
      </w:r>
      <w:r>
        <w:rPr>
          <w:lang w:val="en-GB"/>
        </w:rPr>
        <w:t xml:space="preserve"> of the function above</w:t>
      </w:r>
      <w:r w:rsidRPr="00751DBB">
        <w:rPr>
          <w:lang w:val="en-GB"/>
        </w:rPr>
        <w:t xml:space="preserve"> reflects how data files are embedded in the DigiDoc container. </w:t>
      </w:r>
      <w:r w:rsidR="006B6672">
        <w:rPr>
          <w:lang w:val="en-GB"/>
        </w:rPr>
        <w:t xml:space="preserve">Supported embedding option is </w:t>
      </w:r>
      <w:r w:rsidR="006B6672">
        <w:rPr>
          <w:rFonts w:ascii="Consolas" w:hAnsi="Consolas" w:cs="Consolas"/>
          <w:sz w:val="18"/>
          <w:szCs w:val="18"/>
          <w:lang w:val="en-GB"/>
        </w:rPr>
        <w:t>“</w:t>
      </w:r>
      <w:r w:rsidRPr="00751DBB">
        <w:rPr>
          <w:rFonts w:ascii="Consolas" w:hAnsi="Consolas" w:cs="Consolas"/>
          <w:sz w:val="18"/>
          <w:szCs w:val="18"/>
          <w:lang w:val="en-GB"/>
        </w:rPr>
        <w:t>CONTENT_EMBEDDED_BASE64</w:t>
      </w:r>
      <w:r w:rsidR="006B6672">
        <w:rPr>
          <w:rFonts w:ascii="Consolas" w:hAnsi="Consolas" w:cs="Consolas"/>
          <w:sz w:val="18"/>
          <w:szCs w:val="18"/>
          <w:lang w:val="en-GB"/>
        </w:rPr>
        <w:t>”</w:t>
      </w:r>
      <w:r w:rsidRPr="00751DBB">
        <w:rPr>
          <w:lang w:val="en-GB"/>
        </w:rPr>
        <w:t xml:space="preserve"> –</w:t>
      </w:r>
      <w:r w:rsidR="006B6672">
        <w:rPr>
          <w:lang w:val="en-GB"/>
        </w:rPr>
        <w:t xml:space="preserve"> c</w:t>
      </w:r>
      <w:r w:rsidRPr="00751DBB">
        <w:rPr>
          <w:lang w:val="en-GB"/>
        </w:rPr>
        <w:t>ontents of the data file are encoded using base64-encoding before merging it into DigiDoc container.</w:t>
      </w:r>
    </w:p>
    <w:p w:rsidR="00012D47" w:rsidRPr="00751DBB" w:rsidRDefault="00012D47" w:rsidP="00012D47">
      <w:pPr>
        <w:rPr>
          <w:lang w:val="en-GB"/>
        </w:rPr>
      </w:pPr>
      <w:r>
        <w:rPr>
          <w:lang w:val="en-GB"/>
        </w:rPr>
        <w:t>Third</w:t>
      </w:r>
      <w:r w:rsidRPr="00751DBB">
        <w:rPr>
          <w:lang w:val="en-GB"/>
        </w:rPr>
        <w:t xml:space="preserve"> parameter is a MIME type of the data file. For example </w:t>
      </w:r>
      <w:r>
        <w:rPr>
          <w:lang w:val="en-GB"/>
        </w:rPr>
        <w:t xml:space="preserve">“text/plain”, </w:t>
      </w:r>
      <w:r w:rsidRPr="00751DBB">
        <w:rPr>
          <w:lang w:val="en-GB"/>
        </w:rPr>
        <w:t xml:space="preserve">"application/msword” or “application/pdf”, depending on the type of the data </w:t>
      </w:r>
      <w:proofErr w:type="gramStart"/>
      <w:r w:rsidRPr="00751DBB">
        <w:rPr>
          <w:lang w:val="en-GB"/>
        </w:rPr>
        <w:t>file</w:t>
      </w:r>
      <w:proofErr w:type="gramEnd"/>
      <w:r w:rsidRPr="00751DBB">
        <w:rPr>
          <w:lang w:val="en-GB"/>
        </w:rPr>
        <w:t>.</w:t>
      </w:r>
    </w:p>
    <w:p w:rsidR="00012D47" w:rsidRPr="00751DBB" w:rsidRDefault="00012D47" w:rsidP="00012D47">
      <w:pPr>
        <w:rPr>
          <w:lang w:val="en-GB"/>
        </w:rPr>
      </w:pPr>
      <w:r w:rsidRPr="00751DBB">
        <w:rPr>
          <w:lang w:val="en-GB"/>
        </w:rPr>
        <w:t xml:space="preserve">In most cases, the next four parameters should be left to the library to determine. The parameters </w:t>
      </w:r>
      <w:r>
        <w:rPr>
          <w:lang w:val="en-GB"/>
        </w:rPr>
        <w:t>specify</w:t>
      </w:r>
      <w:r w:rsidRPr="00751DBB">
        <w:rPr>
          <w:lang w:val="en-GB"/>
        </w:rPr>
        <w:t>:</w:t>
      </w:r>
    </w:p>
    <w:p w:rsidR="00012D47" w:rsidRPr="00751DBB" w:rsidRDefault="00012D47" w:rsidP="00012D47">
      <w:pPr>
        <w:pStyle w:val="ListParagraph"/>
        <w:numPr>
          <w:ilvl w:val="0"/>
          <w:numId w:val="28"/>
        </w:numPr>
        <w:rPr>
          <w:lang w:val="en-GB"/>
        </w:rPr>
      </w:pPr>
      <w:r w:rsidRPr="00751DBB">
        <w:rPr>
          <w:lang w:val="en-GB"/>
        </w:rPr>
        <w:t xml:space="preserve">size of the </w:t>
      </w:r>
      <w:r w:rsidR="003D0162">
        <w:rPr>
          <w:lang w:val="en-GB"/>
        </w:rPr>
        <w:t>data</w:t>
      </w:r>
      <w:r w:rsidRPr="00751DBB">
        <w:rPr>
          <w:lang w:val="en-GB"/>
        </w:rPr>
        <w:t xml:space="preserve"> file in bytes,</w:t>
      </w:r>
    </w:p>
    <w:p w:rsidR="00012D47" w:rsidRPr="00751DBB" w:rsidRDefault="00012D47" w:rsidP="00012D47">
      <w:pPr>
        <w:pStyle w:val="ListParagraph"/>
        <w:numPr>
          <w:ilvl w:val="0"/>
          <w:numId w:val="28"/>
        </w:numPr>
        <w:rPr>
          <w:lang w:val="en-GB"/>
        </w:rPr>
      </w:pPr>
      <w:r w:rsidRPr="00751DBB">
        <w:rPr>
          <w:lang w:val="en-GB"/>
        </w:rPr>
        <w:t xml:space="preserve">hash of the </w:t>
      </w:r>
      <w:r w:rsidR="003D0162">
        <w:rPr>
          <w:lang w:val="en-GB"/>
        </w:rPr>
        <w:t>data</w:t>
      </w:r>
      <w:r w:rsidRPr="00751DBB">
        <w:rPr>
          <w:lang w:val="en-GB"/>
        </w:rPr>
        <w:t xml:space="preserve"> file,</w:t>
      </w:r>
    </w:p>
    <w:p w:rsidR="00012D47" w:rsidRPr="00751DBB" w:rsidRDefault="00012D47" w:rsidP="00012D47">
      <w:pPr>
        <w:pStyle w:val="ListParagraph"/>
        <w:numPr>
          <w:ilvl w:val="0"/>
          <w:numId w:val="28"/>
        </w:numPr>
        <w:rPr>
          <w:lang w:val="en-GB"/>
        </w:rPr>
      </w:pPr>
      <w:r w:rsidRPr="00751DBB">
        <w:rPr>
          <w:lang w:val="en-GB"/>
        </w:rPr>
        <w:t xml:space="preserve">size of the hash of the </w:t>
      </w:r>
      <w:r w:rsidR="003D0162">
        <w:rPr>
          <w:lang w:val="en-GB"/>
        </w:rPr>
        <w:t>data</w:t>
      </w:r>
      <w:r w:rsidRPr="00751DBB">
        <w:rPr>
          <w:lang w:val="en-GB"/>
        </w:rPr>
        <w:t xml:space="preserve"> file,</w:t>
      </w:r>
    </w:p>
    <w:p w:rsidR="00012D47" w:rsidRPr="00751DBB" w:rsidRDefault="00012D47" w:rsidP="00012D47">
      <w:pPr>
        <w:pStyle w:val="ListParagraph"/>
        <w:numPr>
          <w:ilvl w:val="0"/>
          <w:numId w:val="28"/>
        </w:numPr>
        <w:rPr>
          <w:lang w:val="en-GB"/>
        </w:rPr>
      </w:pPr>
      <w:proofErr w:type="gramStart"/>
      <w:r w:rsidRPr="00751DBB">
        <w:rPr>
          <w:lang w:val="en-GB"/>
        </w:rPr>
        <w:t>type</w:t>
      </w:r>
      <w:proofErr w:type="gramEnd"/>
      <w:r w:rsidRPr="00751DBB">
        <w:rPr>
          <w:lang w:val="en-GB"/>
        </w:rPr>
        <w:t xml:space="preserve"> of hash algorithm (only </w:t>
      </w:r>
      <w:r>
        <w:rPr>
          <w:lang w:val="en-GB"/>
        </w:rPr>
        <w:t>SHA-</w:t>
      </w:r>
      <w:r w:rsidRPr="00751DBB">
        <w:rPr>
          <w:lang w:val="en-GB"/>
        </w:rPr>
        <w:t>1 is supported).</w:t>
      </w:r>
    </w:p>
    <w:p w:rsidR="00012D47" w:rsidRPr="00751DBB" w:rsidRDefault="00012D47" w:rsidP="00012D47">
      <w:pPr>
        <w:rPr>
          <w:lang w:val="en-GB"/>
        </w:rPr>
      </w:pPr>
      <w:r w:rsidRPr="00751DBB">
        <w:rPr>
          <w:lang w:val="en-GB"/>
        </w:rPr>
        <w:t>To calculate the values of these four parameters, do as follows:</w:t>
      </w:r>
    </w:p>
    <w:p w:rsidR="00012D47" w:rsidRDefault="00012D47" w:rsidP="00012D47">
      <w:pPr>
        <w:pStyle w:val="ecl-comment"/>
        <w:rPr>
          <w:lang w:val="en-GB"/>
        </w:rPr>
      </w:pPr>
      <w:r>
        <w:rPr>
          <w:lang w:val="en-GB"/>
        </w:rPr>
        <w:t>// Get the data file’s identifier as BSTR</w:t>
      </w:r>
    </w:p>
    <w:p w:rsidR="003D0162" w:rsidRDefault="00012D47" w:rsidP="003D0162">
      <w:pPr>
        <w:pStyle w:val="eclipse"/>
        <w:rPr>
          <w:lang w:val="en-GB"/>
        </w:rPr>
      </w:pPr>
      <w:r>
        <w:rPr>
          <w:lang w:val="en-GB"/>
        </w:rPr>
        <w:t>BSTR bstr;</w:t>
      </w:r>
    </w:p>
    <w:p w:rsidR="00012D47" w:rsidRDefault="00012D47" w:rsidP="003D0162">
      <w:pPr>
        <w:pStyle w:val="eclipse"/>
        <w:rPr>
          <w:lang w:val="en-GB"/>
        </w:rPr>
      </w:pPr>
      <w:proofErr w:type="gramStart"/>
      <w:r w:rsidRPr="00801CFF">
        <w:rPr>
          <w:lang w:val="en-GB"/>
        </w:rPr>
        <w:t>hr</w:t>
      </w:r>
      <w:proofErr w:type="gramEnd"/>
      <w:r w:rsidRPr="00801CFF">
        <w:rPr>
          <w:lang w:val="en-GB"/>
        </w:rPr>
        <w:t xml:space="preserve"> = pDf-&gt;get_szId(&amp;bstr);</w:t>
      </w:r>
    </w:p>
    <w:p w:rsidR="00012D47" w:rsidRDefault="00012D47" w:rsidP="00012D47">
      <w:pPr>
        <w:pStyle w:val="eclipse"/>
        <w:rPr>
          <w:lang w:val="en-GB"/>
        </w:rPr>
      </w:pPr>
      <w:r>
        <w:rPr>
          <w:lang w:val="en-GB"/>
        </w:rPr>
        <w:t xml:space="preserve">BSTR id = </w:t>
      </w:r>
      <w:r w:rsidRPr="008A1489">
        <w:rPr>
          <w:lang w:val="en-GB"/>
        </w:rPr>
        <w:t>_com_util::</w:t>
      </w:r>
      <w:proofErr w:type="gramStart"/>
      <w:r w:rsidRPr="008A1489">
        <w:rPr>
          <w:lang w:val="en-GB"/>
        </w:rPr>
        <w:t>ConvertBSTRToString(</w:t>
      </w:r>
      <w:proofErr w:type="gramEnd"/>
      <w:r w:rsidRPr="008A1489">
        <w:rPr>
          <w:lang w:val="en-GB"/>
        </w:rPr>
        <w:t>bstr);</w:t>
      </w:r>
    </w:p>
    <w:p w:rsidR="00012D47" w:rsidRDefault="00012D47" w:rsidP="00012D47">
      <w:pPr>
        <w:pStyle w:val="ecl-comment"/>
        <w:rPr>
          <w:lang w:val="en-GB"/>
        </w:rPr>
      </w:pPr>
      <w:r>
        <w:rPr>
          <w:lang w:val="en-GB"/>
        </w:rPr>
        <w:t xml:space="preserve">// </w:t>
      </w:r>
      <w:proofErr w:type="gramStart"/>
      <w:r>
        <w:rPr>
          <w:lang w:val="en-GB"/>
        </w:rPr>
        <w:t>Calculate</w:t>
      </w:r>
      <w:proofErr w:type="gramEnd"/>
      <w:r>
        <w:rPr>
          <w:lang w:val="en-GB"/>
        </w:rPr>
        <w:t xml:space="preserve"> the parameter values</w:t>
      </w:r>
    </w:p>
    <w:p w:rsidR="00012D47" w:rsidRDefault="00012D47" w:rsidP="00012D47">
      <w:pPr>
        <w:pStyle w:val="eclipse"/>
        <w:rPr>
          <w:lang w:val="en-GB"/>
        </w:rPr>
      </w:pPr>
      <w:proofErr w:type="gramStart"/>
      <w:r w:rsidRPr="004E5FA0">
        <w:rPr>
          <w:lang w:val="en-GB"/>
        </w:rPr>
        <w:t>hr</w:t>
      </w:r>
      <w:proofErr w:type="gramEnd"/>
      <w:r w:rsidRPr="004E5FA0">
        <w:rPr>
          <w:lang w:val="en-GB"/>
        </w:rPr>
        <w:t xml:space="preserve"> = g_pSigDoc-&gt;calculateDataFileSizeAndDigest(id, </w:t>
      </w:r>
      <w:r w:rsidRPr="008A1489">
        <w:rPr>
          <w:rStyle w:val="ecl-commentChar"/>
        </w:rPr>
        <w:t>// data file’s id</w:t>
      </w:r>
    </w:p>
    <w:p w:rsidR="00012D47" w:rsidRDefault="00012D47" w:rsidP="00012D47">
      <w:pPr>
        <w:pStyle w:val="eclipse"/>
        <w:ind w:firstLine="589"/>
        <w:rPr>
          <w:lang w:val="en-GB"/>
        </w:rPr>
      </w:pPr>
      <w:proofErr w:type="gramStart"/>
      <w:r w:rsidRPr="004E5FA0">
        <w:rPr>
          <w:lang w:val="en-GB"/>
        </w:rPr>
        <w:t>fname</w:t>
      </w:r>
      <w:proofErr w:type="gramEnd"/>
      <w:r w:rsidRPr="004E5FA0">
        <w:rPr>
          <w:lang w:val="en-GB"/>
        </w:rPr>
        <w:t xml:space="preserve">, </w:t>
      </w:r>
      <w:r w:rsidRPr="008A1489">
        <w:rPr>
          <w:rStyle w:val="ecl-commentChar"/>
        </w:rPr>
        <w:t>// data file’s name</w:t>
      </w:r>
    </w:p>
    <w:p w:rsidR="00012D47" w:rsidRDefault="00012D47" w:rsidP="00012D47">
      <w:pPr>
        <w:pStyle w:val="eclipse"/>
        <w:ind w:firstLine="589"/>
        <w:rPr>
          <w:lang w:val="en-GB"/>
        </w:rPr>
      </w:pPr>
      <w:r w:rsidRPr="004E5FA0">
        <w:rPr>
          <w:lang w:val="en-GB"/>
        </w:rPr>
        <w:t>0);</w:t>
      </w:r>
      <w:r>
        <w:rPr>
          <w:lang w:val="en-GB"/>
        </w:rPr>
        <w:t xml:space="preserve"> </w:t>
      </w:r>
      <w:r w:rsidRPr="008A1489">
        <w:rPr>
          <w:rStyle w:val="ecl-commentChar"/>
        </w:rPr>
        <w:t>// hash type. SHA-1 will be used automatically</w:t>
      </w:r>
    </w:p>
    <w:p w:rsidR="00012D47" w:rsidRDefault="00012D47" w:rsidP="00012D47">
      <w:pPr>
        <w:pStyle w:val="ecl-comment"/>
        <w:rPr>
          <w:lang w:val="en-GB"/>
        </w:rPr>
      </w:pPr>
      <w:r>
        <w:rPr>
          <w:lang w:val="en-GB"/>
        </w:rPr>
        <w:t xml:space="preserve">// </w:t>
      </w:r>
      <w:proofErr w:type="gramStart"/>
      <w:r>
        <w:rPr>
          <w:lang w:val="en-GB"/>
        </w:rPr>
        <w:t>Finally</w:t>
      </w:r>
      <w:proofErr w:type="gramEnd"/>
      <w:r>
        <w:rPr>
          <w:lang w:val="en-GB"/>
        </w:rPr>
        <w:t xml:space="preserve">, release the interface pointer </w:t>
      </w:r>
    </w:p>
    <w:p w:rsidR="00012D47" w:rsidRPr="00751DBB" w:rsidRDefault="00012D47" w:rsidP="00012D47">
      <w:pPr>
        <w:pStyle w:val="eclipse"/>
        <w:rPr>
          <w:lang w:val="en-GB"/>
        </w:rPr>
      </w:pPr>
      <w:proofErr w:type="gramStart"/>
      <w:r w:rsidRPr="006D5C7E">
        <w:rPr>
          <w:lang w:val="en-GB"/>
        </w:rPr>
        <w:t>pDf</w:t>
      </w:r>
      <w:proofErr w:type="gramEnd"/>
      <w:r w:rsidRPr="006D5C7E">
        <w:rPr>
          <w:lang w:val="en-GB"/>
        </w:rPr>
        <w:t>-&gt;Release();</w:t>
      </w:r>
    </w:p>
    <w:p w:rsidR="00012D47" w:rsidRPr="00751DBB" w:rsidRDefault="00012D47" w:rsidP="00012D47">
      <w:pPr>
        <w:pStyle w:val="Pealkiri21"/>
        <w:rPr>
          <w:lang w:val="en-GB"/>
        </w:rPr>
      </w:pPr>
      <w:bookmarkStart w:id="32" w:name="_Toc345343803"/>
      <w:bookmarkStart w:id="33" w:name="_Toc346288029"/>
      <w:r w:rsidRPr="00751DBB">
        <w:rPr>
          <w:lang w:val="en-GB"/>
        </w:rPr>
        <w:t>Adding signatures</w:t>
      </w:r>
      <w:bookmarkEnd w:id="32"/>
      <w:bookmarkEnd w:id="33"/>
    </w:p>
    <w:p w:rsidR="00BE35F2" w:rsidRPr="00E25F0F" w:rsidRDefault="00012D47" w:rsidP="00BE35F2">
      <w:pPr>
        <w:rPr>
          <w:lang w:val="en-GB"/>
        </w:rPr>
      </w:pPr>
      <w:r w:rsidRPr="00751DBB">
        <w:rPr>
          <w:lang w:val="en-GB"/>
        </w:rPr>
        <w:t xml:space="preserve">You can sign </w:t>
      </w:r>
      <w:r w:rsidR="00E31680">
        <w:rPr>
          <w:lang w:val="en-GB"/>
        </w:rPr>
        <w:t>with a smart card (e.g. Estonian ID card).</w:t>
      </w:r>
      <w:r w:rsidR="00E25F0F">
        <w:rPr>
          <w:lang w:val="en-GB"/>
        </w:rPr>
        <w:t xml:space="preserve"> </w:t>
      </w:r>
    </w:p>
    <w:p w:rsidR="00FA5138" w:rsidRDefault="00FA5138" w:rsidP="00012D47">
      <w:pPr>
        <w:rPr>
          <w:lang w:val="en-GB"/>
        </w:rPr>
      </w:pPr>
      <w:r w:rsidRPr="00907680">
        <w:rPr>
          <w:b/>
          <w:lang w:val="en-GB"/>
        </w:rPr>
        <w:t>Note</w:t>
      </w:r>
      <w:r w:rsidRPr="00907680">
        <w:rPr>
          <w:lang w:val="en-GB"/>
        </w:rPr>
        <w:t>: the functionality of adding signatures is no longer supported in case of older DigiDoc file formats SK-XML, DIGIDOC-XML 1.1 and DIGIDOC-XML 1.2.</w:t>
      </w:r>
    </w:p>
    <w:p w:rsidR="00012D47" w:rsidRPr="00751DBB" w:rsidRDefault="00012D47" w:rsidP="00012D47">
      <w:pPr>
        <w:rPr>
          <w:lang w:val="en-GB"/>
        </w:rPr>
      </w:pPr>
      <w:r>
        <w:rPr>
          <w:lang w:val="en-GB"/>
        </w:rPr>
        <w:lastRenderedPageBreak/>
        <w:t>Com</w:t>
      </w:r>
      <w:r w:rsidRPr="00751DBB">
        <w:rPr>
          <w:lang w:val="en-GB"/>
        </w:rPr>
        <w:t xml:space="preserve">SignatureInfo </w:t>
      </w:r>
      <w:r>
        <w:rPr>
          <w:lang w:val="en-GB"/>
        </w:rPr>
        <w:t>object</w:t>
      </w:r>
      <w:r w:rsidRPr="00751DBB">
        <w:rPr>
          <w:lang w:val="en-GB"/>
        </w:rPr>
        <w:t xml:space="preserve"> is needed to incorporate the necessary information about the signature before it can be created</w:t>
      </w:r>
      <w:r>
        <w:rPr>
          <w:lang w:val="en-GB"/>
        </w:rPr>
        <w:t>. Create an instance of the object as follows:</w:t>
      </w:r>
    </w:p>
    <w:p w:rsidR="00012D47" w:rsidRDefault="00012D47" w:rsidP="00012D47">
      <w:pPr>
        <w:pStyle w:val="eclipse"/>
        <w:pBdr>
          <w:bottom w:val="single" w:sz="4" w:space="2" w:color="auto"/>
        </w:pBdr>
        <w:spacing w:before="0"/>
        <w:rPr>
          <w:lang w:val="en-GB"/>
        </w:rPr>
      </w:pPr>
      <w:r w:rsidRPr="00A263FF">
        <w:rPr>
          <w:lang w:val="en-GB"/>
        </w:rPr>
        <w:t>IComSignatureInfo* pSig = NULL;</w:t>
      </w:r>
    </w:p>
    <w:p w:rsidR="00012D47" w:rsidRDefault="00012D47" w:rsidP="00012D47">
      <w:pPr>
        <w:pStyle w:val="eclipse"/>
        <w:pBdr>
          <w:bottom w:val="single" w:sz="4" w:space="2" w:color="auto"/>
        </w:pBdr>
        <w:spacing w:before="0"/>
        <w:rPr>
          <w:lang w:val="en-GB"/>
        </w:rPr>
      </w:pPr>
    </w:p>
    <w:p w:rsidR="00012D47" w:rsidRPr="009B105D" w:rsidRDefault="00012D47" w:rsidP="00012D47">
      <w:pPr>
        <w:pStyle w:val="eclipse"/>
        <w:pBdr>
          <w:bottom w:val="single" w:sz="4" w:space="2" w:color="auto"/>
        </w:pBdr>
        <w:rPr>
          <w:lang w:val="en-GB"/>
        </w:rPr>
      </w:pPr>
      <w:proofErr w:type="gramStart"/>
      <w:r w:rsidRPr="009B105D">
        <w:rPr>
          <w:lang w:val="en-GB"/>
        </w:rPr>
        <w:t>hr</w:t>
      </w:r>
      <w:proofErr w:type="gramEnd"/>
      <w:r w:rsidRPr="009B105D">
        <w:rPr>
          <w:lang w:val="en-GB"/>
        </w:rPr>
        <w:t xml:space="preserve"> = CLSIDFromProgID(OLESTR(</w:t>
      </w:r>
      <w:r w:rsidRPr="009B105D">
        <w:rPr>
          <w:rStyle w:val="Ecl-paramChar"/>
          <w:lang w:val="en-GB"/>
        </w:rPr>
        <w:t>"DigiDocLibCOM.ComSignatureInfo"</w:t>
      </w:r>
      <w:r w:rsidRPr="009B105D">
        <w:rPr>
          <w:lang w:val="en-GB"/>
        </w:rPr>
        <w:t>), &amp;g_clsid);</w:t>
      </w:r>
    </w:p>
    <w:p w:rsidR="00012D47" w:rsidRPr="009B105D" w:rsidRDefault="00012D47" w:rsidP="00012D47">
      <w:pPr>
        <w:pStyle w:val="eclipse"/>
        <w:pBdr>
          <w:bottom w:val="single" w:sz="4" w:space="2" w:color="auto"/>
        </w:pBdr>
        <w:rPr>
          <w:lang w:val="en-GB"/>
        </w:rPr>
      </w:pPr>
      <w:proofErr w:type="gramStart"/>
      <w:r w:rsidRPr="009B105D">
        <w:rPr>
          <w:lang w:val="en-GB"/>
        </w:rPr>
        <w:t>hr</w:t>
      </w:r>
      <w:proofErr w:type="gramEnd"/>
      <w:r w:rsidRPr="009B105D">
        <w:rPr>
          <w:lang w:val="en-GB"/>
        </w:rPr>
        <w:t xml:space="preserve"> = CoCreateInstance(g_clsid, NULL, CLSCTX_INPROC_SERVER,  </w:t>
      </w:r>
    </w:p>
    <w:p w:rsidR="00012D47" w:rsidRDefault="00012D47" w:rsidP="00012D47">
      <w:pPr>
        <w:pStyle w:val="eclipse"/>
        <w:pBdr>
          <w:bottom w:val="single" w:sz="4" w:space="2" w:color="auto"/>
        </w:pBdr>
        <w:spacing w:before="0"/>
        <w:ind w:firstLine="589"/>
        <w:rPr>
          <w:lang w:val="en-GB"/>
        </w:rPr>
      </w:pPr>
      <w:r w:rsidRPr="009B105D">
        <w:rPr>
          <w:lang w:val="en-GB"/>
        </w:rPr>
        <w:t>__</w:t>
      </w:r>
      <w:proofErr w:type="gramStart"/>
      <w:r w:rsidRPr="009B105D">
        <w:rPr>
          <w:lang w:val="en-GB"/>
        </w:rPr>
        <w:t>uuidof(</w:t>
      </w:r>
      <w:proofErr w:type="gramEnd"/>
      <w:r w:rsidRPr="009B105D">
        <w:rPr>
          <w:lang w:val="en-GB"/>
        </w:rPr>
        <w:t>IComSignatureInfo), (LPVOID *)&amp;pSig);</w:t>
      </w:r>
    </w:p>
    <w:p w:rsidR="00012D47" w:rsidRDefault="00012D47" w:rsidP="00012D47">
      <w:pPr>
        <w:pStyle w:val="eclipse"/>
        <w:pBdr>
          <w:bottom w:val="single" w:sz="4" w:space="2" w:color="auto"/>
        </w:pBdr>
        <w:spacing w:before="0"/>
        <w:ind w:firstLine="589"/>
        <w:rPr>
          <w:lang w:val="en-GB"/>
        </w:rPr>
      </w:pPr>
    </w:p>
    <w:p w:rsidR="00012D47" w:rsidRPr="00751DBB" w:rsidRDefault="00012D47" w:rsidP="00012D47">
      <w:pPr>
        <w:pStyle w:val="eclipse"/>
        <w:pBdr>
          <w:bottom w:val="single" w:sz="4" w:space="2" w:color="auto"/>
        </w:pBdr>
        <w:spacing w:before="0"/>
        <w:rPr>
          <w:lang w:val="en-GB"/>
        </w:rPr>
      </w:pPr>
      <w:proofErr w:type="gramStart"/>
      <w:r w:rsidRPr="006C296B">
        <w:rPr>
          <w:lang w:val="en-GB"/>
        </w:rPr>
        <w:t>hr</w:t>
      </w:r>
      <w:proofErr w:type="gramEnd"/>
      <w:r w:rsidRPr="006C296B">
        <w:rPr>
          <w:lang w:val="en-GB"/>
        </w:rPr>
        <w:t xml:space="preserve"> = g_pSigDoc-&gt;createSignatureInfo(pSig);</w:t>
      </w:r>
    </w:p>
    <w:p w:rsidR="00012D47" w:rsidRPr="00751DBB" w:rsidRDefault="00012D47" w:rsidP="00012D47">
      <w:pPr>
        <w:rPr>
          <w:lang w:val="en-GB"/>
        </w:rPr>
      </w:pPr>
      <w:r>
        <w:rPr>
          <w:lang w:val="en-GB"/>
        </w:rPr>
        <w:t xml:space="preserve">The </w:t>
      </w:r>
      <w:proofErr w:type="gramStart"/>
      <w:r>
        <w:rPr>
          <w:lang w:val="en-GB"/>
        </w:rPr>
        <w:t>IComSignedDoc.createSignatureInfo(</w:t>
      </w:r>
      <w:proofErr w:type="gramEnd"/>
      <w:r>
        <w:rPr>
          <w:lang w:val="en-GB"/>
        </w:rPr>
        <w:t xml:space="preserve">) function creates an ‘empty’ signature to which any relevant data can now be added. Call the function </w:t>
      </w:r>
      <w:proofErr w:type="gramStart"/>
      <w:r>
        <w:rPr>
          <w:lang w:val="en-GB"/>
        </w:rPr>
        <w:t>IComSignedDoc.</w:t>
      </w:r>
      <w:r w:rsidRPr="00375DF2">
        <w:rPr>
          <w:lang w:val="en-GB"/>
        </w:rPr>
        <w:t>addAllDocInfos</w:t>
      </w:r>
      <w:r>
        <w:rPr>
          <w:lang w:val="en-GB"/>
        </w:rPr>
        <w:t>(</w:t>
      </w:r>
      <w:proofErr w:type="gramEnd"/>
      <w:r>
        <w:rPr>
          <w:lang w:val="en-GB"/>
        </w:rPr>
        <w:t>) to add all of the DigiDoc container’s data files to the signature object:</w:t>
      </w:r>
    </w:p>
    <w:p w:rsidR="00012D47" w:rsidRDefault="00012D47" w:rsidP="00012D47">
      <w:pPr>
        <w:pStyle w:val="eclipse"/>
        <w:rPr>
          <w:lang w:val="en-GB"/>
        </w:rPr>
      </w:pPr>
      <w:r w:rsidRPr="00375DF2">
        <w:rPr>
          <w:lang w:val="en-GB"/>
        </w:rPr>
        <w:t>g_pSigDoc-&gt;</w:t>
      </w:r>
      <w:proofErr w:type="gramStart"/>
      <w:r w:rsidRPr="00375DF2">
        <w:rPr>
          <w:lang w:val="en-GB"/>
        </w:rPr>
        <w:t>addAllDocInfos(</w:t>
      </w:r>
      <w:proofErr w:type="gramEnd"/>
      <w:r w:rsidRPr="00375DF2">
        <w:rPr>
          <w:lang w:val="en-GB"/>
        </w:rPr>
        <w:t>pSig);</w:t>
      </w:r>
    </w:p>
    <w:p w:rsidR="00012D47" w:rsidRDefault="00012D47" w:rsidP="00012D47">
      <w:pPr>
        <w:rPr>
          <w:lang w:val="en-GB"/>
        </w:rPr>
      </w:pPr>
      <w:r>
        <w:rPr>
          <w:lang w:val="en-GB"/>
        </w:rPr>
        <w:t>Optionally, you can add meta-data of the signer by using the following functions:</w:t>
      </w:r>
    </w:p>
    <w:p w:rsidR="00012D47" w:rsidRDefault="00012D47" w:rsidP="00012D47">
      <w:pPr>
        <w:pStyle w:val="eclipse"/>
        <w:tabs>
          <w:tab w:val="center" w:pos="4535"/>
        </w:tabs>
        <w:rPr>
          <w:lang w:val="en-GB"/>
        </w:rPr>
      </w:pPr>
      <w:proofErr w:type="gramStart"/>
      <w:r>
        <w:rPr>
          <w:lang w:val="en-GB"/>
        </w:rPr>
        <w:t>IComSignatureInfo.</w:t>
      </w:r>
      <w:r w:rsidRPr="006C296B">
        <w:rPr>
          <w:lang w:val="en-GB"/>
        </w:rPr>
        <w:t>addSignerRole(</w:t>
      </w:r>
      <w:proofErr w:type="gramEnd"/>
      <w:r>
        <w:rPr>
          <w:lang w:val="en-GB"/>
        </w:rPr>
        <w:t xml:space="preserve">VARIANT </w:t>
      </w:r>
      <w:r w:rsidRPr="006C296B">
        <w:rPr>
          <w:lang w:val="en-GB"/>
        </w:rPr>
        <w:t xml:space="preserve">tfCertified, </w:t>
      </w:r>
      <w:r>
        <w:rPr>
          <w:lang w:val="en-GB"/>
        </w:rPr>
        <w:t xml:space="preserve">BSTR </w:t>
      </w:r>
      <w:r w:rsidRPr="006C296B">
        <w:rPr>
          <w:lang w:val="en-GB"/>
        </w:rPr>
        <w:t xml:space="preserve">bRole, </w:t>
      </w:r>
      <w:r>
        <w:rPr>
          <w:lang w:val="en-GB"/>
        </w:rPr>
        <w:t xml:space="preserve">VARIANT </w:t>
      </w:r>
    </w:p>
    <w:p w:rsidR="00012D47" w:rsidRDefault="00012D47" w:rsidP="00012D47">
      <w:pPr>
        <w:pStyle w:val="eclipse"/>
        <w:tabs>
          <w:tab w:val="center" w:pos="4535"/>
        </w:tabs>
        <w:rPr>
          <w:lang w:val="en-GB"/>
        </w:rPr>
      </w:pPr>
      <w:proofErr w:type="gramStart"/>
      <w:r w:rsidRPr="006C296B">
        <w:rPr>
          <w:lang w:val="en-GB"/>
        </w:rPr>
        <w:t>tfEncode</w:t>
      </w:r>
      <w:proofErr w:type="gramEnd"/>
      <w:r w:rsidRPr="006C296B">
        <w:rPr>
          <w:lang w:val="en-GB"/>
        </w:rPr>
        <w:t>);</w:t>
      </w:r>
    </w:p>
    <w:p w:rsidR="00012D47" w:rsidRDefault="00012D47" w:rsidP="00012D47">
      <w:pPr>
        <w:pStyle w:val="eclipse"/>
        <w:rPr>
          <w:lang w:val="en-GB"/>
        </w:rPr>
      </w:pPr>
      <w:proofErr w:type="gramStart"/>
      <w:r>
        <w:rPr>
          <w:lang w:val="en-GB"/>
        </w:rPr>
        <w:t>IComSignatureInfo.</w:t>
      </w:r>
      <w:r w:rsidRPr="001C3654">
        <w:rPr>
          <w:lang w:val="en-GB"/>
        </w:rPr>
        <w:t>setSignatureProductionPlace(</w:t>
      </w:r>
      <w:proofErr w:type="gramEnd"/>
      <w:r>
        <w:rPr>
          <w:lang w:val="en-GB"/>
        </w:rPr>
        <w:t xml:space="preserve">BSTR </w:t>
      </w:r>
      <w:r w:rsidRPr="001C3654">
        <w:rPr>
          <w:lang w:val="en-GB"/>
        </w:rPr>
        <w:t xml:space="preserve">bCity, </w:t>
      </w:r>
      <w:r>
        <w:rPr>
          <w:lang w:val="en-GB"/>
        </w:rPr>
        <w:t xml:space="preserve">BSTR </w:t>
      </w:r>
      <w:r w:rsidRPr="001C3654">
        <w:rPr>
          <w:lang w:val="en-GB"/>
        </w:rPr>
        <w:t xml:space="preserve">bState, </w:t>
      </w:r>
    </w:p>
    <w:p w:rsidR="00012D47" w:rsidRDefault="00012D47" w:rsidP="00012D47">
      <w:pPr>
        <w:pStyle w:val="eclipse"/>
        <w:rPr>
          <w:lang w:val="en-GB"/>
        </w:rPr>
      </w:pPr>
      <w:r>
        <w:rPr>
          <w:lang w:val="en-GB"/>
        </w:rPr>
        <w:tab/>
        <w:t xml:space="preserve">BSTR </w:t>
      </w:r>
      <w:r w:rsidRPr="001C3654">
        <w:rPr>
          <w:lang w:val="en-GB"/>
        </w:rPr>
        <w:t xml:space="preserve">bZip, </w:t>
      </w:r>
      <w:r>
        <w:rPr>
          <w:lang w:val="en-GB"/>
        </w:rPr>
        <w:t xml:space="preserve">BSTR </w:t>
      </w:r>
      <w:r w:rsidRPr="001C3654">
        <w:rPr>
          <w:lang w:val="en-GB"/>
        </w:rPr>
        <w:t>bCountry);</w:t>
      </w:r>
    </w:p>
    <w:p w:rsidR="00012D47" w:rsidRDefault="00012D47" w:rsidP="00012D47">
      <w:pPr>
        <w:rPr>
          <w:lang w:val="en-GB"/>
        </w:rPr>
      </w:pPr>
      <w:r>
        <w:rPr>
          <w:lang w:val="en-GB"/>
        </w:rPr>
        <w:t>Calculate the signature as follows:</w:t>
      </w:r>
    </w:p>
    <w:p w:rsidR="00012D47" w:rsidRDefault="00012D47" w:rsidP="00012D47">
      <w:pPr>
        <w:pStyle w:val="eclipse"/>
        <w:rPr>
          <w:lang w:val="en-GB"/>
        </w:rPr>
      </w:pPr>
      <w:proofErr w:type="gramStart"/>
      <w:r w:rsidRPr="00DC0E01">
        <w:rPr>
          <w:lang w:val="en-GB"/>
        </w:rPr>
        <w:t>long</w:t>
      </w:r>
      <w:proofErr w:type="gramEnd"/>
      <w:r w:rsidRPr="00DC0E01">
        <w:rPr>
          <w:lang w:val="en-GB"/>
        </w:rPr>
        <w:t xml:space="preserve"> lErr = 0;</w:t>
      </w:r>
    </w:p>
    <w:p w:rsidR="00012D47" w:rsidRDefault="00012D47" w:rsidP="00012D47">
      <w:pPr>
        <w:pStyle w:val="eclipse"/>
        <w:rPr>
          <w:lang w:val="en-GB"/>
        </w:rPr>
      </w:pPr>
      <w:proofErr w:type="gramStart"/>
      <w:r w:rsidRPr="00375DF2">
        <w:rPr>
          <w:lang w:val="en-GB"/>
        </w:rPr>
        <w:t>pSig</w:t>
      </w:r>
      <w:proofErr w:type="gramEnd"/>
      <w:r w:rsidRPr="00375DF2">
        <w:rPr>
          <w:lang w:val="en-GB"/>
        </w:rPr>
        <w:t>-&gt;</w:t>
      </w:r>
      <w:r w:rsidRPr="00E87C50">
        <w:t>calculateSignatureWithCSPEstID</w:t>
      </w:r>
      <w:r w:rsidRPr="00375DF2">
        <w:rPr>
          <w:lang w:val="en-GB"/>
        </w:rPr>
        <w:t xml:space="preserve">(g_pSigDoc, </w:t>
      </w:r>
      <w:r w:rsidRPr="001C3654">
        <w:rPr>
          <w:rStyle w:val="ecl-commentChar"/>
        </w:rPr>
        <w:t>// ComSignedDoc object</w:t>
      </w:r>
      <w:r>
        <w:rPr>
          <w:lang w:val="en-GB"/>
        </w:rPr>
        <w:t xml:space="preserve"> </w:t>
      </w:r>
    </w:p>
    <w:p w:rsidR="00012D47" w:rsidRDefault="00012D47" w:rsidP="00012D47">
      <w:pPr>
        <w:pStyle w:val="eclipse"/>
        <w:ind w:firstLine="589"/>
        <w:rPr>
          <w:lang w:val="en-GB"/>
        </w:rPr>
      </w:pPr>
      <w:r w:rsidRPr="00375DF2">
        <w:rPr>
          <w:lang w:val="en-GB"/>
        </w:rPr>
        <w:t xml:space="preserve">0, </w:t>
      </w:r>
    </w:p>
    <w:p w:rsidR="00012D47" w:rsidRDefault="00012D47" w:rsidP="00012D47">
      <w:pPr>
        <w:pStyle w:val="eclipse"/>
        <w:ind w:firstLine="589"/>
        <w:rPr>
          <w:lang w:val="en-GB"/>
        </w:rPr>
      </w:pPr>
      <w:r w:rsidRPr="00375DF2">
        <w:rPr>
          <w:lang w:val="en-GB"/>
        </w:rPr>
        <w:t>&amp;l</w:t>
      </w:r>
      <w:r>
        <w:rPr>
          <w:lang w:val="en-GB"/>
        </w:rPr>
        <w:t>Err</w:t>
      </w:r>
      <w:r w:rsidRPr="00375DF2">
        <w:rPr>
          <w:lang w:val="en-GB"/>
        </w:rPr>
        <w:t>);</w:t>
      </w:r>
      <w:r>
        <w:rPr>
          <w:lang w:val="en-GB"/>
        </w:rPr>
        <w:t xml:space="preserve"> </w:t>
      </w:r>
      <w:r w:rsidRPr="002435CB">
        <w:rPr>
          <w:rStyle w:val="ecl-commentChar"/>
        </w:rPr>
        <w:t xml:space="preserve">// return </w:t>
      </w:r>
      <w:r>
        <w:rPr>
          <w:rStyle w:val="ecl-commentChar"/>
        </w:rPr>
        <w:t xml:space="preserve">error </w:t>
      </w:r>
      <w:r w:rsidRPr="002435CB">
        <w:rPr>
          <w:rStyle w:val="ecl-commentChar"/>
        </w:rPr>
        <w:t>code</w:t>
      </w:r>
    </w:p>
    <w:p w:rsidR="00012D47" w:rsidRDefault="00012D47" w:rsidP="00012D47">
      <w:pPr>
        <w:rPr>
          <w:lang w:val="en-GB"/>
        </w:rPr>
      </w:pPr>
      <w:r>
        <w:rPr>
          <w:lang w:val="en-GB"/>
        </w:rPr>
        <w:t>Finally, release the interface pointer:</w:t>
      </w:r>
    </w:p>
    <w:p w:rsidR="00012D47" w:rsidRDefault="00012D47" w:rsidP="00012D47">
      <w:pPr>
        <w:pStyle w:val="eclipse"/>
        <w:rPr>
          <w:lang w:val="en-GB"/>
        </w:rPr>
      </w:pPr>
      <w:proofErr w:type="gramStart"/>
      <w:r w:rsidRPr="00A263FF">
        <w:rPr>
          <w:lang w:val="en-GB"/>
        </w:rPr>
        <w:t>pSig</w:t>
      </w:r>
      <w:proofErr w:type="gramEnd"/>
      <w:r w:rsidRPr="00A263FF">
        <w:rPr>
          <w:lang w:val="en-GB"/>
        </w:rPr>
        <w:t>-&gt;Release();</w:t>
      </w:r>
    </w:p>
    <w:p w:rsidR="00012D47" w:rsidRPr="00751DBB" w:rsidRDefault="00012D47" w:rsidP="00012D47">
      <w:pPr>
        <w:pStyle w:val="Pealkiri21"/>
        <w:rPr>
          <w:lang w:val="en-GB"/>
        </w:rPr>
      </w:pPr>
      <w:bookmarkStart w:id="34" w:name="_Toc345343804"/>
      <w:bookmarkStart w:id="35" w:name="_Toc346288030"/>
      <w:r w:rsidRPr="00751DBB">
        <w:rPr>
          <w:lang w:val="en-GB"/>
        </w:rPr>
        <w:t>Adding an OCSP confirmation</w:t>
      </w:r>
      <w:bookmarkEnd w:id="34"/>
      <w:bookmarkEnd w:id="35"/>
    </w:p>
    <w:p w:rsidR="00012D47" w:rsidRPr="00751DBB" w:rsidRDefault="00012D47" w:rsidP="00012D47">
      <w:pPr>
        <w:rPr>
          <w:lang w:val="en-GB"/>
        </w:rPr>
      </w:pPr>
      <w:r w:rsidRPr="00751DBB">
        <w:rPr>
          <w:lang w:val="en-GB"/>
        </w:rPr>
        <w:t>OCSP protocol is used to get v</w:t>
      </w:r>
      <w:r>
        <w:rPr>
          <w:lang w:val="en-GB"/>
        </w:rPr>
        <w:t>alidity confirmation from OCSP r</w:t>
      </w:r>
      <w:r w:rsidRPr="00751DBB">
        <w:rPr>
          <w:lang w:val="en-GB"/>
        </w:rPr>
        <w:t xml:space="preserve">esponder to prove that certificate was valid at the time of signing. </w:t>
      </w:r>
    </w:p>
    <w:p w:rsidR="00012D47" w:rsidRPr="00751DBB" w:rsidRDefault="00012D47" w:rsidP="00012D47">
      <w:pPr>
        <w:rPr>
          <w:lang w:val="en-GB"/>
        </w:rPr>
      </w:pPr>
      <w:r>
        <w:rPr>
          <w:lang w:val="en-GB"/>
        </w:rPr>
        <w:t xml:space="preserve">You </w:t>
      </w:r>
      <w:r w:rsidRPr="00751DBB">
        <w:rPr>
          <w:lang w:val="en-GB"/>
        </w:rPr>
        <w:t xml:space="preserve">can add the confirmation by calling out the </w:t>
      </w:r>
      <w:proofErr w:type="gramStart"/>
      <w:r>
        <w:rPr>
          <w:lang w:val="en-GB"/>
        </w:rPr>
        <w:t>IComSignedDoc.getConfirmation(</w:t>
      </w:r>
      <w:proofErr w:type="gramEnd"/>
      <w:r>
        <w:rPr>
          <w:lang w:val="en-GB"/>
        </w:rPr>
        <w:t xml:space="preserve">) </w:t>
      </w:r>
      <w:r w:rsidRPr="00751DBB">
        <w:rPr>
          <w:lang w:val="en-GB"/>
        </w:rPr>
        <w:t>function:</w:t>
      </w:r>
    </w:p>
    <w:p w:rsidR="00012D47" w:rsidRPr="00404856" w:rsidRDefault="00012D47" w:rsidP="00012D47">
      <w:pPr>
        <w:pStyle w:val="ecl-comment"/>
        <w:rPr>
          <w:lang w:val="en-GB"/>
        </w:rPr>
      </w:pPr>
      <w:r>
        <w:rPr>
          <w:lang w:val="en-GB"/>
        </w:rPr>
        <w:t xml:space="preserve">// </w:t>
      </w:r>
      <w:proofErr w:type="gramStart"/>
      <w:r>
        <w:rPr>
          <w:lang w:val="en-GB"/>
        </w:rPr>
        <w:t>Define</w:t>
      </w:r>
      <w:proofErr w:type="gramEnd"/>
      <w:r>
        <w:rPr>
          <w:lang w:val="en-GB"/>
        </w:rPr>
        <w:t xml:space="preserve"> the attributes as BSTR type variables</w:t>
      </w:r>
    </w:p>
    <w:p w:rsidR="00012D47" w:rsidRPr="00404856" w:rsidRDefault="00012D47" w:rsidP="00012D47">
      <w:pPr>
        <w:pStyle w:val="eclipse"/>
        <w:rPr>
          <w:lang w:val="en-GB"/>
        </w:rPr>
      </w:pPr>
      <w:r w:rsidRPr="00404856">
        <w:rPr>
          <w:lang w:val="en-GB"/>
        </w:rPr>
        <w:t>BSTR bPkcs12 = _com_util::</w:t>
      </w:r>
      <w:proofErr w:type="gramStart"/>
      <w:r w:rsidRPr="00404856">
        <w:rPr>
          <w:lang w:val="en-GB"/>
        </w:rPr>
        <w:t>ConvertStringToBSTR(</w:t>
      </w:r>
      <w:proofErr w:type="gramEnd"/>
      <w:r w:rsidRPr="00A11B51">
        <w:rPr>
          <w:rStyle w:val="ecl-stringChar"/>
        </w:rPr>
        <w:t>"</w:t>
      </w:r>
      <w:r>
        <w:rPr>
          <w:rStyle w:val="ecl-stringChar"/>
        </w:rPr>
        <w:t>&lt;pkcs12 file name&gt;</w:t>
      </w:r>
      <w:r w:rsidRPr="00A11B51">
        <w:rPr>
          <w:rStyle w:val="ecl-stringChar"/>
        </w:rPr>
        <w:t>"</w:t>
      </w:r>
      <w:r w:rsidRPr="00404856">
        <w:rPr>
          <w:lang w:val="en-GB"/>
        </w:rPr>
        <w:t>);</w:t>
      </w:r>
    </w:p>
    <w:p w:rsidR="00012D47" w:rsidRDefault="00012D47" w:rsidP="00012D47">
      <w:pPr>
        <w:pStyle w:val="eclipse"/>
        <w:rPr>
          <w:rStyle w:val="ecl-stringChar"/>
        </w:rPr>
      </w:pPr>
      <w:r w:rsidRPr="00404856">
        <w:rPr>
          <w:lang w:val="en-GB"/>
        </w:rPr>
        <w:t>BSTR bP12Passwd = _com_util::</w:t>
      </w:r>
      <w:proofErr w:type="gramStart"/>
      <w:r w:rsidRPr="00404856">
        <w:rPr>
          <w:lang w:val="en-GB"/>
        </w:rPr>
        <w:t>ConvertStringToBSTR(</w:t>
      </w:r>
      <w:proofErr w:type="gramEnd"/>
      <w:r w:rsidRPr="00A11B51">
        <w:rPr>
          <w:rStyle w:val="ecl-stringChar"/>
        </w:rPr>
        <w:t>"</w:t>
      </w:r>
      <w:r>
        <w:rPr>
          <w:rStyle w:val="ecl-stringChar"/>
        </w:rPr>
        <w:t xml:space="preserve">&lt;pkcs12 container </w:t>
      </w:r>
    </w:p>
    <w:p w:rsidR="00012D47" w:rsidRPr="00404856" w:rsidRDefault="00012D47" w:rsidP="00012D47">
      <w:pPr>
        <w:pStyle w:val="eclipse"/>
        <w:rPr>
          <w:lang w:val="en-GB"/>
        </w:rPr>
      </w:pPr>
      <w:r>
        <w:rPr>
          <w:lang w:val="en-GB"/>
        </w:rPr>
        <w:tab/>
      </w:r>
      <w:proofErr w:type="gramStart"/>
      <w:r>
        <w:rPr>
          <w:rStyle w:val="ecl-stringChar"/>
        </w:rPr>
        <w:t>password</w:t>
      </w:r>
      <w:proofErr w:type="gramEnd"/>
      <w:r>
        <w:rPr>
          <w:rStyle w:val="ecl-stringChar"/>
        </w:rPr>
        <w:t>&gt;</w:t>
      </w:r>
      <w:r w:rsidRPr="00A11B51">
        <w:rPr>
          <w:rStyle w:val="ecl-stringChar"/>
        </w:rPr>
        <w:t>"</w:t>
      </w:r>
      <w:r w:rsidRPr="00404856">
        <w:rPr>
          <w:lang w:val="en-GB"/>
        </w:rPr>
        <w:t>);</w:t>
      </w:r>
    </w:p>
    <w:p w:rsidR="00012D47" w:rsidRPr="00404856" w:rsidRDefault="00012D47" w:rsidP="00012D47">
      <w:pPr>
        <w:pStyle w:val="eclipse"/>
        <w:rPr>
          <w:lang w:val="en-GB"/>
        </w:rPr>
      </w:pPr>
      <w:r w:rsidRPr="00404856">
        <w:rPr>
          <w:lang w:val="en-GB"/>
        </w:rPr>
        <w:t>BSTR bUrl = _com_util::</w:t>
      </w:r>
      <w:proofErr w:type="gramStart"/>
      <w:r w:rsidRPr="00404856">
        <w:rPr>
          <w:lang w:val="en-GB"/>
        </w:rPr>
        <w:t>ConvertStringToBSTR(</w:t>
      </w:r>
      <w:proofErr w:type="gramEnd"/>
      <w:r w:rsidRPr="00A11B51">
        <w:rPr>
          <w:rStyle w:val="ecl-stringChar"/>
        </w:rPr>
        <w:t>"</w:t>
      </w:r>
      <w:r>
        <w:rPr>
          <w:rStyle w:val="ecl-stringChar"/>
        </w:rPr>
        <w:t>&lt;OCSP responder URL&gt;</w:t>
      </w:r>
      <w:r w:rsidRPr="00A11B51">
        <w:rPr>
          <w:rStyle w:val="ecl-stringChar"/>
        </w:rPr>
        <w:t>"</w:t>
      </w:r>
      <w:r w:rsidRPr="00404856">
        <w:rPr>
          <w:lang w:val="en-GB"/>
        </w:rPr>
        <w:t>);</w:t>
      </w:r>
    </w:p>
    <w:p w:rsidR="00012D47" w:rsidRPr="00404856" w:rsidRDefault="00012D47" w:rsidP="00012D47">
      <w:pPr>
        <w:pStyle w:val="eclipse"/>
        <w:rPr>
          <w:lang w:val="en-GB"/>
        </w:rPr>
      </w:pPr>
      <w:r w:rsidRPr="00404856">
        <w:rPr>
          <w:lang w:val="en-GB"/>
        </w:rPr>
        <w:t>BSTR bProxyHost = _com_util::</w:t>
      </w:r>
      <w:proofErr w:type="gramStart"/>
      <w:r w:rsidRPr="00404856">
        <w:rPr>
          <w:lang w:val="en-GB"/>
        </w:rPr>
        <w:t>ConvertStringToBSTR(</w:t>
      </w:r>
      <w:proofErr w:type="gramEnd"/>
      <w:r w:rsidRPr="00A11B51">
        <w:rPr>
          <w:rStyle w:val="ecl-stringChar"/>
        </w:rPr>
        <w:t>"</w:t>
      </w:r>
      <w:r>
        <w:rPr>
          <w:rStyle w:val="ecl-stringChar"/>
        </w:rPr>
        <w:t>&lt;proxy hostname&gt;</w:t>
      </w:r>
      <w:r w:rsidRPr="00A11B51">
        <w:rPr>
          <w:rStyle w:val="ecl-stringChar"/>
        </w:rPr>
        <w:t>"</w:t>
      </w:r>
      <w:r w:rsidRPr="00404856">
        <w:rPr>
          <w:lang w:val="en-GB"/>
        </w:rPr>
        <w:t>);</w:t>
      </w:r>
    </w:p>
    <w:p w:rsidR="00012D47" w:rsidRPr="00404856" w:rsidRDefault="00012D47" w:rsidP="00012D47">
      <w:pPr>
        <w:pStyle w:val="eclipse"/>
        <w:rPr>
          <w:lang w:val="en-GB"/>
        </w:rPr>
      </w:pPr>
      <w:r w:rsidRPr="00404856">
        <w:rPr>
          <w:lang w:val="en-GB"/>
        </w:rPr>
        <w:t>BSTR bProxyPort = _com_util::</w:t>
      </w:r>
      <w:proofErr w:type="gramStart"/>
      <w:r w:rsidRPr="00404856">
        <w:rPr>
          <w:lang w:val="en-GB"/>
        </w:rPr>
        <w:t>ConvertStringToBSTR(</w:t>
      </w:r>
      <w:proofErr w:type="gramEnd"/>
      <w:r w:rsidRPr="00A11B51">
        <w:rPr>
          <w:rStyle w:val="ecl-stringChar"/>
        </w:rPr>
        <w:t>"</w:t>
      </w:r>
      <w:r>
        <w:rPr>
          <w:rStyle w:val="ecl-stringChar"/>
        </w:rPr>
        <w:t>&lt;proxy port&gt;</w:t>
      </w:r>
      <w:r w:rsidRPr="00A11B51">
        <w:rPr>
          <w:rStyle w:val="ecl-stringChar"/>
        </w:rPr>
        <w:t>"</w:t>
      </w:r>
      <w:r w:rsidRPr="00404856">
        <w:rPr>
          <w:lang w:val="en-GB"/>
        </w:rPr>
        <w:t>);</w:t>
      </w:r>
    </w:p>
    <w:p w:rsidR="00012D47" w:rsidRPr="00404856" w:rsidRDefault="00012D47" w:rsidP="00012D47">
      <w:pPr>
        <w:pStyle w:val="eclipse"/>
        <w:rPr>
          <w:lang w:val="en-GB"/>
        </w:rPr>
      </w:pPr>
    </w:p>
    <w:p w:rsidR="00012D47" w:rsidRPr="00404856" w:rsidRDefault="00012D47" w:rsidP="00012D47">
      <w:pPr>
        <w:pStyle w:val="eclipse"/>
        <w:rPr>
          <w:lang w:val="en-GB"/>
        </w:rPr>
      </w:pPr>
      <w:r w:rsidRPr="00404856">
        <w:rPr>
          <w:lang w:val="en-GB"/>
        </w:rPr>
        <w:t>g_pSigDoc-&gt;</w:t>
      </w:r>
      <w:proofErr w:type="gramStart"/>
      <w:r w:rsidRPr="00404856">
        <w:rPr>
          <w:lang w:val="en-GB"/>
        </w:rPr>
        <w:t>getConfirmation(</w:t>
      </w:r>
      <w:proofErr w:type="gramEnd"/>
      <w:r w:rsidRPr="00404856">
        <w:rPr>
          <w:lang w:val="en-GB"/>
        </w:rPr>
        <w:t xml:space="preserve">pSig, </w:t>
      </w:r>
      <w:r w:rsidRPr="00A11B51">
        <w:rPr>
          <w:rStyle w:val="ecl-commentChar"/>
        </w:rPr>
        <w:t>// ComSignatureInfo object</w:t>
      </w:r>
    </w:p>
    <w:p w:rsidR="00012D47" w:rsidRPr="00404856" w:rsidRDefault="00012D47" w:rsidP="00012D47">
      <w:pPr>
        <w:pStyle w:val="eclipse"/>
        <w:rPr>
          <w:lang w:val="en-GB"/>
        </w:rPr>
      </w:pPr>
      <w:r w:rsidRPr="00404856">
        <w:rPr>
          <w:lang w:val="en-GB"/>
        </w:rPr>
        <w:t xml:space="preserve"> </w:t>
      </w:r>
      <w:r w:rsidRPr="00404856">
        <w:rPr>
          <w:lang w:val="en-GB"/>
        </w:rPr>
        <w:tab/>
        <w:t xml:space="preserve">bPkcs12, </w:t>
      </w:r>
      <w:r>
        <w:rPr>
          <w:lang w:val="en-GB"/>
        </w:rPr>
        <w:tab/>
      </w:r>
      <w:r w:rsidRPr="00A11B51">
        <w:rPr>
          <w:rStyle w:val="ecl-commentChar"/>
        </w:rPr>
        <w:t>//</w:t>
      </w:r>
      <w:r>
        <w:rPr>
          <w:rStyle w:val="ecl-commentChar"/>
        </w:rPr>
        <w:t xml:space="preserve"> pkcs12 file name</w:t>
      </w:r>
    </w:p>
    <w:p w:rsidR="00012D47" w:rsidRPr="00404856" w:rsidRDefault="00012D47" w:rsidP="00012D47">
      <w:pPr>
        <w:pStyle w:val="eclipse"/>
        <w:rPr>
          <w:lang w:val="en-GB"/>
        </w:rPr>
      </w:pPr>
      <w:r w:rsidRPr="00404856">
        <w:rPr>
          <w:lang w:val="en-GB"/>
        </w:rPr>
        <w:t xml:space="preserve"> </w:t>
      </w:r>
      <w:r w:rsidRPr="00404856">
        <w:rPr>
          <w:lang w:val="en-GB"/>
        </w:rPr>
        <w:tab/>
        <w:t xml:space="preserve">bP12Passwd, </w:t>
      </w:r>
      <w:r>
        <w:rPr>
          <w:lang w:val="en-GB"/>
        </w:rPr>
        <w:tab/>
      </w:r>
      <w:r w:rsidRPr="00A11B51">
        <w:rPr>
          <w:rStyle w:val="ecl-commentChar"/>
        </w:rPr>
        <w:t xml:space="preserve">// </w:t>
      </w:r>
      <w:r>
        <w:rPr>
          <w:rStyle w:val="ecl-commentChar"/>
        </w:rPr>
        <w:t>pkcs12 container’s password</w:t>
      </w:r>
    </w:p>
    <w:p w:rsidR="00012D47" w:rsidRPr="00404856" w:rsidRDefault="00012D47" w:rsidP="00012D47">
      <w:pPr>
        <w:pStyle w:val="eclipse"/>
        <w:rPr>
          <w:lang w:val="en-GB"/>
        </w:rPr>
      </w:pPr>
      <w:r w:rsidRPr="00404856">
        <w:rPr>
          <w:lang w:val="en-GB"/>
        </w:rPr>
        <w:t xml:space="preserve"> </w:t>
      </w:r>
      <w:r w:rsidRPr="00404856">
        <w:rPr>
          <w:lang w:val="en-GB"/>
        </w:rPr>
        <w:tab/>
      </w:r>
      <w:proofErr w:type="gramStart"/>
      <w:r w:rsidRPr="00404856">
        <w:rPr>
          <w:lang w:val="en-GB"/>
        </w:rPr>
        <w:t>bUrl</w:t>
      </w:r>
      <w:proofErr w:type="gramEnd"/>
      <w:r w:rsidRPr="00404856">
        <w:rPr>
          <w:lang w:val="en-GB"/>
        </w:rPr>
        <w:t xml:space="preserve">,  </w:t>
      </w:r>
      <w:r>
        <w:rPr>
          <w:lang w:val="en-GB"/>
        </w:rPr>
        <w:tab/>
      </w:r>
      <w:r>
        <w:rPr>
          <w:lang w:val="en-GB"/>
        </w:rPr>
        <w:tab/>
      </w:r>
      <w:r w:rsidRPr="00A11B51">
        <w:rPr>
          <w:rStyle w:val="ecl-commentChar"/>
        </w:rPr>
        <w:t xml:space="preserve">// </w:t>
      </w:r>
      <w:r>
        <w:rPr>
          <w:rStyle w:val="ecl-commentChar"/>
        </w:rPr>
        <w:t>OCSP responder’s URL</w:t>
      </w:r>
    </w:p>
    <w:p w:rsidR="00012D47" w:rsidRPr="00404856" w:rsidRDefault="00012D47" w:rsidP="00012D47">
      <w:pPr>
        <w:pStyle w:val="eclipse"/>
        <w:rPr>
          <w:lang w:val="en-GB"/>
        </w:rPr>
      </w:pPr>
      <w:r w:rsidRPr="00404856">
        <w:rPr>
          <w:lang w:val="en-GB"/>
        </w:rPr>
        <w:t xml:space="preserve"> </w:t>
      </w:r>
      <w:r w:rsidRPr="00404856">
        <w:rPr>
          <w:lang w:val="en-GB"/>
        </w:rPr>
        <w:tab/>
      </w:r>
      <w:proofErr w:type="gramStart"/>
      <w:r w:rsidRPr="00404856">
        <w:rPr>
          <w:lang w:val="en-GB"/>
        </w:rPr>
        <w:t>bProxyHost</w:t>
      </w:r>
      <w:proofErr w:type="gramEnd"/>
      <w:r w:rsidRPr="00404856">
        <w:rPr>
          <w:lang w:val="en-GB"/>
        </w:rPr>
        <w:t xml:space="preserve">, </w:t>
      </w:r>
      <w:r>
        <w:rPr>
          <w:lang w:val="en-GB"/>
        </w:rPr>
        <w:tab/>
      </w:r>
      <w:r w:rsidRPr="00A11B51">
        <w:rPr>
          <w:rStyle w:val="ecl-commentChar"/>
        </w:rPr>
        <w:t>//</w:t>
      </w:r>
      <w:r>
        <w:rPr>
          <w:rStyle w:val="ecl-commentChar"/>
        </w:rPr>
        <w:t xml:space="preserve"> proxy host if using a proxy</w:t>
      </w:r>
    </w:p>
    <w:p w:rsidR="00012D47" w:rsidRPr="00404856" w:rsidRDefault="00012D47" w:rsidP="00012D47">
      <w:pPr>
        <w:pStyle w:val="eclipse"/>
        <w:rPr>
          <w:lang w:val="en-GB"/>
        </w:rPr>
      </w:pPr>
      <w:r w:rsidRPr="00404856">
        <w:rPr>
          <w:lang w:val="en-GB"/>
        </w:rPr>
        <w:t xml:space="preserve"> </w:t>
      </w:r>
      <w:r w:rsidRPr="00404856">
        <w:rPr>
          <w:lang w:val="en-GB"/>
        </w:rPr>
        <w:tab/>
      </w:r>
      <w:proofErr w:type="gramStart"/>
      <w:r w:rsidRPr="00404856">
        <w:rPr>
          <w:lang w:val="en-GB"/>
        </w:rPr>
        <w:t>bProxyPort</w:t>
      </w:r>
      <w:proofErr w:type="gramEnd"/>
      <w:r w:rsidRPr="00404856">
        <w:rPr>
          <w:lang w:val="en-GB"/>
        </w:rPr>
        <w:t xml:space="preserve">, </w:t>
      </w:r>
      <w:r>
        <w:rPr>
          <w:lang w:val="en-GB"/>
        </w:rPr>
        <w:tab/>
      </w:r>
      <w:r w:rsidRPr="00A11B51">
        <w:rPr>
          <w:rStyle w:val="ecl-commentChar"/>
        </w:rPr>
        <w:t>//</w:t>
      </w:r>
      <w:r>
        <w:rPr>
          <w:rStyle w:val="ecl-commentChar"/>
        </w:rPr>
        <w:t xml:space="preserve"> proxy port</w:t>
      </w:r>
    </w:p>
    <w:p w:rsidR="00012D47" w:rsidRDefault="00012D47" w:rsidP="00012D47">
      <w:pPr>
        <w:pStyle w:val="eclipse"/>
        <w:rPr>
          <w:lang w:val="en-GB"/>
        </w:rPr>
      </w:pPr>
      <w:r w:rsidRPr="00404856">
        <w:rPr>
          <w:lang w:val="en-GB"/>
        </w:rPr>
        <w:t xml:space="preserve"> </w:t>
      </w:r>
      <w:r w:rsidRPr="00404856">
        <w:rPr>
          <w:lang w:val="en-GB"/>
        </w:rPr>
        <w:tab/>
        <w:t>&amp;l</w:t>
      </w:r>
      <w:r>
        <w:rPr>
          <w:lang w:val="en-GB"/>
        </w:rPr>
        <w:t>Err</w:t>
      </w:r>
      <w:r w:rsidRPr="00404856">
        <w:rPr>
          <w:lang w:val="en-GB"/>
        </w:rPr>
        <w:t>);</w:t>
      </w:r>
      <w:r>
        <w:rPr>
          <w:lang w:val="en-GB"/>
        </w:rPr>
        <w:tab/>
      </w:r>
      <w:r>
        <w:rPr>
          <w:lang w:val="en-GB"/>
        </w:rPr>
        <w:tab/>
      </w:r>
      <w:r w:rsidRPr="00A11B51">
        <w:rPr>
          <w:rStyle w:val="ecl-commentChar"/>
        </w:rPr>
        <w:t>//</w:t>
      </w:r>
      <w:r>
        <w:rPr>
          <w:rStyle w:val="ecl-commentChar"/>
        </w:rPr>
        <w:t xml:space="preserve"> return code</w:t>
      </w:r>
    </w:p>
    <w:p w:rsidR="00012D47" w:rsidRPr="00751DBB" w:rsidRDefault="00012D47" w:rsidP="00012D47">
      <w:pPr>
        <w:pStyle w:val="eclipse"/>
        <w:rPr>
          <w:lang w:val="en-GB"/>
        </w:rPr>
      </w:pPr>
    </w:p>
    <w:p w:rsidR="00545F6E" w:rsidRDefault="007D1204" w:rsidP="00545F6E">
      <w:pPr>
        <w:rPr>
          <w:lang w:val="en-GB"/>
        </w:rPr>
      </w:pPr>
      <w:bookmarkStart w:id="36" w:name="_Toc314582357"/>
      <w:r>
        <w:rPr>
          <w:lang w:val="en-GB"/>
        </w:rPr>
        <w:t xml:space="preserve">If </w:t>
      </w:r>
      <w:r w:rsidR="00545F6E">
        <w:rPr>
          <w:lang w:val="en-GB"/>
        </w:rPr>
        <w:t xml:space="preserve">parameters </w:t>
      </w:r>
      <w:r w:rsidR="00545F6E" w:rsidRPr="00404856">
        <w:rPr>
          <w:lang w:val="en-GB"/>
        </w:rPr>
        <w:t>bPkcs12</w:t>
      </w:r>
      <w:r w:rsidR="00545F6E">
        <w:rPr>
          <w:lang w:val="en-GB"/>
        </w:rPr>
        <w:t xml:space="preserve">, </w:t>
      </w:r>
      <w:r w:rsidR="00545F6E" w:rsidRPr="00404856">
        <w:rPr>
          <w:lang w:val="en-GB"/>
        </w:rPr>
        <w:t>bP12Passwd</w:t>
      </w:r>
      <w:r w:rsidR="00545F6E">
        <w:rPr>
          <w:lang w:val="en-GB"/>
        </w:rPr>
        <w:t xml:space="preserve">, </w:t>
      </w:r>
      <w:r w:rsidR="00545F6E" w:rsidRPr="00404856">
        <w:rPr>
          <w:lang w:val="en-GB"/>
        </w:rPr>
        <w:t>bUrl</w:t>
      </w:r>
      <w:r w:rsidR="00545F6E">
        <w:rPr>
          <w:lang w:val="en-GB"/>
        </w:rPr>
        <w:t xml:space="preserve">, </w:t>
      </w:r>
      <w:r w:rsidR="00545F6E" w:rsidRPr="00404856">
        <w:rPr>
          <w:lang w:val="en-GB"/>
        </w:rPr>
        <w:t>bProxyHost</w:t>
      </w:r>
      <w:r w:rsidR="00545F6E">
        <w:rPr>
          <w:lang w:val="en-GB"/>
        </w:rPr>
        <w:t xml:space="preserve"> and </w:t>
      </w:r>
      <w:r w:rsidR="00545F6E" w:rsidRPr="00404856">
        <w:rPr>
          <w:lang w:val="en-GB"/>
        </w:rPr>
        <w:t>bProxyPort</w:t>
      </w:r>
      <w:r w:rsidR="00545F6E">
        <w:rPr>
          <w:lang w:val="en-GB"/>
        </w:rPr>
        <w:t xml:space="preserve"> </w:t>
      </w:r>
      <w:r>
        <w:rPr>
          <w:lang w:val="en-GB"/>
        </w:rPr>
        <w:t>are</w:t>
      </w:r>
      <w:r w:rsidR="00545F6E">
        <w:rPr>
          <w:lang w:val="en-GB"/>
        </w:rPr>
        <w:t xml:space="preserve"> set to NULL</w:t>
      </w:r>
      <w:r>
        <w:rPr>
          <w:lang w:val="en-GB"/>
        </w:rPr>
        <w:t xml:space="preserve"> then the respective values and their usage rules are looked up from the configuration file’</w:t>
      </w:r>
      <w:r w:rsidR="00123EF8">
        <w:rPr>
          <w:lang w:val="en-GB"/>
        </w:rPr>
        <w:t xml:space="preserve">s entries (see the CDigiDoc library’s documentation </w:t>
      </w:r>
      <w:r w:rsidR="00861DDC">
        <w:rPr>
          <w:lang w:val="en-GB"/>
        </w:rPr>
        <w:t xml:space="preserve">(section </w:t>
      </w:r>
      <w:r w:rsidR="00547DD9">
        <w:rPr>
          <w:lang w:val="en-GB"/>
        </w:rPr>
        <w:t>3.4</w:t>
      </w:r>
      <w:r w:rsidR="00861DDC">
        <w:rPr>
          <w:lang w:val="en-GB"/>
        </w:rPr>
        <w:t xml:space="preserve"> Configuring CDigiDoc) for</w:t>
      </w:r>
      <w:r w:rsidR="00123EF8">
        <w:rPr>
          <w:lang w:val="en-GB"/>
        </w:rPr>
        <w:t xml:space="preserve"> more information [12]).</w:t>
      </w:r>
    </w:p>
    <w:p w:rsidR="00012D47" w:rsidRPr="00751DBB" w:rsidRDefault="00012D47" w:rsidP="00012D47">
      <w:pPr>
        <w:pStyle w:val="Pealkiri21"/>
        <w:rPr>
          <w:lang w:val="en-GB"/>
        </w:rPr>
      </w:pPr>
      <w:bookmarkStart w:id="37" w:name="_Toc345343805"/>
      <w:bookmarkStart w:id="38" w:name="_Toc346288031"/>
      <w:r w:rsidRPr="00751DBB">
        <w:rPr>
          <w:lang w:val="en-GB"/>
        </w:rPr>
        <w:lastRenderedPageBreak/>
        <w:t>Reading and writing DigiDoc documents</w:t>
      </w:r>
      <w:bookmarkEnd w:id="36"/>
      <w:bookmarkEnd w:id="37"/>
      <w:bookmarkEnd w:id="38"/>
    </w:p>
    <w:p w:rsidR="00012D47" w:rsidRPr="00751DBB" w:rsidRDefault="00012D47" w:rsidP="00012D47">
      <w:pPr>
        <w:rPr>
          <w:lang w:val="en-GB"/>
        </w:rPr>
      </w:pPr>
      <w:r w:rsidRPr="00751DBB">
        <w:rPr>
          <w:lang w:val="en-GB"/>
        </w:rPr>
        <w:t xml:space="preserve">For creating a file in DigiDoc format </w:t>
      </w:r>
      <w:r>
        <w:rPr>
          <w:lang w:val="en-GB"/>
        </w:rPr>
        <w:t>do as follows</w:t>
      </w:r>
      <w:r w:rsidRPr="00751DBB">
        <w:rPr>
          <w:lang w:val="en-GB"/>
        </w:rPr>
        <w:t>:</w:t>
      </w:r>
    </w:p>
    <w:p w:rsidR="00012D47" w:rsidRDefault="00012D47" w:rsidP="00012D47">
      <w:pPr>
        <w:pStyle w:val="eclipse"/>
        <w:rPr>
          <w:rStyle w:val="ecl-stringChar"/>
        </w:rPr>
      </w:pPr>
      <w:r w:rsidRPr="003A29A4">
        <w:rPr>
          <w:lang w:val="en-GB"/>
        </w:rPr>
        <w:t xml:space="preserve">BSTR </w:t>
      </w:r>
      <w:r>
        <w:rPr>
          <w:lang w:val="en-GB"/>
        </w:rPr>
        <w:t>oldfile</w:t>
      </w:r>
      <w:r w:rsidRPr="003A29A4">
        <w:rPr>
          <w:lang w:val="en-GB"/>
        </w:rPr>
        <w:t xml:space="preserve"> = _com_util::</w:t>
      </w:r>
      <w:proofErr w:type="gramStart"/>
      <w:r w:rsidRPr="003A29A4">
        <w:rPr>
          <w:lang w:val="en-GB"/>
        </w:rPr>
        <w:t>ConvertStringToBSTR(</w:t>
      </w:r>
      <w:proofErr w:type="gramEnd"/>
      <w:r w:rsidRPr="00DC0E01">
        <w:rPr>
          <w:rStyle w:val="ecl-stringChar"/>
        </w:rPr>
        <w:t>"</w:t>
      </w:r>
      <w:r>
        <w:rPr>
          <w:rStyle w:val="ecl-stringChar"/>
        </w:rPr>
        <w:t xml:space="preserve">&lt;existing ddoc file </w:t>
      </w:r>
    </w:p>
    <w:p w:rsidR="00012D47" w:rsidRPr="003A29A4" w:rsidRDefault="00012D47" w:rsidP="00012D47">
      <w:pPr>
        <w:pStyle w:val="eclipse"/>
        <w:rPr>
          <w:lang w:val="en-GB"/>
        </w:rPr>
      </w:pPr>
      <w:r>
        <w:rPr>
          <w:lang w:val="en-GB"/>
        </w:rPr>
        <w:tab/>
      </w:r>
      <w:proofErr w:type="gramStart"/>
      <w:r>
        <w:rPr>
          <w:rStyle w:val="ecl-stringChar"/>
        </w:rPr>
        <w:t>name</w:t>
      </w:r>
      <w:proofErr w:type="gramEnd"/>
      <w:r>
        <w:rPr>
          <w:rStyle w:val="ecl-stringChar"/>
        </w:rPr>
        <w:t>&gt;</w:t>
      </w:r>
      <w:r w:rsidRPr="00DC0E01">
        <w:rPr>
          <w:rStyle w:val="ecl-stringChar"/>
        </w:rPr>
        <w:t>"</w:t>
      </w:r>
      <w:r w:rsidRPr="003A29A4">
        <w:rPr>
          <w:lang w:val="en-GB"/>
        </w:rPr>
        <w:t>);</w:t>
      </w:r>
    </w:p>
    <w:p w:rsidR="00012D47" w:rsidRDefault="00012D47" w:rsidP="00012D47">
      <w:pPr>
        <w:pStyle w:val="eclipse"/>
        <w:rPr>
          <w:lang w:val="en-GB"/>
        </w:rPr>
      </w:pPr>
      <w:r w:rsidRPr="003A29A4">
        <w:rPr>
          <w:lang w:val="en-GB"/>
        </w:rPr>
        <w:t xml:space="preserve">BSTR </w:t>
      </w:r>
      <w:r>
        <w:rPr>
          <w:lang w:val="en-GB"/>
        </w:rPr>
        <w:t>newfile</w:t>
      </w:r>
      <w:r w:rsidRPr="003A29A4">
        <w:rPr>
          <w:lang w:val="en-GB"/>
        </w:rPr>
        <w:t xml:space="preserve"> = _com_util::</w:t>
      </w:r>
      <w:proofErr w:type="gramStart"/>
      <w:r w:rsidRPr="003A29A4">
        <w:rPr>
          <w:lang w:val="en-GB"/>
        </w:rPr>
        <w:t>ConvertStringToBSTR(</w:t>
      </w:r>
      <w:proofErr w:type="gramEnd"/>
      <w:r w:rsidRPr="00DC0E01">
        <w:rPr>
          <w:rStyle w:val="ecl-stringChar"/>
        </w:rPr>
        <w:t>"</w:t>
      </w:r>
      <w:r>
        <w:rPr>
          <w:rStyle w:val="ecl-stringChar"/>
        </w:rPr>
        <w:t>&lt;new ddoc file name&gt;</w:t>
      </w:r>
      <w:r w:rsidRPr="00DC0E01">
        <w:rPr>
          <w:rStyle w:val="ecl-stringChar"/>
        </w:rPr>
        <w:t>"</w:t>
      </w:r>
      <w:r w:rsidRPr="003A29A4">
        <w:rPr>
          <w:lang w:val="en-GB"/>
        </w:rPr>
        <w:t>);</w:t>
      </w:r>
    </w:p>
    <w:p w:rsidR="00012D47" w:rsidRDefault="00012D47" w:rsidP="00012D47">
      <w:pPr>
        <w:pStyle w:val="eclipse"/>
        <w:rPr>
          <w:lang w:val="en-GB"/>
        </w:rPr>
      </w:pPr>
      <w:proofErr w:type="gramStart"/>
      <w:r w:rsidRPr="00DC0E01">
        <w:rPr>
          <w:lang w:val="en-GB"/>
        </w:rPr>
        <w:t>long</w:t>
      </w:r>
      <w:proofErr w:type="gramEnd"/>
      <w:r w:rsidRPr="00DC0E01">
        <w:rPr>
          <w:lang w:val="en-GB"/>
        </w:rPr>
        <w:t xml:space="preserve"> lErr = 0;</w:t>
      </w:r>
    </w:p>
    <w:p w:rsidR="00012D47" w:rsidRPr="003A29A4" w:rsidRDefault="00012D47" w:rsidP="00012D47">
      <w:pPr>
        <w:pStyle w:val="eclipse"/>
        <w:rPr>
          <w:lang w:val="en-GB"/>
        </w:rPr>
      </w:pPr>
    </w:p>
    <w:p w:rsidR="00012D47" w:rsidRPr="003A29A4" w:rsidRDefault="00012D47" w:rsidP="00012D47">
      <w:pPr>
        <w:pStyle w:val="eclipse"/>
        <w:rPr>
          <w:color w:val="339933"/>
          <w:szCs w:val="18"/>
          <w:shd w:val="clear" w:color="auto" w:fill="EEECE1" w:themeFill="background2"/>
          <w:lang w:val="en-GB"/>
        </w:rPr>
      </w:pPr>
      <w:proofErr w:type="gramStart"/>
      <w:r w:rsidRPr="003A29A4">
        <w:rPr>
          <w:lang w:val="en-GB"/>
        </w:rPr>
        <w:t>hr</w:t>
      </w:r>
      <w:proofErr w:type="gramEnd"/>
      <w:r w:rsidRPr="003A29A4">
        <w:rPr>
          <w:lang w:val="en-GB"/>
        </w:rPr>
        <w:t xml:space="preserve"> = g_pSigDoc-&gt;createSignedDoc(</w:t>
      </w:r>
      <w:r>
        <w:rPr>
          <w:lang w:val="en-GB"/>
        </w:rPr>
        <w:t>newfile</w:t>
      </w:r>
      <w:r w:rsidRPr="003A29A4">
        <w:rPr>
          <w:lang w:val="en-GB"/>
        </w:rPr>
        <w:t xml:space="preserve">, </w:t>
      </w:r>
      <w:r w:rsidRPr="00751DBB">
        <w:rPr>
          <w:rStyle w:val="ecl-commentChar"/>
          <w:lang w:val="en-GB"/>
        </w:rPr>
        <w:t xml:space="preserve">// </w:t>
      </w:r>
      <w:r>
        <w:rPr>
          <w:rStyle w:val="ecl-commentChar"/>
          <w:lang w:val="en-GB"/>
        </w:rPr>
        <w:t xml:space="preserve">new ddoc </w:t>
      </w:r>
      <w:r w:rsidRPr="00751DBB">
        <w:rPr>
          <w:rStyle w:val="ecl-commentChar"/>
          <w:lang w:val="en-GB"/>
        </w:rPr>
        <w:t>output file’s name</w:t>
      </w:r>
    </w:p>
    <w:p w:rsidR="00012D47" w:rsidRDefault="00012D47" w:rsidP="00012D47">
      <w:pPr>
        <w:pStyle w:val="eclipse"/>
        <w:ind w:firstLine="589"/>
        <w:rPr>
          <w:lang w:val="en-GB"/>
        </w:rPr>
      </w:pPr>
      <w:proofErr w:type="gramStart"/>
      <w:r>
        <w:rPr>
          <w:lang w:val="en-GB"/>
        </w:rPr>
        <w:t>oldfile</w:t>
      </w:r>
      <w:proofErr w:type="gramEnd"/>
      <w:r w:rsidRPr="003A29A4">
        <w:rPr>
          <w:lang w:val="en-GB"/>
        </w:rPr>
        <w:t xml:space="preserve">, </w:t>
      </w:r>
      <w:r w:rsidRPr="00751DBB">
        <w:rPr>
          <w:rStyle w:val="ecl-commentChar"/>
          <w:lang w:val="en-GB"/>
        </w:rPr>
        <w:t xml:space="preserve">// </w:t>
      </w:r>
      <w:r>
        <w:rPr>
          <w:rStyle w:val="ecl-commentChar"/>
          <w:lang w:val="en-GB"/>
        </w:rPr>
        <w:t>specifies existing ddoc file, if necessary</w:t>
      </w:r>
      <w:r w:rsidRPr="00751DBB">
        <w:rPr>
          <w:rStyle w:val="ecl-commentChar"/>
          <w:lang w:val="en-GB"/>
        </w:rPr>
        <w:t xml:space="preserve"> </w:t>
      </w:r>
    </w:p>
    <w:p w:rsidR="00012D47" w:rsidRPr="00751DBB" w:rsidRDefault="00012D47" w:rsidP="00012D47">
      <w:pPr>
        <w:pStyle w:val="eclipse"/>
        <w:ind w:firstLine="589"/>
        <w:rPr>
          <w:lang w:val="en-GB"/>
        </w:rPr>
      </w:pPr>
      <w:r w:rsidRPr="003A29A4">
        <w:rPr>
          <w:lang w:val="en-GB"/>
        </w:rPr>
        <w:t>&amp;lErr);</w:t>
      </w:r>
      <w:r>
        <w:rPr>
          <w:lang w:val="en-GB"/>
        </w:rPr>
        <w:t xml:space="preserve"> </w:t>
      </w:r>
      <w:r>
        <w:rPr>
          <w:rStyle w:val="ecl-commentChar"/>
        </w:rPr>
        <w:t>// return</w:t>
      </w:r>
      <w:r w:rsidRPr="00DC0E01">
        <w:rPr>
          <w:rStyle w:val="ecl-commentChar"/>
        </w:rPr>
        <w:t xml:space="preserve"> code</w:t>
      </w:r>
    </w:p>
    <w:p w:rsidR="00012D47" w:rsidRPr="00751DBB" w:rsidRDefault="00012D47" w:rsidP="00012D47">
      <w:pPr>
        <w:rPr>
          <w:lang w:val="en-GB"/>
        </w:rPr>
      </w:pPr>
      <w:r w:rsidRPr="00751DBB">
        <w:rPr>
          <w:lang w:val="en-GB"/>
        </w:rPr>
        <w:t xml:space="preserve">The “oldfile” parameter </w:t>
      </w:r>
      <w:r>
        <w:rPr>
          <w:lang w:val="en-GB"/>
        </w:rPr>
        <w:t xml:space="preserve">value </w:t>
      </w:r>
      <w:r w:rsidRPr="00751DBB">
        <w:rPr>
          <w:lang w:val="en-GB"/>
        </w:rPr>
        <w:t xml:space="preserve">can be </w:t>
      </w:r>
      <w:r>
        <w:rPr>
          <w:lang w:val="en-GB"/>
        </w:rPr>
        <w:t>set to NULL if you are creating a new DigiDoc document from scratch</w:t>
      </w:r>
      <w:r w:rsidRPr="00751DBB">
        <w:rPr>
          <w:lang w:val="en-GB"/>
        </w:rPr>
        <w:t xml:space="preserve">. </w:t>
      </w:r>
      <w:r>
        <w:rPr>
          <w:lang w:val="en-GB"/>
        </w:rPr>
        <w:t xml:space="preserve">If you have previously read in an existing DigiDoc document to modify it (e.g. add signature(s) or data file(s)) and now try to write it to an output file then you have to specify the existing DigiDoc file’s path and filename in the “oldfile” parameter. Otherwise the data file contents from the existing DigiDoc file might not be copied to the new container. </w:t>
      </w:r>
    </w:p>
    <w:p w:rsidR="00012D47" w:rsidRPr="00751DBB" w:rsidRDefault="00012D47" w:rsidP="00012D47">
      <w:pPr>
        <w:rPr>
          <w:lang w:val="en-GB"/>
        </w:rPr>
      </w:pPr>
      <w:r>
        <w:rPr>
          <w:lang w:val="en-GB"/>
        </w:rPr>
        <w:t>Release the respective interface pointers</w:t>
      </w:r>
      <w:r w:rsidRPr="00751DBB">
        <w:rPr>
          <w:lang w:val="en-GB"/>
        </w:rPr>
        <w:t xml:space="preserve"> after </w:t>
      </w:r>
      <w:r>
        <w:rPr>
          <w:lang w:val="en-GB"/>
        </w:rPr>
        <w:t xml:space="preserve">the </w:t>
      </w:r>
      <w:r w:rsidRPr="00751DBB">
        <w:rPr>
          <w:lang w:val="en-GB"/>
        </w:rPr>
        <w:t xml:space="preserve">end of working with </w:t>
      </w:r>
      <w:r>
        <w:rPr>
          <w:lang w:val="en-GB"/>
        </w:rPr>
        <w:t>ComSigned</w:t>
      </w:r>
      <w:r w:rsidRPr="00751DBB">
        <w:rPr>
          <w:lang w:val="en-GB"/>
        </w:rPr>
        <w:t xml:space="preserve">Doc </w:t>
      </w:r>
      <w:r>
        <w:rPr>
          <w:lang w:val="en-GB"/>
        </w:rPr>
        <w:t>object</w:t>
      </w:r>
      <w:r w:rsidRPr="00751DBB">
        <w:rPr>
          <w:lang w:val="en-GB"/>
        </w:rPr>
        <w:t>:</w:t>
      </w:r>
    </w:p>
    <w:p w:rsidR="00012D47" w:rsidRPr="00DC0E01" w:rsidRDefault="00012D47" w:rsidP="00012D47">
      <w:pPr>
        <w:pStyle w:val="eclipse"/>
        <w:rPr>
          <w:lang w:val="en-GB"/>
        </w:rPr>
      </w:pPr>
      <w:r w:rsidRPr="00DC0E01">
        <w:rPr>
          <w:lang w:val="en-GB"/>
        </w:rPr>
        <w:t>g_pSigDoc-&gt;</w:t>
      </w:r>
      <w:proofErr w:type="gramStart"/>
      <w:r w:rsidRPr="00DC0E01">
        <w:rPr>
          <w:lang w:val="en-GB"/>
        </w:rPr>
        <w:t>Release(</w:t>
      </w:r>
      <w:proofErr w:type="gramEnd"/>
      <w:r w:rsidRPr="00DC0E01">
        <w:rPr>
          <w:lang w:val="en-GB"/>
        </w:rPr>
        <w:t>);</w:t>
      </w:r>
    </w:p>
    <w:p w:rsidR="00012D47" w:rsidRPr="00DC0E01" w:rsidRDefault="00012D47" w:rsidP="00012D47">
      <w:pPr>
        <w:pStyle w:val="eclipse"/>
        <w:rPr>
          <w:lang w:val="en-GB"/>
        </w:rPr>
      </w:pPr>
      <w:r w:rsidRPr="00DC0E01">
        <w:rPr>
          <w:lang w:val="en-GB"/>
        </w:rPr>
        <w:t>g_pLib-&gt;</w:t>
      </w:r>
      <w:proofErr w:type="gramStart"/>
      <w:r w:rsidRPr="00DC0E01">
        <w:rPr>
          <w:lang w:val="en-GB"/>
        </w:rPr>
        <w:t>Release(</w:t>
      </w:r>
      <w:proofErr w:type="gramEnd"/>
      <w:r w:rsidRPr="00DC0E01">
        <w:rPr>
          <w:lang w:val="en-GB"/>
        </w:rPr>
        <w:t>);</w:t>
      </w:r>
    </w:p>
    <w:p w:rsidR="00012D47" w:rsidRPr="00DC0E01" w:rsidRDefault="00012D47" w:rsidP="00012D47">
      <w:pPr>
        <w:rPr>
          <w:lang w:val="en-GB"/>
        </w:rPr>
      </w:pPr>
      <w:r w:rsidRPr="00DC0E01">
        <w:rPr>
          <w:lang w:val="en-GB"/>
        </w:rPr>
        <w:t>The last task is to shut down the library</w:t>
      </w:r>
      <w:r>
        <w:rPr>
          <w:lang w:val="en-GB"/>
        </w:rPr>
        <w:t xml:space="preserve"> and free the resources by calling the following function</w:t>
      </w:r>
      <w:r w:rsidRPr="00DC0E01">
        <w:rPr>
          <w:lang w:val="en-GB"/>
        </w:rPr>
        <w:t>:</w:t>
      </w:r>
    </w:p>
    <w:p w:rsidR="00012D47" w:rsidRPr="00751DBB" w:rsidRDefault="00012D47" w:rsidP="00012D47">
      <w:pPr>
        <w:pStyle w:val="eclipse"/>
        <w:rPr>
          <w:lang w:val="en-GB"/>
        </w:rPr>
      </w:pPr>
      <w:proofErr w:type="gramStart"/>
      <w:r w:rsidRPr="00DC0E01">
        <w:rPr>
          <w:lang w:val="en-GB"/>
        </w:rPr>
        <w:t>CoUninitialize(</w:t>
      </w:r>
      <w:proofErr w:type="gramEnd"/>
      <w:r w:rsidRPr="00DC0E01">
        <w:rPr>
          <w:lang w:val="en-GB"/>
        </w:rPr>
        <w:t>);</w:t>
      </w:r>
    </w:p>
    <w:p w:rsidR="00012D47" w:rsidRPr="00751DBB" w:rsidRDefault="00012D47" w:rsidP="00012D47">
      <w:pPr>
        <w:rPr>
          <w:lang w:val="en-GB"/>
        </w:rPr>
      </w:pPr>
      <w:r>
        <w:rPr>
          <w:lang w:val="en-GB"/>
        </w:rPr>
        <w:t xml:space="preserve">Examples given in the previous sections described creating a new DigiDoc document from scratch. When working with an existing DigiDoc file then you can open and read the file as follows (the ComSignedDoc has to be created and initialized beforehand): </w:t>
      </w:r>
    </w:p>
    <w:p w:rsidR="00012D47" w:rsidRDefault="00012D47" w:rsidP="00012D47">
      <w:pPr>
        <w:pStyle w:val="eclipse"/>
        <w:rPr>
          <w:lang w:val="en-GB"/>
        </w:rPr>
      </w:pPr>
      <w:r w:rsidRPr="00F302A7">
        <w:rPr>
          <w:lang w:val="en-GB"/>
        </w:rPr>
        <w:t>BSTR fname = _com_util::</w:t>
      </w:r>
      <w:proofErr w:type="gramStart"/>
      <w:r w:rsidRPr="00F302A7">
        <w:rPr>
          <w:lang w:val="en-GB"/>
        </w:rPr>
        <w:t>ConvertStringToBSTR(</w:t>
      </w:r>
      <w:proofErr w:type="gramEnd"/>
      <w:r w:rsidRPr="00B5017E">
        <w:rPr>
          <w:rStyle w:val="ecl-stringChar"/>
        </w:rPr>
        <w:t>"</w:t>
      </w:r>
      <w:r>
        <w:rPr>
          <w:rStyle w:val="ecl-stringChar"/>
        </w:rPr>
        <w:t>&lt;input ddoc file’s name&gt;</w:t>
      </w:r>
      <w:r w:rsidRPr="00B5017E">
        <w:rPr>
          <w:rStyle w:val="ecl-stringChar"/>
        </w:rPr>
        <w:t>"</w:t>
      </w:r>
      <w:r w:rsidRPr="00F302A7">
        <w:rPr>
          <w:lang w:val="en-GB"/>
        </w:rPr>
        <w:t>);</w:t>
      </w:r>
    </w:p>
    <w:p w:rsidR="00012D47" w:rsidRPr="00F302A7" w:rsidRDefault="00012D47" w:rsidP="00012D47">
      <w:pPr>
        <w:pStyle w:val="eclipse"/>
        <w:rPr>
          <w:lang w:val="en-GB"/>
        </w:rPr>
      </w:pPr>
    </w:p>
    <w:p w:rsidR="00012D47" w:rsidRDefault="00012D47" w:rsidP="00012D47">
      <w:pPr>
        <w:pStyle w:val="eclipse"/>
        <w:rPr>
          <w:lang w:val="en-GB"/>
        </w:rPr>
      </w:pPr>
      <w:proofErr w:type="gramStart"/>
      <w:r w:rsidRPr="00F302A7">
        <w:rPr>
          <w:lang w:val="en-GB"/>
        </w:rPr>
        <w:t>hr</w:t>
      </w:r>
      <w:proofErr w:type="gramEnd"/>
      <w:r w:rsidRPr="00F302A7">
        <w:rPr>
          <w:lang w:val="en-GB"/>
        </w:rPr>
        <w:t xml:space="preserve"> = g_pSigDoc-&gt;readSignedDoc(fname, </w:t>
      </w:r>
      <w:r w:rsidRPr="00193547">
        <w:rPr>
          <w:rStyle w:val="ecl-commentChar"/>
        </w:rPr>
        <w:t>// file name and path</w:t>
      </w:r>
    </w:p>
    <w:p w:rsidR="00012D47" w:rsidRDefault="00012D47" w:rsidP="00012D47">
      <w:pPr>
        <w:pStyle w:val="eclipse"/>
        <w:ind w:firstLine="589"/>
        <w:rPr>
          <w:lang w:val="en-GB"/>
        </w:rPr>
      </w:pPr>
      <w:r w:rsidRPr="00F302A7">
        <w:rPr>
          <w:lang w:val="en-GB"/>
        </w:rPr>
        <w:t xml:space="preserve">0, </w:t>
      </w:r>
      <w:r>
        <w:rPr>
          <w:lang w:val="en-GB"/>
        </w:rPr>
        <w:tab/>
      </w:r>
      <w:r w:rsidRPr="00193547">
        <w:rPr>
          <w:rStyle w:val="ecl-commentChar"/>
        </w:rPr>
        <w:t>//</w:t>
      </w:r>
      <w:r>
        <w:rPr>
          <w:rStyle w:val="ecl-commentChar"/>
        </w:rPr>
        <w:t xml:space="preserve"> specifies whether</w:t>
      </w:r>
      <w:r w:rsidRPr="00193547">
        <w:rPr>
          <w:rStyle w:val="ecl-commentChar"/>
        </w:rPr>
        <w:t xml:space="preserve"> file’s hash is checked (1) or not (0)</w:t>
      </w:r>
    </w:p>
    <w:p w:rsidR="00012D47" w:rsidRDefault="00012D47" w:rsidP="00012D47">
      <w:pPr>
        <w:pStyle w:val="eclipse"/>
        <w:ind w:firstLine="589"/>
        <w:rPr>
          <w:lang w:val="en-GB"/>
        </w:rPr>
      </w:pPr>
      <w:r w:rsidRPr="00F302A7">
        <w:rPr>
          <w:lang w:val="en-GB"/>
        </w:rPr>
        <w:t xml:space="preserve">0, </w:t>
      </w:r>
      <w:r>
        <w:rPr>
          <w:lang w:val="en-GB"/>
        </w:rPr>
        <w:tab/>
      </w:r>
      <w:r w:rsidRPr="00193547">
        <w:rPr>
          <w:rStyle w:val="ecl-commentChar"/>
        </w:rPr>
        <w:t>//</w:t>
      </w:r>
      <w:r>
        <w:rPr>
          <w:rStyle w:val="ecl-commentChar"/>
        </w:rPr>
        <w:t xml:space="preserve"> cache size of data files</w:t>
      </w:r>
    </w:p>
    <w:p w:rsidR="00012D47" w:rsidRDefault="00012D47" w:rsidP="00012D47">
      <w:pPr>
        <w:pStyle w:val="eclipse"/>
        <w:ind w:firstLine="589"/>
        <w:rPr>
          <w:lang w:val="en-GB"/>
        </w:rPr>
      </w:pPr>
      <w:r w:rsidRPr="00F302A7">
        <w:rPr>
          <w:lang w:val="en-GB"/>
        </w:rPr>
        <w:t>&amp;lErr);</w:t>
      </w:r>
      <w:r>
        <w:rPr>
          <w:lang w:val="en-GB"/>
        </w:rPr>
        <w:t xml:space="preserve"> </w:t>
      </w:r>
      <w:r w:rsidRPr="00193547">
        <w:rPr>
          <w:rStyle w:val="ecl-commentChar"/>
        </w:rPr>
        <w:t>// return code</w:t>
      </w:r>
    </w:p>
    <w:p w:rsidR="00012D47" w:rsidRDefault="00012D47" w:rsidP="00012D47">
      <w:pPr>
        <w:rPr>
          <w:lang w:val="en-GB"/>
        </w:rPr>
      </w:pPr>
      <w:r>
        <w:rPr>
          <w:lang w:val="en-GB"/>
        </w:rPr>
        <w:t>The second parameter of the function above</w:t>
      </w:r>
      <w:r w:rsidRPr="00751DBB">
        <w:rPr>
          <w:lang w:val="en-GB"/>
        </w:rPr>
        <w:t xml:space="preserve"> is a flag indicating whether checking hash value(s) of </w:t>
      </w:r>
      <w:r>
        <w:rPr>
          <w:lang w:val="en-GB"/>
        </w:rPr>
        <w:t>data</w:t>
      </w:r>
      <w:r w:rsidRPr="00751DBB">
        <w:rPr>
          <w:lang w:val="en-GB"/>
        </w:rPr>
        <w:t xml:space="preserve"> file(s) is required at the time of opening. </w:t>
      </w:r>
      <w:r>
        <w:rPr>
          <w:lang w:val="en-GB"/>
        </w:rPr>
        <w:t>The third p</w:t>
      </w:r>
      <w:r w:rsidRPr="00751DBB">
        <w:rPr>
          <w:lang w:val="en-GB"/>
        </w:rPr>
        <w:t xml:space="preserve">arameter can be used to specify the maximum size of </w:t>
      </w:r>
      <w:r>
        <w:rPr>
          <w:lang w:val="en-GB"/>
        </w:rPr>
        <w:t>ComDataFile</w:t>
      </w:r>
      <w:r w:rsidRPr="00751DBB">
        <w:rPr>
          <w:lang w:val="en-GB"/>
        </w:rPr>
        <w:t xml:space="preserve"> content to be cached in memory.</w:t>
      </w:r>
    </w:p>
    <w:p w:rsidR="00012D47" w:rsidRPr="00751DBB" w:rsidRDefault="00012D47" w:rsidP="00012D47">
      <w:pPr>
        <w:rPr>
          <w:lang w:val="en-GB"/>
        </w:rPr>
      </w:pPr>
      <w:r>
        <w:rPr>
          <w:lang w:val="en-GB"/>
        </w:rPr>
        <w:t>After reading in an existing DigiDoc document, you can add signatures, data files and OCSP confirmations to it in the same way as described in the previous sections.</w:t>
      </w:r>
    </w:p>
    <w:p w:rsidR="00012D47" w:rsidRPr="00751DBB" w:rsidRDefault="00012D47" w:rsidP="00012D47">
      <w:pPr>
        <w:pStyle w:val="Pealkiri21"/>
        <w:rPr>
          <w:lang w:val="en-GB"/>
        </w:rPr>
      </w:pPr>
      <w:bookmarkStart w:id="39" w:name="_Toc345343806"/>
      <w:bookmarkStart w:id="40" w:name="_Toc346288032"/>
      <w:r w:rsidRPr="00751DBB">
        <w:rPr>
          <w:lang w:val="en-GB"/>
        </w:rPr>
        <w:t>Verify signatures and OCSP confirmations</w:t>
      </w:r>
      <w:bookmarkEnd w:id="39"/>
      <w:bookmarkEnd w:id="40"/>
    </w:p>
    <w:p w:rsidR="00CD6BBF" w:rsidRDefault="00CD6BBF" w:rsidP="00012D47">
      <w:pPr>
        <w:rPr>
          <w:lang w:val="en-GB"/>
        </w:rPr>
      </w:pPr>
      <w:r w:rsidRPr="00DF6EC9">
        <w:rPr>
          <w:b/>
          <w:lang w:val="en-GB"/>
        </w:rPr>
        <w:t>Note</w:t>
      </w:r>
      <w:r>
        <w:rPr>
          <w:lang w:val="en-GB"/>
        </w:rPr>
        <w:t xml:space="preserve">: in order to verify files that contain </w:t>
      </w:r>
      <w:r w:rsidR="00DF6EC9">
        <w:rPr>
          <w:lang w:val="en-GB"/>
        </w:rPr>
        <w:t>special characters, the system’s regional settings have to be set to UTF-8 encoding.</w:t>
      </w:r>
    </w:p>
    <w:p w:rsidR="00012D47" w:rsidRPr="00751DBB" w:rsidRDefault="00012D47" w:rsidP="00012D47">
      <w:pPr>
        <w:rPr>
          <w:lang w:val="en-GB"/>
        </w:rPr>
      </w:pPr>
      <w:r w:rsidRPr="00751DBB">
        <w:rPr>
          <w:lang w:val="en-GB"/>
        </w:rPr>
        <w:t xml:space="preserve">You can verify </w:t>
      </w:r>
      <w:r>
        <w:rPr>
          <w:lang w:val="en-GB"/>
        </w:rPr>
        <w:t>all signatures and OCSP confirmations of a DigiDoc document which has previously been read in (i.e. the ComSignedDoc object has also been created and initialized) at once by using function:</w:t>
      </w:r>
    </w:p>
    <w:p w:rsidR="00012D47" w:rsidRPr="00751DBB" w:rsidRDefault="00012D47" w:rsidP="00BF442A">
      <w:pPr>
        <w:pStyle w:val="eclipse"/>
        <w:rPr>
          <w:lang w:val="en-GB"/>
        </w:rPr>
      </w:pPr>
      <w:proofErr w:type="gramStart"/>
      <w:r>
        <w:rPr>
          <w:lang w:val="en-GB"/>
        </w:rPr>
        <w:t>IComSignedDoc.</w:t>
      </w:r>
      <w:r w:rsidRPr="00DB2A76">
        <w:rPr>
          <w:lang w:val="en-GB"/>
        </w:rPr>
        <w:t>verifySigDoc(</w:t>
      </w:r>
      <w:proofErr w:type="gramEnd"/>
      <w:r w:rsidRPr="00DB2A76">
        <w:rPr>
          <w:lang w:val="en-GB"/>
        </w:rPr>
        <w:t>BSTR szDataFile, long *nRetResult)</w:t>
      </w:r>
      <w:r>
        <w:rPr>
          <w:lang w:val="en-GB"/>
        </w:rPr>
        <w:t xml:space="preserve">; </w:t>
      </w:r>
      <w:r w:rsidRPr="00DB2A76">
        <w:rPr>
          <w:rStyle w:val="ecl-commentChar"/>
        </w:rPr>
        <w:t xml:space="preserve"> </w:t>
      </w:r>
    </w:p>
    <w:p w:rsidR="00012D47" w:rsidRPr="00751DBB" w:rsidRDefault="00012D47" w:rsidP="00012D47">
      <w:pPr>
        <w:rPr>
          <w:lang w:val="en-GB"/>
        </w:rPr>
      </w:pPr>
      <w:r>
        <w:rPr>
          <w:lang w:val="en-GB"/>
        </w:rPr>
        <w:t>For verifying a single signature of a DigiDoc document, do:</w:t>
      </w:r>
    </w:p>
    <w:p w:rsidR="00012D47" w:rsidRDefault="00012D47" w:rsidP="00012D47">
      <w:pPr>
        <w:pStyle w:val="eclipse"/>
        <w:spacing w:before="0"/>
        <w:rPr>
          <w:lang w:val="en-GB"/>
        </w:rPr>
      </w:pPr>
      <w:r w:rsidRPr="00273939">
        <w:rPr>
          <w:lang w:val="en-GB"/>
        </w:rPr>
        <w:t>HRESULT hr = 0;</w:t>
      </w:r>
    </w:p>
    <w:p w:rsidR="00012D47" w:rsidRDefault="00012D47" w:rsidP="00012D47">
      <w:pPr>
        <w:pStyle w:val="eclipse"/>
        <w:rPr>
          <w:lang w:val="en-GB"/>
        </w:rPr>
      </w:pPr>
      <w:proofErr w:type="gramStart"/>
      <w:r w:rsidRPr="00273939">
        <w:rPr>
          <w:lang w:val="en-GB"/>
        </w:rPr>
        <w:t>long</w:t>
      </w:r>
      <w:proofErr w:type="gramEnd"/>
      <w:r w:rsidRPr="00273939">
        <w:rPr>
          <w:lang w:val="en-GB"/>
        </w:rPr>
        <w:t xml:space="preserve"> l = 0;</w:t>
      </w:r>
    </w:p>
    <w:p w:rsidR="00012D47" w:rsidRDefault="00012D47" w:rsidP="00012D47">
      <w:pPr>
        <w:pStyle w:val="eclipse"/>
        <w:rPr>
          <w:rStyle w:val="ecl-commentChar"/>
        </w:rPr>
      </w:pPr>
      <w:proofErr w:type="gramStart"/>
      <w:r>
        <w:rPr>
          <w:lang w:val="en-GB"/>
        </w:rPr>
        <w:t>int</w:t>
      </w:r>
      <w:proofErr w:type="gramEnd"/>
      <w:r>
        <w:rPr>
          <w:lang w:val="en-GB"/>
        </w:rPr>
        <w:t xml:space="preserve"> </w:t>
      </w:r>
      <w:r w:rsidRPr="00503B43">
        <w:rPr>
          <w:lang w:val="en-GB"/>
        </w:rPr>
        <w:t>nIdx</w:t>
      </w:r>
      <w:r>
        <w:rPr>
          <w:lang w:val="en-GB"/>
        </w:rPr>
        <w:t xml:space="preserve">; </w:t>
      </w:r>
      <w:r w:rsidRPr="00DC0D01">
        <w:rPr>
          <w:rStyle w:val="ecl-commentChar"/>
        </w:rPr>
        <w:t xml:space="preserve">// signature’s </w:t>
      </w:r>
      <w:r>
        <w:rPr>
          <w:rStyle w:val="ecl-commentChar"/>
        </w:rPr>
        <w:t>index</w:t>
      </w:r>
    </w:p>
    <w:p w:rsidR="00012D47" w:rsidRPr="00735044" w:rsidRDefault="00012D47" w:rsidP="00012D47">
      <w:pPr>
        <w:pStyle w:val="eclipse"/>
      </w:pPr>
      <w:proofErr w:type="gramStart"/>
      <w:r w:rsidRPr="00735044">
        <w:rPr>
          <w:rStyle w:val="ecl-commentChar"/>
          <w:color w:val="000000"/>
          <w:szCs w:val="20"/>
          <w:shd w:val="clear" w:color="auto" w:fill="auto"/>
        </w:rPr>
        <w:lastRenderedPageBreak/>
        <w:t>int</w:t>
      </w:r>
      <w:proofErr w:type="gramEnd"/>
      <w:r w:rsidRPr="00735044">
        <w:rPr>
          <w:rStyle w:val="ecl-commentChar"/>
          <w:color w:val="000000"/>
          <w:szCs w:val="20"/>
          <w:shd w:val="clear" w:color="auto" w:fill="auto"/>
        </w:rPr>
        <w:t xml:space="preserve"> lErr = 0;</w:t>
      </w:r>
    </w:p>
    <w:p w:rsidR="00012D47" w:rsidRDefault="00012D47" w:rsidP="00012D47">
      <w:pPr>
        <w:pStyle w:val="eclipse"/>
        <w:rPr>
          <w:lang w:val="en-GB"/>
        </w:rPr>
      </w:pPr>
      <w:r w:rsidRPr="00273939">
        <w:rPr>
          <w:lang w:val="en-GB"/>
        </w:rPr>
        <w:t>IComSignatu</w:t>
      </w:r>
      <w:r>
        <w:rPr>
          <w:lang w:val="en-GB"/>
        </w:rPr>
        <w:t>reInfo* pSig = NULL;</w:t>
      </w:r>
    </w:p>
    <w:p w:rsidR="00012D47" w:rsidRDefault="00012D47" w:rsidP="00012D47">
      <w:pPr>
        <w:pStyle w:val="ecl-comment"/>
        <w:rPr>
          <w:lang w:val="en-GB"/>
        </w:rPr>
      </w:pPr>
      <w:r>
        <w:rPr>
          <w:lang w:val="en-GB"/>
        </w:rPr>
        <w:t>// create ComSignatureInfo object</w:t>
      </w:r>
    </w:p>
    <w:p w:rsidR="00012D47" w:rsidRDefault="00012D47" w:rsidP="00012D47">
      <w:pPr>
        <w:pStyle w:val="eclipse"/>
        <w:rPr>
          <w:lang w:val="en-GB"/>
        </w:rPr>
      </w:pPr>
      <w:proofErr w:type="gramStart"/>
      <w:r w:rsidRPr="00503B43">
        <w:rPr>
          <w:lang w:val="en-GB"/>
        </w:rPr>
        <w:t>hr</w:t>
      </w:r>
      <w:proofErr w:type="gramEnd"/>
      <w:r w:rsidRPr="00503B43">
        <w:rPr>
          <w:lang w:val="en-GB"/>
        </w:rPr>
        <w:t xml:space="preserve"> = CLSIDFromProgID(OLESTR(</w:t>
      </w:r>
      <w:r w:rsidRPr="00503B43">
        <w:rPr>
          <w:rStyle w:val="Ecl-paramChar"/>
          <w:lang w:val="en-GB"/>
        </w:rPr>
        <w:t>"DigiDocLibCOM.ComSignatureInfo"</w:t>
      </w:r>
      <w:r w:rsidRPr="00503B43">
        <w:rPr>
          <w:lang w:val="en-GB"/>
        </w:rPr>
        <w:t>), &amp;g_clsid);</w:t>
      </w:r>
    </w:p>
    <w:p w:rsidR="00012D47" w:rsidRDefault="00012D47" w:rsidP="00012D47">
      <w:pPr>
        <w:pStyle w:val="eclipse"/>
        <w:rPr>
          <w:lang w:val="en-GB"/>
        </w:rPr>
      </w:pPr>
      <w:proofErr w:type="gramStart"/>
      <w:r w:rsidRPr="00503B43">
        <w:rPr>
          <w:lang w:val="en-GB"/>
        </w:rPr>
        <w:t>hr</w:t>
      </w:r>
      <w:proofErr w:type="gramEnd"/>
      <w:r w:rsidRPr="00503B43">
        <w:rPr>
          <w:lang w:val="en-GB"/>
        </w:rPr>
        <w:t xml:space="preserve"> = CoCreateInstance(g_clsid, NULL, CLSCTX_INPROC_SERVER, </w:t>
      </w:r>
    </w:p>
    <w:p w:rsidR="00012D47" w:rsidRDefault="00012D47" w:rsidP="00012D47">
      <w:pPr>
        <w:pStyle w:val="eclipse"/>
        <w:rPr>
          <w:lang w:val="en-GB"/>
        </w:rPr>
      </w:pPr>
      <w:r>
        <w:rPr>
          <w:lang w:val="en-GB"/>
        </w:rPr>
        <w:tab/>
      </w:r>
      <w:r w:rsidRPr="00503B43">
        <w:rPr>
          <w:lang w:val="en-GB"/>
        </w:rPr>
        <w:t>__</w:t>
      </w:r>
      <w:proofErr w:type="gramStart"/>
      <w:r w:rsidRPr="00503B43">
        <w:rPr>
          <w:lang w:val="en-GB"/>
        </w:rPr>
        <w:t>uuidof(</w:t>
      </w:r>
      <w:proofErr w:type="gramEnd"/>
      <w:r w:rsidRPr="00503B43">
        <w:rPr>
          <w:lang w:val="en-GB"/>
        </w:rPr>
        <w:t>IComSignatureInfo), (LPVOID *)&amp;pSig);</w:t>
      </w:r>
    </w:p>
    <w:p w:rsidR="00012D47" w:rsidRDefault="00012D47" w:rsidP="00012D47">
      <w:pPr>
        <w:pStyle w:val="eclipse"/>
        <w:rPr>
          <w:lang w:val="en-GB"/>
        </w:rPr>
      </w:pPr>
    </w:p>
    <w:p w:rsidR="00012D47" w:rsidRDefault="00012D47" w:rsidP="00012D47">
      <w:pPr>
        <w:pStyle w:val="eclipse"/>
        <w:spacing w:before="0" w:after="0"/>
        <w:rPr>
          <w:lang w:val="en-GB"/>
        </w:rPr>
      </w:pPr>
      <w:proofErr w:type="gramStart"/>
      <w:r w:rsidRPr="00503B43">
        <w:rPr>
          <w:lang w:val="en-GB"/>
        </w:rPr>
        <w:t>hr</w:t>
      </w:r>
      <w:proofErr w:type="gramEnd"/>
      <w:r w:rsidRPr="00503B43">
        <w:rPr>
          <w:lang w:val="en-GB"/>
        </w:rPr>
        <w:t xml:space="preserve"> = g_pSigDoc-&gt;getSignature(nIdx, pSig);</w:t>
      </w:r>
      <w:r>
        <w:rPr>
          <w:lang w:val="en-GB"/>
        </w:rPr>
        <w:t xml:space="preserve"> </w:t>
      </w:r>
      <w:r w:rsidRPr="00DC0D01">
        <w:rPr>
          <w:rStyle w:val="ecl-commentChar"/>
        </w:rPr>
        <w:t>// find the signature object by</w:t>
      </w:r>
      <w:r>
        <w:rPr>
          <w:lang w:val="en-GB"/>
        </w:rPr>
        <w:t xml:space="preserve"> </w:t>
      </w:r>
    </w:p>
    <w:p w:rsidR="00012D47" w:rsidRDefault="00012D47" w:rsidP="00012D47">
      <w:pPr>
        <w:pStyle w:val="ecl-comment"/>
        <w:spacing w:after="240"/>
        <w:contextualSpacing w:val="0"/>
        <w:rPr>
          <w:lang w:val="en-GB"/>
        </w:rPr>
      </w:pPr>
      <w:r>
        <w:rPr>
          <w:lang w:val="en-GB"/>
        </w:rPr>
        <w:tab/>
      </w:r>
      <w:r>
        <w:rPr>
          <w:lang w:val="en-GB"/>
        </w:rPr>
        <w:tab/>
        <w:t>// its index in DigiDoc container (counting from zero)</w:t>
      </w:r>
    </w:p>
    <w:p w:rsidR="00012D47" w:rsidRDefault="00012D47" w:rsidP="00012D47">
      <w:pPr>
        <w:pStyle w:val="ecl-comment"/>
        <w:rPr>
          <w:lang w:val="en-GB"/>
        </w:rPr>
      </w:pPr>
      <w:r>
        <w:rPr>
          <w:lang w:val="en-GB"/>
        </w:rPr>
        <w:t>// verify the signature</w:t>
      </w:r>
    </w:p>
    <w:p w:rsidR="00012D47" w:rsidRDefault="00012D47" w:rsidP="00012D47">
      <w:pPr>
        <w:pStyle w:val="eclipse"/>
        <w:rPr>
          <w:lang w:val="en-GB"/>
        </w:rPr>
      </w:pPr>
      <w:proofErr w:type="gramStart"/>
      <w:r w:rsidRPr="00735044">
        <w:rPr>
          <w:lang w:val="en-GB"/>
        </w:rPr>
        <w:t>hr</w:t>
      </w:r>
      <w:proofErr w:type="gramEnd"/>
      <w:r w:rsidRPr="00735044">
        <w:rPr>
          <w:lang w:val="en-GB"/>
        </w:rPr>
        <w:t xml:space="preserve"> = g_pSigDoc-&gt;verifySignatureInfo(</w:t>
      </w:r>
      <w:r w:rsidRPr="00503B43">
        <w:rPr>
          <w:lang w:val="en-GB"/>
        </w:rPr>
        <w:t>pSig</w:t>
      </w:r>
      <w:r w:rsidRPr="00735044">
        <w:rPr>
          <w:lang w:val="en-GB"/>
        </w:rPr>
        <w:t xml:space="preserve">, </w:t>
      </w:r>
      <w:r w:rsidR="00E25F0F">
        <w:rPr>
          <w:lang w:val="en-GB"/>
        </w:rPr>
        <w:t>NULL</w:t>
      </w:r>
      <w:r w:rsidRPr="00735044">
        <w:rPr>
          <w:lang w:val="en-GB"/>
        </w:rPr>
        <w:t>, &amp;lErr);</w:t>
      </w:r>
    </w:p>
    <w:p w:rsidR="00012D47" w:rsidRPr="00273939" w:rsidRDefault="00012D47" w:rsidP="00012D47">
      <w:pPr>
        <w:pStyle w:val="eclipse"/>
        <w:rPr>
          <w:lang w:val="en-GB"/>
        </w:rPr>
      </w:pPr>
    </w:p>
    <w:p w:rsidR="00012D47" w:rsidRDefault="00012D47" w:rsidP="00012D47">
      <w:pPr>
        <w:pStyle w:val="eclipse"/>
        <w:spacing w:before="0"/>
        <w:rPr>
          <w:lang w:val="en-GB"/>
        </w:rPr>
      </w:pPr>
      <w:proofErr w:type="gramStart"/>
      <w:r w:rsidRPr="00273939">
        <w:rPr>
          <w:lang w:val="en-GB"/>
        </w:rPr>
        <w:t>pSig</w:t>
      </w:r>
      <w:proofErr w:type="gramEnd"/>
      <w:r w:rsidRPr="00273939">
        <w:rPr>
          <w:lang w:val="en-GB"/>
        </w:rPr>
        <w:t>-&gt;Release();</w:t>
      </w:r>
    </w:p>
    <w:p w:rsidR="00BE35F2" w:rsidRPr="00751DBB" w:rsidRDefault="00012D47" w:rsidP="00012D47">
      <w:pPr>
        <w:rPr>
          <w:lang w:val="en-GB"/>
        </w:rPr>
      </w:pPr>
      <w:r>
        <w:rPr>
          <w:lang w:val="en-GB"/>
        </w:rPr>
        <w:t>If you want to verify all of the DigiDoc file’s signatures one by one then firstly find the number of existing signatures of the file with function IComSignedDoc.get_nSignatures(). Next, call the functions that are shown above for each signature, i.e. iterate over the amount of signatures by altering the nIdx value according to the number of existing signatures.</w:t>
      </w:r>
    </w:p>
    <w:p w:rsidR="00012D47" w:rsidRDefault="00012D47" w:rsidP="00012D47"/>
    <w:p w:rsidR="00BE2749" w:rsidRPr="00751DBB" w:rsidRDefault="00702A89" w:rsidP="00E31F18">
      <w:pPr>
        <w:pStyle w:val="Pealkiri11"/>
        <w:rPr>
          <w:lang w:val="en-GB"/>
        </w:rPr>
      </w:pPr>
      <w:bookmarkStart w:id="41" w:name="_Toc345343807"/>
      <w:bookmarkStart w:id="42" w:name="_Toc346288033"/>
      <w:r>
        <w:rPr>
          <w:lang w:val="en-GB"/>
        </w:rPr>
        <w:lastRenderedPageBreak/>
        <w:t>DigiDoc</w:t>
      </w:r>
      <w:r w:rsidR="005B79B5">
        <w:rPr>
          <w:lang w:val="en-GB"/>
        </w:rPr>
        <w:t xml:space="preserve"> </w:t>
      </w:r>
      <w:r>
        <w:rPr>
          <w:lang w:val="en-GB"/>
        </w:rPr>
        <w:t>COM</w:t>
      </w:r>
      <w:r w:rsidR="00BE2749" w:rsidRPr="00751DBB">
        <w:rPr>
          <w:lang w:val="en-GB"/>
        </w:rPr>
        <w:t xml:space="preserve"> utility</w:t>
      </w:r>
      <w:r w:rsidR="005B79B5">
        <w:rPr>
          <w:lang w:val="en-GB"/>
        </w:rPr>
        <w:t xml:space="preserve"> program</w:t>
      </w:r>
      <w:bookmarkEnd w:id="41"/>
      <w:bookmarkEnd w:id="42"/>
      <w:r w:rsidR="005B79B5">
        <w:rPr>
          <w:lang w:val="en-GB"/>
        </w:rPr>
        <w:t xml:space="preserve"> </w:t>
      </w:r>
    </w:p>
    <w:p w:rsidR="00C92C6F" w:rsidRPr="00751DBB" w:rsidRDefault="00C92C6F" w:rsidP="0004750B">
      <w:pPr>
        <w:rPr>
          <w:lang w:val="en-GB"/>
        </w:rPr>
      </w:pPr>
      <w:r w:rsidRPr="00751DBB">
        <w:rPr>
          <w:lang w:val="en-GB"/>
        </w:rPr>
        <w:t xml:space="preserve">DigiDoc </w:t>
      </w:r>
      <w:r w:rsidR="00702A89">
        <w:rPr>
          <w:lang w:val="en-GB"/>
        </w:rPr>
        <w:t xml:space="preserve">COM </w:t>
      </w:r>
      <w:r w:rsidRPr="00751DBB">
        <w:rPr>
          <w:lang w:val="en-GB"/>
        </w:rPr>
        <w:t xml:space="preserve">library includes a command line utility program – </w:t>
      </w:r>
      <w:r w:rsidR="00702A89">
        <w:rPr>
          <w:lang w:val="en-GB"/>
        </w:rPr>
        <w:t>digidoccom</w:t>
      </w:r>
      <w:r w:rsidRPr="00751DBB">
        <w:rPr>
          <w:lang w:val="en-GB"/>
        </w:rPr>
        <w:t>.exe – which can be used to read</w:t>
      </w:r>
      <w:r w:rsidR="00702A89">
        <w:rPr>
          <w:lang w:val="en-GB"/>
        </w:rPr>
        <w:t xml:space="preserve"> and</w:t>
      </w:r>
      <w:r w:rsidRPr="00751DBB">
        <w:rPr>
          <w:lang w:val="en-GB"/>
        </w:rPr>
        <w:t xml:space="preserve"> digitally sign files in OpenXadES format</w:t>
      </w:r>
      <w:r w:rsidR="00702A89">
        <w:rPr>
          <w:lang w:val="en-GB"/>
        </w:rPr>
        <w:t xml:space="preserve"> and verify signatures</w:t>
      </w:r>
      <w:r w:rsidRPr="00751DBB">
        <w:rPr>
          <w:lang w:val="en-GB"/>
        </w:rPr>
        <w:t>.</w:t>
      </w:r>
      <w:r w:rsidR="004C54D4">
        <w:rPr>
          <w:lang w:val="en-GB"/>
        </w:rPr>
        <w:t xml:space="preserve"> The program has been implemented in </w:t>
      </w:r>
      <w:r w:rsidR="00860F5D">
        <w:rPr>
          <w:lang w:val="en-GB"/>
        </w:rPr>
        <w:t xml:space="preserve">C++ and </w:t>
      </w:r>
      <w:r w:rsidR="005A0C4A">
        <w:rPr>
          <w:lang w:val="en-GB"/>
        </w:rPr>
        <w:t>built with MS Visual Studio 2008.</w:t>
      </w:r>
      <w:r w:rsidR="00E96037" w:rsidRPr="00751DBB">
        <w:rPr>
          <w:lang w:val="en-GB"/>
        </w:rPr>
        <w:t xml:space="preserve"> Source code of </w:t>
      </w:r>
      <w:r w:rsidR="00494681">
        <w:rPr>
          <w:lang w:val="en-GB"/>
        </w:rPr>
        <w:t xml:space="preserve">the program is in </w:t>
      </w:r>
      <w:r w:rsidR="00E96037" w:rsidRPr="00751DBB">
        <w:rPr>
          <w:lang w:val="en-GB"/>
        </w:rPr>
        <w:t>file</w:t>
      </w:r>
      <w:r w:rsidR="005B79B5">
        <w:rPr>
          <w:lang w:val="en-GB"/>
        </w:rPr>
        <w:t xml:space="preserve"> digidoccom.cpp</w:t>
      </w:r>
      <w:r w:rsidR="00E96037" w:rsidRPr="00751DBB">
        <w:rPr>
          <w:lang w:val="en-GB"/>
        </w:rPr>
        <w:t>.</w:t>
      </w:r>
    </w:p>
    <w:p w:rsidR="00661C82" w:rsidRPr="00751DBB" w:rsidRDefault="00661C82" w:rsidP="00661C82">
      <w:pPr>
        <w:rPr>
          <w:lang w:val="en-GB"/>
        </w:rPr>
      </w:pPr>
      <w:r w:rsidRPr="00751DBB">
        <w:rPr>
          <w:lang w:val="en-GB"/>
        </w:rPr>
        <w:t>The general format is:</w:t>
      </w:r>
    </w:p>
    <w:p w:rsidR="00661C82" w:rsidRPr="00751DBB" w:rsidRDefault="00661C82" w:rsidP="00661C82">
      <w:pPr>
        <w:pStyle w:val="bat"/>
        <w:rPr>
          <w:lang w:val="en-GB"/>
        </w:rPr>
      </w:pPr>
      <w:r w:rsidRPr="00751DBB">
        <w:rPr>
          <w:lang w:val="en-GB"/>
        </w:rPr>
        <w:t xml:space="preserve">&gt; </w:t>
      </w:r>
      <w:proofErr w:type="gramStart"/>
      <w:r w:rsidR="00F944E9">
        <w:rPr>
          <w:lang w:val="en-GB"/>
        </w:rPr>
        <w:t>digidoccom</w:t>
      </w:r>
      <w:proofErr w:type="gramEnd"/>
      <w:r w:rsidRPr="00751DBB">
        <w:rPr>
          <w:lang w:val="en-GB"/>
        </w:rPr>
        <w:t xml:space="preserve"> </w:t>
      </w:r>
      <w:r w:rsidRPr="00E0059D">
        <w:rPr>
          <w:color w:val="0070C0"/>
          <w:lang w:val="en-GB"/>
        </w:rPr>
        <w:t>[command</w:t>
      </w:r>
      <w:r w:rsidR="00120C3B" w:rsidRPr="00E0059D">
        <w:rPr>
          <w:color w:val="0070C0"/>
          <w:lang w:val="en-GB"/>
        </w:rPr>
        <w:t>(</w:t>
      </w:r>
      <w:r w:rsidRPr="00E0059D">
        <w:rPr>
          <w:color w:val="0070C0"/>
          <w:lang w:val="en-GB"/>
        </w:rPr>
        <w:t>s</w:t>
      </w:r>
      <w:r w:rsidR="00120C3B" w:rsidRPr="00E0059D">
        <w:rPr>
          <w:color w:val="0070C0"/>
          <w:lang w:val="en-GB"/>
        </w:rPr>
        <w:t>)</w:t>
      </w:r>
      <w:r w:rsidRPr="00E0059D">
        <w:rPr>
          <w:color w:val="0070C0"/>
          <w:lang w:val="en-GB"/>
        </w:rPr>
        <w:t>]</w:t>
      </w:r>
    </w:p>
    <w:p w:rsidR="00661C82" w:rsidRPr="00751DBB" w:rsidRDefault="00661C82" w:rsidP="00661C82">
      <w:pPr>
        <w:rPr>
          <w:lang w:val="en-GB"/>
        </w:rPr>
      </w:pPr>
      <w:r w:rsidRPr="00751DBB">
        <w:rPr>
          <w:lang w:val="en-GB"/>
        </w:rPr>
        <w:t xml:space="preserve">A list of all the available commands and their format can always be displayed by using the -? </w:t>
      </w:r>
      <w:proofErr w:type="gramStart"/>
      <w:r w:rsidRPr="00751DBB">
        <w:rPr>
          <w:lang w:val="en-GB"/>
        </w:rPr>
        <w:t>or</w:t>
      </w:r>
      <w:proofErr w:type="gramEnd"/>
      <w:r w:rsidRPr="00751DBB">
        <w:rPr>
          <w:lang w:val="en-GB"/>
        </w:rPr>
        <w:t xml:space="preserve"> –help commands:</w:t>
      </w:r>
    </w:p>
    <w:p w:rsidR="00661C82" w:rsidRPr="00751DBB" w:rsidRDefault="00661C82" w:rsidP="00661C82">
      <w:pPr>
        <w:pStyle w:val="bat"/>
        <w:rPr>
          <w:lang w:val="en-GB"/>
        </w:rPr>
      </w:pPr>
      <w:r w:rsidRPr="00751DBB">
        <w:rPr>
          <w:lang w:val="en-GB"/>
        </w:rPr>
        <w:t xml:space="preserve">&gt; </w:t>
      </w:r>
      <w:proofErr w:type="gramStart"/>
      <w:r w:rsidR="00F944E9">
        <w:rPr>
          <w:lang w:val="en-GB"/>
        </w:rPr>
        <w:t>digidoccom</w:t>
      </w:r>
      <w:proofErr w:type="gramEnd"/>
      <w:r w:rsidR="00F944E9" w:rsidRPr="00751DBB">
        <w:rPr>
          <w:lang w:val="en-GB"/>
        </w:rPr>
        <w:t xml:space="preserve"> </w:t>
      </w:r>
      <w:r w:rsidRPr="00E0059D">
        <w:rPr>
          <w:color w:val="0070C0"/>
          <w:lang w:val="en-GB"/>
        </w:rPr>
        <w:t>-help</w:t>
      </w:r>
    </w:p>
    <w:p w:rsidR="00B27A3F" w:rsidRDefault="00B27A3F" w:rsidP="00B27A3F">
      <w:pPr>
        <w:rPr>
          <w:lang w:val="en-GB"/>
        </w:rPr>
      </w:pPr>
      <w:r w:rsidRPr="00B27A3F">
        <w:rPr>
          <w:b/>
          <w:lang w:val="en-GB"/>
        </w:rPr>
        <w:t>Note</w:t>
      </w:r>
      <w:r>
        <w:rPr>
          <w:b/>
          <w:lang w:val="en-GB"/>
        </w:rPr>
        <w:t>:</w:t>
      </w:r>
      <w:r>
        <w:rPr>
          <w:lang w:val="en-GB"/>
        </w:rPr>
        <w:t xml:space="preserve"> </w:t>
      </w:r>
      <w:r w:rsidR="00494681">
        <w:rPr>
          <w:lang w:val="en-GB"/>
        </w:rPr>
        <w:t xml:space="preserve">DigiDoc COM </w:t>
      </w:r>
      <w:r>
        <w:rPr>
          <w:lang w:val="en-GB"/>
        </w:rPr>
        <w:t xml:space="preserve">library (including the </w:t>
      </w:r>
      <w:r w:rsidR="00494681">
        <w:rPr>
          <w:lang w:val="en-GB"/>
        </w:rPr>
        <w:t>utility program</w:t>
      </w:r>
      <w:r>
        <w:rPr>
          <w:lang w:val="en-GB"/>
        </w:rPr>
        <w:t>)</w:t>
      </w:r>
      <w:r w:rsidR="00494681">
        <w:rPr>
          <w:lang w:val="en-GB"/>
        </w:rPr>
        <w:t xml:space="preserve"> </w:t>
      </w:r>
      <w:r>
        <w:rPr>
          <w:lang w:val="en-GB"/>
        </w:rPr>
        <w:t>retrieves configuration data from</w:t>
      </w:r>
      <w:r w:rsidR="00494681">
        <w:rPr>
          <w:lang w:val="en-GB"/>
        </w:rPr>
        <w:t xml:space="preserve"> </w:t>
      </w:r>
      <w:r>
        <w:rPr>
          <w:lang w:val="en-GB"/>
        </w:rPr>
        <w:t>CDigiDoc library’s</w:t>
      </w:r>
      <w:r w:rsidR="00494681">
        <w:rPr>
          <w:lang w:val="en-GB"/>
        </w:rPr>
        <w:t xml:space="preserve"> configuration file</w:t>
      </w:r>
      <w:r>
        <w:rPr>
          <w:lang w:val="en-GB"/>
        </w:rPr>
        <w:t xml:space="preserve"> ‘digidoc.ini’. </w:t>
      </w:r>
    </w:p>
    <w:p w:rsidR="00661C82" w:rsidRPr="00751DBB" w:rsidRDefault="00661C82" w:rsidP="0004750B">
      <w:pPr>
        <w:pStyle w:val="Heading2"/>
        <w:rPr>
          <w:lang w:val="en-GB"/>
        </w:rPr>
      </w:pPr>
      <w:bookmarkStart w:id="43" w:name="_Toc345343808"/>
      <w:bookmarkStart w:id="44" w:name="_Toc346288034"/>
      <w:r w:rsidRPr="00751DBB">
        <w:rPr>
          <w:lang w:val="en-GB"/>
        </w:rPr>
        <w:t>General commands</w:t>
      </w:r>
      <w:bookmarkEnd w:id="43"/>
      <w:bookmarkEnd w:id="44"/>
    </w:p>
    <w:p w:rsidR="00207556" w:rsidRDefault="00207556" w:rsidP="00D35F57">
      <w:pPr>
        <w:pStyle w:val="ListParagraph"/>
        <w:numPr>
          <w:ilvl w:val="0"/>
          <w:numId w:val="4"/>
        </w:numPr>
        <w:rPr>
          <w:lang w:val="en-GB"/>
        </w:rPr>
      </w:pPr>
      <w:r w:rsidRPr="00751DBB">
        <w:rPr>
          <w:b/>
          <w:lang w:val="en-GB"/>
        </w:rPr>
        <w:t xml:space="preserve">-? </w:t>
      </w:r>
      <w:proofErr w:type="gramStart"/>
      <w:r w:rsidRPr="00751DBB">
        <w:rPr>
          <w:b/>
          <w:lang w:val="en-GB"/>
        </w:rPr>
        <w:t>or</w:t>
      </w:r>
      <w:proofErr w:type="gramEnd"/>
      <w:r w:rsidRPr="00751DBB">
        <w:rPr>
          <w:b/>
          <w:lang w:val="en-GB"/>
        </w:rPr>
        <w:t xml:space="preserve"> –help</w:t>
      </w:r>
      <w:r w:rsidRPr="00751DBB">
        <w:rPr>
          <w:lang w:val="en-GB"/>
        </w:rPr>
        <w:t xml:space="preserve"> – displays help about command syntax</w:t>
      </w:r>
      <w:r w:rsidR="00812155" w:rsidRPr="00751DBB">
        <w:rPr>
          <w:lang w:val="en-GB"/>
        </w:rPr>
        <w:t>.</w:t>
      </w:r>
    </w:p>
    <w:p w:rsidR="00A34E2A" w:rsidRPr="00751DBB" w:rsidRDefault="00A34E2A" w:rsidP="00A34E2A">
      <w:pPr>
        <w:pStyle w:val="ListParagraph"/>
        <w:numPr>
          <w:ilvl w:val="0"/>
          <w:numId w:val="4"/>
        </w:numPr>
        <w:rPr>
          <w:b/>
          <w:lang w:val="en-GB"/>
        </w:rPr>
      </w:pPr>
      <w:r w:rsidRPr="00751DBB">
        <w:rPr>
          <w:b/>
          <w:lang w:val="en-GB"/>
        </w:rPr>
        <w:t xml:space="preserve">-in &lt;input-digidoc-file&gt; - </w:t>
      </w:r>
      <w:r w:rsidRPr="00751DBB">
        <w:rPr>
          <w:lang w:val="en-GB"/>
        </w:rPr>
        <w:t>reads in a DigiDoc file</w:t>
      </w:r>
    </w:p>
    <w:p w:rsidR="00494681" w:rsidRPr="00751DBB" w:rsidRDefault="00494681" w:rsidP="00494681">
      <w:pPr>
        <w:pStyle w:val="ListParagraph"/>
        <w:numPr>
          <w:ilvl w:val="0"/>
          <w:numId w:val="4"/>
        </w:numPr>
        <w:rPr>
          <w:b/>
          <w:lang w:val="en-GB"/>
        </w:rPr>
      </w:pPr>
      <w:r w:rsidRPr="00751DBB">
        <w:rPr>
          <w:b/>
          <w:lang w:val="en-GB"/>
        </w:rPr>
        <w:t xml:space="preserve">-new – </w:t>
      </w:r>
      <w:r w:rsidRPr="00751DBB">
        <w:rPr>
          <w:lang w:val="en-GB"/>
        </w:rPr>
        <w:t>creates a new DigiDoc container</w:t>
      </w:r>
    </w:p>
    <w:p w:rsidR="00494681" w:rsidRPr="00494681" w:rsidRDefault="00494681" w:rsidP="00494681">
      <w:pPr>
        <w:pStyle w:val="ListParagraph"/>
        <w:numPr>
          <w:ilvl w:val="0"/>
          <w:numId w:val="4"/>
        </w:numPr>
        <w:rPr>
          <w:b/>
          <w:lang w:val="en-GB"/>
        </w:rPr>
      </w:pPr>
      <w:r w:rsidRPr="00751DBB">
        <w:rPr>
          <w:b/>
          <w:lang w:val="en-GB"/>
        </w:rPr>
        <w:t xml:space="preserve">-add &lt;input-file&gt; &lt;mime-type&gt; – </w:t>
      </w:r>
      <w:r w:rsidRPr="00751DBB">
        <w:rPr>
          <w:lang w:val="en-GB"/>
        </w:rPr>
        <w:t>adds a data file to a DigiDoc container</w:t>
      </w:r>
    </w:p>
    <w:p w:rsidR="00A34E2A" w:rsidRPr="00494681" w:rsidRDefault="00A34E2A" w:rsidP="00A34E2A">
      <w:pPr>
        <w:pStyle w:val="ListParagraph"/>
        <w:numPr>
          <w:ilvl w:val="0"/>
          <w:numId w:val="4"/>
        </w:numPr>
        <w:rPr>
          <w:b/>
          <w:lang w:val="en-GB"/>
        </w:rPr>
      </w:pPr>
      <w:r w:rsidRPr="00751DBB">
        <w:rPr>
          <w:b/>
          <w:lang w:val="en-GB"/>
        </w:rPr>
        <w:t xml:space="preserve">-out &lt;output-file&gt; – </w:t>
      </w:r>
      <w:r w:rsidRPr="00751DBB">
        <w:rPr>
          <w:lang w:val="en-GB"/>
        </w:rPr>
        <w:t>creates a DigiDoc file at the specified location</w:t>
      </w:r>
    </w:p>
    <w:p w:rsidR="00494681" w:rsidRPr="00BF442A" w:rsidRDefault="00A34E2A" w:rsidP="00494681">
      <w:pPr>
        <w:pStyle w:val="ListParagraph"/>
        <w:numPr>
          <w:ilvl w:val="0"/>
          <w:numId w:val="4"/>
        </w:numPr>
        <w:rPr>
          <w:b/>
          <w:lang w:val="en-GB"/>
        </w:rPr>
      </w:pPr>
      <w:r w:rsidRPr="00751DBB">
        <w:rPr>
          <w:b/>
          <w:lang w:val="en-GB"/>
        </w:rPr>
        <w:t xml:space="preserve">-extract &lt;data-file-id&gt; &lt;output-file&gt; – </w:t>
      </w:r>
      <w:r w:rsidRPr="00751DBB">
        <w:rPr>
          <w:lang w:val="en-GB"/>
        </w:rPr>
        <w:t>extracts DigiDoc file’s content</w:t>
      </w:r>
      <w:r>
        <w:rPr>
          <w:lang w:val="en-GB"/>
        </w:rPr>
        <w:t>s</w:t>
      </w:r>
    </w:p>
    <w:p w:rsidR="00494681" w:rsidRPr="00751DBB" w:rsidRDefault="00494681" w:rsidP="00494681">
      <w:pPr>
        <w:rPr>
          <w:b/>
          <w:u w:val="single"/>
          <w:lang w:val="en-GB"/>
        </w:rPr>
      </w:pPr>
      <w:r w:rsidRPr="00751DBB">
        <w:rPr>
          <w:b/>
          <w:u w:val="single"/>
          <w:lang w:val="en-GB"/>
        </w:rPr>
        <w:t>Creating new DigiDoc files</w:t>
      </w:r>
    </w:p>
    <w:p w:rsidR="00494681" w:rsidRPr="00751DBB" w:rsidRDefault="00494681" w:rsidP="00494681">
      <w:pPr>
        <w:rPr>
          <w:lang w:val="en-GB"/>
        </w:rPr>
      </w:pPr>
      <w:r w:rsidRPr="00751DBB">
        <w:rPr>
          <w:b/>
          <w:lang w:val="en-GB"/>
        </w:rPr>
        <w:t xml:space="preserve">-new </w:t>
      </w:r>
      <w:r w:rsidR="00E010F3">
        <w:rPr>
          <w:b/>
          <w:lang w:val="en-GB"/>
        </w:rPr>
        <w:t>[</w:t>
      </w:r>
      <w:r w:rsidRPr="00751DBB">
        <w:rPr>
          <w:b/>
          <w:lang w:val="en-GB"/>
        </w:rPr>
        <w:t>format</w:t>
      </w:r>
      <w:r w:rsidR="00E010F3">
        <w:rPr>
          <w:b/>
          <w:lang w:val="en-GB"/>
        </w:rPr>
        <w:t>] [</w:t>
      </w:r>
      <w:r w:rsidRPr="00751DBB">
        <w:rPr>
          <w:b/>
          <w:lang w:val="en-GB"/>
        </w:rPr>
        <w:t>version</w:t>
      </w:r>
      <w:r w:rsidR="00E010F3">
        <w:rPr>
          <w:b/>
          <w:lang w:val="en-GB"/>
        </w:rPr>
        <w:t>]</w:t>
      </w:r>
    </w:p>
    <w:p w:rsidR="00494681" w:rsidRPr="00751DBB" w:rsidRDefault="00494681" w:rsidP="00494681">
      <w:pPr>
        <w:pStyle w:val="UtilitySyntax"/>
        <w:rPr>
          <w:lang w:val="en-GB"/>
        </w:rPr>
      </w:pPr>
      <w:proofErr w:type="gramStart"/>
      <w:r w:rsidRPr="00751DBB">
        <w:rPr>
          <w:lang w:val="en-GB"/>
        </w:rPr>
        <w:t xml:space="preserve">Creates a new </w:t>
      </w:r>
      <w:r w:rsidR="00C10473" w:rsidRPr="00751DBB">
        <w:rPr>
          <w:lang w:val="en-GB"/>
        </w:rPr>
        <w:t xml:space="preserve">DigiDoc </w:t>
      </w:r>
      <w:r w:rsidRPr="00751DBB">
        <w:rPr>
          <w:lang w:val="en-GB"/>
        </w:rPr>
        <w:t>container with the specified format and version.</w:t>
      </w:r>
      <w:proofErr w:type="gramEnd"/>
      <w:r w:rsidRPr="00751DBB">
        <w:rPr>
          <w:lang w:val="en-GB"/>
        </w:rPr>
        <w:t xml:space="preserve"> </w:t>
      </w:r>
      <w:r w:rsidR="004673B1">
        <w:rPr>
          <w:lang w:val="en-GB"/>
        </w:rPr>
        <w:t xml:space="preserve">The command allows creating </w:t>
      </w:r>
      <w:r w:rsidR="00C10473" w:rsidRPr="00751DBB">
        <w:rPr>
          <w:lang w:val="en-GB"/>
        </w:rPr>
        <w:t xml:space="preserve">DigiDoc </w:t>
      </w:r>
      <w:r w:rsidR="004673B1">
        <w:rPr>
          <w:lang w:val="en-GB"/>
        </w:rPr>
        <w:t>containers with t</w:t>
      </w:r>
      <w:r w:rsidRPr="00751DBB">
        <w:rPr>
          <w:lang w:val="en-GB"/>
        </w:rPr>
        <w:t xml:space="preserve">he </w:t>
      </w:r>
      <w:r w:rsidR="004673B1">
        <w:rPr>
          <w:lang w:val="en-GB"/>
        </w:rPr>
        <w:t>currently default</w:t>
      </w:r>
      <w:r w:rsidRPr="00751DBB">
        <w:rPr>
          <w:lang w:val="en-GB"/>
        </w:rPr>
        <w:t xml:space="preserve"> </w:t>
      </w:r>
      <w:r w:rsidR="004673B1">
        <w:rPr>
          <w:lang w:val="en-GB"/>
        </w:rPr>
        <w:t>ddoc</w:t>
      </w:r>
      <w:r w:rsidRPr="00751DBB">
        <w:rPr>
          <w:lang w:val="en-GB"/>
        </w:rPr>
        <w:t xml:space="preserve"> format</w:t>
      </w:r>
      <w:r w:rsidR="004673B1">
        <w:rPr>
          <w:lang w:val="en-GB"/>
        </w:rPr>
        <w:t xml:space="preserve"> and version, i.e.</w:t>
      </w:r>
      <w:r w:rsidRPr="00751DBB">
        <w:rPr>
          <w:lang w:val="en-GB"/>
        </w:rPr>
        <w:t xml:space="preserve"> </w:t>
      </w:r>
      <w:r w:rsidRPr="004673B1">
        <w:rPr>
          <w:b/>
          <w:lang w:val="en-GB"/>
        </w:rPr>
        <w:t xml:space="preserve">DIGIDOC-XML </w:t>
      </w:r>
      <w:r w:rsidR="004673B1" w:rsidRPr="004673B1">
        <w:rPr>
          <w:b/>
          <w:lang w:val="en-GB"/>
        </w:rPr>
        <w:t>1.3</w:t>
      </w:r>
      <w:r w:rsidRPr="00751DBB">
        <w:rPr>
          <w:lang w:val="en-GB"/>
        </w:rPr>
        <w:t>.</w:t>
      </w:r>
      <w:r w:rsidR="00C10473">
        <w:rPr>
          <w:lang w:val="en-GB"/>
        </w:rPr>
        <w:t xml:space="preserve"> If the command’s argument values are left unspecified then the default format and version are chosen automatically.</w:t>
      </w:r>
    </w:p>
    <w:p w:rsidR="00494681" w:rsidRPr="00751DBB" w:rsidRDefault="00494681" w:rsidP="00494681">
      <w:pPr>
        <w:rPr>
          <w:b/>
          <w:lang w:val="en-GB"/>
        </w:rPr>
      </w:pPr>
      <w:r w:rsidRPr="00751DBB">
        <w:rPr>
          <w:b/>
          <w:lang w:val="en-GB"/>
        </w:rPr>
        <w:t>-add &lt;input-file&gt; &lt;mime-ty</w:t>
      </w:r>
      <w:r w:rsidR="00F33B64">
        <w:rPr>
          <w:b/>
          <w:lang w:val="en-GB"/>
        </w:rPr>
        <w:t>pe&gt; [content-type</w:t>
      </w:r>
      <w:r w:rsidR="004673B1">
        <w:rPr>
          <w:b/>
          <w:lang w:val="en-GB"/>
        </w:rPr>
        <w:t>]</w:t>
      </w:r>
    </w:p>
    <w:p w:rsidR="00494681" w:rsidRPr="00751DBB" w:rsidRDefault="00494681" w:rsidP="00494681">
      <w:pPr>
        <w:pStyle w:val="UtilitySyntax"/>
        <w:rPr>
          <w:lang w:val="en-GB"/>
        </w:rPr>
      </w:pPr>
      <w:r w:rsidRPr="00751DBB">
        <w:rPr>
          <w:lang w:val="en-GB"/>
        </w:rPr>
        <w:t>Adds a new data file to</w:t>
      </w:r>
      <w:r w:rsidR="00C10473" w:rsidRPr="00C10473">
        <w:rPr>
          <w:lang w:val="en-GB"/>
        </w:rPr>
        <w:t xml:space="preserve"> </w:t>
      </w:r>
      <w:r w:rsidR="00004E0E">
        <w:rPr>
          <w:lang w:val="en-GB"/>
        </w:rPr>
        <w:t xml:space="preserve">an unsigned </w:t>
      </w:r>
      <w:r w:rsidR="00C10473" w:rsidRPr="00751DBB">
        <w:rPr>
          <w:lang w:val="en-GB"/>
        </w:rPr>
        <w:t xml:space="preserve">DigiDoc </w:t>
      </w:r>
      <w:r w:rsidR="00C10473">
        <w:rPr>
          <w:lang w:val="en-GB"/>
        </w:rPr>
        <w:t>container</w:t>
      </w:r>
      <w:r w:rsidRPr="00751DBB">
        <w:rPr>
          <w:lang w:val="en-GB"/>
        </w:rPr>
        <w:t xml:space="preserve">. If </w:t>
      </w:r>
      <w:r w:rsidR="00C10473">
        <w:rPr>
          <w:lang w:val="en-GB"/>
        </w:rPr>
        <w:t>the container</w:t>
      </w:r>
      <w:r w:rsidRPr="00751DBB">
        <w:rPr>
          <w:lang w:val="en-GB"/>
        </w:rPr>
        <w:t xml:space="preserve"> doesn'</w:t>
      </w:r>
      <w:r w:rsidR="004673B1">
        <w:rPr>
          <w:lang w:val="en-GB"/>
        </w:rPr>
        <w:t>t exist then creates one in the default format and version, i.e. DIGIDOC-XML 1.3</w:t>
      </w:r>
      <w:r w:rsidRPr="00751DBB">
        <w:rPr>
          <w:lang w:val="en-GB"/>
        </w:rPr>
        <w:t xml:space="preserve">. </w:t>
      </w:r>
    </w:p>
    <w:p w:rsidR="00494681" w:rsidRPr="00751DBB" w:rsidRDefault="00494681" w:rsidP="00494681">
      <w:pPr>
        <w:pStyle w:val="UtilitySyntax"/>
        <w:rPr>
          <w:lang w:val="en-GB"/>
        </w:rPr>
      </w:pPr>
      <w:r w:rsidRPr="00751DBB">
        <w:rPr>
          <w:b/>
          <w:lang w:val="en-GB"/>
        </w:rPr>
        <w:t xml:space="preserve">Input file </w:t>
      </w:r>
      <w:r w:rsidRPr="00751DBB">
        <w:rPr>
          <w:lang w:val="en-GB"/>
        </w:rPr>
        <w:t xml:space="preserve">(required) specifies the name of the data file (it is recommended to include full path in this parameter; the path is removed when writing to DigiDoc container file). </w:t>
      </w:r>
    </w:p>
    <w:p w:rsidR="00494681" w:rsidRPr="00751DBB" w:rsidRDefault="00494681" w:rsidP="00494681">
      <w:pPr>
        <w:pStyle w:val="UtilitySyntax"/>
        <w:rPr>
          <w:lang w:val="en-GB"/>
        </w:rPr>
      </w:pPr>
      <w:r w:rsidRPr="00751DBB">
        <w:rPr>
          <w:b/>
          <w:lang w:val="en-GB"/>
        </w:rPr>
        <w:t xml:space="preserve">Mime type </w:t>
      </w:r>
      <w:r w:rsidRPr="00751DBB">
        <w:rPr>
          <w:lang w:val="en-GB"/>
        </w:rPr>
        <w:t>(required)</w:t>
      </w:r>
      <w:r w:rsidRPr="00751DBB">
        <w:rPr>
          <w:b/>
          <w:lang w:val="en-GB"/>
        </w:rPr>
        <w:t xml:space="preserve"> </w:t>
      </w:r>
      <w:r w:rsidRPr="00751DBB">
        <w:rPr>
          <w:lang w:val="en-GB"/>
        </w:rPr>
        <w:t xml:space="preserve">represents the MIME type of the original file like “text/plain” or "application/msword”. </w:t>
      </w:r>
    </w:p>
    <w:p w:rsidR="00494681" w:rsidRPr="00751DBB" w:rsidRDefault="00494681" w:rsidP="00494681">
      <w:pPr>
        <w:pStyle w:val="UtilitySyntax"/>
        <w:rPr>
          <w:lang w:val="en-GB"/>
        </w:rPr>
      </w:pPr>
      <w:r w:rsidRPr="00751DBB">
        <w:rPr>
          <w:b/>
          <w:lang w:val="en-GB"/>
        </w:rPr>
        <w:t xml:space="preserve">Content type </w:t>
      </w:r>
      <w:r w:rsidR="00C351EF" w:rsidRPr="00C351EF">
        <w:rPr>
          <w:lang w:val="en-GB"/>
        </w:rPr>
        <w:t>(</w:t>
      </w:r>
      <w:r w:rsidR="00C351EF">
        <w:rPr>
          <w:lang w:val="en-GB"/>
        </w:rPr>
        <w:t>optional</w:t>
      </w:r>
      <w:r w:rsidR="00C351EF" w:rsidRPr="00C351EF">
        <w:rPr>
          <w:lang w:val="en-GB"/>
        </w:rPr>
        <w:t>)</w:t>
      </w:r>
      <w:r w:rsidR="00C351EF">
        <w:rPr>
          <w:b/>
          <w:lang w:val="en-GB"/>
        </w:rPr>
        <w:t xml:space="preserve"> </w:t>
      </w:r>
      <w:r w:rsidRPr="00751DBB">
        <w:rPr>
          <w:lang w:val="en-GB"/>
        </w:rPr>
        <w:t>reflects how the original files</w:t>
      </w:r>
      <w:r w:rsidR="00A477C0">
        <w:rPr>
          <w:lang w:val="en-GB"/>
        </w:rPr>
        <w:t xml:space="preserve"> are embedded in the container. EMBEDDED_BASE64 option is supported and used by default</w:t>
      </w:r>
      <w:r w:rsidRPr="00751DBB">
        <w:rPr>
          <w:lang w:val="en-GB"/>
        </w:rPr>
        <w:t>.</w:t>
      </w:r>
    </w:p>
    <w:p w:rsidR="00617752" w:rsidRPr="00751DBB" w:rsidRDefault="00617752" w:rsidP="00617752">
      <w:pPr>
        <w:spacing w:after="60"/>
        <w:rPr>
          <w:b/>
          <w:lang w:val="en-GB"/>
        </w:rPr>
      </w:pPr>
      <w:r w:rsidRPr="00751DBB">
        <w:rPr>
          <w:b/>
          <w:lang w:val="en-GB"/>
        </w:rPr>
        <w:t xml:space="preserve">-out &lt;output-file&gt; </w:t>
      </w:r>
    </w:p>
    <w:p w:rsidR="00617752" w:rsidRDefault="00617752" w:rsidP="00617752">
      <w:pPr>
        <w:pStyle w:val="UtilitySyntax"/>
        <w:rPr>
          <w:lang w:val="en-GB"/>
        </w:rPr>
      </w:pPr>
      <w:proofErr w:type="gramStart"/>
      <w:r w:rsidRPr="00751DBB">
        <w:rPr>
          <w:lang w:val="en-GB"/>
        </w:rPr>
        <w:t>Stores the newly created or modified DigiDoc document in a file.</w:t>
      </w:r>
      <w:proofErr w:type="gramEnd"/>
    </w:p>
    <w:p w:rsidR="00A34E2A" w:rsidRDefault="00A34E2A" w:rsidP="00A34E2A">
      <w:pPr>
        <w:pStyle w:val="UtilitySyntax"/>
        <w:ind w:left="0"/>
        <w:rPr>
          <w:b/>
          <w:u w:val="single"/>
          <w:lang w:val="en-GB"/>
        </w:rPr>
      </w:pPr>
    </w:p>
    <w:p w:rsidR="00A34E2A" w:rsidRDefault="002E7D68" w:rsidP="00A34E2A">
      <w:pPr>
        <w:pStyle w:val="UtilitySyntax"/>
        <w:ind w:left="0"/>
        <w:rPr>
          <w:b/>
          <w:u w:val="single"/>
          <w:lang w:val="en-GB"/>
        </w:rPr>
      </w:pPr>
      <w:r>
        <w:rPr>
          <w:b/>
          <w:u w:val="single"/>
          <w:lang w:val="en-GB"/>
        </w:rPr>
        <w:lastRenderedPageBreak/>
        <w:t>Reading and e</w:t>
      </w:r>
      <w:r w:rsidR="00A34E2A" w:rsidRPr="00A34E2A">
        <w:rPr>
          <w:b/>
          <w:u w:val="single"/>
          <w:lang w:val="en-GB"/>
        </w:rPr>
        <w:t>xtracting DigiDoc file</w:t>
      </w:r>
      <w:r w:rsidR="00A34E2A">
        <w:rPr>
          <w:b/>
          <w:u w:val="single"/>
          <w:lang w:val="en-GB"/>
        </w:rPr>
        <w:t>’s</w:t>
      </w:r>
      <w:r w:rsidR="00A34E2A" w:rsidRPr="00A34E2A">
        <w:rPr>
          <w:b/>
          <w:u w:val="single"/>
          <w:lang w:val="en-GB"/>
        </w:rPr>
        <w:t xml:space="preserve"> contents</w:t>
      </w:r>
    </w:p>
    <w:p w:rsidR="002E7D68" w:rsidRPr="00751DBB" w:rsidRDefault="002E7D68" w:rsidP="002E7D68">
      <w:pPr>
        <w:rPr>
          <w:b/>
          <w:lang w:val="en-GB"/>
        </w:rPr>
      </w:pPr>
      <w:r w:rsidRPr="00751DBB">
        <w:rPr>
          <w:b/>
          <w:lang w:val="en-GB"/>
        </w:rPr>
        <w:t>-in &lt;input-digidoc-file&gt;</w:t>
      </w:r>
    </w:p>
    <w:p w:rsidR="002E7D68" w:rsidRPr="002E7D68" w:rsidRDefault="002E7D68" w:rsidP="002E7D68">
      <w:pPr>
        <w:pStyle w:val="UtilitySyntax"/>
        <w:rPr>
          <w:lang w:val="en-GB"/>
        </w:rPr>
      </w:pPr>
      <w:proofErr w:type="gramStart"/>
      <w:r w:rsidRPr="00751DBB">
        <w:rPr>
          <w:lang w:val="en-GB"/>
        </w:rPr>
        <w:t>Specifies the input DigiDoc file name.</w:t>
      </w:r>
      <w:proofErr w:type="gramEnd"/>
      <w:r w:rsidRPr="00751DBB">
        <w:rPr>
          <w:lang w:val="en-GB"/>
        </w:rPr>
        <w:t xml:space="preserve"> It is recommended to pass the full path </w:t>
      </w:r>
      <w:r>
        <w:rPr>
          <w:lang w:val="en-GB"/>
        </w:rPr>
        <w:t>of</w:t>
      </w:r>
      <w:r w:rsidRPr="00751DBB">
        <w:rPr>
          <w:lang w:val="en-GB"/>
        </w:rPr>
        <w:t xml:space="preserve"> the DigiDoc file in this parameter.</w:t>
      </w:r>
    </w:p>
    <w:p w:rsidR="00A34E2A" w:rsidRPr="00751DBB" w:rsidRDefault="00A34E2A" w:rsidP="00A34E2A">
      <w:pPr>
        <w:rPr>
          <w:lang w:val="en-GB"/>
        </w:rPr>
      </w:pPr>
      <w:r w:rsidRPr="00751DBB">
        <w:rPr>
          <w:b/>
          <w:lang w:val="en-GB"/>
        </w:rPr>
        <w:t>-extract &lt;data-file-id&gt; &lt;output-file&gt;</w:t>
      </w:r>
      <w:r w:rsidRPr="00751DBB">
        <w:rPr>
          <w:lang w:val="en-GB"/>
        </w:rPr>
        <w:t xml:space="preserve"> </w:t>
      </w:r>
    </w:p>
    <w:p w:rsidR="00A34E2A" w:rsidRPr="00751DBB" w:rsidRDefault="00A34E2A" w:rsidP="00A34E2A">
      <w:pPr>
        <w:pStyle w:val="UtilitySyntax"/>
        <w:rPr>
          <w:lang w:val="en-GB"/>
        </w:rPr>
      </w:pPr>
      <w:r w:rsidRPr="00751DBB">
        <w:rPr>
          <w:lang w:val="en-GB"/>
        </w:rPr>
        <w:t>Extracts the selected data file from the DigiDoc container and</w:t>
      </w:r>
      <w:r w:rsidRPr="00751DBB">
        <w:rPr>
          <w:b/>
          <w:lang w:val="en-GB"/>
        </w:rPr>
        <w:t xml:space="preserve"> </w:t>
      </w:r>
      <w:r w:rsidRPr="00751DBB">
        <w:rPr>
          <w:lang w:val="en-GB"/>
        </w:rPr>
        <w:t xml:space="preserve">stores it in a file. </w:t>
      </w:r>
    </w:p>
    <w:p w:rsidR="00A34E2A" w:rsidRPr="00751DBB" w:rsidRDefault="00A34E2A" w:rsidP="00A34E2A">
      <w:pPr>
        <w:pStyle w:val="UtilitySyntax"/>
        <w:rPr>
          <w:lang w:val="en-GB"/>
        </w:rPr>
      </w:pPr>
      <w:r w:rsidRPr="00751DBB">
        <w:rPr>
          <w:b/>
          <w:lang w:val="en-GB"/>
        </w:rPr>
        <w:t xml:space="preserve">Data file id </w:t>
      </w:r>
      <w:r w:rsidR="00F33B64" w:rsidRPr="00F33B64">
        <w:rPr>
          <w:lang w:val="en-GB"/>
        </w:rPr>
        <w:t>(</w:t>
      </w:r>
      <w:r w:rsidR="00F33B64">
        <w:rPr>
          <w:lang w:val="en-GB"/>
        </w:rPr>
        <w:t>required</w:t>
      </w:r>
      <w:r w:rsidR="00F33B64" w:rsidRPr="00F33B64">
        <w:rPr>
          <w:lang w:val="en-GB"/>
        </w:rPr>
        <w:t>)</w:t>
      </w:r>
      <w:r w:rsidR="00F33B64">
        <w:rPr>
          <w:b/>
          <w:lang w:val="en-GB"/>
        </w:rPr>
        <w:t xml:space="preserve"> </w:t>
      </w:r>
      <w:r w:rsidRPr="00751DBB">
        <w:rPr>
          <w:lang w:val="en-GB"/>
        </w:rPr>
        <w:t>represents the ID for data file to be extracted from inside the DigiDoc container (e.g. D0, D1…).</w:t>
      </w:r>
    </w:p>
    <w:p w:rsidR="00A34E2A" w:rsidRPr="00A34E2A" w:rsidRDefault="00A34E2A" w:rsidP="00A34E2A">
      <w:pPr>
        <w:pStyle w:val="UtilitySyntax"/>
        <w:rPr>
          <w:lang w:val="en-GB"/>
        </w:rPr>
      </w:pPr>
      <w:r w:rsidRPr="00751DBB">
        <w:rPr>
          <w:b/>
          <w:lang w:val="en-GB"/>
        </w:rPr>
        <w:t xml:space="preserve">Output file </w:t>
      </w:r>
      <w:r w:rsidR="00F33B64" w:rsidRPr="00F33B64">
        <w:rPr>
          <w:lang w:val="en-GB"/>
        </w:rPr>
        <w:t>(</w:t>
      </w:r>
      <w:r w:rsidR="00F33B64">
        <w:rPr>
          <w:lang w:val="en-GB"/>
        </w:rPr>
        <w:t>required</w:t>
      </w:r>
      <w:r w:rsidR="00F33B64" w:rsidRPr="00F33B64">
        <w:rPr>
          <w:lang w:val="en-GB"/>
        </w:rPr>
        <w:t>)</w:t>
      </w:r>
      <w:r w:rsidR="00F33B64">
        <w:rPr>
          <w:b/>
          <w:lang w:val="en-GB"/>
        </w:rPr>
        <w:t xml:space="preserve"> </w:t>
      </w:r>
      <w:r w:rsidRPr="00751DBB">
        <w:rPr>
          <w:lang w:val="en-GB"/>
        </w:rPr>
        <w:t>represents the</w:t>
      </w:r>
      <w:r w:rsidRPr="00751DBB">
        <w:rPr>
          <w:b/>
          <w:lang w:val="en-GB"/>
        </w:rPr>
        <w:t xml:space="preserve"> </w:t>
      </w:r>
      <w:r>
        <w:rPr>
          <w:lang w:val="en-GB"/>
        </w:rPr>
        <w:t>name of the output file.</w:t>
      </w:r>
    </w:p>
    <w:p w:rsidR="00617752" w:rsidRPr="00751DBB" w:rsidRDefault="00617752" w:rsidP="00047F6D">
      <w:pPr>
        <w:pStyle w:val="UtilitySyntax"/>
        <w:ind w:left="0"/>
        <w:rPr>
          <w:b/>
          <w:lang w:val="en-GB"/>
        </w:rPr>
      </w:pPr>
    </w:p>
    <w:p w:rsidR="00617752" w:rsidRPr="00751DBB" w:rsidRDefault="00617752" w:rsidP="00617752">
      <w:pPr>
        <w:spacing w:after="60"/>
        <w:rPr>
          <w:lang w:val="en-GB"/>
        </w:rPr>
      </w:pPr>
      <w:r w:rsidRPr="00751DBB">
        <w:rPr>
          <w:b/>
          <w:u w:val="single"/>
          <w:lang w:val="en-GB"/>
        </w:rPr>
        <w:t>S</w:t>
      </w:r>
      <w:r>
        <w:rPr>
          <w:b/>
          <w:u w:val="single"/>
          <w:lang w:val="en-GB"/>
        </w:rPr>
        <w:t>ample commands for creating</w:t>
      </w:r>
      <w:r w:rsidR="00A34E2A">
        <w:rPr>
          <w:b/>
          <w:u w:val="single"/>
          <w:lang w:val="en-GB"/>
        </w:rPr>
        <w:t>, modifying</w:t>
      </w:r>
      <w:r>
        <w:rPr>
          <w:b/>
          <w:u w:val="single"/>
          <w:lang w:val="en-GB"/>
        </w:rPr>
        <w:t xml:space="preserve"> and extracting </w:t>
      </w:r>
      <w:r w:rsidRPr="00751DBB">
        <w:rPr>
          <w:b/>
          <w:u w:val="single"/>
          <w:lang w:val="en-GB"/>
        </w:rPr>
        <w:t>DigiDoc files</w:t>
      </w:r>
      <w:r w:rsidRPr="00751DBB">
        <w:rPr>
          <w:lang w:val="en-GB"/>
        </w:rPr>
        <w:t>:</w:t>
      </w:r>
    </w:p>
    <w:p w:rsidR="00617752" w:rsidRPr="00751DBB" w:rsidRDefault="00617752" w:rsidP="00617752">
      <w:pPr>
        <w:pStyle w:val="bat"/>
        <w:rPr>
          <w:b/>
          <w:u w:val="single"/>
          <w:lang w:val="en-GB"/>
        </w:rPr>
      </w:pPr>
      <w:r w:rsidRPr="00751DBB">
        <w:rPr>
          <w:b/>
          <w:u w:val="single"/>
          <w:lang w:val="en-GB"/>
        </w:rPr>
        <w:t>Sample: creating new DigiDoc file without sign</w:t>
      </w:r>
      <w:r w:rsidR="00A477C0">
        <w:rPr>
          <w:b/>
          <w:u w:val="single"/>
          <w:lang w:val="en-GB"/>
        </w:rPr>
        <w:t>ing</w:t>
      </w:r>
    </w:p>
    <w:p w:rsidR="00617752" w:rsidRPr="00751DBB" w:rsidRDefault="00617752" w:rsidP="00617752">
      <w:pPr>
        <w:pStyle w:val="bat"/>
        <w:rPr>
          <w:lang w:val="en-GB"/>
        </w:rPr>
      </w:pPr>
    </w:p>
    <w:p w:rsidR="00617752" w:rsidRPr="00751DBB" w:rsidRDefault="00617752" w:rsidP="00617752">
      <w:pPr>
        <w:pStyle w:val="bat"/>
        <w:rPr>
          <w:lang w:val="en-GB"/>
        </w:rPr>
      </w:pPr>
      <w:r w:rsidRPr="00751DBB">
        <w:rPr>
          <w:lang w:val="en-GB"/>
        </w:rPr>
        <w:t xml:space="preserve">&gt; </w:t>
      </w:r>
      <w:proofErr w:type="gramStart"/>
      <w:r w:rsidR="00A34E2A">
        <w:rPr>
          <w:lang w:val="en-GB"/>
        </w:rPr>
        <w:t>digidoccom</w:t>
      </w:r>
      <w:proofErr w:type="gramEnd"/>
      <w:r w:rsidR="00A34E2A" w:rsidRPr="00751DBB">
        <w:rPr>
          <w:lang w:val="en-GB"/>
        </w:rPr>
        <w:t xml:space="preserve"> </w:t>
      </w:r>
      <w:r w:rsidR="00FE7023">
        <w:rPr>
          <w:color w:val="0070C0"/>
          <w:lang w:val="en-GB"/>
        </w:rPr>
        <w:t>-new</w:t>
      </w:r>
      <w:r w:rsidR="00A477C0">
        <w:rPr>
          <w:color w:val="0070C0"/>
          <w:lang w:val="en-GB"/>
        </w:rPr>
        <w:t xml:space="preserve"> </w:t>
      </w:r>
      <w:r w:rsidRPr="00751DBB">
        <w:rPr>
          <w:lang w:val="en-GB"/>
        </w:rPr>
        <w:t>-add c:\temp\test1.txt text/plain -out c:\temp\test1.ddoc</w:t>
      </w:r>
    </w:p>
    <w:p w:rsidR="00617752" w:rsidRPr="00751DBB" w:rsidRDefault="00617752" w:rsidP="00617752">
      <w:pPr>
        <w:pStyle w:val="bat"/>
        <w:rPr>
          <w:lang w:val="en-GB"/>
        </w:rPr>
      </w:pPr>
    </w:p>
    <w:p w:rsidR="00617752" w:rsidRPr="00751DBB" w:rsidRDefault="00617752" w:rsidP="00617752">
      <w:pPr>
        <w:pStyle w:val="bat"/>
        <w:rPr>
          <w:lang w:val="en-GB"/>
        </w:rPr>
      </w:pPr>
      <w:r w:rsidRPr="00751DBB">
        <w:rPr>
          <w:lang w:val="en-GB"/>
        </w:rPr>
        <w:tab/>
        <w:t>Input:</w:t>
      </w:r>
    </w:p>
    <w:p w:rsidR="00617752" w:rsidRPr="00751DBB" w:rsidRDefault="00617752" w:rsidP="00617752">
      <w:pPr>
        <w:pStyle w:val="bat"/>
        <w:rPr>
          <w:lang w:val="en-GB"/>
        </w:rPr>
      </w:pPr>
      <w:r w:rsidRPr="00751DBB">
        <w:rPr>
          <w:lang w:val="en-GB"/>
        </w:rPr>
        <w:tab/>
        <w:t>- c:\temp\test1.txt</w:t>
      </w:r>
      <w:r w:rsidRPr="00751DBB">
        <w:rPr>
          <w:lang w:val="en-GB"/>
        </w:rPr>
        <w:tab/>
        <w:t>- a data file to be added to container</w:t>
      </w:r>
    </w:p>
    <w:p w:rsidR="00617752" w:rsidRPr="00751DBB" w:rsidRDefault="00617752" w:rsidP="00617752">
      <w:pPr>
        <w:pStyle w:val="bat"/>
        <w:rPr>
          <w:lang w:val="en-GB"/>
        </w:rPr>
      </w:pPr>
      <w:r w:rsidRPr="00751DBB">
        <w:rPr>
          <w:lang w:val="en-GB"/>
        </w:rPr>
        <w:tab/>
        <w:t>- text/plain</w:t>
      </w:r>
      <w:r w:rsidRPr="00751DBB">
        <w:rPr>
          <w:lang w:val="en-GB"/>
        </w:rPr>
        <w:tab/>
      </w:r>
      <w:r w:rsidRPr="00751DBB">
        <w:rPr>
          <w:lang w:val="en-GB"/>
        </w:rPr>
        <w:tab/>
        <w:t>- mime type of the data file</w:t>
      </w:r>
    </w:p>
    <w:p w:rsidR="00617752" w:rsidRDefault="00617752" w:rsidP="00617752">
      <w:pPr>
        <w:pStyle w:val="bat"/>
        <w:rPr>
          <w:lang w:val="en-GB"/>
        </w:rPr>
      </w:pPr>
      <w:r w:rsidRPr="00751DBB">
        <w:rPr>
          <w:lang w:val="en-GB"/>
        </w:rPr>
        <w:tab/>
        <w:t>- c:\temp\test1.ddoc</w:t>
      </w:r>
      <w:r w:rsidRPr="00751DBB">
        <w:rPr>
          <w:lang w:val="en-GB"/>
        </w:rPr>
        <w:tab/>
        <w:t>- container to be created</w:t>
      </w:r>
    </w:p>
    <w:p w:rsidR="00617752" w:rsidRDefault="00617752" w:rsidP="00617752">
      <w:pPr>
        <w:pStyle w:val="bat"/>
        <w:rPr>
          <w:lang w:val="en-GB"/>
        </w:rPr>
      </w:pPr>
    </w:p>
    <w:p w:rsidR="00617752" w:rsidRDefault="00617752" w:rsidP="00617752">
      <w:pPr>
        <w:pStyle w:val="bat"/>
        <w:rPr>
          <w:lang w:val="en-GB"/>
        </w:rPr>
      </w:pPr>
    </w:p>
    <w:p w:rsidR="00617752" w:rsidRPr="00751DBB" w:rsidRDefault="00617752" w:rsidP="00617752">
      <w:pPr>
        <w:pStyle w:val="bat"/>
        <w:rPr>
          <w:b/>
          <w:u w:val="single"/>
          <w:lang w:val="en-GB"/>
        </w:rPr>
      </w:pPr>
      <w:r w:rsidRPr="00751DBB">
        <w:rPr>
          <w:b/>
          <w:u w:val="single"/>
          <w:lang w:val="en-GB"/>
        </w:rPr>
        <w:t>Sample: Adding multiple data files to an existing unsigned DigiDoc container</w:t>
      </w:r>
    </w:p>
    <w:p w:rsidR="00617752" w:rsidRPr="00751DBB" w:rsidRDefault="00617752" w:rsidP="00617752">
      <w:pPr>
        <w:pStyle w:val="bat"/>
        <w:rPr>
          <w:lang w:val="en-GB"/>
        </w:rPr>
      </w:pPr>
      <w:r w:rsidRPr="00751DBB">
        <w:rPr>
          <w:lang w:val="en-GB"/>
        </w:rPr>
        <w:t xml:space="preserve">&gt; </w:t>
      </w:r>
      <w:proofErr w:type="gramStart"/>
      <w:r w:rsidR="00A34E2A">
        <w:rPr>
          <w:lang w:val="en-GB"/>
        </w:rPr>
        <w:t>digidoccom</w:t>
      </w:r>
      <w:proofErr w:type="gramEnd"/>
      <w:r w:rsidR="00A34E2A" w:rsidRPr="00751DBB">
        <w:rPr>
          <w:lang w:val="en-GB"/>
        </w:rPr>
        <w:t xml:space="preserve"> </w:t>
      </w:r>
      <w:r w:rsidRPr="00751DBB">
        <w:rPr>
          <w:lang w:val="en-GB"/>
        </w:rPr>
        <w:t xml:space="preserve">-in c:\temp\test1.ddoc </w:t>
      </w:r>
      <w:r w:rsidRPr="00751DBB">
        <w:rPr>
          <w:color w:val="0070C0"/>
          <w:lang w:val="en-GB"/>
        </w:rPr>
        <w:t>-add C:\temp\test</w:t>
      </w:r>
      <w:r w:rsidR="00780351">
        <w:rPr>
          <w:color w:val="0070C0"/>
          <w:lang w:val="en-GB"/>
        </w:rPr>
        <w:t>2</w:t>
      </w:r>
      <w:r w:rsidRPr="00751DBB">
        <w:rPr>
          <w:color w:val="0070C0"/>
          <w:lang w:val="en-GB"/>
        </w:rPr>
        <w:t>.txt text/plain -a</w:t>
      </w:r>
      <w:r w:rsidR="00780351">
        <w:rPr>
          <w:color w:val="0070C0"/>
          <w:lang w:val="en-GB"/>
        </w:rPr>
        <w:t>dd C:\temp\test3</w:t>
      </w:r>
      <w:r w:rsidRPr="00751DBB">
        <w:rPr>
          <w:color w:val="0070C0"/>
          <w:lang w:val="en-GB"/>
        </w:rPr>
        <w:t>.txt text/plain</w:t>
      </w:r>
      <w:r w:rsidRPr="00751DBB">
        <w:rPr>
          <w:lang w:val="en-GB"/>
        </w:rPr>
        <w:t xml:space="preserve"> -out c:\temp\test1.ddoc</w:t>
      </w:r>
    </w:p>
    <w:p w:rsidR="00617752" w:rsidRPr="00751DBB" w:rsidRDefault="00617752" w:rsidP="00617752">
      <w:pPr>
        <w:pStyle w:val="bat"/>
        <w:rPr>
          <w:lang w:val="en-GB"/>
        </w:rPr>
      </w:pPr>
    </w:p>
    <w:p w:rsidR="00617752" w:rsidRPr="00751DBB" w:rsidRDefault="00617752" w:rsidP="00617752">
      <w:pPr>
        <w:pStyle w:val="bat"/>
        <w:rPr>
          <w:lang w:val="en-GB"/>
        </w:rPr>
      </w:pPr>
      <w:r w:rsidRPr="00751DBB">
        <w:rPr>
          <w:lang w:val="en-GB"/>
        </w:rPr>
        <w:t>Input:</w:t>
      </w:r>
    </w:p>
    <w:p w:rsidR="00617752" w:rsidRPr="00751DBB" w:rsidRDefault="00617752" w:rsidP="00617752">
      <w:pPr>
        <w:pStyle w:val="bat"/>
        <w:ind w:firstLine="153"/>
        <w:rPr>
          <w:lang w:val="en-GB"/>
        </w:rPr>
      </w:pPr>
      <w:r w:rsidRPr="00751DBB">
        <w:rPr>
          <w:lang w:val="en-GB"/>
        </w:rPr>
        <w:t>- c:\temp\test1.ddoc</w:t>
      </w:r>
      <w:r w:rsidRPr="00751DBB">
        <w:rPr>
          <w:lang w:val="en-GB"/>
        </w:rPr>
        <w:tab/>
      </w:r>
      <w:r w:rsidRPr="00751DBB">
        <w:rPr>
          <w:lang w:val="en-GB"/>
        </w:rPr>
        <w:tab/>
        <w:t>- unsigned container to be read and modified</w:t>
      </w:r>
    </w:p>
    <w:p w:rsidR="00617752" w:rsidRPr="00751DBB" w:rsidRDefault="00617752" w:rsidP="00617752">
      <w:pPr>
        <w:pStyle w:val="bat"/>
        <w:ind w:firstLine="153"/>
        <w:rPr>
          <w:lang w:val="en-GB"/>
        </w:rPr>
      </w:pPr>
      <w:r w:rsidRPr="00751DBB">
        <w:rPr>
          <w:lang w:val="en-GB"/>
        </w:rPr>
        <w:t>- C:\temp\test</w:t>
      </w:r>
      <w:r w:rsidR="00780351">
        <w:rPr>
          <w:lang w:val="en-GB"/>
        </w:rPr>
        <w:t>2</w:t>
      </w:r>
      <w:r w:rsidRPr="00751DBB">
        <w:rPr>
          <w:lang w:val="en-GB"/>
        </w:rPr>
        <w:t>.txt</w:t>
      </w:r>
      <w:r w:rsidRPr="00751DBB">
        <w:rPr>
          <w:lang w:val="en-GB"/>
        </w:rPr>
        <w:tab/>
      </w:r>
      <w:r w:rsidRPr="00751DBB">
        <w:rPr>
          <w:lang w:val="en-GB"/>
        </w:rPr>
        <w:tab/>
        <w:t xml:space="preserve">- first data file to be added </w:t>
      </w:r>
    </w:p>
    <w:p w:rsidR="00617752" w:rsidRPr="00751DBB" w:rsidRDefault="00780351" w:rsidP="00617752">
      <w:pPr>
        <w:pStyle w:val="bat"/>
        <w:ind w:firstLine="153"/>
        <w:rPr>
          <w:lang w:val="en-GB"/>
        </w:rPr>
      </w:pPr>
      <w:r>
        <w:rPr>
          <w:lang w:val="en-GB"/>
        </w:rPr>
        <w:t>- C:\temp\test3</w:t>
      </w:r>
      <w:r w:rsidR="00617752" w:rsidRPr="00751DBB">
        <w:rPr>
          <w:lang w:val="en-GB"/>
        </w:rPr>
        <w:t>.txt</w:t>
      </w:r>
      <w:r w:rsidR="00617752" w:rsidRPr="00751DBB">
        <w:rPr>
          <w:lang w:val="en-GB"/>
        </w:rPr>
        <w:tab/>
      </w:r>
      <w:r w:rsidR="00617752" w:rsidRPr="00751DBB">
        <w:rPr>
          <w:lang w:val="en-GB"/>
        </w:rPr>
        <w:tab/>
        <w:t xml:space="preserve">- second data file to be added </w:t>
      </w:r>
    </w:p>
    <w:p w:rsidR="00617752" w:rsidRPr="00751DBB" w:rsidRDefault="00617752" w:rsidP="00617752">
      <w:pPr>
        <w:pStyle w:val="bat"/>
        <w:ind w:firstLine="153"/>
        <w:rPr>
          <w:lang w:val="en-GB"/>
        </w:rPr>
      </w:pPr>
      <w:r w:rsidRPr="00751DBB">
        <w:rPr>
          <w:lang w:val="en-GB"/>
        </w:rPr>
        <w:t>- text/plain</w:t>
      </w:r>
      <w:r w:rsidRPr="00751DBB">
        <w:rPr>
          <w:lang w:val="en-GB"/>
        </w:rPr>
        <w:tab/>
      </w:r>
      <w:r w:rsidRPr="00751DBB">
        <w:rPr>
          <w:lang w:val="en-GB"/>
        </w:rPr>
        <w:tab/>
      </w:r>
      <w:r w:rsidRPr="00751DBB">
        <w:rPr>
          <w:lang w:val="en-GB"/>
        </w:rPr>
        <w:tab/>
        <w:t>- mime type of the data files</w:t>
      </w:r>
    </w:p>
    <w:p w:rsidR="00617752" w:rsidRDefault="00617752" w:rsidP="00617752">
      <w:pPr>
        <w:pStyle w:val="bat"/>
        <w:ind w:firstLine="153"/>
        <w:rPr>
          <w:lang w:val="en-GB"/>
        </w:rPr>
      </w:pPr>
      <w:r w:rsidRPr="00751DBB">
        <w:rPr>
          <w:lang w:val="en-GB"/>
        </w:rPr>
        <w:t>- c:\temp\test1.ddoc</w:t>
      </w:r>
      <w:r w:rsidRPr="00751DBB">
        <w:rPr>
          <w:lang w:val="en-GB"/>
        </w:rPr>
        <w:tab/>
      </w:r>
      <w:r w:rsidRPr="00751DBB">
        <w:rPr>
          <w:lang w:val="en-GB"/>
        </w:rPr>
        <w:tab/>
        <w:t xml:space="preserve">- output (modified) digidoc container </w:t>
      </w:r>
    </w:p>
    <w:p w:rsidR="005B3862" w:rsidRDefault="005B3862" w:rsidP="00617752">
      <w:pPr>
        <w:pStyle w:val="bat"/>
        <w:ind w:firstLine="153"/>
        <w:rPr>
          <w:lang w:val="en-GB"/>
        </w:rPr>
      </w:pPr>
    </w:p>
    <w:p w:rsidR="005B3862" w:rsidRDefault="005B3862" w:rsidP="00617752">
      <w:pPr>
        <w:pStyle w:val="bat"/>
        <w:ind w:firstLine="153"/>
        <w:rPr>
          <w:lang w:val="en-GB"/>
        </w:rPr>
      </w:pPr>
    </w:p>
    <w:p w:rsidR="005B3862" w:rsidRPr="00751DBB" w:rsidRDefault="005B3862" w:rsidP="005B3862">
      <w:pPr>
        <w:pStyle w:val="bat"/>
        <w:rPr>
          <w:b/>
          <w:szCs w:val="20"/>
          <w:u w:val="single"/>
          <w:lang w:val="en-GB"/>
        </w:rPr>
      </w:pPr>
      <w:r w:rsidRPr="00751DBB">
        <w:rPr>
          <w:b/>
          <w:u w:val="single"/>
          <w:lang w:val="en-GB"/>
        </w:rPr>
        <w:t>Sample: Extracting a data file from an existing DigiDoc file</w:t>
      </w:r>
    </w:p>
    <w:p w:rsidR="005B3862" w:rsidRPr="00751DBB" w:rsidRDefault="005B3862" w:rsidP="005B3862">
      <w:pPr>
        <w:pStyle w:val="bat"/>
        <w:rPr>
          <w:lang w:val="en-GB"/>
        </w:rPr>
      </w:pPr>
      <w:r w:rsidRPr="00751DBB">
        <w:rPr>
          <w:szCs w:val="20"/>
          <w:lang w:val="en-GB"/>
        </w:rPr>
        <w:t xml:space="preserve">&gt; </w:t>
      </w:r>
      <w:proofErr w:type="gramStart"/>
      <w:r w:rsidR="00A34E2A">
        <w:rPr>
          <w:lang w:val="en-GB"/>
        </w:rPr>
        <w:t>digidoccom</w:t>
      </w:r>
      <w:proofErr w:type="gramEnd"/>
      <w:r w:rsidR="00A34E2A" w:rsidRPr="00751DBB">
        <w:rPr>
          <w:lang w:val="en-GB"/>
        </w:rPr>
        <w:t xml:space="preserve"> </w:t>
      </w:r>
      <w:r w:rsidRPr="00751DBB">
        <w:rPr>
          <w:lang w:val="en-GB"/>
        </w:rPr>
        <w:t xml:space="preserve">-in c:\temp\test1.ddoc </w:t>
      </w:r>
      <w:r w:rsidRPr="00751DBB">
        <w:rPr>
          <w:color w:val="0070C0"/>
          <w:lang w:val="en-GB"/>
        </w:rPr>
        <w:t>-extract D0</w:t>
      </w:r>
      <w:r w:rsidRPr="00751DBB">
        <w:rPr>
          <w:lang w:val="en-GB"/>
        </w:rPr>
        <w:t xml:space="preserve"> </w:t>
      </w:r>
      <w:r w:rsidRPr="00751DBB">
        <w:rPr>
          <w:color w:val="0070C0"/>
          <w:lang w:val="en-GB"/>
        </w:rPr>
        <w:t>c:\temp\test</w:t>
      </w:r>
      <w:r w:rsidR="0040446A">
        <w:rPr>
          <w:color w:val="0070C0"/>
          <w:lang w:val="en-GB"/>
        </w:rPr>
        <w:t>1</w:t>
      </w:r>
      <w:r w:rsidRPr="00751DBB">
        <w:rPr>
          <w:color w:val="0070C0"/>
          <w:lang w:val="en-GB"/>
        </w:rPr>
        <w:t>_ext.txt</w:t>
      </w:r>
    </w:p>
    <w:p w:rsidR="005B3862" w:rsidRPr="00751DBB" w:rsidRDefault="005B3862" w:rsidP="005B3862">
      <w:pPr>
        <w:pStyle w:val="bat"/>
        <w:rPr>
          <w:lang w:val="en-GB"/>
        </w:rPr>
      </w:pPr>
    </w:p>
    <w:p w:rsidR="005B3862" w:rsidRPr="00751DBB" w:rsidRDefault="005B3862" w:rsidP="005B3862">
      <w:pPr>
        <w:pStyle w:val="bat"/>
        <w:rPr>
          <w:szCs w:val="20"/>
          <w:lang w:val="en-GB"/>
        </w:rPr>
      </w:pPr>
      <w:r w:rsidRPr="00751DBB">
        <w:rPr>
          <w:szCs w:val="20"/>
          <w:lang w:val="en-GB"/>
        </w:rPr>
        <w:t xml:space="preserve">Input: </w:t>
      </w:r>
    </w:p>
    <w:p w:rsidR="005B3862" w:rsidRPr="00751DBB" w:rsidRDefault="005B3862" w:rsidP="005B3862">
      <w:pPr>
        <w:pStyle w:val="bat"/>
        <w:rPr>
          <w:szCs w:val="20"/>
          <w:lang w:val="en-GB"/>
        </w:rPr>
      </w:pPr>
      <w:r w:rsidRPr="00751DBB">
        <w:rPr>
          <w:szCs w:val="20"/>
          <w:lang w:val="en-GB"/>
        </w:rPr>
        <w:t xml:space="preserve">- c:\temp\test1.ddoc </w:t>
      </w:r>
      <w:r w:rsidRPr="00751DBB">
        <w:rPr>
          <w:szCs w:val="20"/>
          <w:lang w:val="en-GB"/>
        </w:rPr>
        <w:tab/>
        <w:t>– the digidoc file to be extracted from</w:t>
      </w:r>
    </w:p>
    <w:p w:rsidR="005B3862" w:rsidRPr="00751DBB" w:rsidRDefault="005B3862" w:rsidP="005B3862">
      <w:pPr>
        <w:pStyle w:val="bat"/>
        <w:rPr>
          <w:szCs w:val="20"/>
          <w:lang w:val="en-GB"/>
        </w:rPr>
      </w:pPr>
      <w:r w:rsidRPr="00751DBB">
        <w:rPr>
          <w:szCs w:val="20"/>
          <w:lang w:val="en-GB"/>
        </w:rPr>
        <w:t xml:space="preserve">- </w:t>
      </w:r>
      <w:r w:rsidRPr="00751DBB">
        <w:rPr>
          <w:color w:val="0070C0"/>
          <w:szCs w:val="20"/>
          <w:lang w:val="en-GB"/>
        </w:rPr>
        <w:t>D0</w:t>
      </w:r>
      <w:r w:rsidRPr="00751DBB">
        <w:rPr>
          <w:color w:val="0070C0"/>
          <w:szCs w:val="20"/>
          <w:lang w:val="en-GB"/>
        </w:rPr>
        <w:tab/>
      </w:r>
      <w:r w:rsidRPr="00751DBB">
        <w:rPr>
          <w:color w:val="0070C0"/>
          <w:szCs w:val="20"/>
          <w:lang w:val="en-GB"/>
        </w:rPr>
        <w:tab/>
      </w:r>
      <w:r w:rsidRPr="00751DBB">
        <w:rPr>
          <w:color w:val="0070C0"/>
          <w:szCs w:val="20"/>
          <w:lang w:val="en-GB"/>
        </w:rPr>
        <w:tab/>
        <w:t>- the data file ID to be extracted</w:t>
      </w:r>
    </w:p>
    <w:p w:rsidR="005B3862" w:rsidRPr="00751DBB" w:rsidRDefault="005B3862" w:rsidP="005B3862">
      <w:pPr>
        <w:pStyle w:val="bat"/>
        <w:rPr>
          <w:color w:val="0070C0"/>
          <w:szCs w:val="20"/>
          <w:lang w:val="en-GB"/>
        </w:rPr>
      </w:pPr>
      <w:r w:rsidRPr="00751DBB">
        <w:rPr>
          <w:color w:val="0070C0"/>
          <w:lang w:val="en-GB"/>
        </w:rPr>
        <w:t>- c:\temp\test</w:t>
      </w:r>
      <w:r w:rsidR="00780351">
        <w:rPr>
          <w:color w:val="0070C0"/>
          <w:lang w:val="en-GB"/>
        </w:rPr>
        <w:t>1</w:t>
      </w:r>
      <w:r w:rsidRPr="00751DBB">
        <w:rPr>
          <w:color w:val="0070C0"/>
          <w:lang w:val="en-GB"/>
        </w:rPr>
        <w:t>_ext.txt - file for storing the extracted data</w:t>
      </w:r>
    </w:p>
    <w:p w:rsidR="00207556" w:rsidRPr="00751DBB" w:rsidRDefault="00207556" w:rsidP="00207556">
      <w:pPr>
        <w:pStyle w:val="Heading2"/>
        <w:rPr>
          <w:lang w:val="en-GB"/>
        </w:rPr>
      </w:pPr>
      <w:bookmarkStart w:id="45" w:name="_Toc313013711"/>
      <w:bookmarkStart w:id="46" w:name="_Toc345343809"/>
      <w:bookmarkStart w:id="47" w:name="_Toc346288035"/>
      <w:r w:rsidRPr="00751DBB">
        <w:rPr>
          <w:lang w:val="en-GB"/>
        </w:rPr>
        <w:t>Digital signature commands</w:t>
      </w:r>
      <w:bookmarkEnd w:id="45"/>
      <w:bookmarkEnd w:id="46"/>
      <w:bookmarkEnd w:id="47"/>
    </w:p>
    <w:p w:rsidR="00207556" w:rsidRPr="00751DBB" w:rsidRDefault="00EB17E9" w:rsidP="00D35F57">
      <w:pPr>
        <w:pStyle w:val="ListParagraph"/>
        <w:numPr>
          <w:ilvl w:val="0"/>
          <w:numId w:val="20"/>
        </w:numPr>
        <w:rPr>
          <w:b/>
          <w:lang w:val="en-GB"/>
        </w:rPr>
      </w:pPr>
      <w:r>
        <w:rPr>
          <w:b/>
          <w:lang w:val="en-GB"/>
        </w:rPr>
        <w:t>-sign</w:t>
      </w:r>
      <w:r w:rsidR="00207556" w:rsidRPr="00751DBB">
        <w:rPr>
          <w:b/>
          <w:lang w:val="en-GB"/>
        </w:rPr>
        <w:t xml:space="preserve"> – </w:t>
      </w:r>
      <w:r w:rsidR="00207556" w:rsidRPr="00751DBB">
        <w:rPr>
          <w:lang w:val="en-GB"/>
        </w:rPr>
        <w:t>signs a DigiDoc file</w:t>
      </w:r>
    </w:p>
    <w:p w:rsidR="00207556" w:rsidRPr="00751DBB" w:rsidRDefault="00207556" w:rsidP="00D35F57">
      <w:pPr>
        <w:pStyle w:val="ListParagraph"/>
        <w:numPr>
          <w:ilvl w:val="0"/>
          <w:numId w:val="20"/>
        </w:numPr>
        <w:rPr>
          <w:b/>
          <w:lang w:val="en-GB"/>
        </w:rPr>
      </w:pPr>
      <w:r w:rsidRPr="00751DBB">
        <w:rPr>
          <w:b/>
          <w:lang w:val="en-GB"/>
        </w:rPr>
        <w:t xml:space="preserve">-list  </w:t>
      </w:r>
      <w:r w:rsidR="00812155" w:rsidRPr="00751DBB">
        <w:rPr>
          <w:b/>
          <w:lang w:val="en-GB"/>
        </w:rPr>
        <w:t>–</w:t>
      </w:r>
      <w:r w:rsidRPr="00751DBB">
        <w:rPr>
          <w:lang w:val="en-GB"/>
        </w:rPr>
        <w:t xml:space="preserve"> displays a DigiDoc file’s content info and verifies signature(s)</w:t>
      </w:r>
    </w:p>
    <w:p w:rsidR="00DF7133" w:rsidRPr="00751DBB" w:rsidRDefault="00DF7133" w:rsidP="00D35F57">
      <w:pPr>
        <w:pStyle w:val="ListParagraph"/>
        <w:numPr>
          <w:ilvl w:val="0"/>
          <w:numId w:val="20"/>
        </w:numPr>
        <w:rPr>
          <w:b/>
          <w:lang w:val="en-GB"/>
        </w:rPr>
      </w:pPr>
      <w:r w:rsidRPr="00751DBB">
        <w:rPr>
          <w:b/>
          <w:lang w:val="en-GB"/>
        </w:rPr>
        <w:t xml:space="preserve">-verify – </w:t>
      </w:r>
      <w:r w:rsidRPr="00751DBB">
        <w:rPr>
          <w:lang w:val="en-GB"/>
        </w:rPr>
        <w:t>displays and verifies DigiDoc file’s signature</w:t>
      </w:r>
      <w:r w:rsidR="000638F5" w:rsidRPr="00751DBB">
        <w:rPr>
          <w:lang w:val="en-GB"/>
        </w:rPr>
        <w:t>(</w:t>
      </w:r>
      <w:r w:rsidRPr="00751DBB">
        <w:rPr>
          <w:lang w:val="en-GB"/>
        </w:rPr>
        <w:t>s</w:t>
      </w:r>
      <w:r w:rsidR="000638F5" w:rsidRPr="00751DBB">
        <w:rPr>
          <w:lang w:val="en-GB"/>
        </w:rPr>
        <w:t>)</w:t>
      </w:r>
    </w:p>
    <w:p w:rsidR="00617752" w:rsidRPr="00751DBB" w:rsidRDefault="00617752" w:rsidP="00617752">
      <w:pPr>
        <w:pStyle w:val="ListParagraph"/>
        <w:numPr>
          <w:ilvl w:val="0"/>
          <w:numId w:val="0"/>
        </w:numPr>
        <w:ind w:left="720"/>
        <w:rPr>
          <w:b/>
          <w:lang w:val="en-GB"/>
        </w:rPr>
      </w:pPr>
    </w:p>
    <w:p w:rsidR="00617752" w:rsidRDefault="00617752" w:rsidP="00207556">
      <w:pPr>
        <w:rPr>
          <w:b/>
          <w:u w:val="single"/>
          <w:lang w:val="en-GB"/>
        </w:rPr>
      </w:pPr>
      <w:r w:rsidRPr="00617752">
        <w:rPr>
          <w:b/>
          <w:u w:val="single"/>
          <w:lang w:val="en-GB"/>
        </w:rPr>
        <w:t>Signing DigiDoc files</w:t>
      </w:r>
    </w:p>
    <w:p w:rsidR="006A488C" w:rsidRPr="00617752" w:rsidRDefault="006A488C" w:rsidP="006A488C">
      <w:pPr>
        <w:rPr>
          <w:lang w:val="en-GB"/>
        </w:rPr>
      </w:pPr>
      <w:r>
        <w:rPr>
          <w:lang w:val="en-GB"/>
        </w:rPr>
        <w:t xml:space="preserve">Signing is done </w:t>
      </w:r>
      <w:r w:rsidR="004436CB">
        <w:rPr>
          <w:lang w:val="en-GB"/>
        </w:rPr>
        <w:t>by using</w:t>
      </w:r>
      <w:r>
        <w:rPr>
          <w:lang w:val="en-GB"/>
        </w:rPr>
        <w:t xml:space="preserve"> the CSP</w:t>
      </w:r>
      <w:r w:rsidR="00170933">
        <w:rPr>
          <w:lang w:val="en-GB"/>
        </w:rPr>
        <w:t>/CAPI</w:t>
      </w:r>
      <w:r>
        <w:rPr>
          <w:lang w:val="en-GB"/>
        </w:rPr>
        <w:t xml:space="preserve"> </w:t>
      </w:r>
      <w:r w:rsidR="00170933">
        <w:rPr>
          <w:lang w:val="en-GB"/>
        </w:rPr>
        <w:t>implementation</w:t>
      </w:r>
      <w:r w:rsidR="004436CB">
        <w:rPr>
          <w:lang w:val="en-GB"/>
        </w:rPr>
        <w:t xml:space="preserve">. In the course of the signing operation, the CSP driver opens a dialog box for entering the signer’s PIN2 code. </w:t>
      </w:r>
    </w:p>
    <w:p w:rsidR="00207556" w:rsidRPr="00751DBB" w:rsidRDefault="00EB17E9" w:rsidP="00207556">
      <w:pPr>
        <w:rPr>
          <w:b/>
          <w:lang w:val="en-GB"/>
        </w:rPr>
      </w:pPr>
      <w:r>
        <w:rPr>
          <w:b/>
          <w:lang w:val="en-GB"/>
        </w:rPr>
        <w:lastRenderedPageBreak/>
        <w:t>-sign</w:t>
      </w:r>
      <w:r w:rsidR="00207556" w:rsidRPr="00751DBB">
        <w:rPr>
          <w:b/>
          <w:lang w:val="en-GB"/>
        </w:rPr>
        <w:t xml:space="preserve"> </w:t>
      </w:r>
      <w:r w:rsidR="00516992" w:rsidRPr="00751DBB">
        <w:rPr>
          <w:b/>
          <w:lang w:val="en-GB"/>
        </w:rPr>
        <w:t>[[</w:t>
      </w:r>
      <w:r w:rsidR="00207556" w:rsidRPr="00751DBB">
        <w:rPr>
          <w:b/>
          <w:lang w:val="en-GB"/>
        </w:rPr>
        <w:t xml:space="preserve">manifest] </w:t>
      </w:r>
      <w:r w:rsidR="001F4860" w:rsidRPr="00751DBB">
        <w:rPr>
          <w:b/>
          <w:lang w:val="en-GB"/>
        </w:rPr>
        <w:t>[</w:t>
      </w:r>
      <w:r w:rsidR="00207556" w:rsidRPr="00751DBB">
        <w:rPr>
          <w:b/>
          <w:lang w:val="en-GB"/>
        </w:rPr>
        <w:t>[</w:t>
      </w:r>
      <w:r w:rsidR="001F4860" w:rsidRPr="00751DBB">
        <w:rPr>
          <w:b/>
          <w:lang w:val="en-GB"/>
        </w:rPr>
        <w:t>city</w:t>
      </w:r>
      <w:r w:rsidR="00207556" w:rsidRPr="00751DBB">
        <w:rPr>
          <w:b/>
          <w:lang w:val="en-GB"/>
        </w:rPr>
        <w:t>] [state] [</w:t>
      </w:r>
      <w:r w:rsidR="001F4860" w:rsidRPr="00751DBB">
        <w:rPr>
          <w:b/>
          <w:lang w:val="en-GB"/>
        </w:rPr>
        <w:t>zip</w:t>
      </w:r>
      <w:r w:rsidR="00207556" w:rsidRPr="00751DBB">
        <w:rPr>
          <w:b/>
          <w:lang w:val="en-GB"/>
        </w:rPr>
        <w:t>] [</w:t>
      </w:r>
      <w:r w:rsidR="001F4860" w:rsidRPr="00751DBB">
        <w:rPr>
          <w:b/>
          <w:lang w:val="en-GB"/>
        </w:rPr>
        <w:t>country</w:t>
      </w:r>
      <w:r w:rsidR="00207556" w:rsidRPr="00751DBB">
        <w:rPr>
          <w:b/>
          <w:lang w:val="en-GB"/>
        </w:rPr>
        <w:t>]</w:t>
      </w:r>
      <w:r w:rsidR="00A34E2A">
        <w:rPr>
          <w:b/>
          <w:lang w:val="en-GB"/>
        </w:rPr>
        <w:t>]]</w:t>
      </w:r>
    </w:p>
    <w:p w:rsidR="00207556" w:rsidRPr="00751DBB" w:rsidRDefault="00207556" w:rsidP="00207556">
      <w:pPr>
        <w:pStyle w:val="UtilitySyntax"/>
        <w:rPr>
          <w:lang w:val="en-GB"/>
        </w:rPr>
      </w:pPr>
      <w:proofErr w:type="gramStart"/>
      <w:r w:rsidRPr="00751DBB">
        <w:rPr>
          <w:lang w:val="en-GB"/>
        </w:rPr>
        <w:t xml:space="preserve">Adds a digital signature to </w:t>
      </w:r>
      <w:r w:rsidR="00A34E2A">
        <w:rPr>
          <w:lang w:val="en-GB"/>
        </w:rPr>
        <w:t>a</w:t>
      </w:r>
      <w:r w:rsidRPr="00751DBB">
        <w:rPr>
          <w:lang w:val="en-GB"/>
        </w:rPr>
        <w:t xml:space="preserve"> </w:t>
      </w:r>
      <w:r w:rsidR="00F400E1">
        <w:rPr>
          <w:lang w:val="en-GB"/>
        </w:rPr>
        <w:t>DigiDoc</w:t>
      </w:r>
      <w:r w:rsidRPr="00751DBB">
        <w:rPr>
          <w:lang w:val="en-GB"/>
        </w:rPr>
        <w:t xml:space="preserve"> document.</w:t>
      </w:r>
      <w:proofErr w:type="gramEnd"/>
      <w:r w:rsidRPr="00751DBB">
        <w:rPr>
          <w:lang w:val="en-GB"/>
        </w:rPr>
        <w:t xml:space="preserve"> </w:t>
      </w:r>
      <w:r w:rsidR="00186B8D" w:rsidRPr="005932B0">
        <w:rPr>
          <w:lang w:val="en-GB"/>
        </w:rPr>
        <w:t>Note</w:t>
      </w:r>
      <w:r w:rsidR="00186B8D">
        <w:rPr>
          <w:lang w:val="en-GB"/>
        </w:rPr>
        <w:t xml:space="preserve"> that adding signatures to DigiDoc files in older formats SK-XML, DIGIDOC-XML 1.1 and DIGIDOC-XML 1.2 is no longer supported.</w:t>
      </w:r>
      <w:r w:rsidR="00186B8D" w:rsidRPr="00751DBB">
        <w:rPr>
          <w:lang w:val="en-GB"/>
        </w:rPr>
        <w:t xml:space="preserve"> </w:t>
      </w:r>
      <w:r w:rsidRPr="00751DBB">
        <w:rPr>
          <w:lang w:val="en-GB"/>
        </w:rPr>
        <w:t xml:space="preserve">You can use </w:t>
      </w:r>
      <w:r w:rsidR="00186B8D">
        <w:rPr>
          <w:lang w:val="en-GB"/>
        </w:rPr>
        <w:t>the command</w:t>
      </w:r>
      <w:r w:rsidRPr="00751DBB">
        <w:rPr>
          <w:lang w:val="en-GB"/>
        </w:rPr>
        <w:t xml:space="preserve"> with </w:t>
      </w:r>
      <w:r w:rsidR="00EB17E9">
        <w:rPr>
          <w:lang w:val="en-GB"/>
        </w:rPr>
        <w:t xml:space="preserve">the </w:t>
      </w:r>
      <w:r w:rsidRPr="00751DBB">
        <w:rPr>
          <w:lang w:val="en-GB"/>
        </w:rPr>
        <w:t xml:space="preserve">following </w:t>
      </w:r>
      <w:r w:rsidR="00EB17E9">
        <w:rPr>
          <w:lang w:val="en-GB"/>
        </w:rPr>
        <w:t xml:space="preserve">optional </w:t>
      </w:r>
      <w:r w:rsidRPr="00751DBB">
        <w:rPr>
          <w:lang w:val="en-GB"/>
        </w:rPr>
        <w:t>parameters:</w:t>
      </w:r>
    </w:p>
    <w:tbl>
      <w:tblPr>
        <w:tblStyle w:val="Param"/>
        <w:tblW w:w="0" w:type="auto"/>
        <w:tblInd w:w="675" w:type="dxa"/>
        <w:tblLook w:val="0400" w:firstRow="0" w:lastRow="0" w:firstColumn="0" w:lastColumn="0" w:noHBand="0" w:noVBand="1"/>
      </w:tblPr>
      <w:tblGrid>
        <w:gridCol w:w="1263"/>
        <w:gridCol w:w="6392"/>
      </w:tblGrid>
      <w:tr w:rsidR="00207556" w:rsidRPr="00751DBB" w:rsidTr="00C201A4">
        <w:tc>
          <w:tcPr>
            <w:tcW w:w="1263" w:type="dxa"/>
            <w:tcBorders>
              <w:top w:val="nil"/>
            </w:tcBorders>
          </w:tcPr>
          <w:p w:rsidR="00207556" w:rsidRPr="00751DBB" w:rsidRDefault="00207556" w:rsidP="003C712B">
            <w:pPr>
              <w:rPr>
                <w:b/>
                <w:lang w:val="en-GB"/>
              </w:rPr>
            </w:pPr>
            <w:r w:rsidRPr="00751DBB">
              <w:rPr>
                <w:b/>
                <w:lang w:val="en-GB"/>
              </w:rPr>
              <w:t>manifest</w:t>
            </w:r>
          </w:p>
        </w:tc>
        <w:tc>
          <w:tcPr>
            <w:tcW w:w="6392" w:type="dxa"/>
            <w:tcBorders>
              <w:top w:val="nil"/>
            </w:tcBorders>
          </w:tcPr>
          <w:p w:rsidR="00207556" w:rsidRPr="00751DBB" w:rsidRDefault="00207556" w:rsidP="003C712B">
            <w:pPr>
              <w:rPr>
                <w:lang w:val="en-GB"/>
              </w:rPr>
            </w:pPr>
            <w:r w:rsidRPr="00751DBB">
              <w:rPr>
                <w:lang w:val="en-GB"/>
              </w:rPr>
              <w:t>Role or resolution of the signer</w:t>
            </w:r>
          </w:p>
        </w:tc>
      </w:tr>
      <w:tr w:rsidR="00516992" w:rsidRPr="00751DBB" w:rsidTr="00C201A4">
        <w:tc>
          <w:tcPr>
            <w:tcW w:w="1263" w:type="dxa"/>
          </w:tcPr>
          <w:p w:rsidR="00516992" w:rsidRPr="00751DBB" w:rsidRDefault="00516992" w:rsidP="00151336">
            <w:pPr>
              <w:rPr>
                <w:b/>
                <w:lang w:val="en-GB"/>
              </w:rPr>
            </w:pPr>
            <w:r w:rsidRPr="00751DBB">
              <w:rPr>
                <w:b/>
                <w:lang w:val="en-GB"/>
              </w:rPr>
              <w:t>city</w:t>
            </w:r>
          </w:p>
        </w:tc>
        <w:tc>
          <w:tcPr>
            <w:tcW w:w="6392" w:type="dxa"/>
          </w:tcPr>
          <w:p w:rsidR="00516992" w:rsidRPr="00751DBB" w:rsidRDefault="00516992" w:rsidP="00151336">
            <w:pPr>
              <w:rPr>
                <w:lang w:val="en-GB"/>
              </w:rPr>
            </w:pPr>
            <w:r w:rsidRPr="00751DBB">
              <w:rPr>
                <w:lang w:val="en-GB"/>
              </w:rPr>
              <w:t>City where the signature is created</w:t>
            </w:r>
          </w:p>
        </w:tc>
      </w:tr>
      <w:tr w:rsidR="00207556" w:rsidRPr="00751DBB" w:rsidTr="00C201A4">
        <w:tc>
          <w:tcPr>
            <w:tcW w:w="1263" w:type="dxa"/>
          </w:tcPr>
          <w:p w:rsidR="00207556" w:rsidRPr="00751DBB" w:rsidRDefault="00207556" w:rsidP="003C712B">
            <w:pPr>
              <w:rPr>
                <w:b/>
                <w:lang w:val="en-GB"/>
              </w:rPr>
            </w:pPr>
            <w:r w:rsidRPr="00751DBB">
              <w:rPr>
                <w:b/>
                <w:lang w:val="en-GB"/>
              </w:rPr>
              <w:t>state</w:t>
            </w:r>
          </w:p>
        </w:tc>
        <w:tc>
          <w:tcPr>
            <w:tcW w:w="6392" w:type="dxa"/>
          </w:tcPr>
          <w:p w:rsidR="00207556" w:rsidRPr="00751DBB" w:rsidRDefault="00207556" w:rsidP="003C712B">
            <w:pPr>
              <w:rPr>
                <w:lang w:val="en-GB"/>
              </w:rPr>
            </w:pPr>
            <w:r w:rsidRPr="00751DBB">
              <w:rPr>
                <w:lang w:val="en-GB"/>
              </w:rPr>
              <w:t>State or province where the signature is created</w:t>
            </w:r>
          </w:p>
        </w:tc>
      </w:tr>
      <w:tr w:rsidR="00207556" w:rsidRPr="00751DBB" w:rsidTr="00C201A4">
        <w:trPr>
          <w:trHeight w:val="335"/>
        </w:trPr>
        <w:tc>
          <w:tcPr>
            <w:tcW w:w="1263" w:type="dxa"/>
          </w:tcPr>
          <w:p w:rsidR="00207556" w:rsidRPr="00751DBB" w:rsidRDefault="00207556" w:rsidP="003C712B">
            <w:pPr>
              <w:rPr>
                <w:b/>
                <w:lang w:val="en-GB"/>
              </w:rPr>
            </w:pPr>
            <w:r w:rsidRPr="00751DBB">
              <w:rPr>
                <w:b/>
                <w:lang w:val="en-GB"/>
              </w:rPr>
              <w:t>zip</w:t>
            </w:r>
          </w:p>
        </w:tc>
        <w:tc>
          <w:tcPr>
            <w:tcW w:w="6392" w:type="dxa"/>
          </w:tcPr>
          <w:p w:rsidR="00207556" w:rsidRPr="00751DBB" w:rsidRDefault="00207556" w:rsidP="003C712B">
            <w:pPr>
              <w:rPr>
                <w:lang w:val="en-GB"/>
              </w:rPr>
            </w:pPr>
            <w:r w:rsidRPr="00751DBB">
              <w:rPr>
                <w:lang w:val="en-GB"/>
              </w:rPr>
              <w:t>Postal code of the place where the signature is created</w:t>
            </w:r>
          </w:p>
        </w:tc>
      </w:tr>
      <w:tr w:rsidR="00516992" w:rsidRPr="00751DBB" w:rsidTr="00C201A4">
        <w:tc>
          <w:tcPr>
            <w:tcW w:w="1263" w:type="dxa"/>
          </w:tcPr>
          <w:p w:rsidR="00516992" w:rsidRPr="00751DBB" w:rsidRDefault="00516992" w:rsidP="00151336">
            <w:pPr>
              <w:rPr>
                <w:b/>
                <w:lang w:val="en-GB"/>
              </w:rPr>
            </w:pPr>
            <w:r w:rsidRPr="00751DBB">
              <w:rPr>
                <w:b/>
                <w:lang w:val="en-GB"/>
              </w:rPr>
              <w:t>country</w:t>
            </w:r>
          </w:p>
        </w:tc>
        <w:tc>
          <w:tcPr>
            <w:tcW w:w="6392" w:type="dxa"/>
          </w:tcPr>
          <w:p w:rsidR="00516992" w:rsidRPr="00751DBB" w:rsidRDefault="00516992" w:rsidP="00151336">
            <w:pPr>
              <w:rPr>
                <w:lang w:val="en-GB"/>
              </w:rPr>
            </w:pPr>
            <w:r w:rsidRPr="00751DBB">
              <w:rPr>
                <w:lang w:val="en-GB"/>
              </w:rPr>
              <w:t>Country of origin. ISO 3166-type 2-character country codes are used (e.g. EE)</w:t>
            </w:r>
          </w:p>
        </w:tc>
      </w:tr>
    </w:tbl>
    <w:p w:rsidR="00207556" w:rsidRPr="00751DBB" w:rsidRDefault="00207556" w:rsidP="00207556">
      <w:pPr>
        <w:spacing w:after="60"/>
        <w:rPr>
          <w:b/>
          <w:lang w:val="en-GB"/>
        </w:rPr>
      </w:pPr>
    </w:p>
    <w:p w:rsidR="00207556" w:rsidRPr="00751DBB" w:rsidRDefault="00207556" w:rsidP="00207556">
      <w:pPr>
        <w:spacing w:after="60"/>
        <w:rPr>
          <w:lang w:val="en-GB"/>
        </w:rPr>
      </w:pPr>
      <w:r w:rsidRPr="00751DBB">
        <w:rPr>
          <w:b/>
          <w:u w:val="single"/>
          <w:lang w:val="en-GB"/>
        </w:rPr>
        <w:t>Sample commands for signing DigiDoc files</w:t>
      </w:r>
      <w:r w:rsidRPr="00751DBB">
        <w:rPr>
          <w:lang w:val="en-GB"/>
        </w:rPr>
        <w:t>:</w:t>
      </w:r>
    </w:p>
    <w:p w:rsidR="00207556" w:rsidRPr="00751DBB" w:rsidRDefault="00207556" w:rsidP="00207556">
      <w:pPr>
        <w:pStyle w:val="bat"/>
        <w:rPr>
          <w:b/>
          <w:u w:val="single"/>
          <w:lang w:val="en-GB"/>
        </w:rPr>
      </w:pPr>
      <w:r w:rsidRPr="00751DBB">
        <w:rPr>
          <w:b/>
          <w:u w:val="single"/>
          <w:lang w:val="en-GB"/>
        </w:rPr>
        <w:t>Sample: creating new DigiDoc file with signing</w:t>
      </w:r>
    </w:p>
    <w:p w:rsidR="00207556" w:rsidRPr="00751DBB" w:rsidRDefault="00207556" w:rsidP="00207556">
      <w:pPr>
        <w:pStyle w:val="bat"/>
        <w:rPr>
          <w:lang w:val="en-GB"/>
        </w:rPr>
      </w:pPr>
    </w:p>
    <w:p w:rsidR="00207556" w:rsidRPr="00751DBB" w:rsidRDefault="00207556" w:rsidP="00207556">
      <w:pPr>
        <w:pStyle w:val="bat"/>
        <w:rPr>
          <w:lang w:val="en-GB"/>
        </w:rPr>
      </w:pPr>
      <w:r w:rsidRPr="00751DBB">
        <w:rPr>
          <w:lang w:val="en-GB"/>
        </w:rPr>
        <w:t xml:space="preserve">&gt; </w:t>
      </w:r>
      <w:proofErr w:type="gramStart"/>
      <w:r w:rsidR="00A34E2A">
        <w:rPr>
          <w:lang w:val="en-GB"/>
        </w:rPr>
        <w:t>digidoccom</w:t>
      </w:r>
      <w:proofErr w:type="gramEnd"/>
      <w:r w:rsidR="00A34E2A" w:rsidRPr="00751DBB">
        <w:rPr>
          <w:lang w:val="en-GB"/>
        </w:rPr>
        <w:t xml:space="preserve"> </w:t>
      </w:r>
      <w:r w:rsidRPr="00751DBB">
        <w:rPr>
          <w:color w:val="0070C0"/>
          <w:lang w:val="en-GB"/>
        </w:rPr>
        <w:t>-new</w:t>
      </w:r>
      <w:r w:rsidR="00516992" w:rsidRPr="00751DBB">
        <w:rPr>
          <w:lang w:val="en-GB"/>
        </w:rPr>
        <w:t xml:space="preserve"> </w:t>
      </w:r>
      <w:r w:rsidR="00F400E1">
        <w:rPr>
          <w:lang w:val="en-GB"/>
        </w:rPr>
        <w:t>-</w:t>
      </w:r>
      <w:r w:rsidRPr="00751DBB">
        <w:rPr>
          <w:lang w:val="en-GB"/>
        </w:rPr>
        <w:t>add c:</w:t>
      </w:r>
      <w:r w:rsidR="00780351">
        <w:rPr>
          <w:lang w:val="en-GB"/>
        </w:rPr>
        <w:t>\temp\test2</w:t>
      </w:r>
      <w:r w:rsidR="00516992" w:rsidRPr="00751DBB">
        <w:rPr>
          <w:lang w:val="en-GB"/>
        </w:rPr>
        <w:t xml:space="preserve">.txt text/plain </w:t>
      </w:r>
      <w:r w:rsidR="00516992" w:rsidRPr="00751DBB">
        <w:rPr>
          <w:color w:val="0070C0"/>
          <w:lang w:val="en-GB"/>
        </w:rPr>
        <w:t xml:space="preserve">-sign </w:t>
      </w:r>
      <w:r w:rsidR="00780351">
        <w:rPr>
          <w:lang w:val="en-GB"/>
        </w:rPr>
        <w:t>-out c:\temp\test2_s</w:t>
      </w:r>
      <w:r w:rsidR="00516992" w:rsidRPr="00751DBB">
        <w:rPr>
          <w:lang w:val="en-GB"/>
        </w:rPr>
        <w:t>.d</w:t>
      </w:r>
      <w:r w:rsidRPr="00751DBB">
        <w:rPr>
          <w:lang w:val="en-GB"/>
        </w:rPr>
        <w:t>doc</w:t>
      </w:r>
    </w:p>
    <w:p w:rsidR="00207556" w:rsidRPr="00751DBB" w:rsidRDefault="00207556" w:rsidP="00207556">
      <w:pPr>
        <w:pStyle w:val="bat"/>
        <w:rPr>
          <w:lang w:val="en-GB"/>
        </w:rPr>
      </w:pPr>
      <w:r w:rsidRPr="00751DBB">
        <w:rPr>
          <w:lang w:val="en-GB"/>
        </w:rPr>
        <w:tab/>
      </w:r>
    </w:p>
    <w:p w:rsidR="00207556" w:rsidRPr="00751DBB" w:rsidRDefault="00207556" w:rsidP="00207556">
      <w:pPr>
        <w:pStyle w:val="bat"/>
        <w:rPr>
          <w:lang w:val="en-GB"/>
        </w:rPr>
      </w:pPr>
      <w:r w:rsidRPr="00751DBB">
        <w:rPr>
          <w:lang w:val="en-GB"/>
        </w:rPr>
        <w:t>Input:</w:t>
      </w:r>
    </w:p>
    <w:p w:rsidR="00207556" w:rsidRPr="00751DBB" w:rsidRDefault="00780351" w:rsidP="00207556">
      <w:pPr>
        <w:pStyle w:val="bat"/>
        <w:rPr>
          <w:lang w:val="en-GB"/>
        </w:rPr>
      </w:pPr>
      <w:r>
        <w:rPr>
          <w:lang w:val="en-GB"/>
        </w:rPr>
        <w:tab/>
        <w:t>- c:\temp\test2</w:t>
      </w:r>
      <w:r w:rsidR="00207556" w:rsidRPr="00751DBB">
        <w:rPr>
          <w:lang w:val="en-GB"/>
        </w:rPr>
        <w:t>.txt</w:t>
      </w:r>
      <w:r w:rsidR="00207556" w:rsidRPr="00751DBB">
        <w:rPr>
          <w:lang w:val="en-GB"/>
        </w:rPr>
        <w:tab/>
        <w:t>- a data file to be added to container</w:t>
      </w:r>
    </w:p>
    <w:p w:rsidR="00207556" w:rsidRPr="00751DBB" w:rsidRDefault="00207556" w:rsidP="00207556">
      <w:pPr>
        <w:pStyle w:val="bat"/>
        <w:rPr>
          <w:lang w:val="en-GB"/>
        </w:rPr>
      </w:pPr>
      <w:r w:rsidRPr="00751DBB">
        <w:rPr>
          <w:lang w:val="en-GB"/>
        </w:rPr>
        <w:tab/>
        <w:t>- text/plain</w:t>
      </w:r>
      <w:r w:rsidRPr="00751DBB">
        <w:rPr>
          <w:lang w:val="en-GB"/>
        </w:rPr>
        <w:tab/>
      </w:r>
      <w:r w:rsidRPr="00751DBB">
        <w:rPr>
          <w:lang w:val="en-GB"/>
        </w:rPr>
        <w:tab/>
        <w:t>- mime type of the data file</w:t>
      </w:r>
    </w:p>
    <w:p w:rsidR="00207556" w:rsidRPr="00751DBB" w:rsidRDefault="00780351" w:rsidP="00207556">
      <w:pPr>
        <w:pStyle w:val="bat"/>
        <w:rPr>
          <w:lang w:val="en-GB"/>
        </w:rPr>
      </w:pPr>
      <w:r>
        <w:rPr>
          <w:lang w:val="en-GB"/>
        </w:rPr>
        <w:tab/>
        <w:t>- c:\temp\test2_s</w:t>
      </w:r>
      <w:r w:rsidR="00516992" w:rsidRPr="00751DBB">
        <w:rPr>
          <w:lang w:val="en-GB"/>
        </w:rPr>
        <w:t>.d</w:t>
      </w:r>
      <w:r w:rsidR="00207556" w:rsidRPr="00751DBB">
        <w:rPr>
          <w:lang w:val="en-GB"/>
        </w:rPr>
        <w:t>doc</w:t>
      </w:r>
      <w:r w:rsidR="00207556" w:rsidRPr="00751DBB">
        <w:rPr>
          <w:lang w:val="en-GB"/>
        </w:rPr>
        <w:tab/>
        <w:t>- container to be created</w:t>
      </w:r>
    </w:p>
    <w:p w:rsidR="00207556" w:rsidRPr="00751DBB" w:rsidRDefault="00207556" w:rsidP="00207556">
      <w:pPr>
        <w:pStyle w:val="bat"/>
        <w:rPr>
          <w:rFonts w:ascii="Helvetica 45" w:eastAsia="Times New Roman" w:hAnsi="Helvetica 45" w:cs="Times New Roman"/>
          <w:color w:val="auto"/>
          <w:kern w:val="0"/>
          <w:sz w:val="20"/>
          <w:szCs w:val="24"/>
          <w:lang w:val="en-GB" w:eastAsia="en-US" w:bidi="ar-SA"/>
        </w:rPr>
      </w:pPr>
    </w:p>
    <w:p w:rsidR="00207556" w:rsidRPr="00751DBB" w:rsidRDefault="00207556" w:rsidP="00207556">
      <w:pPr>
        <w:pStyle w:val="bat"/>
        <w:rPr>
          <w:b/>
          <w:u w:val="single"/>
          <w:lang w:val="en-GB"/>
        </w:rPr>
      </w:pPr>
      <w:r w:rsidRPr="00751DBB">
        <w:rPr>
          <w:b/>
          <w:u w:val="single"/>
          <w:lang w:val="en-GB"/>
        </w:rPr>
        <w:t xml:space="preserve">Sample: </w:t>
      </w:r>
      <w:r w:rsidR="007F1BA4" w:rsidRPr="00751DBB">
        <w:rPr>
          <w:b/>
          <w:u w:val="single"/>
          <w:lang w:val="en-GB"/>
        </w:rPr>
        <w:t>s</w:t>
      </w:r>
      <w:r w:rsidRPr="00751DBB">
        <w:rPr>
          <w:b/>
          <w:u w:val="single"/>
          <w:lang w:val="en-GB"/>
        </w:rPr>
        <w:t>igning an existing DigiDoc container (adding signatures)</w:t>
      </w:r>
    </w:p>
    <w:p w:rsidR="00207556" w:rsidRPr="00751DBB" w:rsidRDefault="00207556" w:rsidP="00207556">
      <w:pPr>
        <w:pStyle w:val="bat"/>
        <w:rPr>
          <w:lang w:val="en-GB"/>
        </w:rPr>
      </w:pPr>
      <w:r w:rsidRPr="00751DBB">
        <w:rPr>
          <w:lang w:val="en-GB"/>
        </w:rPr>
        <w:t xml:space="preserve">&gt; </w:t>
      </w:r>
      <w:proofErr w:type="gramStart"/>
      <w:r w:rsidR="00A34E2A">
        <w:rPr>
          <w:lang w:val="en-GB"/>
        </w:rPr>
        <w:t>digidoccom</w:t>
      </w:r>
      <w:proofErr w:type="gramEnd"/>
      <w:r w:rsidR="00A34E2A" w:rsidRPr="00751DBB">
        <w:rPr>
          <w:lang w:val="en-GB"/>
        </w:rPr>
        <w:t xml:space="preserve"> </w:t>
      </w:r>
      <w:r w:rsidRPr="00751DBB">
        <w:rPr>
          <w:lang w:val="en-GB"/>
        </w:rPr>
        <w:t>-in c:\temp\test1.ddoc</w:t>
      </w:r>
      <w:r w:rsidR="00516992" w:rsidRPr="00751DBB">
        <w:rPr>
          <w:color w:val="0070C0"/>
          <w:lang w:val="en-GB"/>
        </w:rPr>
        <w:t xml:space="preserve"> </w:t>
      </w:r>
      <w:r w:rsidR="007F1BA4" w:rsidRPr="00751DBB">
        <w:rPr>
          <w:color w:val="0070C0"/>
          <w:lang w:val="en-GB"/>
        </w:rPr>
        <w:t xml:space="preserve">-sign </w:t>
      </w:r>
      <w:r w:rsidRPr="00751DBB">
        <w:rPr>
          <w:lang w:val="en-GB"/>
        </w:rPr>
        <w:t>-out c:\temp\test1</w:t>
      </w:r>
      <w:r w:rsidR="00780351">
        <w:rPr>
          <w:lang w:val="en-GB"/>
        </w:rPr>
        <w:t>_s</w:t>
      </w:r>
      <w:r w:rsidRPr="00751DBB">
        <w:rPr>
          <w:lang w:val="en-GB"/>
        </w:rPr>
        <w:t>.ddoc</w:t>
      </w:r>
    </w:p>
    <w:p w:rsidR="00207556" w:rsidRPr="00751DBB" w:rsidRDefault="00207556" w:rsidP="00207556">
      <w:pPr>
        <w:pStyle w:val="bat"/>
        <w:rPr>
          <w:lang w:val="en-GB"/>
        </w:rPr>
      </w:pPr>
      <w:r w:rsidRPr="00751DBB">
        <w:rPr>
          <w:lang w:val="en-GB"/>
        </w:rPr>
        <w:tab/>
      </w:r>
    </w:p>
    <w:p w:rsidR="00207556" w:rsidRPr="00751DBB" w:rsidRDefault="00207556" w:rsidP="00207556">
      <w:pPr>
        <w:pStyle w:val="bat"/>
        <w:rPr>
          <w:lang w:val="en-GB"/>
        </w:rPr>
      </w:pPr>
      <w:r w:rsidRPr="00751DBB">
        <w:rPr>
          <w:lang w:val="en-GB"/>
        </w:rPr>
        <w:t>Input:</w:t>
      </w:r>
    </w:p>
    <w:p w:rsidR="007F1BA4" w:rsidRPr="00751DBB" w:rsidRDefault="00207556" w:rsidP="007F1BA4">
      <w:pPr>
        <w:pStyle w:val="bat"/>
        <w:rPr>
          <w:lang w:val="en-GB"/>
        </w:rPr>
      </w:pPr>
      <w:r w:rsidRPr="00751DBB">
        <w:rPr>
          <w:lang w:val="en-GB"/>
        </w:rPr>
        <w:tab/>
        <w:t>- c:\temp\test1.ddoc</w:t>
      </w:r>
      <w:r w:rsidRPr="00751DBB">
        <w:rPr>
          <w:lang w:val="en-GB"/>
        </w:rPr>
        <w:tab/>
      </w:r>
      <w:r w:rsidRPr="00751DBB">
        <w:rPr>
          <w:lang w:val="en-GB"/>
        </w:rPr>
        <w:tab/>
        <w:t>- container to be signed</w:t>
      </w:r>
    </w:p>
    <w:p w:rsidR="007F1BA4" w:rsidRPr="00751DBB" w:rsidRDefault="00207556" w:rsidP="007F1BA4">
      <w:pPr>
        <w:pStyle w:val="bat"/>
        <w:rPr>
          <w:lang w:val="en-GB"/>
        </w:rPr>
      </w:pPr>
      <w:r w:rsidRPr="00751DBB">
        <w:rPr>
          <w:lang w:val="en-GB"/>
        </w:rPr>
        <w:tab/>
        <w:t>- c:\temp\test1</w:t>
      </w:r>
      <w:r w:rsidR="00780351">
        <w:rPr>
          <w:lang w:val="en-GB"/>
        </w:rPr>
        <w:t>_s</w:t>
      </w:r>
      <w:r w:rsidR="00504EE8">
        <w:rPr>
          <w:lang w:val="en-GB"/>
        </w:rPr>
        <w:t>.ddoc</w:t>
      </w:r>
      <w:r w:rsidR="00504EE8">
        <w:rPr>
          <w:lang w:val="en-GB"/>
        </w:rPr>
        <w:tab/>
      </w:r>
      <w:r w:rsidRPr="00751DBB">
        <w:rPr>
          <w:lang w:val="en-GB"/>
        </w:rPr>
        <w:t xml:space="preserve">- output (modified) digidoc container </w:t>
      </w:r>
    </w:p>
    <w:p w:rsidR="002E7D68" w:rsidRDefault="002E7D68" w:rsidP="00207556">
      <w:pPr>
        <w:spacing w:after="60"/>
        <w:rPr>
          <w:b/>
          <w:lang w:val="en-GB"/>
        </w:rPr>
      </w:pPr>
    </w:p>
    <w:p w:rsidR="00207556" w:rsidRDefault="002E7D68" w:rsidP="00207556">
      <w:pPr>
        <w:spacing w:after="60"/>
        <w:rPr>
          <w:b/>
          <w:u w:val="single"/>
          <w:lang w:val="en-GB"/>
        </w:rPr>
      </w:pPr>
      <w:r w:rsidRPr="002E7D68">
        <w:rPr>
          <w:b/>
          <w:u w:val="single"/>
          <w:lang w:val="en-GB"/>
        </w:rPr>
        <w:t>Listing DigiDoc file’s contents and v</w:t>
      </w:r>
      <w:r w:rsidR="00207556" w:rsidRPr="00751DBB">
        <w:rPr>
          <w:b/>
          <w:u w:val="single"/>
          <w:lang w:val="en-GB"/>
        </w:rPr>
        <w:t>erifying signatures</w:t>
      </w:r>
    </w:p>
    <w:p w:rsidR="00241FFF" w:rsidRPr="00241FFF" w:rsidRDefault="00241FFF" w:rsidP="00241FFF">
      <w:pPr>
        <w:rPr>
          <w:lang w:val="en-GB"/>
        </w:rPr>
      </w:pPr>
      <w:r w:rsidRPr="00DF6EC9">
        <w:rPr>
          <w:b/>
          <w:lang w:val="en-GB"/>
        </w:rPr>
        <w:t>Note</w:t>
      </w:r>
      <w:r>
        <w:rPr>
          <w:lang w:val="en-GB"/>
        </w:rPr>
        <w:t>: in order to verify files that contain special characters, the system’s regional settings have to be set to UTF-8 encoding.</w:t>
      </w:r>
    </w:p>
    <w:p w:rsidR="00207556" w:rsidRPr="00751DBB" w:rsidRDefault="00207556" w:rsidP="00207556">
      <w:pPr>
        <w:rPr>
          <w:lang w:val="en-GB"/>
        </w:rPr>
      </w:pPr>
      <w:r w:rsidRPr="00FF7C2A">
        <w:rPr>
          <w:b/>
          <w:lang w:val="en-GB"/>
        </w:rPr>
        <w:t>-list</w:t>
      </w:r>
      <w:r w:rsidRPr="00FF7C2A">
        <w:rPr>
          <w:lang w:val="en-GB"/>
        </w:rPr>
        <w:t xml:space="preserve"> </w:t>
      </w:r>
    </w:p>
    <w:p w:rsidR="00A40C68" w:rsidRDefault="00207556" w:rsidP="00207556">
      <w:pPr>
        <w:pStyle w:val="UtilitySyntax"/>
        <w:rPr>
          <w:lang w:val="en-GB"/>
        </w:rPr>
      </w:pPr>
      <w:r w:rsidRPr="00751DBB">
        <w:rPr>
          <w:lang w:val="en-GB"/>
        </w:rPr>
        <w:t>Displays the dat</w:t>
      </w:r>
      <w:r w:rsidR="00621635" w:rsidRPr="00751DBB">
        <w:rPr>
          <w:lang w:val="en-GB"/>
        </w:rPr>
        <w:t>a file and signature info of a DigiD</w:t>
      </w:r>
      <w:r w:rsidRPr="00751DBB">
        <w:rPr>
          <w:lang w:val="en-GB"/>
        </w:rPr>
        <w:t xml:space="preserve">oc </w:t>
      </w:r>
      <w:r w:rsidR="00621635" w:rsidRPr="00751DBB">
        <w:rPr>
          <w:lang w:val="en-GB"/>
        </w:rPr>
        <w:t xml:space="preserve">document </w:t>
      </w:r>
      <w:r w:rsidRPr="00751DBB">
        <w:rPr>
          <w:lang w:val="en-GB"/>
        </w:rPr>
        <w:t xml:space="preserve">just read in; verifies all signatures. </w:t>
      </w:r>
    </w:p>
    <w:p w:rsidR="00C55C0C" w:rsidRPr="00C55C0C" w:rsidRDefault="00C55C0C" w:rsidP="00C55C0C">
      <w:pPr>
        <w:pStyle w:val="UtilitySyntax"/>
        <w:rPr>
          <w:b/>
          <w:lang w:val="en-GB"/>
        </w:rPr>
      </w:pPr>
      <w:r w:rsidRPr="00F400E1">
        <w:rPr>
          <w:b/>
          <w:lang w:val="en-GB"/>
        </w:rPr>
        <w:t>Note:</w:t>
      </w:r>
      <w:r>
        <w:rPr>
          <w:b/>
          <w:lang w:val="en-GB"/>
        </w:rPr>
        <w:t xml:space="preserve"> </w:t>
      </w:r>
      <w:r>
        <w:rPr>
          <w:lang w:val="en-GB"/>
        </w:rPr>
        <w:t>return code ‘0’ refers to successful verification.</w:t>
      </w:r>
      <w:r w:rsidRPr="00F400E1">
        <w:rPr>
          <w:b/>
          <w:lang w:val="en-GB"/>
        </w:rPr>
        <w:t xml:space="preserve"> </w:t>
      </w:r>
    </w:p>
    <w:p w:rsidR="00207556" w:rsidRPr="00751DBB" w:rsidRDefault="00207556" w:rsidP="00207556">
      <w:pPr>
        <w:pStyle w:val="UtilitySyntax"/>
        <w:rPr>
          <w:lang w:val="en-GB"/>
        </w:rPr>
      </w:pPr>
      <w:r w:rsidRPr="00751DBB">
        <w:rPr>
          <w:lang w:val="en-GB"/>
        </w:rPr>
        <w:t>Returns:</w:t>
      </w:r>
    </w:p>
    <w:p w:rsidR="00F00AB9" w:rsidRPr="00751DBB" w:rsidRDefault="00207556" w:rsidP="00D35F57">
      <w:pPr>
        <w:pStyle w:val="UtilitySyntax"/>
        <w:numPr>
          <w:ilvl w:val="0"/>
          <w:numId w:val="21"/>
        </w:numPr>
        <w:rPr>
          <w:lang w:val="en-GB"/>
        </w:rPr>
      </w:pPr>
      <w:r w:rsidRPr="00751DBB">
        <w:rPr>
          <w:b/>
          <w:lang w:val="en-GB"/>
        </w:rPr>
        <w:t>Digidoc container data</w:t>
      </w:r>
      <w:r w:rsidRPr="00751DBB">
        <w:rPr>
          <w:lang w:val="en-GB"/>
        </w:rPr>
        <w:t>, in format</w:t>
      </w:r>
      <w:r w:rsidR="00783140" w:rsidRPr="00751DBB">
        <w:rPr>
          <w:lang w:val="en-GB"/>
        </w:rPr>
        <w:t>:</w:t>
      </w:r>
      <w:r w:rsidRPr="00751DBB">
        <w:rPr>
          <w:lang w:val="en-GB"/>
        </w:rPr>
        <w:t xml:space="preserve"> </w:t>
      </w:r>
    </w:p>
    <w:p w:rsidR="00F00AB9" w:rsidRPr="00751DBB" w:rsidRDefault="00F00AB9" w:rsidP="00F00AB9">
      <w:pPr>
        <w:pStyle w:val="UtilitySyntax"/>
        <w:ind w:left="1287"/>
        <w:rPr>
          <w:lang w:val="en-GB"/>
        </w:rPr>
      </w:pPr>
      <w:r w:rsidRPr="00751DBB">
        <w:rPr>
          <w:lang w:val="en-GB"/>
        </w:rPr>
        <w:t>SignedDoc | &lt;format-</w:t>
      </w:r>
      <w:r w:rsidR="00207556" w:rsidRPr="00751DBB">
        <w:rPr>
          <w:lang w:val="en-GB"/>
        </w:rPr>
        <w:t>identifier&gt;</w:t>
      </w:r>
      <w:r w:rsidRPr="00751DBB">
        <w:rPr>
          <w:lang w:val="en-GB"/>
        </w:rPr>
        <w:t xml:space="preserve"> |</w:t>
      </w:r>
      <w:r w:rsidR="00207556" w:rsidRPr="00751DBB">
        <w:rPr>
          <w:lang w:val="en-GB"/>
        </w:rPr>
        <w:t xml:space="preserve"> &lt;version&gt; </w:t>
      </w:r>
      <w:r w:rsidR="00F400E1">
        <w:rPr>
          <w:lang w:val="en-GB"/>
        </w:rPr>
        <w:t>| &lt;verification return code for all of the document’s signatures&gt;</w:t>
      </w:r>
    </w:p>
    <w:p w:rsidR="00207556" w:rsidRDefault="00F00AB9" w:rsidP="00F00AB9">
      <w:pPr>
        <w:pStyle w:val="UtilitySyntax"/>
        <w:ind w:left="1287"/>
        <w:rPr>
          <w:lang w:val="en-GB"/>
        </w:rPr>
      </w:pPr>
      <w:r w:rsidRPr="00751DBB">
        <w:rPr>
          <w:lang w:val="en-GB"/>
        </w:rPr>
        <w:t>For example: SignedDoc | DIGIDOC-XML | 1.3</w:t>
      </w:r>
      <w:r w:rsidR="002E7645">
        <w:rPr>
          <w:lang w:val="en-GB"/>
        </w:rPr>
        <w:t xml:space="preserve"> | </w:t>
      </w:r>
      <w:r w:rsidR="002E7645" w:rsidRPr="00F400E1">
        <w:rPr>
          <w:lang w:val="en-GB"/>
        </w:rPr>
        <w:t>0</w:t>
      </w:r>
    </w:p>
    <w:p w:rsidR="00F00AB9" w:rsidRPr="00751DBB" w:rsidRDefault="00207556" w:rsidP="00D35F57">
      <w:pPr>
        <w:pStyle w:val="UtilitySyntax"/>
        <w:numPr>
          <w:ilvl w:val="0"/>
          <w:numId w:val="21"/>
        </w:numPr>
        <w:rPr>
          <w:lang w:val="en-GB"/>
        </w:rPr>
      </w:pPr>
      <w:r w:rsidRPr="00751DBB">
        <w:rPr>
          <w:b/>
          <w:lang w:val="en-GB"/>
        </w:rPr>
        <w:t>List of all data files</w:t>
      </w:r>
      <w:r w:rsidR="00783140" w:rsidRPr="00751DBB">
        <w:rPr>
          <w:lang w:val="en-GB"/>
        </w:rPr>
        <w:t>, in format:</w:t>
      </w:r>
    </w:p>
    <w:p w:rsidR="00F00AB9" w:rsidRPr="00751DBB" w:rsidRDefault="00207556" w:rsidP="00F00AB9">
      <w:pPr>
        <w:pStyle w:val="UtilitySyntax"/>
        <w:ind w:left="1287"/>
        <w:rPr>
          <w:lang w:val="en-GB"/>
        </w:rPr>
      </w:pPr>
      <w:r w:rsidRPr="00751DBB">
        <w:rPr>
          <w:lang w:val="en-GB"/>
        </w:rPr>
        <w:t>DataFile</w:t>
      </w:r>
      <w:r w:rsidR="00F00AB9" w:rsidRPr="00751DBB">
        <w:rPr>
          <w:lang w:val="en-GB"/>
        </w:rPr>
        <w:t xml:space="preserve"> | &lt;file</w:t>
      </w:r>
      <w:r w:rsidR="00783140" w:rsidRPr="00751DBB">
        <w:rPr>
          <w:lang w:val="en-GB"/>
        </w:rPr>
        <w:t xml:space="preserve"> </w:t>
      </w:r>
      <w:r w:rsidRPr="00751DBB">
        <w:rPr>
          <w:lang w:val="en-GB"/>
        </w:rPr>
        <w:t xml:space="preserve">identifier&gt; </w:t>
      </w:r>
      <w:r w:rsidR="00F00AB9" w:rsidRPr="00751DBB">
        <w:rPr>
          <w:lang w:val="en-GB"/>
        </w:rPr>
        <w:t>| &lt;file</w:t>
      </w:r>
      <w:r w:rsidR="00783140" w:rsidRPr="00751DBB">
        <w:rPr>
          <w:lang w:val="en-GB"/>
        </w:rPr>
        <w:t xml:space="preserve"> </w:t>
      </w:r>
      <w:r w:rsidR="00F00AB9" w:rsidRPr="00751DBB">
        <w:rPr>
          <w:lang w:val="en-GB"/>
        </w:rPr>
        <w:t>name&gt; | &lt;file</w:t>
      </w:r>
      <w:r w:rsidR="00783140" w:rsidRPr="00751DBB">
        <w:rPr>
          <w:lang w:val="en-GB"/>
        </w:rPr>
        <w:t xml:space="preserve"> </w:t>
      </w:r>
      <w:r w:rsidR="00F00AB9" w:rsidRPr="00751DBB">
        <w:rPr>
          <w:lang w:val="en-GB"/>
        </w:rPr>
        <w:t>size</w:t>
      </w:r>
      <w:r w:rsidR="00783140" w:rsidRPr="00751DBB">
        <w:rPr>
          <w:lang w:val="en-GB"/>
        </w:rPr>
        <w:t xml:space="preserve"> </w:t>
      </w:r>
      <w:r w:rsidR="00F00AB9" w:rsidRPr="00751DBB">
        <w:rPr>
          <w:lang w:val="en-GB"/>
        </w:rPr>
        <w:t>in</w:t>
      </w:r>
      <w:r w:rsidR="00783140" w:rsidRPr="00751DBB">
        <w:rPr>
          <w:lang w:val="en-GB"/>
        </w:rPr>
        <w:t xml:space="preserve"> </w:t>
      </w:r>
      <w:r w:rsidR="00F00AB9" w:rsidRPr="00751DBB">
        <w:rPr>
          <w:lang w:val="en-GB"/>
        </w:rPr>
        <w:t>bytes&gt; | &lt;mime</w:t>
      </w:r>
      <w:r w:rsidR="00783140" w:rsidRPr="00751DBB">
        <w:rPr>
          <w:lang w:val="en-GB"/>
        </w:rPr>
        <w:t xml:space="preserve"> </w:t>
      </w:r>
      <w:r w:rsidR="00F00AB9" w:rsidRPr="00751DBB">
        <w:rPr>
          <w:lang w:val="en-GB"/>
        </w:rPr>
        <w:t>type&gt; | &lt;</w:t>
      </w:r>
      <w:r w:rsidR="00783140" w:rsidRPr="00751DBB">
        <w:rPr>
          <w:lang w:val="en-GB"/>
        </w:rPr>
        <w:t>data file embedding option</w:t>
      </w:r>
      <w:r w:rsidR="00F00AB9" w:rsidRPr="00751DBB">
        <w:rPr>
          <w:lang w:val="en-GB"/>
        </w:rPr>
        <w:t>&gt;</w:t>
      </w:r>
    </w:p>
    <w:p w:rsidR="00207556" w:rsidRPr="00751DBB" w:rsidRDefault="00F00AB9" w:rsidP="00F00AB9">
      <w:pPr>
        <w:pStyle w:val="UtilitySyntax"/>
        <w:ind w:left="1287"/>
        <w:rPr>
          <w:lang w:val="en-GB"/>
        </w:rPr>
      </w:pPr>
      <w:r w:rsidRPr="00751DBB">
        <w:rPr>
          <w:lang w:val="en-GB"/>
        </w:rPr>
        <w:t>For example: DataFile |</w:t>
      </w:r>
      <w:r w:rsidR="00207556" w:rsidRPr="00751DBB">
        <w:rPr>
          <w:lang w:val="en-GB"/>
        </w:rPr>
        <w:t xml:space="preserve"> D0</w:t>
      </w:r>
      <w:r w:rsidRPr="00751DBB">
        <w:rPr>
          <w:lang w:val="en-GB"/>
        </w:rPr>
        <w:t xml:space="preserve"> | test1.txt | </w:t>
      </w:r>
      <w:r w:rsidR="005B7F4C" w:rsidRPr="00751DBB">
        <w:rPr>
          <w:lang w:val="en-GB"/>
        </w:rPr>
        <w:t>44</w:t>
      </w:r>
      <w:r w:rsidRPr="00751DBB">
        <w:rPr>
          <w:lang w:val="en-GB"/>
        </w:rPr>
        <w:t xml:space="preserve"> | text/plain | EMBEDDED_BASE64</w:t>
      </w:r>
    </w:p>
    <w:p w:rsidR="00783140" w:rsidRPr="00751DBB" w:rsidRDefault="00207556" w:rsidP="00D35F57">
      <w:pPr>
        <w:pStyle w:val="UtilitySyntax"/>
        <w:numPr>
          <w:ilvl w:val="0"/>
          <w:numId w:val="21"/>
        </w:numPr>
        <w:rPr>
          <w:lang w:val="en-GB"/>
        </w:rPr>
      </w:pPr>
      <w:r w:rsidRPr="00751DBB">
        <w:rPr>
          <w:b/>
          <w:lang w:val="en-GB"/>
        </w:rPr>
        <w:lastRenderedPageBreak/>
        <w:t>List of all signatures</w:t>
      </w:r>
      <w:r w:rsidRPr="00751DBB">
        <w:rPr>
          <w:lang w:val="en-GB"/>
        </w:rPr>
        <w:t xml:space="preserve"> (if existing), in format: </w:t>
      </w:r>
    </w:p>
    <w:p w:rsidR="00783140" w:rsidRDefault="00207556" w:rsidP="00783140">
      <w:pPr>
        <w:pStyle w:val="UtilitySyntax"/>
        <w:ind w:left="1287"/>
        <w:rPr>
          <w:lang w:val="en-GB"/>
        </w:rPr>
      </w:pPr>
      <w:r w:rsidRPr="00751DBB">
        <w:rPr>
          <w:lang w:val="en-GB"/>
        </w:rPr>
        <w:t>Signature</w:t>
      </w:r>
      <w:r w:rsidR="00783140" w:rsidRPr="00751DBB">
        <w:rPr>
          <w:lang w:val="en-GB"/>
        </w:rPr>
        <w:t xml:space="preserve"> |</w:t>
      </w:r>
      <w:r w:rsidRPr="00751DBB">
        <w:rPr>
          <w:lang w:val="en-GB"/>
        </w:rPr>
        <w:t xml:space="preserve"> </w:t>
      </w:r>
      <w:r w:rsidR="00FF4108" w:rsidRPr="00751DBB">
        <w:rPr>
          <w:lang w:val="en-GB"/>
        </w:rPr>
        <w:t xml:space="preserve">&lt;signature identifier&gt; </w:t>
      </w:r>
      <w:r w:rsidR="00783140" w:rsidRPr="00751DBB">
        <w:rPr>
          <w:lang w:val="en-GB"/>
        </w:rPr>
        <w:t xml:space="preserve">| </w:t>
      </w:r>
      <w:r w:rsidR="00EE354D" w:rsidRPr="00EE354D">
        <w:rPr>
          <w:lang w:val="en-GB"/>
        </w:rPr>
        <w:t>&lt;data of the signer’s certificate’s ‘Subject’ field</w:t>
      </w:r>
      <w:r w:rsidR="00783140" w:rsidRPr="00EE354D">
        <w:rPr>
          <w:lang w:val="en-GB"/>
        </w:rPr>
        <w:t>&gt; |</w:t>
      </w:r>
      <w:r w:rsidR="00783140" w:rsidRPr="00751DBB">
        <w:rPr>
          <w:lang w:val="en-GB"/>
        </w:rPr>
        <w:t xml:space="preserve"> &lt;</w:t>
      </w:r>
      <w:r w:rsidR="00321FF3" w:rsidRPr="00751DBB">
        <w:rPr>
          <w:lang w:val="en-GB"/>
        </w:rPr>
        <w:t>verification</w:t>
      </w:r>
      <w:r w:rsidR="00A253FF">
        <w:rPr>
          <w:lang w:val="en-GB"/>
        </w:rPr>
        <w:t xml:space="preserve"> return code&gt; | </w:t>
      </w:r>
    </w:p>
    <w:p w:rsidR="00EE354D" w:rsidRPr="00751DBB" w:rsidRDefault="00783140" w:rsidP="00EE354D">
      <w:pPr>
        <w:pStyle w:val="UtilitySyntax"/>
        <w:ind w:left="1287"/>
        <w:jc w:val="left"/>
        <w:rPr>
          <w:lang w:val="en-GB"/>
        </w:rPr>
      </w:pPr>
      <w:r w:rsidRPr="00751DBB">
        <w:rPr>
          <w:lang w:val="en-GB"/>
        </w:rPr>
        <w:t xml:space="preserve">For example: </w:t>
      </w:r>
      <w:r w:rsidR="00EE354D" w:rsidRPr="00EE354D">
        <w:rPr>
          <w:lang w:val="en-GB"/>
        </w:rPr>
        <w:t>Signature</w:t>
      </w:r>
      <w:r w:rsidR="00EE354D">
        <w:rPr>
          <w:lang w:val="en-GB"/>
        </w:rPr>
        <w:t xml:space="preserve"> </w:t>
      </w:r>
      <w:r w:rsidR="00EE354D" w:rsidRPr="00EE354D">
        <w:rPr>
          <w:lang w:val="en-GB"/>
        </w:rPr>
        <w:t>|</w:t>
      </w:r>
      <w:r w:rsidR="00EE354D">
        <w:rPr>
          <w:lang w:val="en-GB"/>
        </w:rPr>
        <w:t xml:space="preserve"> </w:t>
      </w:r>
      <w:r w:rsidR="00EE354D" w:rsidRPr="00EE354D">
        <w:rPr>
          <w:lang w:val="en-GB"/>
        </w:rPr>
        <w:t>S0</w:t>
      </w:r>
      <w:r w:rsidR="00EE354D">
        <w:rPr>
          <w:lang w:val="en-GB"/>
        </w:rPr>
        <w:t xml:space="preserve"> </w:t>
      </w:r>
      <w:r w:rsidR="00EE354D" w:rsidRPr="00EE354D">
        <w:rPr>
          <w:lang w:val="en-GB"/>
        </w:rPr>
        <w:t>|</w:t>
      </w:r>
      <w:r w:rsidR="00EE354D">
        <w:rPr>
          <w:lang w:val="en-GB"/>
        </w:rPr>
        <w:t xml:space="preserve"> </w:t>
      </w:r>
      <w:r w:rsidR="00EE354D" w:rsidRPr="00EE354D">
        <w:rPr>
          <w:lang w:val="en-GB"/>
        </w:rPr>
        <w:t>C=EE</w:t>
      </w:r>
      <w:r w:rsidR="00EE354D">
        <w:rPr>
          <w:lang w:val="en-GB"/>
        </w:rPr>
        <w:t xml:space="preserve"> </w:t>
      </w:r>
      <w:r w:rsidR="00EE354D" w:rsidRPr="00EE354D">
        <w:rPr>
          <w:lang w:val="en-GB"/>
        </w:rPr>
        <w:t>/</w:t>
      </w:r>
      <w:r w:rsidR="00EE354D">
        <w:rPr>
          <w:lang w:val="en-GB"/>
        </w:rPr>
        <w:t xml:space="preserve"> </w:t>
      </w:r>
      <w:r w:rsidR="00EE354D" w:rsidRPr="00EE354D">
        <w:rPr>
          <w:lang w:val="en-GB"/>
        </w:rPr>
        <w:t>O=E</w:t>
      </w:r>
      <w:r w:rsidR="00EE354D">
        <w:rPr>
          <w:lang w:val="en-GB"/>
        </w:rPr>
        <w:t>STEID / OU=digital signature / CN=MÄ</w:t>
      </w:r>
      <w:r w:rsidR="00EE354D" w:rsidRPr="00EE354D">
        <w:rPr>
          <w:lang w:val="en-GB"/>
        </w:rPr>
        <w:t>NNIK</w:t>
      </w:r>
      <w:proofErr w:type="gramStart"/>
      <w:r w:rsidR="00EE354D" w:rsidRPr="00EE354D">
        <w:rPr>
          <w:lang w:val="en-GB"/>
        </w:rPr>
        <w:t>,MARI</w:t>
      </w:r>
      <w:proofErr w:type="gramEnd"/>
      <w:r w:rsidR="00EE354D" w:rsidRPr="00EE354D">
        <w:rPr>
          <w:lang w:val="en-GB"/>
        </w:rPr>
        <w:t>-LIIS,47101010033</w:t>
      </w:r>
      <w:r w:rsidR="00EE354D">
        <w:rPr>
          <w:lang w:val="en-GB"/>
        </w:rPr>
        <w:t xml:space="preserve"> </w:t>
      </w:r>
      <w:r w:rsidR="00EE354D" w:rsidRPr="00EE354D">
        <w:rPr>
          <w:lang w:val="en-GB"/>
        </w:rPr>
        <w:t>/</w:t>
      </w:r>
      <w:r w:rsidR="00EE354D">
        <w:rPr>
          <w:lang w:val="en-GB"/>
        </w:rPr>
        <w:t xml:space="preserve"> SN=MÄ</w:t>
      </w:r>
      <w:r w:rsidR="00EE354D" w:rsidRPr="00EE354D">
        <w:rPr>
          <w:lang w:val="en-GB"/>
        </w:rPr>
        <w:t>NNIK</w:t>
      </w:r>
      <w:r w:rsidR="00EE354D">
        <w:rPr>
          <w:lang w:val="en-GB"/>
        </w:rPr>
        <w:t xml:space="preserve"> </w:t>
      </w:r>
      <w:r w:rsidR="00EE354D" w:rsidRPr="00EE354D">
        <w:rPr>
          <w:lang w:val="en-GB"/>
        </w:rPr>
        <w:t>/</w:t>
      </w:r>
      <w:r w:rsidR="00EE354D">
        <w:rPr>
          <w:lang w:val="en-GB"/>
        </w:rPr>
        <w:t xml:space="preserve"> </w:t>
      </w:r>
      <w:r w:rsidR="00EE354D" w:rsidRPr="00EE354D">
        <w:rPr>
          <w:lang w:val="en-GB"/>
        </w:rPr>
        <w:t>GN=MARI</w:t>
      </w:r>
      <w:r w:rsidR="00EE354D">
        <w:rPr>
          <w:lang w:val="en-GB"/>
        </w:rPr>
        <w:t>-</w:t>
      </w:r>
      <w:r w:rsidR="00EE354D" w:rsidRPr="00EE354D">
        <w:rPr>
          <w:lang w:val="en-GB"/>
        </w:rPr>
        <w:t>LIIS</w:t>
      </w:r>
      <w:r w:rsidR="00EE354D">
        <w:rPr>
          <w:lang w:val="en-GB"/>
        </w:rPr>
        <w:t xml:space="preserve"> </w:t>
      </w:r>
      <w:r w:rsidR="00EE354D" w:rsidRPr="00EE354D">
        <w:rPr>
          <w:lang w:val="en-GB"/>
        </w:rPr>
        <w:t>/</w:t>
      </w:r>
      <w:r w:rsidR="00EE354D">
        <w:rPr>
          <w:lang w:val="en-GB"/>
        </w:rPr>
        <w:t xml:space="preserve"> </w:t>
      </w:r>
      <w:r w:rsidR="00EE354D" w:rsidRPr="00EE354D">
        <w:rPr>
          <w:lang w:val="en-GB"/>
        </w:rPr>
        <w:t>serialNumber=47101010033</w:t>
      </w:r>
      <w:r w:rsidR="00EE354D">
        <w:rPr>
          <w:lang w:val="en-GB"/>
        </w:rPr>
        <w:t xml:space="preserve"> </w:t>
      </w:r>
      <w:r w:rsidR="00EE354D" w:rsidRPr="00EE354D">
        <w:rPr>
          <w:lang w:val="en-GB"/>
        </w:rPr>
        <w:t>|</w:t>
      </w:r>
      <w:r w:rsidR="00EE354D">
        <w:rPr>
          <w:lang w:val="en-GB"/>
        </w:rPr>
        <w:t xml:space="preserve"> </w:t>
      </w:r>
      <w:r w:rsidR="00EE354D" w:rsidRPr="00EE354D">
        <w:rPr>
          <w:lang w:val="en-GB"/>
        </w:rPr>
        <w:t>0</w:t>
      </w:r>
      <w:r w:rsidR="00EE354D">
        <w:rPr>
          <w:lang w:val="en-GB"/>
        </w:rPr>
        <w:t xml:space="preserve"> </w:t>
      </w:r>
      <w:r w:rsidR="00EE354D" w:rsidRPr="00EE354D">
        <w:rPr>
          <w:lang w:val="en-GB"/>
        </w:rPr>
        <w:t>|</w:t>
      </w:r>
    </w:p>
    <w:p w:rsidR="00251A0E" w:rsidRPr="00251A0E" w:rsidRDefault="007D1C3C" w:rsidP="00251A0E">
      <w:pPr>
        <w:pStyle w:val="UtilitySyntax"/>
        <w:numPr>
          <w:ilvl w:val="0"/>
          <w:numId w:val="36"/>
        </w:numPr>
        <w:rPr>
          <w:lang w:val="en-GB"/>
        </w:rPr>
      </w:pPr>
      <w:r w:rsidRPr="00751DBB">
        <w:rPr>
          <w:b/>
          <w:lang w:val="en-GB"/>
        </w:rPr>
        <w:t>Signer’s certificate</w:t>
      </w:r>
      <w:r w:rsidR="00251A0E">
        <w:rPr>
          <w:b/>
          <w:lang w:val="en-GB"/>
        </w:rPr>
        <w:t>’s</w:t>
      </w:r>
      <w:r w:rsidRPr="00751DBB">
        <w:rPr>
          <w:b/>
          <w:lang w:val="en-GB"/>
        </w:rPr>
        <w:t xml:space="preserve"> information</w:t>
      </w:r>
      <w:r w:rsidR="00AC1590">
        <w:rPr>
          <w:b/>
          <w:lang w:val="en-GB"/>
        </w:rPr>
        <w:t xml:space="preserve"> </w:t>
      </w:r>
      <w:r w:rsidR="00AC1590" w:rsidRPr="00AC1590">
        <w:rPr>
          <w:lang w:val="en-GB"/>
        </w:rPr>
        <w:t>(</w:t>
      </w:r>
      <w:r w:rsidR="00AC1590">
        <w:rPr>
          <w:lang w:val="en-GB"/>
        </w:rPr>
        <w:t>if signature(s) exist</w:t>
      </w:r>
      <w:r w:rsidR="00AC1590" w:rsidRPr="00AC1590">
        <w:rPr>
          <w:lang w:val="en-GB"/>
        </w:rPr>
        <w:t>)</w:t>
      </w:r>
    </w:p>
    <w:p w:rsidR="00AC1590" w:rsidRDefault="00AC1590" w:rsidP="00861DDC">
      <w:pPr>
        <w:pStyle w:val="UtilitySyntax"/>
        <w:numPr>
          <w:ilvl w:val="0"/>
          <w:numId w:val="36"/>
        </w:numPr>
        <w:rPr>
          <w:lang w:val="en-GB"/>
        </w:rPr>
      </w:pPr>
      <w:r w:rsidRPr="00AC1590">
        <w:rPr>
          <w:b/>
          <w:lang w:val="en-GB"/>
        </w:rPr>
        <w:t>Revocation values</w:t>
      </w:r>
    </w:p>
    <w:p w:rsidR="00FF7C2A" w:rsidRPr="00FF7C2A" w:rsidRDefault="00154955" w:rsidP="00FF7C2A">
      <w:pPr>
        <w:pStyle w:val="UtilitySyntax"/>
        <w:numPr>
          <w:ilvl w:val="0"/>
          <w:numId w:val="36"/>
        </w:numPr>
        <w:rPr>
          <w:lang w:val="en-GB"/>
        </w:rPr>
      </w:pPr>
      <w:r w:rsidRPr="00751DBB">
        <w:rPr>
          <w:b/>
          <w:lang w:val="en-GB"/>
        </w:rPr>
        <w:t>OCSP responder certificate</w:t>
      </w:r>
      <w:r w:rsidR="00251A0E">
        <w:rPr>
          <w:b/>
          <w:lang w:val="en-GB"/>
        </w:rPr>
        <w:t>’s</w:t>
      </w:r>
      <w:r w:rsidRPr="00751DBB">
        <w:rPr>
          <w:b/>
          <w:lang w:val="en-GB"/>
        </w:rPr>
        <w:t xml:space="preserve"> information</w:t>
      </w:r>
      <w:r w:rsidR="00AC1590">
        <w:rPr>
          <w:b/>
          <w:lang w:val="en-GB"/>
        </w:rPr>
        <w:t xml:space="preserve"> </w:t>
      </w:r>
    </w:p>
    <w:p w:rsidR="00207556" w:rsidRPr="00751DBB" w:rsidRDefault="00207556" w:rsidP="00207556">
      <w:pPr>
        <w:rPr>
          <w:lang w:val="en-GB"/>
        </w:rPr>
      </w:pPr>
      <w:r w:rsidRPr="00FF7C2A">
        <w:rPr>
          <w:b/>
          <w:lang w:val="en-GB"/>
        </w:rPr>
        <w:t>-v</w:t>
      </w:r>
      <w:r w:rsidR="00FF4108" w:rsidRPr="00FF7C2A">
        <w:rPr>
          <w:b/>
          <w:lang w:val="en-GB"/>
        </w:rPr>
        <w:t>erify</w:t>
      </w:r>
      <w:r w:rsidRPr="00751DBB">
        <w:rPr>
          <w:lang w:val="en-GB"/>
        </w:rPr>
        <w:t xml:space="preserve"> </w:t>
      </w:r>
    </w:p>
    <w:p w:rsidR="00AE1F7A" w:rsidRPr="00751DBB" w:rsidRDefault="00F85B03" w:rsidP="00154955">
      <w:pPr>
        <w:pStyle w:val="UtilitySyntax"/>
        <w:ind w:left="720"/>
        <w:rPr>
          <w:lang w:val="en-GB"/>
        </w:rPr>
      </w:pPr>
      <w:proofErr w:type="gramStart"/>
      <w:r>
        <w:rPr>
          <w:lang w:val="en-GB"/>
        </w:rPr>
        <w:t xml:space="preserve">Analogous to </w:t>
      </w:r>
      <w:r w:rsidRPr="00F85B03">
        <w:rPr>
          <w:b/>
          <w:lang w:val="en-GB"/>
        </w:rPr>
        <w:t>-list</w:t>
      </w:r>
      <w:r>
        <w:rPr>
          <w:lang w:val="en-GB"/>
        </w:rPr>
        <w:t xml:space="preserve"> command.</w:t>
      </w:r>
      <w:proofErr w:type="gramEnd"/>
    </w:p>
    <w:p w:rsidR="002516EC" w:rsidRDefault="002516EC" w:rsidP="00207556">
      <w:pPr>
        <w:spacing w:after="60"/>
        <w:rPr>
          <w:b/>
          <w:u w:val="single"/>
          <w:lang w:val="en-GB"/>
        </w:rPr>
      </w:pPr>
    </w:p>
    <w:p w:rsidR="00207556" w:rsidRPr="00751DBB" w:rsidRDefault="00207556" w:rsidP="00207556">
      <w:pPr>
        <w:spacing w:after="60"/>
        <w:rPr>
          <w:lang w:val="en-GB"/>
        </w:rPr>
      </w:pPr>
      <w:r w:rsidRPr="00751DBB">
        <w:rPr>
          <w:b/>
          <w:u w:val="single"/>
          <w:lang w:val="en-GB"/>
        </w:rPr>
        <w:t xml:space="preserve">Sample commands for </w:t>
      </w:r>
      <w:r w:rsidR="002516EC">
        <w:rPr>
          <w:b/>
          <w:u w:val="single"/>
          <w:lang w:val="en-GB"/>
        </w:rPr>
        <w:t>listing</w:t>
      </w:r>
      <w:r w:rsidRPr="00751DBB">
        <w:rPr>
          <w:b/>
          <w:u w:val="single"/>
          <w:lang w:val="en-GB"/>
        </w:rPr>
        <w:t xml:space="preserve"> DigiDoc file</w:t>
      </w:r>
      <w:r w:rsidR="00047F6D">
        <w:rPr>
          <w:b/>
          <w:u w:val="single"/>
          <w:lang w:val="en-GB"/>
        </w:rPr>
        <w:t>’</w:t>
      </w:r>
      <w:r w:rsidRPr="00751DBB">
        <w:rPr>
          <w:b/>
          <w:u w:val="single"/>
          <w:lang w:val="en-GB"/>
        </w:rPr>
        <w:t>s</w:t>
      </w:r>
      <w:r w:rsidR="00047F6D">
        <w:rPr>
          <w:b/>
          <w:u w:val="single"/>
          <w:lang w:val="en-GB"/>
        </w:rPr>
        <w:t xml:space="preserve"> contents</w:t>
      </w:r>
      <w:r w:rsidR="002516EC">
        <w:rPr>
          <w:b/>
          <w:u w:val="single"/>
          <w:lang w:val="en-GB"/>
        </w:rPr>
        <w:t xml:space="preserve"> and verifying signatures</w:t>
      </w:r>
      <w:r w:rsidRPr="00751DBB">
        <w:rPr>
          <w:lang w:val="en-GB"/>
        </w:rPr>
        <w:t>:</w:t>
      </w:r>
    </w:p>
    <w:p w:rsidR="00207556" w:rsidRPr="00751DBB" w:rsidRDefault="00207556" w:rsidP="00207556">
      <w:pPr>
        <w:pStyle w:val="bat"/>
        <w:rPr>
          <w:b/>
          <w:szCs w:val="20"/>
          <w:u w:val="single"/>
          <w:lang w:val="en-GB"/>
        </w:rPr>
      </w:pPr>
      <w:r w:rsidRPr="00751DBB">
        <w:rPr>
          <w:b/>
          <w:szCs w:val="20"/>
          <w:u w:val="single"/>
          <w:lang w:val="en-GB"/>
        </w:rPr>
        <w:t>Sample: listing DigiDoc file’s contents, not signed</w:t>
      </w:r>
    </w:p>
    <w:p w:rsidR="00207556" w:rsidRPr="00751DBB" w:rsidRDefault="00207556" w:rsidP="00207556">
      <w:pPr>
        <w:pStyle w:val="bat"/>
        <w:rPr>
          <w:color w:val="0070C0"/>
          <w:lang w:val="en-GB"/>
        </w:rPr>
      </w:pPr>
      <w:r w:rsidRPr="00751DBB">
        <w:rPr>
          <w:szCs w:val="20"/>
          <w:lang w:val="en-GB"/>
        </w:rPr>
        <w:t xml:space="preserve">&gt; </w:t>
      </w:r>
      <w:proofErr w:type="gramStart"/>
      <w:r w:rsidR="00A34E2A">
        <w:rPr>
          <w:lang w:val="en-GB"/>
        </w:rPr>
        <w:t>digidoccom</w:t>
      </w:r>
      <w:proofErr w:type="gramEnd"/>
      <w:r w:rsidR="00A34E2A" w:rsidRPr="00751DBB">
        <w:rPr>
          <w:lang w:val="en-GB"/>
        </w:rPr>
        <w:t xml:space="preserve"> </w:t>
      </w:r>
      <w:r w:rsidRPr="00751DBB">
        <w:rPr>
          <w:lang w:val="en-GB"/>
        </w:rPr>
        <w:t xml:space="preserve">-in c:\temp\test1.ddoc </w:t>
      </w:r>
      <w:r w:rsidRPr="00751DBB">
        <w:rPr>
          <w:color w:val="0070C0"/>
          <w:lang w:val="en-GB"/>
        </w:rPr>
        <w:t>-list</w:t>
      </w:r>
    </w:p>
    <w:p w:rsidR="00207556" w:rsidRPr="00751DBB" w:rsidRDefault="00207556" w:rsidP="00207556">
      <w:pPr>
        <w:pStyle w:val="bat"/>
        <w:rPr>
          <w:color w:val="0070C0"/>
          <w:szCs w:val="20"/>
          <w:lang w:val="en-GB"/>
        </w:rPr>
      </w:pPr>
    </w:p>
    <w:p w:rsidR="00207556" w:rsidRPr="00751DBB" w:rsidRDefault="00207556" w:rsidP="00207556">
      <w:pPr>
        <w:pStyle w:val="bat"/>
        <w:rPr>
          <w:szCs w:val="20"/>
          <w:lang w:val="en-GB"/>
        </w:rPr>
      </w:pPr>
      <w:r w:rsidRPr="00751DBB">
        <w:rPr>
          <w:szCs w:val="20"/>
          <w:lang w:val="en-GB"/>
        </w:rPr>
        <w:t xml:space="preserve">Input: </w:t>
      </w:r>
    </w:p>
    <w:p w:rsidR="00207556" w:rsidRPr="00751DBB" w:rsidRDefault="00207556" w:rsidP="00207556">
      <w:pPr>
        <w:pStyle w:val="bat"/>
        <w:rPr>
          <w:szCs w:val="20"/>
          <w:lang w:val="en-GB"/>
        </w:rPr>
      </w:pPr>
      <w:r w:rsidRPr="00751DBB">
        <w:rPr>
          <w:szCs w:val="20"/>
          <w:lang w:val="en-GB"/>
        </w:rPr>
        <w:t>- c:\temp\test1.ddoc – the digidoc file which contents are to be listed</w:t>
      </w:r>
    </w:p>
    <w:p w:rsidR="00207556" w:rsidRPr="00751DBB" w:rsidRDefault="00207556" w:rsidP="00207556">
      <w:pPr>
        <w:pStyle w:val="bat"/>
        <w:rPr>
          <w:szCs w:val="20"/>
          <w:lang w:val="en-GB"/>
        </w:rPr>
      </w:pPr>
    </w:p>
    <w:p w:rsidR="00207556" w:rsidRPr="000A1458" w:rsidRDefault="00207556" w:rsidP="00207556">
      <w:pPr>
        <w:pStyle w:val="bat"/>
        <w:rPr>
          <w:szCs w:val="20"/>
          <w:lang w:val="en-GB"/>
        </w:rPr>
      </w:pPr>
      <w:r w:rsidRPr="000A1458">
        <w:rPr>
          <w:szCs w:val="20"/>
          <w:lang w:val="en-GB"/>
        </w:rPr>
        <w:t>Returns:</w:t>
      </w:r>
    </w:p>
    <w:p w:rsidR="000A1458" w:rsidRPr="000A1458" w:rsidRDefault="000A1458" w:rsidP="000A1458">
      <w:pPr>
        <w:pStyle w:val="bat"/>
        <w:rPr>
          <w:szCs w:val="20"/>
          <w:lang w:val="en-GB"/>
        </w:rPr>
      </w:pPr>
      <w:r w:rsidRPr="000A1458">
        <w:rPr>
          <w:color w:val="0070C0"/>
          <w:szCs w:val="20"/>
          <w:lang w:val="en-GB"/>
        </w:rPr>
        <w:t>SignedDoc</w:t>
      </w:r>
      <w:r w:rsidRPr="000A1458">
        <w:rPr>
          <w:szCs w:val="20"/>
          <w:lang w:val="en-GB"/>
        </w:rPr>
        <w:t>|DIGIDOC-XML|1.3|0</w:t>
      </w:r>
    </w:p>
    <w:p w:rsidR="000A1458" w:rsidRPr="000A1458" w:rsidRDefault="000A1458" w:rsidP="000A1458">
      <w:pPr>
        <w:pStyle w:val="bat"/>
        <w:rPr>
          <w:szCs w:val="20"/>
          <w:lang w:val="en-GB"/>
        </w:rPr>
      </w:pPr>
      <w:r w:rsidRPr="000A1458">
        <w:rPr>
          <w:color w:val="0070C0"/>
          <w:szCs w:val="20"/>
          <w:lang w:val="en-GB"/>
        </w:rPr>
        <w:t>DataFile|D0|</w:t>
      </w:r>
      <w:r w:rsidRPr="000A1458">
        <w:rPr>
          <w:szCs w:val="20"/>
          <w:lang w:val="en-GB"/>
        </w:rPr>
        <w:t>test1.txt|54|text/plain|EMBEDDED_BASE64</w:t>
      </w:r>
    </w:p>
    <w:p w:rsidR="000A1458" w:rsidRPr="000A1458" w:rsidRDefault="000A1458" w:rsidP="000A1458">
      <w:pPr>
        <w:pStyle w:val="bat"/>
        <w:rPr>
          <w:szCs w:val="20"/>
          <w:lang w:val="en-GB"/>
        </w:rPr>
      </w:pPr>
      <w:r w:rsidRPr="000A1458">
        <w:rPr>
          <w:color w:val="0070C0"/>
          <w:szCs w:val="20"/>
          <w:lang w:val="en-GB"/>
        </w:rPr>
        <w:t>DataFile|D1|</w:t>
      </w:r>
      <w:r w:rsidRPr="000A1458">
        <w:rPr>
          <w:szCs w:val="20"/>
          <w:lang w:val="en-GB"/>
        </w:rPr>
        <w:t>test2.txt|19|text/plain|EMBEDDED_BASE64</w:t>
      </w:r>
    </w:p>
    <w:p w:rsidR="000A1458" w:rsidRDefault="000A1458" w:rsidP="00207556">
      <w:pPr>
        <w:pStyle w:val="bat"/>
        <w:rPr>
          <w:szCs w:val="20"/>
          <w:lang w:val="en-GB"/>
        </w:rPr>
      </w:pPr>
      <w:r w:rsidRPr="000A1458">
        <w:rPr>
          <w:color w:val="0070C0"/>
          <w:szCs w:val="20"/>
          <w:lang w:val="en-GB"/>
        </w:rPr>
        <w:t>DataFile|D2|</w:t>
      </w:r>
      <w:r w:rsidRPr="000A1458">
        <w:rPr>
          <w:szCs w:val="20"/>
          <w:lang w:val="en-GB"/>
        </w:rPr>
        <w:t>test3.txt|52|text/plain|EMBEDDED_BASE64</w:t>
      </w:r>
    </w:p>
    <w:p w:rsidR="00ED3355" w:rsidRPr="00751DBB" w:rsidRDefault="00ED3355" w:rsidP="00207556">
      <w:pPr>
        <w:pStyle w:val="bat"/>
        <w:rPr>
          <w:szCs w:val="20"/>
          <w:lang w:val="en-GB"/>
        </w:rPr>
      </w:pPr>
    </w:p>
    <w:p w:rsidR="00207556" w:rsidRPr="00751DBB" w:rsidRDefault="00207556" w:rsidP="00207556">
      <w:pPr>
        <w:pStyle w:val="bat"/>
        <w:rPr>
          <w:b/>
          <w:u w:val="single"/>
          <w:lang w:val="en-GB"/>
        </w:rPr>
      </w:pPr>
      <w:r w:rsidRPr="00751DBB">
        <w:rPr>
          <w:b/>
          <w:u w:val="single"/>
          <w:lang w:val="en-GB"/>
        </w:rPr>
        <w:t xml:space="preserve">Sample: </w:t>
      </w:r>
      <w:r w:rsidR="005608D0">
        <w:rPr>
          <w:b/>
          <w:u w:val="single"/>
          <w:lang w:val="en-GB"/>
        </w:rPr>
        <w:t xml:space="preserve">listing DigiDoc file’s contents and </w:t>
      </w:r>
      <w:r w:rsidR="00380563" w:rsidRPr="00751DBB">
        <w:rPr>
          <w:b/>
          <w:u w:val="single"/>
          <w:lang w:val="en-GB"/>
        </w:rPr>
        <w:t>verifying</w:t>
      </w:r>
      <w:r w:rsidRPr="00751DBB">
        <w:rPr>
          <w:b/>
          <w:u w:val="single"/>
          <w:lang w:val="en-GB"/>
        </w:rPr>
        <w:t xml:space="preserve"> </w:t>
      </w:r>
      <w:r w:rsidR="005B7F4C" w:rsidRPr="00751DBB">
        <w:rPr>
          <w:b/>
          <w:u w:val="single"/>
          <w:lang w:val="en-GB"/>
        </w:rPr>
        <w:t>signatures</w:t>
      </w:r>
      <w:r w:rsidR="005608D0">
        <w:rPr>
          <w:b/>
          <w:u w:val="single"/>
          <w:lang w:val="en-GB"/>
        </w:rPr>
        <w:t>, signed</w:t>
      </w:r>
    </w:p>
    <w:p w:rsidR="00207556" w:rsidRPr="00751DBB" w:rsidRDefault="00380563" w:rsidP="00207556">
      <w:pPr>
        <w:pStyle w:val="bat"/>
        <w:rPr>
          <w:lang w:val="en-GB"/>
        </w:rPr>
      </w:pPr>
      <w:r w:rsidRPr="00751DBB">
        <w:rPr>
          <w:lang w:val="en-GB"/>
        </w:rPr>
        <w:t xml:space="preserve">&gt; </w:t>
      </w:r>
      <w:proofErr w:type="gramStart"/>
      <w:r w:rsidR="00A34E2A">
        <w:rPr>
          <w:lang w:val="en-GB"/>
        </w:rPr>
        <w:t>digidoccom</w:t>
      </w:r>
      <w:proofErr w:type="gramEnd"/>
      <w:r w:rsidR="00A34E2A" w:rsidRPr="00751DBB">
        <w:rPr>
          <w:lang w:val="en-GB"/>
        </w:rPr>
        <w:t xml:space="preserve"> </w:t>
      </w:r>
      <w:r w:rsidR="00207556" w:rsidRPr="00751DBB">
        <w:rPr>
          <w:lang w:val="en-GB"/>
        </w:rPr>
        <w:t>-in c:\Temp\test2</w:t>
      </w:r>
      <w:r w:rsidR="00780351">
        <w:rPr>
          <w:lang w:val="en-GB"/>
        </w:rPr>
        <w:t>_s</w:t>
      </w:r>
      <w:r w:rsidR="00207556" w:rsidRPr="00751DBB">
        <w:rPr>
          <w:lang w:val="en-GB"/>
        </w:rPr>
        <w:t xml:space="preserve">.ddoc </w:t>
      </w:r>
      <w:r w:rsidR="00207556" w:rsidRPr="00751DBB">
        <w:rPr>
          <w:color w:val="0070C0"/>
          <w:lang w:val="en-GB"/>
        </w:rPr>
        <w:t>-v</w:t>
      </w:r>
      <w:r w:rsidRPr="00751DBB">
        <w:rPr>
          <w:color w:val="0070C0"/>
          <w:lang w:val="en-GB"/>
        </w:rPr>
        <w:t>erify</w:t>
      </w:r>
    </w:p>
    <w:p w:rsidR="005B7F4C" w:rsidRPr="00751DBB" w:rsidRDefault="005B7F4C" w:rsidP="00207556">
      <w:pPr>
        <w:pStyle w:val="bat"/>
        <w:rPr>
          <w:lang w:val="en-GB"/>
        </w:rPr>
      </w:pPr>
    </w:p>
    <w:p w:rsidR="00207556" w:rsidRPr="00751DBB" w:rsidRDefault="00207556" w:rsidP="00207556">
      <w:pPr>
        <w:pStyle w:val="bat"/>
        <w:rPr>
          <w:lang w:val="en-GB"/>
        </w:rPr>
      </w:pPr>
      <w:r w:rsidRPr="00751DBB">
        <w:rPr>
          <w:lang w:val="en-GB"/>
        </w:rPr>
        <w:t xml:space="preserve">Input: </w:t>
      </w:r>
    </w:p>
    <w:p w:rsidR="00207556" w:rsidRPr="00751DBB" w:rsidRDefault="00207556" w:rsidP="00207556">
      <w:pPr>
        <w:pStyle w:val="bat"/>
        <w:rPr>
          <w:lang w:val="en-GB"/>
        </w:rPr>
      </w:pPr>
      <w:r w:rsidRPr="00751DBB">
        <w:rPr>
          <w:lang w:val="en-GB"/>
        </w:rPr>
        <w:t>- C:\temp\test2</w:t>
      </w:r>
      <w:r w:rsidR="00780351">
        <w:rPr>
          <w:lang w:val="en-GB"/>
        </w:rPr>
        <w:t>_s</w:t>
      </w:r>
      <w:r w:rsidRPr="00751DBB">
        <w:rPr>
          <w:lang w:val="en-GB"/>
        </w:rPr>
        <w:t xml:space="preserve">.ddoc </w:t>
      </w:r>
      <w:r w:rsidRPr="00751DBB">
        <w:rPr>
          <w:lang w:val="en-GB"/>
        </w:rPr>
        <w:tab/>
        <w:t xml:space="preserve">– the digidoc file to be </w:t>
      </w:r>
      <w:r w:rsidR="00A76B7A" w:rsidRPr="00751DBB">
        <w:rPr>
          <w:lang w:val="en-GB"/>
        </w:rPr>
        <w:t>verified</w:t>
      </w:r>
    </w:p>
    <w:p w:rsidR="005B7F4C" w:rsidRPr="00751DBB" w:rsidRDefault="005B7F4C" w:rsidP="00207556">
      <w:pPr>
        <w:pStyle w:val="bat"/>
        <w:rPr>
          <w:lang w:val="en-GB"/>
        </w:rPr>
      </w:pPr>
    </w:p>
    <w:p w:rsidR="005608D0" w:rsidRPr="00751DBB" w:rsidRDefault="005608D0" w:rsidP="005608D0">
      <w:pPr>
        <w:pStyle w:val="bat"/>
        <w:rPr>
          <w:lang w:val="en-GB"/>
        </w:rPr>
      </w:pPr>
      <w:r w:rsidRPr="005608D0">
        <w:rPr>
          <w:szCs w:val="20"/>
          <w:lang w:val="en-GB"/>
        </w:rPr>
        <w:t>Returns:</w:t>
      </w:r>
    </w:p>
    <w:p w:rsidR="005608D0" w:rsidRPr="00751DBB" w:rsidRDefault="005608D0" w:rsidP="005608D0">
      <w:pPr>
        <w:pStyle w:val="bat"/>
        <w:rPr>
          <w:szCs w:val="20"/>
          <w:lang w:val="en-GB"/>
        </w:rPr>
      </w:pPr>
      <w:r w:rsidRPr="005608D0">
        <w:rPr>
          <w:color w:val="0070C0"/>
          <w:szCs w:val="20"/>
          <w:lang w:val="en-GB"/>
        </w:rPr>
        <w:t>SignedDoc|</w:t>
      </w:r>
      <w:r w:rsidRPr="00751DBB">
        <w:rPr>
          <w:szCs w:val="20"/>
          <w:lang w:val="en-GB"/>
        </w:rPr>
        <w:t>DIGIDOC-XML|1.3</w:t>
      </w:r>
      <w:r>
        <w:rPr>
          <w:szCs w:val="20"/>
          <w:lang w:val="en-GB"/>
        </w:rPr>
        <w:t>|0</w:t>
      </w:r>
    </w:p>
    <w:p w:rsidR="005608D0" w:rsidRPr="00751DBB" w:rsidRDefault="005608D0" w:rsidP="005608D0">
      <w:pPr>
        <w:pStyle w:val="bat"/>
        <w:rPr>
          <w:szCs w:val="20"/>
          <w:lang w:val="en-GB"/>
        </w:rPr>
      </w:pPr>
      <w:r w:rsidRPr="005608D0">
        <w:rPr>
          <w:color w:val="0070C0"/>
          <w:szCs w:val="20"/>
          <w:lang w:val="en-GB"/>
        </w:rPr>
        <w:t>DataFile|D0|</w:t>
      </w:r>
      <w:r>
        <w:rPr>
          <w:szCs w:val="20"/>
          <w:lang w:val="en-GB"/>
        </w:rPr>
        <w:t>test2.txt|19</w:t>
      </w:r>
      <w:r w:rsidRPr="00751DBB">
        <w:rPr>
          <w:szCs w:val="20"/>
          <w:lang w:val="en-GB"/>
        </w:rPr>
        <w:t>|text/plain|EMBEDDED_BASE64</w:t>
      </w:r>
    </w:p>
    <w:p w:rsidR="005608D0" w:rsidRPr="005608D0" w:rsidRDefault="005608D0" w:rsidP="005608D0">
      <w:pPr>
        <w:pStyle w:val="bat"/>
        <w:rPr>
          <w:color w:val="auto"/>
          <w:lang w:val="en-GB"/>
        </w:rPr>
      </w:pPr>
      <w:r w:rsidRPr="005608D0">
        <w:rPr>
          <w:color w:val="0070C0"/>
          <w:lang w:val="en-GB"/>
        </w:rPr>
        <w:t>Signature|S0|</w:t>
      </w:r>
      <w:r w:rsidRPr="005608D0">
        <w:rPr>
          <w:color w:val="auto"/>
          <w:lang w:val="en-GB"/>
        </w:rPr>
        <w:t>C=EE/O=ESTEID/OU=digital signature/CN=M─NNIK</w:t>
      </w:r>
      <w:proofErr w:type="gramStart"/>
      <w:r w:rsidRPr="005608D0">
        <w:rPr>
          <w:color w:val="auto"/>
          <w:lang w:val="en-GB"/>
        </w:rPr>
        <w:t>,MARI</w:t>
      </w:r>
      <w:proofErr w:type="gramEnd"/>
      <w:r w:rsidRPr="005608D0">
        <w:rPr>
          <w:color w:val="auto"/>
          <w:lang w:val="en-GB"/>
        </w:rPr>
        <w:t>-LIIS,47101010033/SN=M─NNIK/GN=MARI-LIIS/serialNumber=47101010033|0|</w:t>
      </w:r>
    </w:p>
    <w:p w:rsidR="005608D0" w:rsidRPr="005608D0" w:rsidRDefault="005608D0" w:rsidP="005608D0">
      <w:pPr>
        <w:pStyle w:val="bat"/>
        <w:rPr>
          <w:color w:val="auto"/>
          <w:lang w:val="en-GB"/>
        </w:rPr>
      </w:pPr>
      <w:r w:rsidRPr="005608D0">
        <w:rPr>
          <w:color w:val="0070C0"/>
          <w:lang w:val="en-GB"/>
        </w:rPr>
        <w:t>X509Certificate|</w:t>
      </w:r>
      <w:r w:rsidRPr="005608D0">
        <w:rPr>
          <w:color w:val="auto"/>
          <w:lang w:val="en-GB"/>
        </w:rPr>
        <w:t>110860821818752731086954398181911413933|C=EE/O=AS Sertifitseerim</w:t>
      </w:r>
      <w:r>
        <w:rPr>
          <w:color w:val="auto"/>
          <w:lang w:val="en-GB"/>
        </w:rPr>
        <w:t xml:space="preserve">iskeskus/CN=TEST of ESTEID-SK </w:t>
      </w:r>
      <w:r w:rsidRPr="005608D0">
        <w:rPr>
          <w:color w:val="auto"/>
          <w:lang w:val="en-GB"/>
        </w:rPr>
        <w:t>2011/emailAddress=pki@sk.ee|C=EE/O=ESTEID/OU=digit</w:t>
      </w:r>
      <w:r>
        <w:rPr>
          <w:color w:val="auto"/>
          <w:lang w:val="en-GB"/>
        </w:rPr>
        <w:t xml:space="preserve">al </w:t>
      </w:r>
      <w:r w:rsidRPr="005608D0">
        <w:rPr>
          <w:color w:val="auto"/>
          <w:lang w:val="en-GB"/>
        </w:rPr>
        <w:t>signature/CN=M─NNIK</w:t>
      </w:r>
      <w:proofErr w:type="gramStart"/>
      <w:r w:rsidRPr="005608D0">
        <w:rPr>
          <w:color w:val="auto"/>
          <w:lang w:val="en-GB"/>
        </w:rPr>
        <w:t>,MARI</w:t>
      </w:r>
      <w:proofErr w:type="gramEnd"/>
      <w:r w:rsidRPr="005608D0">
        <w:rPr>
          <w:color w:val="auto"/>
          <w:lang w:val="en-GB"/>
        </w:rPr>
        <w:t>-LIIS,47101010033/SN=M─NNIK/GN=MARI-LIIS/serialNumber=47101010033|2011-08-31T13:14:57Z|2016-08-21T20:59:59Z</w:t>
      </w:r>
    </w:p>
    <w:p w:rsidR="005608D0" w:rsidRPr="005608D0" w:rsidRDefault="005608D0" w:rsidP="005608D0">
      <w:pPr>
        <w:pStyle w:val="bat"/>
        <w:rPr>
          <w:color w:val="auto"/>
          <w:lang w:val="en-GB"/>
        </w:rPr>
      </w:pPr>
      <w:r w:rsidRPr="005608D0">
        <w:rPr>
          <w:color w:val="0070C0"/>
          <w:lang w:val="en-GB"/>
        </w:rPr>
        <w:t>RevocationValues|N0|</w:t>
      </w:r>
      <w:r w:rsidRPr="005608D0">
        <w:rPr>
          <w:color w:val="auto"/>
          <w:lang w:val="en-GB"/>
        </w:rPr>
        <w:t>C=EE/O=AS Sertifitseerimiskeskus/OU=OCSP/CN=TEST of SK OCSPRESPONDER 2011/emailAddress=pki@sk.ee|2012-05-11T08:02:32Z</w:t>
      </w:r>
    </w:p>
    <w:p w:rsidR="00ED3355" w:rsidRPr="005608D0" w:rsidRDefault="005608D0" w:rsidP="005608D0">
      <w:pPr>
        <w:pStyle w:val="bat"/>
        <w:rPr>
          <w:color w:val="auto"/>
          <w:lang w:val="en-GB"/>
        </w:rPr>
      </w:pPr>
      <w:r w:rsidRPr="005608D0">
        <w:rPr>
          <w:color w:val="0070C0"/>
          <w:lang w:val="en-GB"/>
        </w:rPr>
        <w:t>X509Certificate|</w:t>
      </w:r>
      <w:r w:rsidRPr="005608D0">
        <w:rPr>
          <w:color w:val="auto"/>
          <w:lang w:val="en-GB"/>
        </w:rPr>
        <w:t xml:space="preserve">138983222239407220571566848351990841243|C=EE/O=AS Sertifitseerimiskeskus/CN=TEST </w:t>
      </w:r>
      <w:r>
        <w:rPr>
          <w:color w:val="auto"/>
          <w:lang w:val="en-GB"/>
        </w:rPr>
        <w:t xml:space="preserve">of EE Certification Centre Root </w:t>
      </w:r>
      <w:r w:rsidRPr="005608D0">
        <w:rPr>
          <w:color w:val="auto"/>
          <w:lang w:val="en-GB"/>
        </w:rPr>
        <w:t>CA/emailAddress=pki@sk.ee|C=EE/O=AS Sertifitseerimiskeskus/OU=OCSP/CN=TEST of SK OCSP RESPONDER 2011/emailAddress=pki@sk.ee|2011-03-07T13:22:45Z|2024-09-07T12:22:45Z</w:t>
      </w:r>
    </w:p>
    <w:p w:rsidR="000F158D" w:rsidRPr="000F158D" w:rsidRDefault="000F158D" w:rsidP="000F158D">
      <w:pPr>
        <w:rPr>
          <w:lang w:val="en-GB"/>
        </w:rPr>
      </w:pPr>
    </w:p>
    <w:p w:rsidR="006A2AE6" w:rsidRPr="007C58FD" w:rsidRDefault="007C58FD" w:rsidP="007C58FD">
      <w:pPr>
        <w:pStyle w:val="Pealkiri11"/>
        <w:numPr>
          <w:ilvl w:val="0"/>
          <w:numId w:val="0"/>
        </w:numPr>
        <w:rPr>
          <w:lang w:val="en-GB"/>
        </w:rPr>
      </w:pPr>
      <w:bookmarkStart w:id="48" w:name="_Toc345343810"/>
      <w:bookmarkStart w:id="49" w:name="_Toc346288036"/>
      <w:r>
        <w:rPr>
          <w:lang w:val="en-GB"/>
        </w:rPr>
        <w:lastRenderedPageBreak/>
        <w:t>Appendix 1</w:t>
      </w:r>
      <w:r w:rsidR="00B152D1">
        <w:rPr>
          <w:lang w:val="en-GB"/>
        </w:rPr>
        <w:t xml:space="preserve">: DigiDoc COM </w:t>
      </w:r>
      <w:r w:rsidR="006A2AE6">
        <w:rPr>
          <w:lang w:val="en-GB"/>
        </w:rPr>
        <w:t>classes</w:t>
      </w:r>
      <w:bookmarkEnd w:id="48"/>
      <w:bookmarkEnd w:id="49"/>
    </w:p>
    <w:p w:rsidR="00B152D1" w:rsidRPr="003822AB" w:rsidRDefault="00B152D1" w:rsidP="003822AB">
      <w:pPr>
        <w:pStyle w:val="apHeading2"/>
      </w:pPr>
      <w:bookmarkStart w:id="50" w:name="_Toc345343811"/>
      <w:bookmarkStart w:id="51" w:name="_Toc346288037"/>
      <w:r w:rsidRPr="003822AB">
        <w:t>ComSignedDoc</w:t>
      </w:r>
      <w:bookmarkEnd w:id="50"/>
      <w:bookmarkEnd w:id="51"/>
      <w:r w:rsidRPr="003822AB">
        <w:t xml:space="preserve"> </w:t>
      </w:r>
    </w:p>
    <w:p w:rsidR="00EF2397" w:rsidRDefault="00EF2397" w:rsidP="00EF2397">
      <w:pPr>
        <w:rPr>
          <w:lang w:val="en-GB"/>
        </w:rPr>
      </w:pPr>
      <w:r>
        <w:rPr>
          <w:lang w:val="en-GB"/>
        </w:rPr>
        <w:t xml:space="preserve">Represents the whole DigiDoc document, contains all of the subelements. </w:t>
      </w:r>
      <w:proofErr w:type="gramStart"/>
      <w:r>
        <w:rPr>
          <w:lang w:val="en-GB"/>
        </w:rPr>
        <w:t>Enables reading, verifying and writing the DigiDoc document and accessing the document’s subelements.</w:t>
      </w:r>
      <w:proofErr w:type="gramEnd"/>
      <w:r>
        <w:rPr>
          <w:lang w:val="en-GB"/>
        </w:rPr>
        <w:t xml:space="preserve"> </w:t>
      </w:r>
    </w:p>
    <w:p w:rsidR="00B152D1" w:rsidRPr="00B92676" w:rsidRDefault="00B92676" w:rsidP="00B152D1">
      <w:pPr>
        <w:rPr>
          <w:b/>
          <w:u w:val="single"/>
          <w:lang w:val="en-GB"/>
        </w:rPr>
      </w:pPr>
      <w:r w:rsidRPr="00B92676">
        <w:rPr>
          <w:b/>
          <w:u w:val="single"/>
          <w:lang w:val="en-GB"/>
        </w:rPr>
        <w:t>Attributes</w:t>
      </w:r>
    </w:p>
    <w:tbl>
      <w:tblPr>
        <w:tblStyle w:val="Parameters"/>
        <w:tblW w:w="5000" w:type="pct"/>
        <w:tblLook w:val="04A0" w:firstRow="1" w:lastRow="0" w:firstColumn="1" w:lastColumn="0" w:noHBand="0" w:noVBand="1"/>
      </w:tblPr>
      <w:tblGrid>
        <w:gridCol w:w="3084"/>
        <w:gridCol w:w="5352"/>
      </w:tblGrid>
      <w:tr w:rsidR="00C26357" w:rsidRPr="00C26357" w:rsidTr="00CD45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8" w:type="pct"/>
          </w:tcPr>
          <w:p w:rsidR="00C26357" w:rsidRPr="00C26357" w:rsidRDefault="00C26357" w:rsidP="00B92676">
            <w:pPr>
              <w:rPr>
                <w:b/>
                <w:lang w:val="en-GB"/>
              </w:rPr>
            </w:pPr>
            <w:r w:rsidRPr="00C26357">
              <w:rPr>
                <w:b/>
                <w:lang w:val="en-GB"/>
              </w:rPr>
              <w:t>Name</w:t>
            </w:r>
          </w:p>
        </w:tc>
        <w:tc>
          <w:tcPr>
            <w:tcW w:w="3172" w:type="pct"/>
          </w:tcPr>
          <w:p w:rsidR="00C26357" w:rsidRPr="00C26357" w:rsidRDefault="00C26357" w:rsidP="00EF2397">
            <w:pPr>
              <w:jc w:val="left"/>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2577E6" w:rsidRPr="002577E6" w:rsidTr="00CD4535">
        <w:tc>
          <w:tcPr>
            <w:cnfStyle w:val="001000000000" w:firstRow="0" w:lastRow="0" w:firstColumn="1" w:lastColumn="0" w:oddVBand="0" w:evenVBand="0" w:oddHBand="0" w:evenHBand="0" w:firstRowFirstColumn="0" w:firstRowLastColumn="0" w:lastRowFirstColumn="0" w:lastRowLastColumn="0"/>
            <w:tcW w:w="1828" w:type="pct"/>
          </w:tcPr>
          <w:p w:rsidR="002577E6" w:rsidRPr="002577E6" w:rsidRDefault="002577E6" w:rsidP="00B92676">
            <w:pPr>
              <w:rPr>
                <w:lang w:val="en-GB"/>
              </w:rPr>
            </w:pPr>
            <w:r w:rsidRPr="002577E6">
              <w:rPr>
                <w:lang w:val="en-GB"/>
              </w:rPr>
              <w:t xml:space="preserve">szFormat </w:t>
            </w:r>
          </w:p>
        </w:tc>
        <w:tc>
          <w:tcPr>
            <w:tcW w:w="3172" w:type="pct"/>
          </w:tcPr>
          <w:p w:rsidR="002577E6" w:rsidRPr="00E960C0" w:rsidRDefault="00EF2397" w:rsidP="00EF2397">
            <w:pPr>
              <w:jc w:val="left"/>
              <w:cnfStyle w:val="000000000000" w:firstRow="0" w:lastRow="0" w:firstColumn="0" w:lastColumn="0" w:oddVBand="0" w:evenVBand="0" w:oddHBand="0" w:evenHBand="0" w:firstRowFirstColumn="0" w:firstRowLastColumn="0" w:lastRowFirstColumn="0" w:lastRowLastColumn="0"/>
              <w:rPr>
                <w:lang w:val="en-GB"/>
              </w:rPr>
            </w:pPr>
            <w:r w:rsidRPr="00E960C0">
              <w:rPr>
                <w:lang w:val="en-GB"/>
              </w:rPr>
              <w:t xml:space="preserve">Format of the </w:t>
            </w:r>
            <w:r w:rsidR="002577E6" w:rsidRPr="00E960C0">
              <w:rPr>
                <w:lang w:val="en-GB"/>
              </w:rPr>
              <w:t xml:space="preserve">DigiDoc </w:t>
            </w:r>
            <w:r w:rsidRPr="00E960C0">
              <w:rPr>
                <w:lang w:val="en-GB"/>
              </w:rPr>
              <w:t>document</w:t>
            </w:r>
            <w:r w:rsidR="002577E6" w:rsidRPr="00E960C0">
              <w:rPr>
                <w:lang w:val="en-GB"/>
              </w:rPr>
              <w:t xml:space="preserve">. </w:t>
            </w:r>
            <w:r w:rsidR="00EA29B6" w:rsidRPr="00E960C0">
              <w:rPr>
                <w:lang w:val="en-GB"/>
              </w:rPr>
              <w:t>Constant</w:t>
            </w:r>
            <w:r w:rsidR="002577E6" w:rsidRPr="00E960C0">
              <w:rPr>
                <w:lang w:val="en-GB"/>
              </w:rPr>
              <w:t xml:space="preserve"> </w:t>
            </w:r>
            <w:r w:rsidR="00547DD9" w:rsidRPr="00E960C0">
              <w:rPr>
                <w:lang w:val="en-GB"/>
              </w:rPr>
              <w:t>DIGIDOC_XML_1_1_NAME</w:t>
            </w:r>
            <w:r w:rsidR="002577E6" w:rsidRPr="00E960C0">
              <w:rPr>
                <w:lang w:val="en-GB"/>
              </w:rPr>
              <w:t xml:space="preserve">. </w:t>
            </w:r>
          </w:p>
        </w:tc>
      </w:tr>
      <w:tr w:rsidR="002577E6" w:rsidRPr="002577E6" w:rsidTr="00CD4535">
        <w:tc>
          <w:tcPr>
            <w:cnfStyle w:val="001000000000" w:firstRow="0" w:lastRow="0" w:firstColumn="1" w:lastColumn="0" w:oddVBand="0" w:evenVBand="0" w:oddHBand="0" w:evenHBand="0" w:firstRowFirstColumn="0" w:firstRowLastColumn="0" w:lastRowFirstColumn="0" w:lastRowLastColumn="0"/>
            <w:tcW w:w="1828" w:type="pct"/>
          </w:tcPr>
          <w:p w:rsidR="002577E6" w:rsidRPr="002577E6" w:rsidRDefault="002577E6" w:rsidP="00B92676">
            <w:pPr>
              <w:rPr>
                <w:lang w:val="en-GB"/>
              </w:rPr>
            </w:pPr>
            <w:r w:rsidRPr="002577E6">
              <w:rPr>
                <w:lang w:val="en-GB"/>
              </w:rPr>
              <w:t xml:space="preserve">szFormatVer </w:t>
            </w:r>
          </w:p>
        </w:tc>
        <w:tc>
          <w:tcPr>
            <w:tcW w:w="3172" w:type="pct"/>
          </w:tcPr>
          <w:p w:rsidR="002577E6" w:rsidRPr="00E960C0" w:rsidRDefault="00EF2397" w:rsidP="00EF2397">
            <w:pPr>
              <w:jc w:val="left"/>
              <w:cnfStyle w:val="000000000000" w:firstRow="0" w:lastRow="0" w:firstColumn="0" w:lastColumn="0" w:oddVBand="0" w:evenVBand="0" w:oddHBand="0" w:evenHBand="0" w:firstRowFirstColumn="0" w:firstRowLastColumn="0" w:lastRowFirstColumn="0" w:lastRowLastColumn="0"/>
              <w:rPr>
                <w:lang w:val="en-GB"/>
              </w:rPr>
            </w:pPr>
            <w:r w:rsidRPr="00E960C0">
              <w:rPr>
                <w:lang w:val="en-GB"/>
              </w:rPr>
              <w:t xml:space="preserve">Version of the </w:t>
            </w:r>
            <w:r w:rsidR="002577E6" w:rsidRPr="00E960C0">
              <w:rPr>
                <w:lang w:val="en-GB"/>
              </w:rPr>
              <w:t xml:space="preserve">DigiDoc </w:t>
            </w:r>
            <w:r w:rsidRPr="00E960C0">
              <w:rPr>
                <w:lang w:val="en-GB"/>
              </w:rPr>
              <w:t>document</w:t>
            </w:r>
            <w:r w:rsidR="002577E6" w:rsidRPr="00E960C0">
              <w:rPr>
                <w:lang w:val="en-GB"/>
              </w:rPr>
              <w:t xml:space="preserve">. </w:t>
            </w:r>
            <w:r w:rsidR="00EA29B6" w:rsidRPr="00E960C0">
              <w:rPr>
                <w:lang w:val="en-GB"/>
              </w:rPr>
              <w:t>Constant</w:t>
            </w:r>
            <w:r w:rsidR="00E960C0" w:rsidRPr="00E960C0">
              <w:rPr>
                <w:lang w:val="en-GB"/>
              </w:rPr>
              <w:t xml:space="preserve"> SK_XML_1_3</w:t>
            </w:r>
            <w:r w:rsidR="002577E6" w:rsidRPr="00E960C0">
              <w:rPr>
                <w:lang w:val="en-GB"/>
              </w:rPr>
              <w:t xml:space="preserve">_VER. </w:t>
            </w:r>
          </w:p>
        </w:tc>
      </w:tr>
      <w:tr w:rsidR="002577E6" w:rsidRPr="002577E6" w:rsidTr="00CD4535">
        <w:tc>
          <w:tcPr>
            <w:cnfStyle w:val="001000000000" w:firstRow="0" w:lastRow="0" w:firstColumn="1" w:lastColumn="0" w:oddVBand="0" w:evenVBand="0" w:oddHBand="0" w:evenHBand="0" w:firstRowFirstColumn="0" w:firstRowLastColumn="0" w:lastRowFirstColumn="0" w:lastRowLastColumn="0"/>
            <w:tcW w:w="1828" w:type="pct"/>
          </w:tcPr>
          <w:p w:rsidR="002577E6" w:rsidRPr="002577E6" w:rsidRDefault="002577E6" w:rsidP="00B92676">
            <w:pPr>
              <w:rPr>
                <w:lang w:val="en-GB"/>
              </w:rPr>
            </w:pPr>
            <w:r w:rsidRPr="002577E6">
              <w:rPr>
                <w:lang w:val="en-GB"/>
              </w:rPr>
              <w:t xml:space="preserve">nDataFiles </w:t>
            </w:r>
          </w:p>
        </w:tc>
        <w:tc>
          <w:tcPr>
            <w:tcW w:w="3172" w:type="pct"/>
          </w:tcPr>
          <w:p w:rsidR="002577E6" w:rsidRPr="002577E6" w:rsidRDefault="00EF2397" w:rsidP="00EF239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Number of data files.</w:t>
            </w:r>
            <w:r w:rsidR="002577E6" w:rsidRPr="002577E6">
              <w:rPr>
                <w:lang w:val="en-GB"/>
              </w:rPr>
              <w:t xml:space="preserve"> Long</w:t>
            </w:r>
            <w:r w:rsidR="002577E6">
              <w:rPr>
                <w:lang w:val="en-GB"/>
              </w:rPr>
              <w:t xml:space="preserve"> </w:t>
            </w:r>
            <w:r>
              <w:rPr>
                <w:lang w:val="en-GB"/>
              </w:rPr>
              <w:t>data type</w:t>
            </w:r>
            <w:r w:rsidR="002577E6" w:rsidRPr="002577E6">
              <w:rPr>
                <w:lang w:val="en-GB"/>
              </w:rPr>
              <w:t xml:space="preserve">, </w:t>
            </w:r>
            <w:r>
              <w:rPr>
                <w:lang w:val="en-GB"/>
              </w:rPr>
              <w:t>not editable.</w:t>
            </w:r>
          </w:p>
        </w:tc>
      </w:tr>
      <w:tr w:rsidR="002577E6" w:rsidRPr="002577E6" w:rsidTr="00CD4535">
        <w:tc>
          <w:tcPr>
            <w:cnfStyle w:val="001000000000" w:firstRow="0" w:lastRow="0" w:firstColumn="1" w:lastColumn="0" w:oddVBand="0" w:evenVBand="0" w:oddHBand="0" w:evenHBand="0" w:firstRowFirstColumn="0" w:firstRowLastColumn="0" w:lastRowFirstColumn="0" w:lastRowLastColumn="0"/>
            <w:tcW w:w="1828" w:type="pct"/>
          </w:tcPr>
          <w:p w:rsidR="002577E6" w:rsidRPr="002577E6" w:rsidRDefault="002577E6" w:rsidP="00B92676">
            <w:pPr>
              <w:rPr>
                <w:lang w:val="en-GB"/>
              </w:rPr>
            </w:pPr>
            <w:r w:rsidRPr="002577E6">
              <w:rPr>
                <w:lang w:val="en-GB"/>
              </w:rPr>
              <w:t xml:space="preserve">nSignatures </w:t>
            </w:r>
          </w:p>
        </w:tc>
        <w:tc>
          <w:tcPr>
            <w:tcW w:w="3172" w:type="pct"/>
          </w:tcPr>
          <w:p w:rsidR="002577E6" w:rsidRPr="002577E6" w:rsidRDefault="00EF2397" w:rsidP="00EF239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Number of signatures.</w:t>
            </w:r>
            <w:r w:rsidR="002577E6" w:rsidRPr="002577E6">
              <w:rPr>
                <w:lang w:val="en-GB"/>
              </w:rPr>
              <w:t xml:space="preserve"> Long</w:t>
            </w:r>
            <w:r>
              <w:rPr>
                <w:lang w:val="en-GB"/>
              </w:rPr>
              <w:t xml:space="preserve"> data type</w:t>
            </w:r>
            <w:r w:rsidR="002577E6" w:rsidRPr="002577E6">
              <w:rPr>
                <w:lang w:val="en-GB"/>
              </w:rPr>
              <w:t>,</w:t>
            </w:r>
            <w:r>
              <w:rPr>
                <w:lang w:val="en-GB"/>
              </w:rPr>
              <w:t xml:space="preserve"> not editable</w:t>
            </w:r>
            <w:r w:rsidR="002577E6" w:rsidRPr="002577E6">
              <w:rPr>
                <w:lang w:val="en-GB"/>
              </w:rPr>
              <w:t>.</w:t>
            </w:r>
          </w:p>
        </w:tc>
      </w:tr>
      <w:tr w:rsidR="002577E6" w:rsidRPr="002577E6" w:rsidTr="00CD4535">
        <w:tc>
          <w:tcPr>
            <w:cnfStyle w:val="001000000000" w:firstRow="0" w:lastRow="0" w:firstColumn="1" w:lastColumn="0" w:oddVBand="0" w:evenVBand="0" w:oddHBand="0" w:evenHBand="0" w:firstRowFirstColumn="0" w:firstRowLastColumn="0" w:lastRowFirstColumn="0" w:lastRowLastColumn="0"/>
            <w:tcW w:w="1828" w:type="pct"/>
          </w:tcPr>
          <w:p w:rsidR="002577E6" w:rsidRPr="002577E6" w:rsidRDefault="002577E6" w:rsidP="00B92676">
            <w:pPr>
              <w:rPr>
                <w:lang w:val="en-GB"/>
              </w:rPr>
            </w:pPr>
            <w:r w:rsidRPr="002577E6">
              <w:rPr>
                <w:lang w:val="en-GB"/>
              </w:rPr>
              <w:t xml:space="preserve">nNotaries </w:t>
            </w:r>
          </w:p>
        </w:tc>
        <w:tc>
          <w:tcPr>
            <w:tcW w:w="3172" w:type="pct"/>
          </w:tcPr>
          <w:p w:rsidR="002577E6" w:rsidRPr="002577E6" w:rsidRDefault="00EF2397" w:rsidP="00EF239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Number of OCSP confirmations</w:t>
            </w:r>
            <w:r w:rsidR="002577E6" w:rsidRPr="002577E6">
              <w:rPr>
                <w:lang w:val="en-GB"/>
              </w:rPr>
              <w:t xml:space="preserve">. </w:t>
            </w:r>
            <w:r w:rsidRPr="002577E6">
              <w:rPr>
                <w:lang w:val="en-GB"/>
              </w:rPr>
              <w:t>Long</w:t>
            </w:r>
            <w:r>
              <w:rPr>
                <w:lang w:val="en-GB"/>
              </w:rPr>
              <w:t xml:space="preserve"> data type</w:t>
            </w:r>
            <w:r w:rsidRPr="002577E6">
              <w:rPr>
                <w:lang w:val="en-GB"/>
              </w:rPr>
              <w:t>,</w:t>
            </w:r>
            <w:r>
              <w:rPr>
                <w:lang w:val="en-GB"/>
              </w:rPr>
              <w:t xml:space="preserve"> not editable</w:t>
            </w:r>
            <w:r w:rsidRPr="002577E6">
              <w:rPr>
                <w:lang w:val="en-GB"/>
              </w:rPr>
              <w:t>.</w:t>
            </w:r>
          </w:p>
        </w:tc>
      </w:tr>
    </w:tbl>
    <w:p w:rsidR="00B152D1" w:rsidRPr="00B152D1" w:rsidRDefault="00B152D1" w:rsidP="00B152D1">
      <w:pPr>
        <w:rPr>
          <w:lang w:val="en-GB"/>
        </w:rPr>
      </w:pPr>
      <w:r w:rsidRPr="00B152D1">
        <w:rPr>
          <w:lang w:val="en-GB"/>
        </w:rPr>
        <w:t xml:space="preserve"> </w:t>
      </w:r>
    </w:p>
    <w:p w:rsidR="00B152D1" w:rsidRDefault="00B92676" w:rsidP="00B152D1">
      <w:pPr>
        <w:rPr>
          <w:lang w:val="en-GB"/>
        </w:rPr>
      </w:pPr>
      <w:r w:rsidRPr="00B92676">
        <w:rPr>
          <w:b/>
          <w:u w:val="single"/>
          <w:lang w:val="en-GB"/>
        </w:rPr>
        <w:t>Methods</w:t>
      </w:r>
      <w:r w:rsidR="00B152D1">
        <w:rPr>
          <w:lang w:val="en-GB"/>
        </w:rPr>
        <w:t xml:space="preserve"> </w:t>
      </w:r>
      <w:r w:rsidR="00B152D1" w:rsidRPr="00B152D1">
        <w:rPr>
          <w:lang w:val="en-GB"/>
        </w:rPr>
        <w:t xml:space="preserve"> </w:t>
      </w:r>
    </w:p>
    <w:tbl>
      <w:tblPr>
        <w:tblStyle w:val="Parameters"/>
        <w:tblW w:w="5059" w:type="pct"/>
        <w:tblLook w:val="04A0" w:firstRow="1" w:lastRow="0" w:firstColumn="1" w:lastColumn="0" w:noHBand="0" w:noVBand="1"/>
      </w:tblPr>
      <w:tblGrid>
        <w:gridCol w:w="3085"/>
        <w:gridCol w:w="5451"/>
      </w:tblGrid>
      <w:tr w:rsidR="00C26357" w:rsidRPr="00C26357" w:rsidTr="00CD453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807" w:type="pct"/>
          </w:tcPr>
          <w:p w:rsidR="00C26357" w:rsidRPr="00C26357" w:rsidRDefault="00C26357" w:rsidP="00B152D1">
            <w:pPr>
              <w:rPr>
                <w:b/>
                <w:lang w:val="en-GB"/>
              </w:rPr>
            </w:pPr>
            <w:r w:rsidRPr="00C26357">
              <w:rPr>
                <w:b/>
                <w:lang w:val="en-GB"/>
              </w:rPr>
              <w:t>Name</w:t>
            </w:r>
          </w:p>
        </w:tc>
        <w:tc>
          <w:tcPr>
            <w:tcW w:w="3193" w:type="pct"/>
          </w:tcPr>
          <w:p w:rsidR="00C26357" w:rsidRPr="00C26357" w:rsidRDefault="00C26357" w:rsidP="00EF2397">
            <w:pPr>
              <w:jc w:val="left"/>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C26357"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C26357" w:rsidRPr="00B152D1" w:rsidRDefault="00C26357" w:rsidP="00C26357">
            <w:pPr>
              <w:rPr>
                <w:lang w:val="en-GB"/>
              </w:rPr>
            </w:pPr>
            <w:r w:rsidRPr="00B152D1">
              <w:rPr>
                <w:lang w:val="en-GB"/>
              </w:rPr>
              <w:t xml:space="preserve">initialize </w:t>
            </w:r>
          </w:p>
          <w:p w:rsidR="00C26357" w:rsidRDefault="00C26357" w:rsidP="00B152D1">
            <w:pPr>
              <w:rPr>
                <w:lang w:val="en-GB"/>
              </w:rPr>
            </w:pPr>
          </w:p>
        </w:tc>
        <w:tc>
          <w:tcPr>
            <w:tcW w:w="3193" w:type="pct"/>
          </w:tcPr>
          <w:p w:rsidR="00C26357" w:rsidRDefault="00EF2397" w:rsidP="00EF239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Initializes new DigiDoc document. Calling this method should precede all other DigiDoc document related actions when creating a new document. </w:t>
            </w:r>
          </w:p>
        </w:tc>
      </w:tr>
      <w:tr w:rsidR="00C26357"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C26357" w:rsidRPr="00B152D1" w:rsidRDefault="00C26357" w:rsidP="00C26357">
            <w:pPr>
              <w:rPr>
                <w:lang w:val="en-GB"/>
              </w:rPr>
            </w:pPr>
            <w:r w:rsidRPr="00B152D1">
              <w:rPr>
                <w:lang w:val="en-GB"/>
              </w:rPr>
              <w:t>szFormat</w:t>
            </w:r>
          </w:p>
        </w:tc>
        <w:tc>
          <w:tcPr>
            <w:tcW w:w="3193" w:type="pct"/>
          </w:tcPr>
          <w:p w:rsidR="00C26357" w:rsidRPr="00E960C0" w:rsidRDefault="00EF2397" w:rsidP="00E960C0">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Docum</w:t>
            </w:r>
            <w:r w:rsidR="00E960C0">
              <w:rPr>
                <w:lang w:val="en-GB"/>
              </w:rPr>
              <w:t xml:space="preserve">ent’s format. String data type. Constant </w:t>
            </w:r>
            <w:r w:rsidR="00C26357" w:rsidRPr="00E960C0">
              <w:rPr>
                <w:lang w:val="en-GB"/>
              </w:rPr>
              <w:t xml:space="preserve">DIGIDOC_XML_1_1_NAME </w:t>
            </w:r>
          </w:p>
        </w:tc>
      </w:tr>
      <w:tr w:rsidR="00C26357"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C26357" w:rsidRPr="00B152D1" w:rsidRDefault="00C26357" w:rsidP="00C26357">
            <w:pPr>
              <w:rPr>
                <w:lang w:val="en-GB"/>
              </w:rPr>
            </w:pPr>
            <w:r w:rsidRPr="00B152D1">
              <w:rPr>
                <w:lang w:val="en-GB"/>
              </w:rPr>
              <w:t>szVersion</w:t>
            </w:r>
          </w:p>
        </w:tc>
        <w:tc>
          <w:tcPr>
            <w:tcW w:w="3193" w:type="pct"/>
          </w:tcPr>
          <w:p w:rsidR="00C26357" w:rsidRPr="00B152D1" w:rsidRDefault="005E5708" w:rsidP="00E960C0">
            <w:pPr>
              <w:jc w:val="left"/>
              <w:cnfStyle w:val="000000000000" w:firstRow="0" w:lastRow="0" w:firstColumn="0" w:lastColumn="0" w:oddVBand="0" w:evenVBand="0" w:oddHBand="0" w:evenHBand="0" w:firstRowFirstColumn="0" w:firstRowLastColumn="0" w:lastRowFirstColumn="0" w:lastRowLastColumn="0"/>
              <w:rPr>
                <w:lang w:val="en-GB"/>
              </w:rPr>
            </w:pPr>
            <w:r w:rsidRPr="00E960C0">
              <w:rPr>
                <w:lang w:val="en-GB"/>
              </w:rPr>
              <w:t>Docume</w:t>
            </w:r>
            <w:r w:rsidR="00E960C0" w:rsidRPr="00E960C0">
              <w:rPr>
                <w:lang w:val="en-GB"/>
              </w:rPr>
              <w:t xml:space="preserve">nt’s version. String data type. Constant </w:t>
            </w:r>
            <w:r w:rsidR="00C26357" w:rsidRPr="00E960C0">
              <w:rPr>
                <w:lang w:val="en-GB"/>
              </w:rPr>
              <w:t>DIGIDOC_XML_1_3_NAME</w:t>
            </w:r>
          </w:p>
        </w:tc>
      </w:tr>
      <w:tr w:rsidR="00C26357"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C26357" w:rsidRPr="00B152D1" w:rsidRDefault="00C26357" w:rsidP="00C26357">
            <w:pPr>
              <w:rPr>
                <w:lang w:val="en-GB"/>
              </w:rPr>
            </w:pPr>
            <w:r w:rsidRPr="00B152D1">
              <w:rPr>
                <w:lang w:val="en-GB"/>
              </w:rPr>
              <w:t>readSignedDoc</w:t>
            </w:r>
          </w:p>
        </w:tc>
        <w:tc>
          <w:tcPr>
            <w:tcW w:w="3193" w:type="pct"/>
          </w:tcPr>
          <w:p w:rsidR="00C26357" w:rsidRDefault="005E5708" w:rsidP="00EF239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Reads an existing DigiDoc document from a file. Returns an error code. </w:t>
            </w:r>
          </w:p>
          <w:p w:rsidR="005E5708" w:rsidRDefault="00C26357" w:rsidP="00EF2397">
            <w:pPr>
              <w:jc w:val="left"/>
              <w:cnfStyle w:val="000000000000" w:firstRow="0" w:lastRow="0" w:firstColumn="0" w:lastColumn="0" w:oddVBand="0" w:evenVBand="0" w:oddHBand="0" w:evenHBand="0" w:firstRowFirstColumn="0" w:firstRowLastColumn="0" w:lastRowFirstColumn="0" w:lastRowLastColumn="0"/>
              <w:rPr>
                <w:lang w:val="en-GB"/>
              </w:rPr>
            </w:pPr>
            <w:r w:rsidRPr="00D051BD">
              <w:rPr>
                <w:lang w:val="en-GB"/>
              </w:rPr>
              <w:t>szFileName</w:t>
            </w:r>
            <w:r w:rsidR="005E5708">
              <w:rPr>
                <w:lang w:val="en-GB"/>
              </w:rPr>
              <w:t>- file name, String data type</w:t>
            </w:r>
          </w:p>
          <w:p w:rsidR="005E5708" w:rsidRDefault="00C26357" w:rsidP="005E5708">
            <w:pPr>
              <w:jc w:val="left"/>
              <w:cnfStyle w:val="000000000000" w:firstRow="0" w:lastRow="0" w:firstColumn="0" w:lastColumn="0" w:oddVBand="0" w:evenVBand="0" w:oddHBand="0" w:evenHBand="0" w:firstRowFirstColumn="0" w:firstRowLastColumn="0" w:lastRowFirstColumn="0" w:lastRowLastColumn="0"/>
              <w:rPr>
                <w:lang w:val="en-GB"/>
              </w:rPr>
            </w:pPr>
            <w:r w:rsidRPr="00D051BD">
              <w:rPr>
                <w:lang w:val="en-GB"/>
              </w:rPr>
              <w:t xml:space="preserve">checkFileDigest </w:t>
            </w:r>
            <w:r w:rsidR="005E5708">
              <w:rPr>
                <w:lang w:val="en-GB"/>
              </w:rPr>
              <w:t xml:space="preserve">– specifies if the file’s hash is checked (1) or not (0) </w:t>
            </w:r>
          </w:p>
          <w:p w:rsidR="00C26357" w:rsidRPr="00B152D1" w:rsidRDefault="00C26357" w:rsidP="005E5708">
            <w:pPr>
              <w:jc w:val="left"/>
              <w:cnfStyle w:val="000000000000" w:firstRow="0" w:lastRow="0" w:firstColumn="0" w:lastColumn="0" w:oddVBand="0" w:evenVBand="0" w:oddHBand="0" w:evenHBand="0" w:firstRowFirstColumn="0" w:firstRowLastColumn="0" w:lastRowFirstColumn="0" w:lastRowLastColumn="0"/>
              <w:rPr>
                <w:lang w:val="en-GB"/>
              </w:rPr>
            </w:pPr>
            <w:r w:rsidRPr="00D051BD">
              <w:rPr>
                <w:lang w:val="en-GB"/>
              </w:rPr>
              <w:t xml:space="preserve">nMaxDFLen </w:t>
            </w:r>
            <w:r w:rsidR="005E5708">
              <w:rPr>
                <w:lang w:val="en-GB"/>
              </w:rPr>
              <w:t xml:space="preserve">– size of the data file’s cache </w:t>
            </w:r>
          </w:p>
        </w:tc>
      </w:tr>
      <w:tr w:rsidR="00C26357"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C26357" w:rsidRPr="00B152D1" w:rsidRDefault="00C26357" w:rsidP="00C26357">
            <w:pPr>
              <w:rPr>
                <w:lang w:val="en-GB"/>
              </w:rPr>
            </w:pPr>
            <w:r w:rsidRPr="00B152D1">
              <w:rPr>
                <w:lang w:val="en-GB"/>
              </w:rPr>
              <w:t>createSignedDoc</w:t>
            </w:r>
          </w:p>
        </w:tc>
        <w:tc>
          <w:tcPr>
            <w:tcW w:w="3193" w:type="pct"/>
          </w:tcPr>
          <w:p w:rsidR="00C26357" w:rsidRDefault="005E5708" w:rsidP="00EF239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Saves the whole DigiDoc document to a file. Returns an error code. </w:t>
            </w:r>
          </w:p>
          <w:p w:rsidR="00C26357" w:rsidRDefault="00C26357"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D051BD">
              <w:rPr>
                <w:lang w:val="en-GB"/>
              </w:rPr>
              <w:t>szOutputFile</w:t>
            </w:r>
            <w:proofErr w:type="gramEnd"/>
            <w:r>
              <w:rPr>
                <w:lang w:val="en-GB"/>
              </w:rPr>
              <w:t xml:space="preserve"> </w:t>
            </w:r>
            <w:r w:rsidR="005E5708">
              <w:rPr>
                <w:lang w:val="en-GB"/>
              </w:rPr>
              <w:t xml:space="preserve">– name of the output file. String data type. </w:t>
            </w:r>
          </w:p>
          <w:p w:rsidR="00C26357" w:rsidRPr="00B152D1" w:rsidRDefault="00C26357" w:rsidP="005E5708">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D051BD">
              <w:rPr>
                <w:lang w:val="en-GB"/>
              </w:rPr>
              <w:t>szOldFileName</w:t>
            </w:r>
            <w:proofErr w:type="gramEnd"/>
            <w:r w:rsidRPr="00D051BD">
              <w:rPr>
                <w:lang w:val="en-GB"/>
              </w:rPr>
              <w:t xml:space="preserve"> </w:t>
            </w:r>
            <w:r w:rsidR="005E5708">
              <w:rPr>
                <w:lang w:val="en-GB"/>
              </w:rPr>
              <w:t xml:space="preserve">– name of the existing file. String data type. To be used when an existing DigiDoc file is read in, possibly modified and written to a file again. Empty string in case of working with a new DigiDoc file. </w:t>
            </w:r>
          </w:p>
        </w:tc>
      </w:tr>
      <w:tr w:rsidR="00C26357"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C26357" w:rsidRPr="00E960C0" w:rsidRDefault="00C26357" w:rsidP="00C26357">
            <w:pPr>
              <w:rPr>
                <w:lang w:val="en-GB"/>
              </w:rPr>
            </w:pPr>
            <w:r w:rsidRPr="00E960C0">
              <w:rPr>
                <w:lang w:val="en-GB"/>
              </w:rPr>
              <w:lastRenderedPageBreak/>
              <w:t xml:space="preserve">createDataFile  </w:t>
            </w:r>
          </w:p>
        </w:tc>
        <w:tc>
          <w:tcPr>
            <w:tcW w:w="3193" w:type="pct"/>
          </w:tcPr>
          <w:p w:rsidR="00C26357" w:rsidRPr="00E960C0" w:rsidRDefault="005E5708" w:rsidP="00EF2397">
            <w:pPr>
              <w:jc w:val="left"/>
              <w:cnfStyle w:val="000000000000" w:firstRow="0" w:lastRow="0" w:firstColumn="0" w:lastColumn="0" w:oddVBand="0" w:evenVBand="0" w:oddHBand="0" w:evenHBand="0" w:firstRowFirstColumn="0" w:firstRowLastColumn="0" w:lastRowFirstColumn="0" w:lastRowLastColumn="0"/>
              <w:rPr>
                <w:lang w:val="en-GB"/>
              </w:rPr>
            </w:pPr>
            <w:r w:rsidRPr="00E960C0">
              <w:rPr>
                <w:lang w:val="en-GB"/>
              </w:rPr>
              <w:t>Adds a new data file object to DigiDoc document and returns its reference.</w:t>
            </w:r>
          </w:p>
          <w:p w:rsidR="00C26357" w:rsidRPr="00E960C0" w:rsidRDefault="00C26357"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E960C0">
              <w:rPr>
                <w:lang w:val="en-GB"/>
              </w:rPr>
              <w:t>szFileName</w:t>
            </w:r>
            <w:proofErr w:type="gramEnd"/>
            <w:r w:rsidRPr="00E960C0">
              <w:rPr>
                <w:lang w:val="en-GB"/>
              </w:rPr>
              <w:t xml:space="preserve"> </w:t>
            </w:r>
            <w:r w:rsidR="00EA1A5C" w:rsidRPr="00E960C0">
              <w:rPr>
                <w:lang w:val="en-GB"/>
              </w:rPr>
              <w:t xml:space="preserve">– file name. String data type. </w:t>
            </w:r>
          </w:p>
          <w:p w:rsidR="00C26357" w:rsidRPr="006E0E92" w:rsidRDefault="00C26357" w:rsidP="006E0E92">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E960C0">
              <w:rPr>
                <w:lang w:val="en-GB"/>
              </w:rPr>
              <w:t>szContentType  -</w:t>
            </w:r>
            <w:proofErr w:type="gramEnd"/>
            <w:r w:rsidRPr="00E960C0">
              <w:rPr>
                <w:lang w:val="en-GB"/>
              </w:rPr>
              <w:t xml:space="preserve">  </w:t>
            </w:r>
            <w:r w:rsidR="00EA1A5C" w:rsidRPr="00E960C0">
              <w:rPr>
                <w:lang w:val="en-GB"/>
              </w:rPr>
              <w:t xml:space="preserve">specifies how data file is embedded in the DigiDoc container. </w:t>
            </w:r>
            <w:r w:rsidR="006E0E92">
              <w:rPr>
                <w:lang w:val="en-GB"/>
              </w:rPr>
              <w:t xml:space="preserve">Value </w:t>
            </w:r>
            <w:r w:rsidR="00EA1A5C" w:rsidRPr="00E960C0">
              <w:rPr>
                <w:lang w:val="en-GB"/>
              </w:rPr>
              <w:t xml:space="preserve">CONTENT_EMBEDDED_BASE64 </w:t>
            </w:r>
            <w:r w:rsidR="006E0E92">
              <w:rPr>
                <w:lang w:val="en-GB"/>
              </w:rPr>
              <w:t xml:space="preserve">should be used </w:t>
            </w:r>
            <w:r w:rsidR="00EA1A5C" w:rsidRPr="00E960C0">
              <w:rPr>
                <w:lang w:val="en-GB"/>
              </w:rPr>
              <w:t xml:space="preserve">– </w:t>
            </w:r>
            <w:r w:rsidR="006E0E92">
              <w:rPr>
                <w:lang w:val="en-GB"/>
              </w:rPr>
              <w:t>f</w:t>
            </w:r>
            <w:r w:rsidR="00EA1A5C" w:rsidRPr="00E960C0">
              <w:rPr>
                <w:lang w:val="en-GB"/>
              </w:rPr>
              <w:t xml:space="preserve">ile is </w:t>
            </w:r>
            <w:r w:rsidR="003D0162" w:rsidRPr="00E960C0">
              <w:rPr>
                <w:lang w:val="en-GB"/>
              </w:rPr>
              <w:t>embedded in binary</w:t>
            </w:r>
            <w:r w:rsidR="006E0E92">
              <w:rPr>
                <w:lang w:val="en-GB"/>
              </w:rPr>
              <w:t xml:space="preserve"> base64</w:t>
            </w:r>
            <w:r w:rsidR="00DE5CEB">
              <w:rPr>
                <w:lang w:val="en-GB"/>
              </w:rPr>
              <w:t>-encoded</w:t>
            </w:r>
            <w:r w:rsidR="003D0162" w:rsidRPr="00E960C0">
              <w:rPr>
                <w:lang w:val="en-GB"/>
              </w:rPr>
              <w:t xml:space="preserve"> format.</w:t>
            </w:r>
          </w:p>
          <w:p w:rsidR="00C26357" w:rsidRPr="00E960C0" w:rsidRDefault="00C26357"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E960C0">
              <w:rPr>
                <w:lang w:val="en-GB"/>
              </w:rPr>
              <w:t>szMimeType</w:t>
            </w:r>
            <w:proofErr w:type="gramEnd"/>
            <w:r w:rsidRPr="00E960C0">
              <w:rPr>
                <w:lang w:val="en-GB"/>
              </w:rPr>
              <w:t xml:space="preserve"> -</w:t>
            </w:r>
            <w:r w:rsidR="003D0162" w:rsidRPr="00E960C0">
              <w:rPr>
                <w:lang w:val="en-GB"/>
              </w:rPr>
              <w:t xml:space="preserve"> MIME type of the data file. For example “text/plain”, "application/msword” or “application/pdf”, depending on the</w:t>
            </w:r>
            <w:r w:rsidR="007F2F9E">
              <w:rPr>
                <w:lang w:val="en-GB"/>
              </w:rPr>
              <w:t xml:space="preserve"> </w:t>
            </w:r>
            <w:r w:rsidR="003D0162" w:rsidRPr="00E960C0">
              <w:rPr>
                <w:lang w:val="en-GB"/>
              </w:rPr>
              <w:t xml:space="preserve">data file’s type. String data type. </w:t>
            </w:r>
          </w:p>
          <w:p w:rsidR="00C26357" w:rsidRPr="00E960C0" w:rsidRDefault="00C26357" w:rsidP="003D0162">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E960C0">
              <w:rPr>
                <w:lang w:val="en-GB"/>
              </w:rPr>
              <w:t>nSize  -</w:t>
            </w:r>
            <w:proofErr w:type="gramEnd"/>
            <w:r w:rsidRPr="00E960C0">
              <w:rPr>
                <w:lang w:val="en-GB"/>
              </w:rPr>
              <w:t xml:space="preserve">  </w:t>
            </w:r>
            <w:r w:rsidR="003D0162" w:rsidRPr="00E960C0">
              <w:rPr>
                <w:lang w:val="en-GB"/>
              </w:rPr>
              <w:t xml:space="preserve">size of the data file in bytes. Long data type. If value is set to 0 then method </w:t>
            </w:r>
            <w:proofErr w:type="gramStart"/>
            <w:r w:rsidR="003D0162" w:rsidRPr="00E960C0">
              <w:rPr>
                <w:lang w:val="en-GB"/>
              </w:rPr>
              <w:t>calculateDataFileSizeAndDigest(</w:t>
            </w:r>
            <w:proofErr w:type="gramEnd"/>
            <w:r w:rsidR="003D0162" w:rsidRPr="00E960C0">
              <w:rPr>
                <w:lang w:val="en-GB"/>
              </w:rPr>
              <w:t xml:space="preserve">) has to be called later to let the library determine the value itself.  </w:t>
            </w:r>
            <w:r w:rsidRPr="00E960C0">
              <w:rPr>
                <w:lang w:val="en-GB"/>
              </w:rPr>
              <w:t xml:space="preserve"> </w:t>
            </w:r>
          </w:p>
          <w:p w:rsidR="00C26357" w:rsidRPr="00E960C0" w:rsidRDefault="00C26357" w:rsidP="003D0162">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E960C0">
              <w:rPr>
                <w:lang w:val="en-GB"/>
              </w:rPr>
              <w:t>baDigest  -</w:t>
            </w:r>
            <w:proofErr w:type="gramEnd"/>
            <w:r w:rsidRPr="00E960C0">
              <w:rPr>
                <w:lang w:val="en-GB"/>
              </w:rPr>
              <w:t xml:space="preserve">  </w:t>
            </w:r>
            <w:r w:rsidR="003D0162" w:rsidRPr="00E960C0">
              <w:rPr>
                <w:lang w:val="en-GB"/>
              </w:rPr>
              <w:t xml:space="preserve">hash of the data file. Byte vector data type.  If value is left undetermined (empty-Variant) then method </w:t>
            </w:r>
            <w:proofErr w:type="gramStart"/>
            <w:r w:rsidR="003D0162" w:rsidRPr="00E960C0">
              <w:rPr>
                <w:lang w:val="en-GB"/>
              </w:rPr>
              <w:t>calculateDataFileSizeAndDigest(</w:t>
            </w:r>
            <w:proofErr w:type="gramEnd"/>
            <w:r w:rsidR="003D0162" w:rsidRPr="00E960C0">
              <w:rPr>
                <w:lang w:val="en-GB"/>
              </w:rPr>
              <w:t xml:space="preserve">) has to be called later to let the library determine the value itself.   </w:t>
            </w:r>
          </w:p>
          <w:p w:rsidR="00C26357" w:rsidRPr="00E960C0" w:rsidRDefault="00C26357"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E960C0">
              <w:rPr>
                <w:lang w:val="en-GB"/>
              </w:rPr>
              <w:t>nDigLen</w:t>
            </w:r>
            <w:proofErr w:type="gramEnd"/>
            <w:r w:rsidRPr="00E960C0">
              <w:rPr>
                <w:lang w:val="en-GB"/>
              </w:rPr>
              <w:t xml:space="preserve"> -</w:t>
            </w:r>
            <w:r w:rsidR="003D0162" w:rsidRPr="00E960C0">
              <w:rPr>
                <w:lang w:val="en-GB"/>
              </w:rPr>
              <w:t xml:space="preserve"> size of the hash of the data file. </w:t>
            </w:r>
            <w:r w:rsidR="00EA29B6" w:rsidRPr="00E960C0">
              <w:rPr>
                <w:lang w:val="en-GB"/>
              </w:rPr>
              <w:t>Constant</w:t>
            </w:r>
            <w:r w:rsidRPr="00E960C0">
              <w:rPr>
                <w:lang w:val="en-GB"/>
              </w:rPr>
              <w:t xml:space="preserve"> DIGEST_LEN. </w:t>
            </w:r>
            <w:r w:rsidR="003D0162" w:rsidRPr="00E960C0">
              <w:rPr>
                <w:lang w:val="en-GB"/>
              </w:rPr>
              <w:t>If value is set to 0 then library determines the value itself.</w:t>
            </w:r>
          </w:p>
          <w:p w:rsidR="00C26357" w:rsidRPr="00E960C0" w:rsidRDefault="00C26357"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E960C0">
              <w:rPr>
                <w:lang w:val="en-GB"/>
              </w:rPr>
              <w:t>szDigType</w:t>
            </w:r>
            <w:proofErr w:type="gramEnd"/>
            <w:r w:rsidRPr="00E960C0">
              <w:rPr>
                <w:lang w:val="en-GB"/>
              </w:rPr>
              <w:t xml:space="preserve"> - </w:t>
            </w:r>
            <w:r w:rsidR="006B2E6B" w:rsidRPr="00E960C0">
              <w:rPr>
                <w:lang w:val="en-GB"/>
              </w:rPr>
              <w:t xml:space="preserve">type of hash algorithm (only SHA-1 is supported). </w:t>
            </w:r>
            <w:r w:rsidR="00EA29B6" w:rsidRPr="00E960C0">
              <w:rPr>
                <w:lang w:val="en-GB"/>
              </w:rPr>
              <w:t>Constant</w:t>
            </w:r>
            <w:r w:rsidRPr="00E960C0">
              <w:rPr>
                <w:lang w:val="en-GB"/>
              </w:rPr>
              <w:t xml:space="preserve"> DIGEST_SHA1_NAME. </w:t>
            </w:r>
          </w:p>
          <w:p w:rsidR="00C26357" w:rsidRPr="00E960C0" w:rsidRDefault="00C26357" w:rsidP="006B2E6B">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E960C0">
              <w:rPr>
                <w:lang w:val="en-GB"/>
              </w:rPr>
              <w:t>szCharset</w:t>
            </w:r>
            <w:proofErr w:type="gramEnd"/>
            <w:r w:rsidRPr="00E960C0">
              <w:rPr>
                <w:lang w:val="en-GB"/>
              </w:rPr>
              <w:t xml:space="preserve"> - </w:t>
            </w:r>
            <w:r w:rsidR="006B2E6B" w:rsidRPr="00E960C0">
              <w:rPr>
                <w:lang w:val="en-GB"/>
              </w:rPr>
              <w:t>data file’s charset. UTF-8 encoding should be used.</w:t>
            </w:r>
            <w:r w:rsidRPr="00E960C0">
              <w:rPr>
                <w:lang w:val="en-GB"/>
              </w:rPr>
              <w:t xml:space="preserve"> </w:t>
            </w:r>
            <w:r w:rsidR="00EA29B6" w:rsidRPr="00E960C0">
              <w:rPr>
                <w:lang w:val="en-GB"/>
              </w:rPr>
              <w:t>Constant</w:t>
            </w:r>
            <w:r w:rsidR="00E960C0" w:rsidRPr="00E960C0">
              <w:rPr>
                <w:lang w:val="en-GB"/>
              </w:rPr>
              <w:t xml:space="preserve"> CHARSET_UTF_8</w:t>
            </w:r>
            <w:r w:rsidRPr="00E960C0">
              <w:rPr>
                <w:lang w:val="en-GB"/>
              </w:rPr>
              <w:t xml:space="preserve">. </w:t>
            </w:r>
          </w:p>
        </w:tc>
      </w:tr>
      <w:tr w:rsidR="00C26357"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C26357" w:rsidRPr="00B152D1" w:rsidRDefault="00C26357" w:rsidP="00C26357">
            <w:pPr>
              <w:rPr>
                <w:lang w:val="en-GB"/>
              </w:rPr>
            </w:pPr>
            <w:r w:rsidRPr="00B152D1">
              <w:rPr>
                <w:lang w:val="en-GB"/>
              </w:rPr>
              <w:t>getDataFile</w:t>
            </w:r>
          </w:p>
        </w:tc>
        <w:tc>
          <w:tcPr>
            <w:tcW w:w="3193" w:type="pct"/>
          </w:tcPr>
          <w:p w:rsidR="00C26357" w:rsidRDefault="009B3D9B" w:rsidP="00EF239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Returns data file’s object based on the provided index value. </w:t>
            </w:r>
          </w:p>
          <w:p w:rsidR="00C26357" w:rsidRPr="00B152D1" w:rsidRDefault="00C26357"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nIndex</w:t>
            </w:r>
            <w:proofErr w:type="gramEnd"/>
            <w:r w:rsidRPr="00B152D1">
              <w:rPr>
                <w:lang w:val="en-GB"/>
              </w:rPr>
              <w:t xml:space="preserve"> </w:t>
            </w:r>
            <w:r w:rsidR="009B3D9B">
              <w:rPr>
                <w:lang w:val="en-GB"/>
              </w:rPr>
              <w:t>–</w:t>
            </w:r>
            <w:r w:rsidRPr="00B152D1">
              <w:rPr>
                <w:lang w:val="en-GB"/>
              </w:rPr>
              <w:t xml:space="preserve"> </w:t>
            </w:r>
            <w:r w:rsidR="009B3D9B">
              <w:rPr>
                <w:lang w:val="en-GB"/>
              </w:rPr>
              <w:t xml:space="preserve">data file’s index. Long data type. </w:t>
            </w:r>
          </w:p>
          <w:p w:rsidR="00C26357" w:rsidRPr="00B152D1" w:rsidRDefault="00C26357" w:rsidP="009B3D9B">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pStoreTo</w:t>
            </w:r>
            <w:proofErr w:type="gramEnd"/>
            <w:r w:rsidRPr="00B152D1">
              <w:rPr>
                <w:lang w:val="en-GB"/>
              </w:rPr>
              <w:t xml:space="preserve"> - ComDataFile </w:t>
            </w:r>
            <w:r w:rsidR="009B3D9B">
              <w:rPr>
                <w:lang w:val="en-GB"/>
              </w:rPr>
              <w:t>object for returning the result</w:t>
            </w:r>
            <w:r w:rsidRPr="00B152D1">
              <w:rPr>
                <w:lang w:val="en-GB"/>
              </w:rPr>
              <w:t xml:space="preserve">. </w:t>
            </w:r>
          </w:p>
        </w:tc>
      </w:tr>
      <w:tr w:rsidR="00C26357"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C26357" w:rsidRPr="00B152D1" w:rsidRDefault="00C26357" w:rsidP="00C26357">
            <w:pPr>
              <w:rPr>
                <w:lang w:val="en-GB"/>
              </w:rPr>
            </w:pPr>
            <w:r w:rsidRPr="00B152D1">
              <w:rPr>
                <w:lang w:val="en-GB"/>
              </w:rPr>
              <w:t xml:space="preserve">getDataFileWithId  </w:t>
            </w:r>
          </w:p>
        </w:tc>
        <w:tc>
          <w:tcPr>
            <w:tcW w:w="3193" w:type="pct"/>
          </w:tcPr>
          <w:p w:rsidR="00C26357" w:rsidRDefault="009B3D9B" w:rsidP="00EF239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Returns data file’s object based on the provided data file identifier value. </w:t>
            </w:r>
          </w:p>
          <w:p w:rsidR="009B3D9B" w:rsidRDefault="00C26357" w:rsidP="009B3D9B">
            <w:pPr>
              <w:ind w:left="0"/>
              <w:jc w:val="left"/>
              <w:cnfStyle w:val="000000000000" w:firstRow="0" w:lastRow="0" w:firstColumn="0" w:lastColumn="0" w:oddVBand="0" w:evenVBand="0" w:oddHBand="0" w:evenHBand="0" w:firstRowFirstColumn="0" w:firstRowLastColumn="0" w:lastRowFirstColumn="0" w:lastRowLastColumn="0"/>
              <w:rPr>
                <w:lang w:val="en-GB"/>
              </w:rPr>
            </w:pPr>
            <w:r w:rsidRPr="00B152D1">
              <w:rPr>
                <w:lang w:val="en-GB"/>
              </w:rPr>
              <w:t xml:space="preserve">  </w:t>
            </w:r>
            <w:proofErr w:type="gramStart"/>
            <w:r w:rsidRPr="00B152D1">
              <w:rPr>
                <w:lang w:val="en-GB"/>
              </w:rPr>
              <w:t>szId</w:t>
            </w:r>
            <w:proofErr w:type="gramEnd"/>
            <w:r w:rsidRPr="00B152D1">
              <w:rPr>
                <w:lang w:val="en-GB"/>
              </w:rPr>
              <w:t xml:space="preserve"> </w:t>
            </w:r>
            <w:r w:rsidR="009B3D9B">
              <w:rPr>
                <w:lang w:val="en-GB"/>
              </w:rPr>
              <w:t>–</w:t>
            </w:r>
            <w:r w:rsidRPr="00B152D1">
              <w:rPr>
                <w:lang w:val="en-GB"/>
              </w:rPr>
              <w:t xml:space="preserve"> </w:t>
            </w:r>
            <w:r w:rsidR="009B3D9B">
              <w:rPr>
                <w:lang w:val="en-GB"/>
              </w:rPr>
              <w:t xml:space="preserve">data file’s identifier. String data type. </w:t>
            </w:r>
          </w:p>
          <w:p w:rsidR="00C26357" w:rsidRPr="00B152D1" w:rsidRDefault="009B3D9B" w:rsidP="009B3D9B">
            <w:pPr>
              <w:ind w:left="0"/>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  </w:t>
            </w:r>
            <w:proofErr w:type="gramStart"/>
            <w:r w:rsidR="00C26357" w:rsidRPr="00B152D1">
              <w:rPr>
                <w:lang w:val="en-GB"/>
              </w:rPr>
              <w:t>pStoreTo</w:t>
            </w:r>
            <w:proofErr w:type="gramEnd"/>
            <w:r w:rsidR="00C26357" w:rsidRPr="00B152D1">
              <w:rPr>
                <w:lang w:val="en-GB"/>
              </w:rPr>
              <w:t xml:space="preserve"> - ComDataFile </w:t>
            </w:r>
            <w:r>
              <w:rPr>
                <w:lang w:val="en-GB"/>
              </w:rPr>
              <w:t xml:space="preserve">object for returning the result. </w:t>
            </w:r>
          </w:p>
        </w:tc>
      </w:tr>
      <w:tr w:rsidR="00C26357"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C26357" w:rsidRPr="00B152D1" w:rsidRDefault="00C26357" w:rsidP="00C26357">
            <w:pPr>
              <w:rPr>
                <w:lang w:val="en-GB"/>
              </w:rPr>
            </w:pPr>
            <w:r w:rsidRPr="00B152D1">
              <w:rPr>
                <w:lang w:val="en-GB"/>
              </w:rPr>
              <w:t>calculateDataFileSizeAndDigest</w:t>
            </w:r>
          </w:p>
        </w:tc>
        <w:tc>
          <w:tcPr>
            <w:tcW w:w="3193" w:type="pct"/>
          </w:tcPr>
          <w:p w:rsidR="00C26357" w:rsidRDefault="009B3D9B" w:rsidP="009B3D9B">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Calculates data file’s size and hash so that the values don’t have to be specified when calling out function </w:t>
            </w:r>
            <w:proofErr w:type="gramStart"/>
            <w:r>
              <w:rPr>
                <w:lang w:val="en-GB"/>
              </w:rPr>
              <w:t>createdDataFile(</w:t>
            </w:r>
            <w:proofErr w:type="gramEnd"/>
            <w:r>
              <w:rPr>
                <w:lang w:val="en-GB"/>
              </w:rPr>
              <w:t xml:space="preserve">). </w:t>
            </w:r>
          </w:p>
          <w:p w:rsidR="00C26357" w:rsidRPr="00B152D1" w:rsidRDefault="00C26357"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szId</w:t>
            </w:r>
            <w:proofErr w:type="gramEnd"/>
            <w:r w:rsidRPr="00B152D1">
              <w:rPr>
                <w:lang w:val="en-GB"/>
              </w:rPr>
              <w:t xml:space="preserve"> </w:t>
            </w:r>
            <w:r w:rsidR="009B3D9B">
              <w:rPr>
                <w:lang w:val="en-GB"/>
              </w:rPr>
              <w:t>–</w:t>
            </w:r>
            <w:r w:rsidRPr="00B152D1">
              <w:rPr>
                <w:lang w:val="en-GB"/>
              </w:rPr>
              <w:t xml:space="preserve"> </w:t>
            </w:r>
            <w:r w:rsidR="00E960C0">
              <w:rPr>
                <w:lang w:val="en-GB"/>
              </w:rPr>
              <w:t>data file’s identifie</w:t>
            </w:r>
            <w:r w:rsidR="009B3D9B">
              <w:rPr>
                <w:lang w:val="en-GB"/>
              </w:rPr>
              <w:t xml:space="preserve">r. String data type. </w:t>
            </w:r>
          </w:p>
          <w:p w:rsidR="00C26357" w:rsidRPr="00B152D1" w:rsidRDefault="00C26357"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szFileName</w:t>
            </w:r>
            <w:proofErr w:type="gramEnd"/>
            <w:r w:rsidRPr="00B152D1">
              <w:rPr>
                <w:lang w:val="en-GB"/>
              </w:rPr>
              <w:t xml:space="preserve"> - </w:t>
            </w:r>
            <w:r w:rsidR="009B3D9B">
              <w:rPr>
                <w:lang w:val="en-GB"/>
              </w:rPr>
              <w:t xml:space="preserve"> data file’s name. </w:t>
            </w:r>
          </w:p>
          <w:p w:rsidR="00C26357" w:rsidRPr="00B152D1" w:rsidRDefault="00C26357" w:rsidP="009B3D9B">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E960C0">
              <w:rPr>
                <w:lang w:val="en-GB"/>
              </w:rPr>
              <w:t>digType</w:t>
            </w:r>
            <w:proofErr w:type="gramEnd"/>
            <w:r w:rsidRPr="00E960C0">
              <w:rPr>
                <w:lang w:val="en-GB"/>
              </w:rPr>
              <w:t xml:space="preserve"> </w:t>
            </w:r>
            <w:r w:rsidR="009B3D9B" w:rsidRPr="00E960C0">
              <w:rPr>
                <w:lang w:val="en-GB"/>
              </w:rPr>
              <w:t>–</w:t>
            </w:r>
            <w:r w:rsidRPr="00E960C0">
              <w:rPr>
                <w:lang w:val="en-GB"/>
              </w:rPr>
              <w:t xml:space="preserve"> </w:t>
            </w:r>
            <w:r w:rsidR="009B3D9B" w:rsidRPr="00E960C0">
              <w:rPr>
                <w:lang w:val="en-GB"/>
              </w:rPr>
              <w:t xml:space="preserve">hash type (only SHA-1 is supported). </w:t>
            </w:r>
            <w:r w:rsidR="00EA29B6" w:rsidRPr="00E960C0">
              <w:rPr>
                <w:lang w:val="en-GB"/>
              </w:rPr>
              <w:t>Constant</w:t>
            </w:r>
            <w:r w:rsidRPr="00E960C0">
              <w:rPr>
                <w:lang w:val="en-GB"/>
              </w:rPr>
              <w:t xml:space="preserve"> DIGEST_SHA1_NAME.</w:t>
            </w:r>
            <w:r w:rsidRPr="00B152D1">
              <w:rPr>
                <w:lang w:val="en-GB"/>
              </w:rPr>
              <w:t xml:space="preserve"> </w:t>
            </w:r>
          </w:p>
        </w:tc>
      </w:tr>
      <w:tr w:rsidR="00C26357"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C26357" w:rsidRPr="00B152D1" w:rsidRDefault="00C26357" w:rsidP="00C26357">
            <w:pPr>
              <w:rPr>
                <w:lang w:val="en-GB"/>
              </w:rPr>
            </w:pPr>
            <w:r w:rsidRPr="00B152D1">
              <w:rPr>
                <w:lang w:val="en-GB"/>
              </w:rPr>
              <w:t xml:space="preserve">createSignatureInfo  </w:t>
            </w:r>
          </w:p>
        </w:tc>
        <w:tc>
          <w:tcPr>
            <w:tcW w:w="3193" w:type="pct"/>
          </w:tcPr>
          <w:p w:rsidR="00C26357" w:rsidRDefault="006C7144" w:rsidP="00EF239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Creates a new empty signature to a DigiDoc document and returns the signature object. </w:t>
            </w:r>
          </w:p>
          <w:p w:rsidR="00C26357" w:rsidRPr="00B152D1" w:rsidRDefault="00C26357" w:rsidP="006C7144">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pStoreTo</w:t>
            </w:r>
            <w:proofErr w:type="gramEnd"/>
            <w:r w:rsidRPr="00B152D1">
              <w:rPr>
                <w:lang w:val="en-GB"/>
              </w:rPr>
              <w:t xml:space="preserve"> - ComSignatureInfo </w:t>
            </w:r>
            <w:r w:rsidR="006C7144">
              <w:rPr>
                <w:lang w:val="en-GB"/>
              </w:rPr>
              <w:t xml:space="preserve">object for returning the result. </w:t>
            </w:r>
          </w:p>
        </w:tc>
      </w:tr>
      <w:tr w:rsidR="00C26357"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C26357" w:rsidRPr="00B152D1" w:rsidRDefault="00C26357" w:rsidP="00C26357">
            <w:pPr>
              <w:rPr>
                <w:lang w:val="en-GB"/>
              </w:rPr>
            </w:pPr>
            <w:r w:rsidRPr="00B152D1">
              <w:rPr>
                <w:lang w:val="en-GB"/>
              </w:rPr>
              <w:lastRenderedPageBreak/>
              <w:t>getSignature</w:t>
            </w:r>
          </w:p>
        </w:tc>
        <w:tc>
          <w:tcPr>
            <w:tcW w:w="3193" w:type="pct"/>
          </w:tcPr>
          <w:p w:rsidR="00E00354" w:rsidRPr="00B152D1" w:rsidRDefault="006C7144" w:rsidP="00EF239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Returns signature object based on the index value provided. </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nIndex</w:t>
            </w:r>
            <w:proofErr w:type="gramEnd"/>
            <w:r w:rsidRPr="00B152D1">
              <w:rPr>
                <w:lang w:val="en-GB"/>
              </w:rPr>
              <w:t xml:space="preserve"> </w:t>
            </w:r>
            <w:r w:rsidR="006C7144">
              <w:rPr>
                <w:lang w:val="en-GB"/>
              </w:rPr>
              <w:t>–</w:t>
            </w:r>
            <w:r w:rsidRPr="00B152D1">
              <w:rPr>
                <w:lang w:val="en-GB"/>
              </w:rPr>
              <w:t xml:space="preserve"> </w:t>
            </w:r>
            <w:r w:rsidR="006C7144">
              <w:rPr>
                <w:lang w:val="en-GB"/>
              </w:rPr>
              <w:t>signature’s index. Long data type.</w:t>
            </w:r>
          </w:p>
          <w:p w:rsidR="00C26357" w:rsidRPr="00B152D1" w:rsidRDefault="00E00354" w:rsidP="006C7144">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pStoreTo</w:t>
            </w:r>
            <w:proofErr w:type="gramEnd"/>
            <w:r w:rsidRPr="00B152D1">
              <w:rPr>
                <w:lang w:val="en-GB"/>
              </w:rPr>
              <w:t xml:space="preserve"> - ComSignatureInfo </w:t>
            </w:r>
            <w:r w:rsidR="006C7144">
              <w:rPr>
                <w:lang w:val="en-GB"/>
              </w:rPr>
              <w:t xml:space="preserve">object for returning the result. </w:t>
            </w:r>
          </w:p>
        </w:tc>
      </w:tr>
      <w:tr w:rsidR="00E00354"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E00354" w:rsidRPr="00B152D1" w:rsidRDefault="00E00354" w:rsidP="00C26357">
            <w:pPr>
              <w:rPr>
                <w:lang w:val="en-GB"/>
              </w:rPr>
            </w:pPr>
            <w:r w:rsidRPr="00B152D1">
              <w:rPr>
                <w:lang w:val="en-GB"/>
              </w:rPr>
              <w:t>getSignatureWithId</w:t>
            </w:r>
          </w:p>
        </w:tc>
        <w:tc>
          <w:tcPr>
            <w:tcW w:w="3193" w:type="pct"/>
          </w:tcPr>
          <w:p w:rsidR="006C7144" w:rsidRDefault="006C7144" w:rsidP="00EF239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Returns signature object based on the signature’s identifier value provided.</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szId</w:t>
            </w:r>
            <w:proofErr w:type="gramEnd"/>
            <w:r w:rsidRPr="00B152D1">
              <w:rPr>
                <w:lang w:val="en-GB"/>
              </w:rPr>
              <w:t xml:space="preserve"> </w:t>
            </w:r>
            <w:r w:rsidR="006C7144">
              <w:rPr>
                <w:lang w:val="en-GB"/>
              </w:rPr>
              <w:t>–</w:t>
            </w:r>
            <w:r w:rsidRPr="00B152D1">
              <w:rPr>
                <w:lang w:val="en-GB"/>
              </w:rPr>
              <w:t xml:space="preserve"> </w:t>
            </w:r>
            <w:r w:rsidR="006C7144">
              <w:rPr>
                <w:lang w:val="en-GB"/>
              </w:rPr>
              <w:t xml:space="preserve">signature’s identifier. String data type. </w:t>
            </w:r>
          </w:p>
          <w:p w:rsidR="00E00354" w:rsidRPr="00B152D1" w:rsidRDefault="00E00354" w:rsidP="006C7144">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pStoreTo</w:t>
            </w:r>
            <w:proofErr w:type="gramEnd"/>
            <w:r w:rsidRPr="00B152D1">
              <w:rPr>
                <w:lang w:val="en-GB"/>
              </w:rPr>
              <w:t xml:space="preserve"> - ComSignatureInfo </w:t>
            </w:r>
            <w:r w:rsidR="006C7144">
              <w:rPr>
                <w:lang w:val="en-GB"/>
              </w:rPr>
              <w:t xml:space="preserve">object for returning the result. </w:t>
            </w:r>
          </w:p>
        </w:tc>
      </w:tr>
      <w:tr w:rsidR="00E00354"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E00354" w:rsidRPr="00B152D1" w:rsidRDefault="00E00354" w:rsidP="00C26357">
            <w:pPr>
              <w:rPr>
                <w:lang w:val="en-GB"/>
              </w:rPr>
            </w:pPr>
            <w:r w:rsidRPr="00B152D1">
              <w:rPr>
                <w:lang w:val="en-GB"/>
              </w:rPr>
              <w:t>addAllDocInfos</w:t>
            </w:r>
          </w:p>
        </w:tc>
        <w:tc>
          <w:tcPr>
            <w:tcW w:w="3193" w:type="pct"/>
          </w:tcPr>
          <w:p w:rsidR="00E00354" w:rsidRDefault="006C7144" w:rsidP="00EF239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Adds all of the current DigiDoc document’s data files to the signature object. </w:t>
            </w:r>
          </w:p>
          <w:p w:rsidR="00E00354" w:rsidRPr="00B152D1" w:rsidRDefault="00E00354" w:rsidP="006C7144">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pSigInfo</w:t>
            </w:r>
            <w:proofErr w:type="gramEnd"/>
            <w:r w:rsidRPr="00B152D1">
              <w:rPr>
                <w:lang w:val="en-GB"/>
              </w:rPr>
              <w:t xml:space="preserve"> - ComSignatureInfo </w:t>
            </w:r>
            <w:r w:rsidR="006C7144">
              <w:rPr>
                <w:lang w:val="en-GB"/>
              </w:rPr>
              <w:t xml:space="preserve">object for returning the result. </w:t>
            </w:r>
          </w:p>
        </w:tc>
      </w:tr>
      <w:tr w:rsidR="00E00354"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E00354" w:rsidRPr="00B152D1" w:rsidRDefault="00E00354" w:rsidP="00C26357">
            <w:pPr>
              <w:rPr>
                <w:lang w:val="en-GB"/>
              </w:rPr>
            </w:pPr>
            <w:r w:rsidRPr="00B152D1">
              <w:rPr>
                <w:lang w:val="en-GB"/>
              </w:rPr>
              <w:t>getNotaryInfo</w:t>
            </w:r>
          </w:p>
        </w:tc>
        <w:tc>
          <w:tcPr>
            <w:tcW w:w="3193" w:type="pct"/>
          </w:tcPr>
          <w:p w:rsidR="006C7144" w:rsidRDefault="006C7144" w:rsidP="00EF239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Returns OCSP confirmation object</w:t>
            </w:r>
            <w:r w:rsidR="00153BFE">
              <w:rPr>
                <w:lang w:val="en-GB"/>
              </w:rPr>
              <w:t xml:space="preserve"> (</w:t>
            </w:r>
            <w:r w:rsidR="00153BFE" w:rsidRPr="00B152D1">
              <w:rPr>
                <w:lang w:val="en-GB"/>
              </w:rPr>
              <w:t>ComNotaryInfo</w:t>
            </w:r>
            <w:r w:rsidR="00153BFE">
              <w:rPr>
                <w:lang w:val="en-GB"/>
              </w:rPr>
              <w:t>)</w:t>
            </w:r>
            <w:r>
              <w:rPr>
                <w:lang w:val="en-GB"/>
              </w:rPr>
              <w:t xml:space="preserve"> based on the index value provided.</w:t>
            </w:r>
          </w:p>
          <w:p w:rsidR="00153BFE"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nIndex</w:t>
            </w:r>
            <w:proofErr w:type="gramEnd"/>
            <w:r w:rsidRPr="00B152D1">
              <w:rPr>
                <w:lang w:val="en-GB"/>
              </w:rPr>
              <w:t xml:space="preserve"> </w:t>
            </w:r>
            <w:r w:rsidR="00153BFE">
              <w:rPr>
                <w:lang w:val="en-GB"/>
              </w:rPr>
              <w:t>–</w:t>
            </w:r>
            <w:r w:rsidRPr="00B152D1">
              <w:rPr>
                <w:lang w:val="en-GB"/>
              </w:rPr>
              <w:t xml:space="preserve"> </w:t>
            </w:r>
            <w:r w:rsidR="00153BFE">
              <w:rPr>
                <w:lang w:val="en-GB"/>
              </w:rPr>
              <w:t xml:space="preserve">confirmation object’s index. Long data type. </w:t>
            </w:r>
          </w:p>
          <w:p w:rsidR="00E00354" w:rsidRPr="00B152D1" w:rsidRDefault="00E00354" w:rsidP="00153BFE">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pStoreTo</w:t>
            </w:r>
            <w:proofErr w:type="gramEnd"/>
            <w:r w:rsidRPr="00B152D1">
              <w:rPr>
                <w:lang w:val="en-GB"/>
              </w:rPr>
              <w:t xml:space="preserve"> - ComNotaryInfo </w:t>
            </w:r>
            <w:r w:rsidR="00153BFE">
              <w:rPr>
                <w:lang w:val="en-GB"/>
              </w:rPr>
              <w:t>object for returning the result.</w:t>
            </w:r>
          </w:p>
        </w:tc>
      </w:tr>
      <w:tr w:rsidR="00E00354"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E00354" w:rsidRPr="00B152D1" w:rsidRDefault="00E00354" w:rsidP="00C26357">
            <w:pPr>
              <w:rPr>
                <w:lang w:val="en-GB"/>
              </w:rPr>
            </w:pPr>
            <w:r w:rsidRPr="00B152D1">
              <w:rPr>
                <w:lang w:val="en-GB"/>
              </w:rPr>
              <w:t>getNotaryWithId</w:t>
            </w:r>
          </w:p>
        </w:tc>
        <w:tc>
          <w:tcPr>
            <w:tcW w:w="3193" w:type="pct"/>
          </w:tcPr>
          <w:p w:rsidR="00153BFE" w:rsidRDefault="00153BFE" w:rsidP="00153BFE">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Returns OCSP confirmation object (</w:t>
            </w:r>
            <w:r w:rsidRPr="00B152D1">
              <w:rPr>
                <w:lang w:val="en-GB"/>
              </w:rPr>
              <w:t>ComNotaryInfo</w:t>
            </w:r>
            <w:r>
              <w:rPr>
                <w:lang w:val="en-GB"/>
              </w:rPr>
              <w:t>) based on the identifier value provided.</w:t>
            </w:r>
          </w:p>
          <w:p w:rsidR="00153BFE"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szId</w:t>
            </w:r>
            <w:proofErr w:type="gramEnd"/>
            <w:r w:rsidRPr="00B152D1">
              <w:rPr>
                <w:lang w:val="en-GB"/>
              </w:rPr>
              <w:t xml:space="preserve"> </w:t>
            </w:r>
            <w:r w:rsidR="00153BFE">
              <w:rPr>
                <w:lang w:val="en-GB"/>
              </w:rPr>
              <w:t>– identifier. String data type.</w:t>
            </w:r>
          </w:p>
          <w:p w:rsidR="00E00354" w:rsidRPr="00B152D1" w:rsidRDefault="00E00354" w:rsidP="00153BFE">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pStoreTo</w:t>
            </w:r>
            <w:proofErr w:type="gramEnd"/>
            <w:r w:rsidRPr="00B152D1">
              <w:rPr>
                <w:lang w:val="en-GB"/>
              </w:rPr>
              <w:t xml:space="preserve"> - ComNotaryInfo </w:t>
            </w:r>
            <w:r w:rsidR="00153BFE">
              <w:rPr>
                <w:lang w:val="en-GB"/>
              </w:rPr>
              <w:t>object for returning the result.</w:t>
            </w:r>
          </w:p>
        </w:tc>
      </w:tr>
      <w:tr w:rsidR="00E00354"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E00354" w:rsidRPr="00B152D1" w:rsidRDefault="00E00354" w:rsidP="00C26357">
            <w:pPr>
              <w:rPr>
                <w:lang w:val="en-GB"/>
              </w:rPr>
            </w:pPr>
            <w:r w:rsidRPr="00B152D1">
              <w:rPr>
                <w:lang w:val="en-GB"/>
              </w:rPr>
              <w:t>getNotaryWithSigId</w:t>
            </w:r>
          </w:p>
        </w:tc>
        <w:tc>
          <w:tcPr>
            <w:tcW w:w="3193" w:type="pct"/>
          </w:tcPr>
          <w:p w:rsidR="00153BFE" w:rsidRDefault="00153BFE" w:rsidP="00153BFE">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Returns OCSP confirmation object (</w:t>
            </w:r>
            <w:r w:rsidRPr="00B152D1">
              <w:rPr>
                <w:lang w:val="en-GB"/>
              </w:rPr>
              <w:t>ComNotaryInfo</w:t>
            </w:r>
            <w:r>
              <w:rPr>
                <w:lang w:val="en-GB"/>
              </w:rPr>
              <w:t>) based on the signature’s identifier value provided.</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szSigId</w:t>
            </w:r>
            <w:proofErr w:type="gramEnd"/>
            <w:r w:rsidRPr="00B152D1">
              <w:rPr>
                <w:lang w:val="en-GB"/>
              </w:rPr>
              <w:t xml:space="preserve"> </w:t>
            </w:r>
            <w:r w:rsidR="00153BFE">
              <w:rPr>
                <w:lang w:val="en-GB"/>
              </w:rPr>
              <w:t>–</w:t>
            </w:r>
            <w:r w:rsidRPr="00B152D1">
              <w:rPr>
                <w:lang w:val="en-GB"/>
              </w:rPr>
              <w:t xml:space="preserve"> </w:t>
            </w:r>
            <w:r w:rsidR="00153BFE">
              <w:rPr>
                <w:lang w:val="en-GB"/>
              </w:rPr>
              <w:t xml:space="preserve">signature’s identifier. String data type. </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pStoreTo</w:t>
            </w:r>
            <w:proofErr w:type="gramEnd"/>
            <w:r w:rsidRPr="00B152D1">
              <w:rPr>
                <w:lang w:val="en-GB"/>
              </w:rPr>
              <w:t xml:space="preserve"> - </w:t>
            </w:r>
            <w:r w:rsidR="00153BFE" w:rsidRPr="00B152D1">
              <w:rPr>
                <w:lang w:val="en-GB"/>
              </w:rPr>
              <w:t xml:space="preserve">ComNotaryInfo </w:t>
            </w:r>
            <w:r w:rsidR="00153BFE">
              <w:rPr>
                <w:lang w:val="en-GB"/>
              </w:rPr>
              <w:t>object for returning the result.</w:t>
            </w:r>
          </w:p>
        </w:tc>
      </w:tr>
      <w:tr w:rsidR="00E00354"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E00354" w:rsidRPr="00B152D1" w:rsidRDefault="00E00354" w:rsidP="00C26357">
            <w:pPr>
              <w:rPr>
                <w:lang w:val="en-GB"/>
              </w:rPr>
            </w:pPr>
            <w:r w:rsidRPr="00B152D1">
              <w:rPr>
                <w:lang w:val="en-GB"/>
              </w:rPr>
              <w:t>createNotaryInfo</w:t>
            </w:r>
          </w:p>
        </w:tc>
        <w:tc>
          <w:tcPr>
            <w:tcW w:w="3193" w:type="pct"/>
          </w:tcPr>
          <w:p w:rsidR="00E00354" w:rsidRPr="00B152D1" w:rsidRDefault="00153BFE" w:rsidP="00EF239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Creates a new ComNotaryInfo object. </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pSigInfo</w:t>
            </w:r>
            <w:proofErr w:type="gramEnd"/>
            <w:r w:rsidRPr="00B152D1">
              <w:rPr>
                <w:lang w:val="en-GB"/>
              </w:rPr>
              <w:t xml:space="preserve"> </w:t>
            </w:r>
            <w:r w:rsidR="00153BFE">
              <w:rPr>
                <w:lang w:val="en-GB"/>
              </w:rPr>
              <w:t>–</w:t>
            </w:r>
            <w:r w:rsidRPr="00B152D1">
              <w:rPr>
                <w:lang w:val="en-GB"/>
              </w:rPr>
              <w:t xml:space="preserve"> </w:t>
            </w:r>
            <w:r w:rsidR="00153BFE">
              <w:rPr>
                <w:lang w:val="en-GB"/>
              </w:rPr>
              <w:t xml:space="preserve">signature which is going to be confirmed. </w:t>
            </w:r>
          </w:p>
          <w:p w:rsidR="00E00354" w:rsidRPr="00B152D1" w:rsidRDefault="00E00354" w:rsidP="00153BFE">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pStoreTo</w:t>
            </w:r>
            <w:proofErr w:type="gramEnd"/>
            <w:r w:rsidRPr="00B152D1">
              <w:rPr>
                <w:lang w:val="en-GB"/>
              </w:rPr>
              <w:t xml:space="preserve"> - ComNotaryInfo </w:t>
            </w:r>
            <w:r w:rsidR="00153BFE">
              <w:rPr>
                <w:lang w:val="en-GB"/>
              </w:rPr>
              <w:t>for storing the confirmation.</w:t>
            </w:r>
          </w:p>
        </w:tc>
      </w:tr>
      <w:tr w:rsidR="00E00354"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E00354" w:rsidRPr="00B152D1" w:rsidRDefault="00E00354" w:rsidP="00C26357">
            <w:pPr>
              <w:rPr>
                <w:lang w:val="en-GB"/>
              </w:rPr>
            </w:pPr>
            <w:r w:rsidRPr="00B152D1">
              <w:rPr>
                <w:lang w:val="en-GB"/>
              </w:rPr>
              <w:t>createNotaryInfoFromFile</w:t>
            </w:r>
          </w:p>
        </w:tc>
        <w:tc>
          <w:tcPr>
            <w:tcW w:w="3193" w:type="pct"/>
          </w:tcPr>
          <w:p w:rsidR="00E00354" w:rsidRPr="00B152D1" w:rsidRDefault="000978C0" w:rsidP="00EF239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Adds a new confirmation from a file. </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pSigInfo</w:t>
            </w:r>
            <w:proofErr w:type="gramEnd"/>
            <w:r w:rsidRPr="00B152D1">
              <w:rPr>
                <w:lang w:val="en-GB"/>
              </w:rPr>
              <w:t xml:space="preserve"> </w:t>
            </w:r>
            <w:r w:rsidR="007F2F9E">
              <w:rPr>
                <w:lang w:val="en-GB"/>
              </w:rPr>
              <w:t>–</w:t>
            </w:r>
            <w:r w:rsidRPr="00B152D1">
              <w:rPr>
                <w:lang w:val="en-GB"/>
              </w:rPr>
              <w:t xml:space="preserve"> </w:t>
            </w:r>
            <w:r w:rsidR="007F2F9E">
              <w:rPr>
                <w:lang w:val="en-GB"/>
              </w:rPr>
              <w:t>signature to be verified</w:t>
            </w:r>
            <w:r w:rsidRPr="00B152D1">
              <w:rPr>
                <w:lang w:val="en-GB"/>
              </w:rPr>
              <w:t xml:space="preserve">. </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szOcspRespFile</w:t>
            </w:r>
            <w:proofErr w:type="gramEnd"/>
            <w:r w:rsidRPr="00B152D1">
              <w:rPr>
                <w:lang w:val="en-GB"/>
              </w:rPr>
              <w:t xml:space="preserve"> - OCSP </w:t>
            </w:r>
            <w:r w:rsidR="000978C0">
              <w:rPr>
                <w:lang w:val="en-GB"/>
              </w:rPr>
              <w:t>response file’s name.</w:t>
            </w:r>
            <w:r w:rsidRPr="00B152D1">
              <w:rPr>
                <w:lang w:val="en-GB"/>
              </w:rPr>
              <w:t xml:space="preserve"> </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szNotaryCertFile</w:t>
            </w:r>
            <w:proofErr w:type="gramEnd"/>
            <w:r w:rsidRPr="00B152D1">
              <w:rPr>
                <w:lang w:val="en-GB"/>
              </w:rPr>
              <w:t xml:space="preserve"> </w:t>
            </w:r>
            <w:r w:rsidR="000978C0">
              <w:rPr>
                <w:lang w:val="en-GB"/>
              </w:rPr>
              <w:t>–</w:t>
            </w:r>
            <w:r w:rsidRPr="00B152D1">
              <w:rPr>
                <w:lang w:val="en-GB"/>
              </w:rPr>
              <w:t xml:space="preserve"> </w:t>
            </w:r>
            <w:r w:rsidR="000978C0">
              <w:rPr>
                <w:lang w:val="en-GB"/>
              </w:rPr>
              <w:t>OCSP responder’s certificate file.</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pRetError</w:t>
            </w:r>
            <w:proofErr w:type="gramEnd"/>
            <w:r w:rsidRPr="00B152D1">
              <w:rPr>
                <w:lang w:val="en-GB"/>
              </w:rPr>
              <w:t xml:space="preserve"> </w:t>
            </w:r>
            <w:r w:rsidR="000978C0">
              <w:rPr>
                <w:lang w:val="en-GB"/>
              </w:rPr>
              <w:t>–</w:t>
            </w:r>
            <w:r w:rsidRPr="00B152D1">
              <w:rPr>
                <w:lang w:val="en-GB"/>
              </w:rPr>
              <w:t xml:space="preserve"> </w:t>
            </w:r>
            <w:r w:rsidR="000978C0">
              <w:rPr>
                <w:lang w:val="en-GB"/>
              </w:rPr>
              <w:t xml:space="preserve">variable for saving the returned error code. Long data type. </w:t>
            </w:r>
          </w:p>
          <w:p w:rsidR="00C7381D" w:rsidRPr="00B152D1" w:rsidRDefault="00E00354" w:rsidP="00C7381D">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pStoreTo</w:t>
            </w:r>
            <w:proofErr w:type="gramEnd"/>
            <w:r w:rsidRPr="00B152D1">
              <w:rPr>
                <w:lang w:val="en-GB"/>
              </w:rPr>
              <w:t xml:space="preserve"> - ComNotaryInfo </w:t>
            </w:r>
            <w:r w:rsidR="00C7381D">
              <w:rPr>
                <w:lang w:val="en-GB"/>
              </w:rPr>
              <w:t>object for storing the new OCSP confirmation data.</w:t>
            </w:r>
          </w:p>
        </w:tc>
      </w:tr>
      <w:tr w:rsidR="00E00354"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E00354" w:rsidRPr="00B152D1" w:rsidRDefault="00E00354" w:rsidP="00C26357">
            <w:pPr>
              <w:rPr>
                <w:lang w:val="en-GB"/>
              </w:rPr>
            </w:pPr>
            <w:r w:rsidRPr="00B152D1">
              <w:rPr>
                <w:lang w:val="en-GB"/>
              </w:rPr>
              <w:t>verifyDigest</w:t>
            </w:r>
          </w:p>
        </w:tc>
        <w:tc>
          <w:tcPr>
            <w:tcW w:w="3193" w:type="pct"/>
          </w:tcPr>
          <w:p w:rsidR="00E80B6D" w:rsidRDefault="00E80B6D" w:rsidP="00EF239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Checks the DigiDoc document’s hash value. Returns error code.</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pSigInfo</w:t>
            </w:r>
            <w:proofErr w:type="gramEnd"/>
            <w:r w:rsidRPr="00B152D1">
              <w:rPr>
                <w:lang w:val="en-GB"/>
              </w:rPr>
              <w:t xml:space="preserve"> - ComSignatureInfo </w:t>
            </w:r>
            <w:r w:rsidR="00E80B6D">
              <w:rPr>
                <w:lang w:val="en-GB"/>
              </w:rPr>
              <w:t>object</w:t>
            </w:r>
            <w:r w:rsidRPr="00B152D1">
              <w:rPr>
                <w:lang w:val="en-GB"/>
              </w:rPr>
              <w:t xml:space="preserve">. </w:t>
            </w:r>
          </w:p>
          <w:p w:rsidR="00E00354" w:rsidRPr="00B152D1" w:rsidRDefault="00E80B6D"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Pr>
                <w:lang w:val="en-GB"/>
              </w:rPr>
              <w:t>pDocInfo</w:t>
            </w:r>
            <w:proofErr w:type="gramEnd"/>
            <w:r>
              <w:rPr>
                <w:lang w:val="en-GB"/>
              </w:rPr>
              <w:t xml:space="preserve"> - ComDocInfo object</w:t>
            </w:r>
            <w:r w:rsidR="00E00354" w:rsidRPr="00B152D1">
              <w:rPr>
                <w:lang w:val="en-GB"/>
              </w:rPr>
              <w:t xml:space="preserve">. </w:t>
            </w:r>
          </w:p>
          <w:p w:rsidR="00E00354" w:rsidRPr="00B152D1" w:rsidRDefault="00E00354" w:rsidP="00E80B6D">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szFileName</w:t>
            </w:r>
            <w:proofErr w:type="gramEnd"/>
            <w:r w:rsidRPr="00B152D1">
              <w:rPr>
                <w:lang w:val="en-GB"/>
              </w:rPr>
              <w:t xml:space="preserve"> </w:t>
            </w:r>
            <w:r w:rsidR="00E80B6D">
              <w:rPr>
                <w:lang w:val="en-GB"/>
              </w:rPr>
              <w:t>–</w:t>
            </w:r>
            <w:r w:rsidRPr="00B152D1">
              <w:rPr>
                <w:lang w:val="en-GB"/>
              </w:rPr>
              <w:t xml:space="preserve"> </w:t>
            </w:r>
            <w:r w:rsidR="00E80B6D">
              <w:rPr>
                <w:lang w:val="en-GB"/>
              </w:rPr>
              <w:t>file name. String data type.</w:t>
            </w:r>
          </w:p>
        </w:tc>
      </w:tr>
      <w:tr w:rsidR="00E00354"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E00354" w:rsidRPr="00B152D1" w:rsidRDefault="00E00354" w:rsidP="00C26357">
            <w:pPr>
              <w:rPr>
                <w:lang w:val="en-GB"/>
              </w:rPr>
            </w:pPr>
            <w:r w:rsidRPr="00B152D1">
              <w:rPr>
                <w:lang w:val="en-GB"/>
              </w:rPr>
              <w:lastRenderedPageBreak/>
              <w:t>verifyMimeDigest</w:t>
            </w:r>
          </w:p>
        </w:tc>
        <w:tc>
          <w:tcPr>
            <w:tcW w:w="3193" w:type="pct"/>
          </w:tcPr>
          <w:p w:rsidR="00E80B6D" w:rsidRDefault="00E80B6D" w:rsidP="00EF239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Checks the mime type’s hash value. Returns error code.</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r w:rsidRPr="00B152D1">
              <w:rPr>
                <w:lang w:val="en-GB"/>
              </w:rPr>
              <w:t xml:space="preserve"> </w:t>
            </w:r>
            <w:proofErr w:type="gramStart"/>
            <w:r w:rsidRPr="00B152D1">
              <w:rPr>
                <w:lang w:val="en-GB"/>
              </w:rPr>
              <w:t>pSigInfo</w:t>
            </w:r>
            <w:proofErr w:type="gramEnd"/>
            <w:r w:rsidRPr="00B152D1">
              <w:rPr>
                <w:lang w:val="en-GB"/>
              </w:rPr>
              <w:t xml:space="preserve"> - ComSignatureInfo </w:t>
            </w:r>
            <w:r w:rsidR="00E80B6D">
              <w:rPr>
                <w:lang w:val="en-GB"/>
              </w:rPr>
              <w:t>object</w:t>
            </w:r>
            <w:r w:rsidRPr="00B152D1">
              <w:rPr>
                <w:lang w:val="en-GB"/>
              </w:rPr>
              <w:t xml:space="preserve">. </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pDocInfo</w:t>
            </w:r>
            <w:proofErr w:type="gramEnd"/>
            <w:r w:rsidRPr="00B152D1">
              <w:rPr>
                <w:lang w:val="en-GB"/>
              </w:rPr>
              <w:t xml:space="preserve"> - ComDocInfo </w:t>
            </w:r>
            <w:r w:rsidR="00E80B6D">
              <w:rPr>
                <w:lang w:val="en-GB"/>
              </w:rPr>
              <w:t>object</w:t>
            </w:r>
            <w:r w:rsidRPr="00B152D1">
              <w:rPr>
                <w:lang w:val="en-GB"/>
              </w:rPr>
              <w:t xml:space="preserve">. </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szFileName</w:t>
            </w:r>
            <w:proofErr w:type="gramEnd"/>
            <w:r w:rsidRPr="00B152D1">
              <w:rPr>
                <w:lang w:val="en-GB"/>
              </w:rPr>
              <w:t xml:space="preserve"> - </w:t>
            </w:r>
            <w:r w:rsidR="00E80B6D">
              <w:rPr>
                <w:lang w:val="en-GB"/>
              </w:rPr>
              <w:t>file name. String data type.</w:t>
            </w:r>
          </w:p>
        </w:tc>
      </w:tr>
      <w:tr w:rsidR="00E00354"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E00354" w:rsidRPr="00B152D1" w:rsidRDefault="00E00354" w:rsidP="00C26357">
            <w:pPr>
              <w:rPr>
                <w:lang w:val="en-GB"/>
              </w:rPr>
            </w:pPr>
            <w:r w:rsidRPr="00B152D1">
              <w:rPr>
                <w:lang w:val="en-GB"/>
              </w:rPr>
              <w:t xml:space="preserve">verifySignatureInfo  </w:t>
            </w:r>
          </w:p>
        </w:tc>
        <w:tc>
          <w:tcPr>
            <w:tcW w:w="3193" w:type="pct"/>
          </w:tcPr>
          <w:p w:rsidR="00E00354" w:rsidRDefault="00E80B6D" w:rsidP="00EF239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Verifies the signature. Returns error code. </w:t>
            </w:r>
            <w:r w:rsidR="00600A69">
              <w:rPr>
                <w:lang w:val="en-GB"/>
              </w:rPr>
              <w:t xml:space="preserve">Certificates are read from file. </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pSigInfo</w:t>
            </w:r>
            <w:proofErr w:type="gramEnd"/>
            <w:r w:rsidRPr="00B152D1">
              <w:rPr>
                <w:lang w:val="en-GB"/>
              </w:rPr>
              <w:t xml:space="preserve"> - ComSignatureInfo </w:t>
            </w:r>
            <w:r w:rsidR="00E80B6D">
              <w:rPr>
                <w:lang w:val="en-GB"/>
              </w:rPr>
              <w:t>object</w:t>
            </w:r>
            <w:r w:rsidRPr="00B152D1">
              <w:rPr>
                <w:lang w:val="en-GB"/>
              </w:rPr>
              <w:t xml:space="preserve">. </w:t>
            </w:r>
          </w:p>
          <w:p w:rsidR="00E80B6D" w:rsidRDefault="00E00354" w:rsidP="00E80B6D">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szDataFile</w:t>
            </w:r>
            <w:proofErr w:type="gramEnd"/>
            <w:r w:rsidRPr="00B152D1">
              <w:rPr>
                <w:lang w:val="en-GB"/>
              </w:rPr>
              <w:t xml:space="preserve"> </w:t>
            </w:r>
            <w:r w:rsidR="00E80B6D">
              <w:rPr>
                <w:lang w:val="en-GB"/>
              </w:rPr>
              <w:t>–</w:t>
            </w:r>
            <w:r w:rsidRPr="00B152D1">
              <w:rPr>
                <w:lang w:val="en-GB"/>
              </w:rPr>
              <w:t xml:space="preserve"> </w:t>
            </w:r>
            <w:r w:rsidR="00600A69">
              <w:rPr>
                <w:lang w:val="en-GB"/>
              </w:rPr>
              <w:t>file</w:t>
            </w:r>
            <w:r w:rsidR="00E80B6D">
              <w:rPr>
                <w:lang w:val="en-GB"/>
              </w:rPr>
              <w:t xml:space="preserve"> name. String data type, may be left unspecified. </w:t>
            </w:r>
          </w:p>
          <w:p w:rsidR="00E00354" w:rsidRPr="00B152D1" w:rsidRDefault="00E00354" w:rsidP="00E80B6D">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pComFilePathArray</w:t>
            </w:r>
            <w:proofErr w:type="gramEnd"/>
            <w:r w:rsidRPr="00B152D1">
              <w:rPr>
                <w:lang w:val="en-GB"/>
              </w:rPr>
              <w:t xml:space="preserve"> - ComFilePathArray </w:t>
            </w:r>
            <w:r w:rsidR="00E80B6D">
              <w:rPr>
                <w:lang w:val="en-GB"/>
              </w:rPr>
              <w:t>object</w:t>
            </w:r>
            <w:r w:rsidRPr="00B152D1">
              <w:rPr>
                <w:lang w:val="en-GB"/>
              </w:rPr>
              <w:t xml:space="preserve">. </w:t>
            </w:r>
          </w:p>
        </w:tc>
      </w:tr>
      <w:tr w:rsidR="00E00354"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E00354" w:rsidRPr="00B152D1" w:rsidRDefault="00E00354" w:rsidP="00C26357">
            <w:pPr>
              <w:rPr>
                <w:lang w:val="en-GB"/>
              </w:rPr>
            </w:pPr>
            <w:r w:rsidRPr="00B152D1">
              <w:rPr>
                <w:lang w:val="en-GB"/>
              </w:rPr>
              <w:t xml:space="preserve">verifySignatureInfoCERT  </w:t>
            </w:r>
          </w:p>
        </w:tc>
        <w:tc>
          <w:tcPr>
            <w:tcW w:w="3193" w:type="pct"/>
          </w:tcPr>
          <w:p w:rsidR="00E00354" w:rsidRPr="00B152D1" w:rsidRDefault="00600A69" w:rsidP="00600A69">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Verifies the signature. Returns error code. Certificates ar</w:t>
            </w:r>
            <w:r w:rsidR="00B951DC">
              <w:rPr>
                <w:lang w:val="en-GB"/>
              </w:rPr>
              <w:t>e found based on search criterion</w:t>
            </w:r>
            <w:r>
              <w:rPr>
                <w:lang w:val="en-GB"/>
              </w:rPr>
              <w:t xml:space="preserve">. </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r w:rsidRPr="00B152D1">
              <w:rPr>
                <w:lang w:val="en-GB"/>
              </w:rPr>
              <w:t xml:space="preserve">pSigInfo - ComSignatureInfo </w:t>
            </w:r>
            <w:r w:rsidR="00600A69">
              <w:rPr>
                <w:lang w:val="en-GB"/>
              </w:rPr>
              <w:t>object to be verified</w:t>
            </w:r>
            <w:r w:rsidRPr="00B152D1">
              <w:rPr>
                <w:lang w:val="en-GB"/>
              </w:rPr>
              <w:t xml:space="preserve"> </w:t>
            </w:r>
          </w:p>
          <w:p w:rsidR="00600A69" w:rsidRDefault="00E00354" w:rsidP="00600A69">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pSignerCACert</w:t>
            </w:r>
            <w:proofErr w:type="gramEnd"/>
            <w:r w:rsidRPr="00B152D1">
              <w:rPr>
                <w:lang w:val="en-GB"/>
              </w:rPr>
              <w:t xml:space="preserve"> - ComCertSearch </w:t>
            </w:r>
            <w:r w:rsidR="00600A69">
              <w:rPr>
                <w:lang w:val="en-GB"/>
              </w:rPr>
              <w:t xml:space="preserve">object for searching CA certificate. </w:t>
            </w:r>
          </w:p>
          <w:p w:rsidR="00E00354" w:rsidRPr="00B152D1" w:rsidRDefault="00E00354" w:rsidP="00600A69">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szDataFile</w:t>
            </w:r>
            <w:proofErr w:type="gramEnd"/>
            <w:r w:rsidRPr="00B152D1">
              <w:rPr>
                <w:lang w:val="en-GB"/>
              </w:rPr>
              <w:t xml:space="preserve"> </w:t>
            </w:r>
            <w:r w:rsidR="00600A69">
              <w:rPr>
                <w:lang w:val="en-GB"/>
              </w:rPr>
              <w:t>–</w:t>
            </w:r>
            <w:r w:rsidRPr="00B152D1">
              <w:rPr>
                <w:lang w:val="en-GB"/>
              </w:rPr>
              <w:t xml:space="preserve"> </w:t>
            </w:r>
            <w:r w:rsidR="00600A69">
              <w:rPr>
                <w:lang w:val="en-GB"/>
              </w:rPr>
              <w:t xml:space="preserve">file name. String data type, may be left unspecified. </w:t>
            </w:r>
          </w:p>
        </w:tc>
      </w:tr>
      <w:tr w:rsidR="00E00354"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E00354" w:rsidRPr="00B152D1" w:rsidRDefault="00E00354" w:rsidP="00C26357">
            <w:pPr>
              <w:rPr>
                <w:lang w:val="en-GB"/>
              </w:rPr>
            </w:pPr>
            <w:r w:rsidRPr="00B152D1">
              <w:rPr>
                <w:lang w:val="en-GB"/>
              </w:rPr>
              <w:t xml:space="preserve">verifyNotaryInfo  </w:t>
            </w:r>
          </w:p>
        </w:tc>
        <w:tc>
          <w:tcPr>
            <w:tcW w:w="3193" w:type="pct"/>
          </w:tcPr>
          <w:p w:rsidR="00E00354" w:rsidRPr="00B152D1" w:rsidRDefault="00600A69" w:rsidP="00EF239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Verifies the OCSP confirmation. Returns error code. Certificates are read from file.</w:t>
            </w:r>
          </w:p>
          <w:p w:rsidR="00E00354" w:rsidRPr="00B152D1" w:rsidRDefault="00E00354" w:rsidP="00600A69">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pNotInfo</w:t>
            </w:r>
            <w:proofErr w:type="gramEnd"/>
            <w:r w:rsidRPr="00B152D1">
              <w:rPr>
                <w:lang w:val="en-GB"/>
              </w:rPr>
              <w:t xml:space="preserve"> - ComNotaryInfo </w:t>
            </w:r>
            <w:r w:rsidR="00600A69">
              <w:rPr>
                <w:lang w:val="en-GB"/>
              </w:rPr>
              <w:t>object.</w:t>
            </w:r>
          </w:p>
        </w:tc>
      </w:tr>
      <w:tr w:rsidR="00E00354"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E00354" w:rsidRPr="00B152D1" w:rsidRDefault="00E00354" w:rsidP="00C26357">
            <w:pPr>
              <w:rPr>
                <w:lang w:val="en-GB"/>
              </w:rPr>
            </w:pPr>
            <w:r w:rsidRPr="00B152D1">
              <w:rPr>
                <w:lang w:val="en-GB"/>
              </w:rPr>
              <w:t>verifyNotaryInfoCERT</w:t>
            </w:r>
          </w:p>
        </w:tc>
        <w:tc>
          <w:tcPr>
            <w:tcW w:w="3193" w:type="pct"/>
          </w:tcPr>
          <w:p w:rsidR="00CB342E" w:rsidRDefault="00CB342E" w:rsidP="00EF239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Verifies the OCSP confirmation. Returns error code. Certificates ar</w:t>
            </w:r>
            <w:r w:rsidR="00B951DC">
              <w:rPr>
                <w:lang w:val="en-GB"/>
              </w:rPr>
              <w:t>e found based on search criterion</w:t>
            </w:r>
            <w:r>
              <w:rPr>
                <w:lang w:val="en-GB"/>
              </w:rPr>
              <w:t>.</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r w:rsidRPr="00B152D1">
              <w:rPr>
                <w:lang w:val="en-GB"/>
              </w:rPr>
              <w:t xml:space="preserve">pNotaryInfo - ComNotaryInfo </w:t>
            </w:r>
            <w:r w:rsidR="00CB342E">
              <w:rPr>
                <w:lang w:val="en-GB"/>
              </w:rPr>
              <w:t>object to be verified</w:t>
            </w:r>
          </w:p>
          <w:p w:rsidR="00950A43"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certJuurSK</w:t>
            </w:r>
            <w:proofErr w:type="gramEnd"/>
            <w:r w:rsidRPr="00B152D1">
              <w:rPr>
                <w:lang w:val="en-GB"/>
              </w:rPr>
              <w:t xml:space="preserve"> - ComCertSearch </w:t>
            </w:r>
            <w:r w:rsidR="00CB342E">
              <w:rPr>
                <w:lang w:val="en-GB"/>
              </w:rPr>
              <w:t xml:space="preserve">object for searching the </w:t>
            </w:r>
            <w:r w:rsidR="00950A43">
              <w:rPr>
                <w:lang w:val="en-GB"/>
              </w:rPr>
              <w:t xml:space="preserve">CA root certificate. </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certEstEidSK</w:t>
            </w:r>
            <w:proofErr w:type="gramEnd"/>
            <w:r w:rsidRPr="00B152D1">
              <w:rPr>
                <w:lang w:val="en-GB"/>
              </w:rPr>
              <w:t xml:space="preserve"> - ComCertSearch </w:t>
            </w:r>
            <w:r w:rsidR="00950A43">
              <w:rPr>
                <w:lang w:val="en-GB"/>
              </w:rPr>
              <w:t>object for searching the</w:t>
            </w:r>
            <w:r w:rsidR="00E960C0">
              <w:rPr>
                <w:lang w:val="en-GB"/>
              </w:rPr>
              <w:t xml:space="preserve"> EstEID CA certificate. </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szCApath</w:t>
            </w:r>
            <w:proofErr w:type="gramEnd"/>
            <w:r w:rsidRPr="00B152D1">
              <w:rPr>
                <w:lang w:val="en-GB"/>
              </w:rPr>
              <w:t xml:space="preserve"> - CA </w:t>
            </w:r>
            <w:r w:rsidR="00950A43">
              <w:rPr>
                <w:lang w:val="en-GB"/>
              </w:rPr>
              <w:t>certificates’ directory path. String data type.</w:t>
            </w:r>
            <w:r w:rsidRPr="00B152D1">
              <w:rPr>
                <w:lang w:val="en-GB"/>
              </w:rPr>
              <w:t xml:space="preserve"> </w:t>
            </w:r>
          </w:p>
          <w:p w:rsidR="00E00354" w:rsidRPr="00B152D1" w:rsidRDefault="00E00354" w:rsidP="00950A43">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notCert</w:t>
            </w:r>
            <w:proofErr w:type="gramEnd"/>
            <w:r w:rsidRPr="00B152D1">
              <w:rPr>
                <w:lang w:val="en-GB"/>
              </w:rPr>
              <w:t xml:space="preserve"> - ComCertSearch </w:t>
            </w:r>
            <w:r w:rsidR="00950A43">
              <w:rPr>
                <w:lang w:val="en-GB"/>
              </w:rPr>
              <w:t>object for searching the OCSP responder certificate.</w:t>
            </w:r>
          </w:p>
        </w:tc>
      </w:tr>
      <w:tr w:rsidR="00E00354"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E00354" w:rsidRPr="00B152D1" w:rsidRDefault="00E00354" w:rsidP="00C26357">
            <w:pPr>
              <w:rPr>
                <w:lang w:val="en-GB"/>
              </w:rPr>
            </w:pPr>
            <w:r w:rsidRPr="00B152D1">
              <w:rPr>
                <w:lang w:val="en-GB"/>
              </w:rPr>
              <w:t xml:space="preserve">verifySigDoc  </w:t>
            </w:r>
          </w:p>
        </w:tc>
        <w:tc>
          <w:tcPr>
            <w:tcW w:w="3193" w:type="pct"/>
          </w:tcPr>
          <w:p w:rsidR="00E00354" w:rsidRPr="00B152D1" w:rsidRDefault="00593047" w:rsidP="0059304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Verifies the while DigiDoc document, including its signatures and OCSP confirmations. Returns error code. Certificates are read form file.</w:t>
            </w:r>
            <w:r w:rsidR="00E00354" w:rsidRPr="00B152D1">
              <w:rPr>
                <w:lang w:val="en-GB"/>
              </w:rPr>
              <w:t xml:space="preserve"> </w:t>
            </w:r>
          </w:p>
          <w:p w:rsidR="00593047" w:rsidRDefault="00E00354" w:rsidP="0059304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szDataFile</w:t>
            </w:r>
            <w:proofErr w:type="gramEnd"/>
            <w:r w:rsidRPr="00B152D1">
              <w:rPr>
                <w:lang w:val="en-GB"/>
              </w:rPr>
              <w:t xml:space="preserve"> </w:t>
            </w:r>
            <w:r w:rsidR="00593047">
              <w:rPr>
                <w:lang w:val="en-GB"/>
              </w:rPr>
              <w:t>–</w:t>
            </w:r>
            <w:r w:rsidRPr="00B152D1">
              <w:rPr>
                <w:lang w:val="en-GB"/>
              </w:rPr>
              <w:t xml:space="preserve"> </w:t>
            </w:r>
            <w:r w:rsidR="00593047">
              <w:rPr>
                <w:lang w:val="en-GB"/>
              </w:rPr>
              <w:t xml:space="preserve">file name. String data type, may be left unspecified. </w:t>
            </w:r>
          </w:p>
          <w:p w:rsidR="00E00354" w:rsidRPr="00B152D1" w:rsidRDefault="00E00354" w:rsidP="0059304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pComFilePathArray</w:t>
            </w:r>
            <w:proofErr w:type="gramEnd"/>
            <w:r w:rsidRPr="00B152D1">
              <w:rPr>
                <w:lang w:val="en-GB"/>
              </w:rPr>
              <w:t xml:space="preserve"> - ComFilePathArray </w:t>
            </w:r>
            <w:r w:rsidR="00593047">
              <w:rPr>
                <w:lang w:val="en-GB"/>
              </w:rPr>
              <w:t>object</w:t>
            </w:r>
            <w:r w:rsidRPr="00B152D1">
              <w:rPr>
                <w:lang w:val="en-GB"/>
              </w:rPr>
              <w:t>.</w:t>
            </w:r>
          </w:p>
        </w:tc>
      </w:tr>
      <w:tr w:rsidR="00E00354"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E00354" w:rsidRPr="00B152D1" w:rsidRDefault="00E00354" w:rsidP="00C26357">
            <w:pPr>
              <w:rPr>
                <w:lang w:val="en-GB"/>
              </w:rPr>
            </w:pPr>
            <w:r w:rsidRPr="00B152D1">
              <w:rPr>
                <w:lang w:val="en-GB"/>
              </w:rPr>
              <w:lastRenderedPageBreak/>
              <w:t>verifySigDocCERT</w:t>
            </w:r>
          </w:p>
        </w:tc>
        <w:tc>
          <w:tcPr>
            <w:tcW w:w="3193" w:type="pct"/>
          </w:tcPr>
          <w:p w:rsidR="00E90D39" w:rsidRDefault="00E90D39" w:rsidP="00EF239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Verifies the while DigiDoc document, including its signatures and OCSP confirmations. Returns error code. Certificates ar</w:t>
            </w:r>
            <w:r w:rsidR="00B951DC">
              <w:rPr>
                <w:lang w:val="en-GB"/>
              </w:rPr>
              <w:t>e found based on search criterion</w:t>
            </w:r>
            <w:r>
              <w:rPr>
                <w:lang w:val="en-GB"/>
              </w:rPr>
              <w:t>.</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signerCA</w:t>
            </w:r>
            <w:proofErr w:type="gramEnd"/>
            <w:r w:rsidRPr="00B152D1">
              <w:rPr>
                <w:lang w:val="en-GB"/>
              </w:rPr>
              <w:t xml:space="preserve"> - ComCertSearch </w:t>
            </w:r>
            <w:r w:rsidR="00E90D39">
              <w:rPr>
                <w:lang w:val="en-GB"/>
              </w:rPr>
              <w:t xml:space="preserve">object for searching the signer’s CA certificate. </w:t>
            </w:r>
          </w:p>
          <w:p w:rsidR="00E90D39"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notaryCA</w:t>
            </w:r>
            <w:proofErr w:type="gramEnd"/>
            <w:r w:rsidRPr="00B152D1">
              <w:rPr>
                <w:lang w:val="en-GB"/>
              </w:rPr>
              <w:t xml:space="preserve"> - ComCertSearch </w:t>
            </w:r>
            <w:r w:rsidR="00E90D39">
              <w:rPr>
                <w:lang w:val="en-GB"/>
              </w:rPr>
              <w:t>object for searching the</w:t>
            </w:r>
            <w:r w:rsidR="00245812">
              <w:rPr>
                <w:lang w:val="en-GB"/>
              </w:rPr>
              <w:t xml:space="preserve"> CA </w:t>
            </w:r>
            <w:r w:rsidR="00E90D39">
              <w:rPr>
                <w:lang w:val="en-GB"/>
              </w:rPr>
              <w:t xml:space="preserve">OCSP responder’s certificate. </w:t>
            </w:r>
          </w:p>
          <w:p w:rsidR="00E90D39"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rootCA</w:t>
            </w:r>
            <w:proofErr w:type="gramEnd"/>
            <w:r w:rsidRPr="00B152D1">
              <w:rPr>
                <w:lang w:val="en-GB"/>
              </w:rPr>
              <w:t xml:space="preserve"> - ComCertSearch </w:t>
            </w:r>
            <w:r w:rsidR="00E90D39">
              <w:rPr>
                <w:lang w:val="en-GB"/>
              </w:rPr>
              <w:t xml:space="preserve">object for searching the CA root certificate. </w:t>
            </w:r>
          </w:p>
          <w:p w:rsidR="00E90D39"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szCAPath</w:t>
            </w:r>
            <w:proofErr w:type="gramEnd"/>
            <w:r w:rsidRPr="00B152D1">
              <w:rPr>
                <w:lang w:val="en-GB"/>
              </w:rPr>
              <w:t xml:space="preserve"> - CA </w:t>
            </w:r>
            <w:r w:rsidR="00E90D39">
              <w:rPr>
                <w:lang w:val="en-GB"/>
              </w:rPr>
              <w:t xml:space="preserve">certificate’s directory path. String data type. </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notCert</w:t>
            </w:r>
            <w:proofErr w:type="gramEnd"/>
            <w:r w:rsidRPr="00B152D1">
              <w:rPr>
                <w:lang w:val="en-GB"/>
              </w:rPr>
              <w:t xml:space="preserve"> </w:t>
            </w:r>
            <w:r w:rsidR="00E90D39">
              <w:rPr>
                <w:lang w:val="en-GB"/>
              </w:rPr>
              <w:t>–</w:t>
            </w:r>
            <w:r w:rsidRPr="00B152D1">
              <w:rPr>
                <w:lang w:val="en-GB"/>
              </w:rPr>
              <w:t xml:space="preserve"> ComCertSearch</w:t>
            </w:r>
            <w:r w:rsidR="00E90D39">
              <w:rPr>
                <w:lang w:val="en-GB"/>
              </w:rPr>
              <w:t xml:space="preserve"> object for searching the OCSP responder’s certificate.</w:t>
            </w:r>
            <w:r w:rsidRPr="00B152D1">
              <w:rPr>
                <w:lang w:val="en-GB"/>
              </w:rPr>
              <w:t xml:space="preserve"> </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szDataFile</w:t>
            </w:r>
            <w:proofErr w:type="gramEnd"/>
            <w:r w:rsidRPr="00B152D1">
              <w:rPr>
                <w:lang w:val="en-GB"/>
              </w:rPr>
              <w:t xml:space="preserve"> </w:t>
            </w:r>
            <w:r w:rsidR="00245812">
              <w:rPr>
                <w:lang w:val="en-GB"/>
              </w:rPr>
              <w:t>–</w:t>
            </w:r>
            <w:r w:rsidRPr="00B152D1">
              <w:rPr>
                <w:lang w:val="en-GB"/>
              </w:rPr>
              <w:t xml:space="preserve"> </w:t>
            </w:r>
            <w:r w:rsidR="00245812">
              <w:rPr>
                <w:lang w:val="en-GB"/>
              </w:rPr>
              <w:t xml:space="preserve">data file name. String data type, may be left unspecified. </w:t>
            </w:r>
          </w:p>
          <w:p w:rsidR="00E00354" w:rsidRPr="00B152D1" w:rsidRDefault="00E00354" w:rsidP="00245812">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pComFilePathArray</w:t>
            </w:r>
            <w:proofErr w:type="gramEnd"/>
            <w:r w:rsidRPr="00B152D1">
              <w:rPr>
                <w:lang w:val="en-GB"/>
              </w:rPr>
              <w:t xml:space="preserve"> - ComFilePathArray </w:t>
            </w:r>
            <w:r w:rsidR="00245812">
              <w:rPr>
                <w:lang w:val="en-GB"/>
              </w:rPr>
              <w:t>object</w:t>
            </w:r>
            <w:r w:rsidRPr="00B152D1">
              <w:rPr>
                <w:lang w:val="en-GB"/>
              </w:rPr>
              <w:t>.</w:t>
            </w:r>
          </w:p>
        </w:tc>
      </w:tr>
      <w:tr w:rsidR="00E00354"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E00354" w:rsidRPr="00B152D1" w:rsidRDefault="00E00354" w:rsidP="00C26357">
            <w:pPr>
              <w:rPr>
                <w:lang w:val="en-GB"/>
              </w:rPr>
            </w:pPr>
            <w:r w:rsidRPr="00B152D1">
              <w:rPr>
                <w:lang w:val="en-GB"/>
              </w:rPr>
              <w:t>deleteDataFile</w:t>
            </w:r>
          </w:p>
        </w:tc>
        <w:tc>
          <w:tcPr>
            <w:tcW w:w="3193" w:type="pct"/>
          </w:tcPr>
          <w:p w:rsidR="00E00354" w:rsidRPr="00B152D1" w:rsidRDefault="00DA28E6" w:rsidP="00EF239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Removes a data file. Returns error code. </w:t>
            </w:r>
          </w:p>
          <w:p w:rsidR="00E00354" w:rsidRPr="00B152D1" w:rsidRDefault="00E00354" w:rsidP="00DA28E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szDataFileId</w:t>
            </w:r>
            <w:proofErr w:type="gramEnd"/>
            <w:r w:rsidRPr="00B152D1">
              <w:rPr>
                <w:lang w:val="en-GB"/>
              </w:rPr>
              <w:t xml:space="preserve"> </w:t>
            </w:r>
            <w:r w:rsidR="00DA28E6">
              <w:rPr>
                <w:lang w:val="en-GB"/>
              </w:rPr>
              <w:t>–</w:t>
            </w:r>
            <w:r w:rsidRPr="00B152D1">
              <w:rPr>
                <w:lang w:val="en-GB"/>
              </w:rPr>
              <w:t xml:space="preserve"> </w:t>
            </w:r>
            <w:r w:rsidR="00DA28E6">
              <w:rPr>
                <w:lang w:val="en-GB"/>
              </w:rPr>
              <w:t xml:space="preserve">data file’s identifier. String data type. </w:t>
            </w:r>
          </w:p>
        </w:tc>
      </w:tr>
      <w:tr w:rsidR="00E00354"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E00354" w:rsidRPr="00B152D1" w:rsidRDefault="00E00354" w:rsidP="00C26357">
            <w:pPr>
              <w:rPr>
                <w:lang w:val="en-GB"/>
              </w:rPr>
            </w:pPr>
            <w:r w:rsidRPr="00B152D1">
              <w:rPr>
                <w:lang w:val="en-GB"/>
              </w:rPr>
              <w:t>deleteNotaryInfo</w:t>
            </w:r>
          </w:p>
        </w:tc>
        <w:tc>
          <w:tcPr>
            <w:tcW w:w="3193" w:type="pct"/>
          </w:tcPr>
          <w:p w:rsidR="00DA28E6" w:rsidRDefault="00DA28E6" w:rsidP="00DA28E6">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Removes an OCSP confirmation. Returns error code.</w:t>
            </w:r>
          </w:p>
          <w:p w:rsidR="00E00354" w:rsidRPr="00B152D1" w:rsidRDefault="00E00354" w:rsidP="00DA28E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szNotInfoId</w:t>
            </w:r>
            <w:proofErr w:type="gramEnd"/>
            <w:r w:rsidRPr="00B152D1">
              <w:rPr>
                <w:lang w:val="en-GB"/>
              </w:rPr>
              <w:t xml:space="preserve"> </w:t>
            </w:r>
            <w:r w:rsidR="00DA28E6">
              <w:rPr>
                <w:lang w:val="en-GB"/>
              </w:rPr>
              <w:t>–</w:t>
            </w:r>
            <w:r w:rsidRPr="00B152D1">
              <w:rPr>
                <w:lang w:val="en-GB"/>
              </w:rPr>
              <w:t xml:space="preserve"> </w:t>
            </w:r>
            <w:r w:rsidR="00DA28E6">
              <w:rPr>
                <w:lang w:val="en-GB"/>
              </w:rPr>
              <w:t>OCSP confirmation’s identifier. String data type.</w:t>
            </w:r>
          </w:p>
        </w:tc>
      </w:tr>
      <w:tr w:rsidR="00E00354"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E00354" w:rsidRPr="00B152D1" w:rsidRDefault="00E00354" w:rsidP="00C26357">
            <w:pPr>
              <w:rPr>
                <w:lang w:val="en-GB"/>
              </w:rPr>
            </w:pPr>
            <w:r w:rsidRPr="00B152D1">
              <w:rPr>
                <w:lang w:val="en-GB"/>
              </w:rPr>
              <w:t>deleteSignatureInfo</w:t>
            </w:r>
          </w:p>
        </w:tc>
        <w:tc>
          <w:tcPr>
            <w:tcW w:w="3193" w:type="pct"/>
          </w:tcPr>
          <w:p w:rsidR="00E00354" w:rsidRPr="00B152D1" w:rsidRDefault="00DA28E6" w:rsidP="00EF239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Removes a signature. Returns error code. </w:t>
            </w:r>
          </w:p>
          <w:p w:rsidR="00E00354" w:rsidRDefault="00E00354" w:rsidP="00DA28E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szSigInfoId</w:t>
            </w:r>
            <w:proofErr w:type="gramEnd"/>
            <w:r w:rsidRPr="00B152D1">
              <w:rPr>
                <w:lang w:val="en-GB"/>
              </w:rPr>
              <w:t xml:space="preserve"> </w:t>
            </w:r>
            <w:r w:rsidR="00DA28E6">
              <w:rPr>
                <w:lang w:val="en-GB"/>
              </w:rPr>
              <w:t>–</w:t>
            </w:r>
            <w:r w:rsidRPr="00B152D1">
              <w:rPr>
                <w:lang w:val="en-GB"/>
              </w:rPr>
              <w:t xml:space="preserve"> </w:t>
            </w:r>
            <w:r w:rsidR="00DA28E6">
              <w:rPr>
                <w:lang w:val="en-GB"/>
              </w:rPr>
              <w:t xml:space="preserve">signature’s identifier. String data type. </w:t>
            </w:r>
          </w:p>
        </w:tc>
      </w:tr>
      <w:tr w:rsidR="00E00354"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E00354" w:rsidRPr="00B152D1" w:rsidRDefault="00E00354" w:rsidP="00C26357">
            <w:pPr>
              <w:rPr>
                <w:lang w:val="en-GB"/>
              </w:rPr>
            </w:pPr>
            <w:r w:rsidRPr="00B152D1">
              <w:rPr>
                <w:lang w:val="en-GB"/>
              </w:rPr>
              <w:t xml:space="preserve">getConfirmation  </w:t>
            </w:r>
          </w:p>
        </w:tc>
        <w:tc>
          <w:tcPr>
            <w:tcW w:w="3193" w:type="pct"/>
          </w:tcPr>
          <w:p w:rsidR="00E00354" w:rsidRPr="00B152D1" w:rsidRDefault="00DA28E6" w:rsidP="00DA28E6">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Sends an OCSP confirmation request and checks the response. Returns error code.</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pSigInfo</w:t>
            </w:r>
            <w:proofErr w:type="gramEnd"/>
            <w:r w:rsidRPr="00B152D1">
              <w:rPr>
                <w:lang w:val="en-GB"/>
              </w:rPr>
              <w:t xml:space="preserve"> - ComSignatureInfo </w:t>
            </w:r>
            <w:r w:rsidR="00DA28E6">
              <w:rPr>
                <w:lang w:val="en-GB"/>
              </w:rPr>
              <w:t>object</w:t>
            </w:r>
            <w:r w:rsidRPr="00B152D1">
              <w:rPr>
                <w:lang w:val="en-GB"/>
              </w:rPr>
              <w:t xml:space="preserve">. </w:t>
            </w:r>
          </w:p>
          <w:p w:rsidR="00DA28E6"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r w:rsidRPr="00B152D1">
              <w:rPr>
                <w:lang w:val="en-GB"/>
              </w:rPr>
              <w:t xml:space="preserve">pkcs12File – </w:t>
            </w:r>
            <w:r w:rsidR="00F12EAC">
              <w:rPr>
                <w:lang w:val="en-GB"/>
              </w:rPr>
              <w:t xml:space="preserve">OCSP responder access certificate’s </w:t>
            </w:r>
            <w:r w:rsidRPr="00B152D1">
              <w:rPr>
                <w:lang w:val="en-GB"/>
              </w:rPr>
              <w:t xml:space="preserve">PKCS12 </w:t>
            </w:r>
            <w:r w:rsidR="00DA28E6">
              <w:rPr>
                <w:lang w:val="en-GB"/>
              </w:rPr>
              <w:t xml:space="preserve">file name. String data type. </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password  -</w:t>
            </w:r>
            <w:proofErr w:type="gramEnd"/>
            <w:r w:rsidRPr="00B152D1">
              <w:rPr>
                <w:lang w:val="en-GB"/>
              </w:rPr>
              <w:t xml:space="preserve"> </w:t>
            </w:r>
            <w:r w:rsidR="00F12EAC">
              <w:rPr>
                <w:lang w:val="en-GB"/>
              </w:rPr>
              <w:t xml:space="preserve">OCSP responder access certificate’s </w:t>
            </w:r>
            <w:r w:rsidR="00DA28E6">
              <w:rPr>
                <w:lang w:val="en-GB"/>
              </w:rPr>
              <w:t>PKCS12 container’s password. String data type.</w:t>
            </w:r>
            <w:r w:rsidRPr="00B152D1">
              <w:rPr>
                <w:lang w:val="en-GB"/>
              </w:rPr>
              <w:t xml:space="preserve">     </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notaryURL</w:t>
            </w:r>
            <w:proofErr w:type="gramEnd"/>
            <w:r w:rsidRPr="00B152D1">
              <w:rPr>
                <w:lang w:val="en-GB"/>
              </w:rPr>
              <w:t xml:space="preserve"> -  </w:t>
            </w:r>
            <w:r w:rsidR="00DA28E6">
              <w:rPr>
                <w:lang w:val="en-GB"/>
              </w:rPr>
              <w:t xml:space="preserve">OCSP responder’s URL. String data type. </w:t>
            </w:r>
          </w:p>
          <w:p w:rsidR="00E00354" w:rsidRPr="00B152D1" w:rsidRDefault="00E00354" w:rsidP="00EF2397">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proxyHost</w:t>
            </w:r>
            <w:proofErr w:type="gramEnd"/>
            <w:r w:rsidRPr="00B152D1">
              <w:rPr>
                <w:lang w:val="en-GB"/>
              </w:rPr>
              <w:t xml:space="preserve"> </w:t>
            </w:r>
            <w:r w:rsidR="00DA28E6">
              <w:rPr>
                <w:lang w:val="en-GB"/>
              </w:rPr>
              <w:t>–</w:t>
            </w:r>
            <w:r w:rsidRPr="00B152D1">
              <w:rPr>
                <w:lang w:val="en-GB"/>
              </w:rPr>
              <w:t xml:space="preserve"> </w:t>
            </w:r>
            <w:r w:rsidR="00DA28E6">
              <w:rPr>
                <w:lang w:val="en-GB"/>
              </w:rPr>
              <w:t xml:space="preserve">proxy URL. String data type. </w:t>
            </w:r>
          </w:p>
          <w:p w:rsidR="00E00354" w:rsidRPr="00B152D1" w:rsidRDefault="00E00354" w:rsidP="00DA28E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proxyPort</w:t>
            </w:r>
            <w:proofErr w:type="gramEnd"/>
            <w:r w:rsidRPr="00B152D1">
              <w:rPr>
                <w:lang w:val="en-GB"/>
              </w:rPr>
              <w:t xml:space="preserve"> </w:t>
            </w:r>
            <w:r w:rsidR="00DA28E6">
              <w:rPr>
                <w:lang w:val="en-GB"/>
              </w:rPr>
              <w:t>–</w:t>
            </w:r>
            <w:r w:rsidRPr="00B152D1">
              <w:rPr>
                <w:lang w:val="en-GB"/>
              </w:rPr>
              <w:t xml:space="preserve"> </w:t>
            </w:r>
            <w:r w:rsidR="00DA28E6">
              <w:rPr>
                <w:lang w:val="en-GB"/>
              </w:rPr>
              <w:t xml:space="preserve">proxy port. String data type. </w:t>
            </w:r>
          </w:p>
        </w:tc>
      </w:tr>
      <w:tr w:rsidR="00E00354"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E00354" w:rsidRPr="00B152D1" w:rsidRDefault="00E00354" w:rsidP="00C26357">
            <w:pPr>
              <w:rPr>
                <w:lang w:val="en-GB"/>
              </w:rPr>
            </w:pPr>
            <w:r w:rsidRPr="00B152D1">
              <w:rPr>
                <w:lang w:val="en-GB"/>
              </w:rPr>
              <w:t xml:space="preserve">getFilePathArray  </w:t>
            </w:r>
          </w:p>
        </w:tc>
        <w:tc>
          <w:tcPr>
            <w:tcW w:w="3193" w:type="pct"/>
          </w:tcPr>
          <w:p w:rsidR="00DA28E6" w:rsidRDefault="00DA28E6" w:rsidP="00DA28E6">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Initializes vector of document’s files. Returns the number of files as a vector. </w:t>
            </w:r>
          </w:p>
          <w:p w:rsidR="00E00354" w:rsidRPr="00B152D1" w:rsidRDefault="00E00354" w:rsidP="00DA28E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B152D1">
              <w:rPr>
                <w:lang w:val="en-GB"/>
              </w:rPr>
              <w:t>pFilePathArray</w:t>
            </w:r>
            <w:proofErr w:type="gramEnd"/>
            <w:r w:rsidRPr="00B152D1">
              <w:rPr>
                <w:lang w:val="en-GB"/>
              </w:rPr>
              <w:t xml:space="preserve"> - ComFilePathArray objekt.</w:t>
            </w:r>
          </w:p>
        </w:tc>
      </w:tr>
      <w:tr w:rsidR="00E00354" w:rsidTr="00CD4535">
        <w:trPr>
          <w:cantSplit/>
        </w:trPr>
        <w:tc>
          <w:tcPr>
            <w:cnfStyle w:val="001000000000" w:firstRow="0" w:lastRow="0" w:firstColumn="1" w:lastColumn="0" w:oddVBand="0" w:evenVBand="0" w:oddHBand="0" w:evenHBand="0" w:firstRowFirstColumn="0" w:firstRowLastColumn="0" w:lastRowFirstColumn="0" w:lastRowLastColumn="0"/>
            <w:tcW w:w="1807" w:type="pct"/>
          </w:tcPr>
          <w:p w:rsidR="00E00354" w:rsidRPr="00B152D1" w:rsidRDefault="00E00354" w:rsidP="00C26357">
            <w:pPr>
              <w:rPr>
                <w:lang w:val="en-GB"/>
              </w:rPr>
            </w:pPr>
            <w:r w:rsidRPr="00B152D1">
              <w:rPr>
                <w:lang w:val="en-GB"/>
              </w:rPr>
              <w:t>getDataFileNameWidthId</w:t>
            </w:r>
          </w:p>
        </w:tc>
        <w:tc>
          <w:tcPr>
            <w:tcW w:w="3193" w:type="pct"/>
          </w:tcPr>
          <w:p w:rsidR="00E00354" w:rsidRPr="00B152D1" w:rsidRDefault="00D87D41" w:rsidP="00EF2397">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Returns data file’s name based on its identifier. </w:t>
            </w:r>
          </w:p>
          <w:p w:rsidR="00E00354" w:rsidRPr="00B152D1" w:rsidRDefault="00E00354" w:rsidP="00D87D41">
            <w:pPr>
              <w:jc w:val="left"/>
              <w:cnfStyle w:val="000000000000" w:firstRow="0" w:lastRow="0" w:firstColumn="0" w:lastColumn="0" w:oddVBand="0" w:evenVBand="0" w:oddHBand="0" w:evenHBand="0" w:firstRowFirstColumn="0" w:firstRowLastColumn="0" w:lastRowFirstColumn="0" w:lastRowLastColumn="0"/>
              <w:rPr>
                <w:lang w:val="en-GB"/>
              </w:rPr>
            </w:pPr>
            <w:r w:rsidRPr="00B152D1">
              <w:rPr>
                <w:lang w:val="en-GB"/>
              </w:rPr>
              <w:t xml:space="preserve">Id – </w:t>
            </w:r>
            <w:r w:rsidR="00D87D41">
              <w:rPr>
                <w:lang w:val="en-GB"/>
              </w:rPr>
              <w:t>file’s identifier. String data type.</w:t>
            </w:r>
          </w:p>
        </w:tc>
      </w:tr>
    </w:tbl>
    <w:p w:rsidR="00B152D1" w:rsidRPr="00B152D1" w:rsidRDefault="00B152D1" w:rsidP="00B152D1">
      <w:pPr>
        <w:rPr>
          <w:lang w:val="en-GB"/>
        </w:rPr>
      </w:pPr>
    </w:p>
    <w:p w:rsidR="00B152D1" w:rsidRPr="00BF57C5" w:rsidRDefault="00B152D1" w:rsidP="003822AB">
      <w:pPr>
        <w:pStyle w:val="apHeading2"/>
      </w:pPr>
      <w:bookmarkStart w:id="52" w:name="_Toc345343812"/>
      <w:bookmarkStart w:id="53" w:name="_Toc346288038"/>
      <w:r w:rsidRPr="00B152D1">
        <w:t>ComDataFile</w:t>
      </w:r>
      <w:bookmarkEnd w:id="52"/>
      <w:bookmarkEnd w:id="53"/>
      <w:r w:rsidRPr="00B152D1">
        <w:t xml:space="preserve"> </w:t>
      </w:r>
    </w:p>
    <w:p w:rsidR="00B152D1" w:rsidRPr="00B152D1" w:rsidRDefault="003822AB" w:rsidP="00B152D1">
      <w:pPr>
        <w:rPr>
          <w:lang w:val="en-GB"/>
        </w:rPr>
      </w:pPr>
      <w:proofErr w:type="gramStart"/>
      <w:r>
        <w:rPr>
          <w:lang w:val="en-GB"/>
        </w:rPr>
        <w:t>Represents a data file of a DigiDoc document.</w:t>
      </w:r>
      <w:proofErr w:type="gramEnd"/>
      <w:r>
        <w:rPr>
          <w:lang w:val="en-GB"/>
        </w:rPr>
        <w:t xml:space="preserve"> </w:t>
      </w:r>
    </w:p>
    <w:p w:rsidR="00B152D1" w:rsidRPr="00B152D1" w:rsidRDefault="00C26357" w:rsidP="00B152D1">
      <w:pPr>
        <w:rPr>
          <w:lang w:val="en-GB"/>
        </w:rPr>
      </w:pPr>
      <w:r w:rsidRPr="00C26357">
        <w:rPr>
          <w:b/>
          <w:u w:val="single"/>
          <w:lang w:val="en-GB"/>
        </w:rPr>
        <w:lastRenderedPageBreak/>
        <w:t>Attributes</w:t>
      </w:r>
      <w:r w:rsidR="00B152D1" w:rsidRPr="00B152D1">
        <w:rPr>
          <w:lang w:val="en-GB"/>
        </w:rPr>
        <w:t xml:space="preserve">  </w:t>
      </w:r>
    </w:p>
    <w:tbl>
      <w:tblPr>
        <w:tblStyle w:val="Parameters"/>
        <w:tblW w:w="4955" w:type="pct"/>
        <w:tblLook w:val="04A0" w:firstRow="1" w:lastRow="0" w:firstColumn="1" w:lastColumn="0" w:noHBand="0" w:noVBand="1"/>
      </w:tblPr>
      <w:tblGrid>
        <w:gridCol w:w="2660"/>
        <w:gridCol w:w="5700"/>
      </w:tblGrid>
      <w:tr w:rsidR="000B690F" w:rsidRPr="00C26357" w:rsidTr="00382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1" w:type="pct"/>
          </w:tcPr>
          <w:p w:rsidR="000B690F" w:rsidRPr="00C26357" w:rsidRDefault="000B690F" w:rsidP="00A36C8B">
            <w:pPr>
              <w:rPr>
                <w:b/>
                <w:lang w:val="en-GB"/>
              </w:rPr>
            </w:pPr>
            <w:r w:rsidRPr="00C26357">
              <w:rPr>
                <w:b/>
                <w:lang w:val="en-GB"/>
              </w:rPr>
              <w:t>Name</w:t>
            </w:r>
          </w:p>
        </w:tc>
        <w:tc>
          <w:tcPr>
            <w:tcW w:w="3409" w:type="pct"/>
          </w:tcPr>
          <w:p w:rsidR="000B690F" w:rsidRPr="00C26357" w:rsidRDefault="000B690F" w:rsidP="00A36C8B">
            <w:pPr>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0B690F" w:rsidRPr="000B690F" w:rsidTr="003822AB">
        <w:tc>
          <w:tcPr>
            <w:cnfStyle w:val="001000000000" w:firstRow="0" w:lastRow="0" w:firstColumn="1" w:lastColumn="0" w:oddVBand="0" w:evenVBand="0" w:oddHBand="0" w:evenHBand="0" w:firstRowFirstColumn="0" w:firstRowLastColumn="0" w:lastRowFirstColumn="0" w:lastRowLastColumn="0"/>
            <w:tcW w:w="1591" w:type="pct"/>
          </w:tcPr>
          <w:p w:rsidR="000B690F" w:rsidRPr="000B690F" w:rsidRDefault="000B690F" w:rsidP="00A36C8B">
            <w:pPr>
              <w:rPr>
                <w:lang w:val="en-GB"/>
              </w:rPr>
            </w:pPr>
            <w:r w:rsidRPr="000B690F">
              <w:rPr>
                <w:lang w:val="en-GB"/>
              </w:rPr>
              <w:t xml:space="preserve">szId </w:t>
            </w:r>
          </w:p>
        </w:tc>
        <w:tc>
          <w:tcPr>
            <w:tcW w:w="3409" w:type="pct"/>
          </w:tcPr>
          <w:p w:rsidR="000B690F" w:rsidRPr="000B690F" w:rsidRDefault="000B690F" w:rsidP="003822AB">
            <w:pPr>
              <w:cnfStyle w:val="000000000000" w:firstRow="0" w:lastRow="0" w:firstColumn="0" w:lastColumn="0" w:oddVBand="0" w:evenVBand="0" w:oddHBand="0" w:evenHBand="0" w:firstRowFirstColumn="0" w:firstRowLastColumn="0" w:lastRowFirstColumn="0" w:lastRowLastColumn="0"/>
              <w:rPr>
                <w:lang w:val="en-GB"/>
              </w:rPr>
            </w:pPr>
            <w:r w:rsidRPr="000B690F">
              <w:rPr>
                <w:lang w:val="en-GB"/>
              </w:rPr>
              <w:t xml:space="preserve"> </w:t>
            </w:r>
            <w:r w:rsidR="003822AB">
              <w:rPr>
                <w:lang w:val="en-GB"/>
              </w:rPr>
              <w:t xml:space="preserve">Data file’s identifier. String data type. Not editable.  </w:t>
            </w:r>
          </w:p>
        </w:tc>
      </w:tr>
      <w:tr w:rsidR="000B690F" w:rsidRPr="000B690F" w:rsidTr="003822AB">
        <w:tc>
          <w:tcPr>
            <w:cnfStyle w:val="001000000000" w:firstRow="0" w:lastRow="0" w:firstColumn="1" w:lastColumn="0" w:oddVBand="0" w:evenVBand="0" w:oddHBand="0" w:evenHBand="0" w:firstRowFirstColumn="0" w:firstRowLastColumn="0" w:lastRowFirstColumn="0" w:lastRowLastColumn="0"/>
            <w:tcW w:w="1591" w:type="pct"/>
          </w:tcPr>
          <w:p w:rsidR="000B690F" w:rsidRPr="000B690F" w:rsidRDefault="000B690F" w:rsidP="00A36C8B">
            <w:pPr>
              <w:rPr>
                <w:lang w:val="en-GB"/>
              </w:rPr>
            </w:pPr>
            <w:r w:rsidRPr="000B690F">
              <w:rPr>
                <w:lang w:val="en-GB"/>
              </w:rPr>
              <w:t xml:space="preserve">szFileName </w:t>
            </w:r>
          </w:p>
        </w:tc>
        <w:tc>
          <w:tcPr>
            <w:tcW w:w="3409" w:type="pct"/>
          </w:tcPr>
          <w:p w:rsidR="000B690F" w:rsidRPr="000B690F" w:rsidRDefault="000B690F" w:rsidP="000B690F">
            <w:pPr>
              <w:cnfStyle w:val="000000000000" w:firstRow="0" w:lastRow="0" w:firstColumn="0" w:lastColumn="0" w:oddVBand="0" w:evenVBand="0" w:oddHBand="0" w:evenHBand="0" w:firstRowFirstColumn="0" w:firstRowLastColumn="0" w:lastRowFirstColumn="0" w:lastRowLastColumn="0"/>
              <w:rPr>
                <w:lang w:val="en-GB"/>
              </w:rPr>
            </w:pPr>
            <w:r w:rsidRPr="000B690F">
              <w:rPr>
                <w:lang w:val="en-GB"/>
              </w:rPr>
              <w:t xml:space="preserve"> </w:t>
            </w:r>
            <w:r w:rsidR="003822AB">
              <w:rPr>
                <w:lang w:val="en-GB"/>
              </w:rPr>
              <w:t>Data file’s</w:t>
            </w:r>
            <w:r w:rsidR="003822AB" w:rsidRPr="000B690F">
              <w:rPr>
                <w:lang w:val="en-GB"/>
              </w:rPr>
              <w:t xml:space="preserve"> </w:t>
            </w:r>
            <w:r w:rsidR="003822AB">
              <w:rPr>
                <w:lang w:val="en-GB"/>
              </w:rPr>
              <w:t xml:space="preserve">name. String data type. Not editable.  </w:t>
            </w:r>
          </w:p>
        </w:tc>
      </w:tr>
      <w:tr w:rsidR="000B690F" w:rsidRPr="000B690F" w:rsidTr="003822AB">
        <w:tc>
          <w:tcPr>
            <w:cnfStyle w:val="001000000000" w:firstRow="0" w:lastRow="0" w:firstColumn="1" w:lastColumn="0" w:oddVBand="0" w:evenVBand="0" w:oddHBand="0" w:evenHBand="0" w:firstRowFirstColumn="0" w:firstRowLastColumn="0" w:lastRowFirstColumn="0" w:lastRowLastColumn="0"/>
            <w:tcW w:w="1591" w:type="pct"/>
          </w:tcPr>
          <w:p w:rsidR="000B690F" w:rsidRPr="000B690F" w:rsidRDefault="000B690F" w:rsidP="00A36C8B">
            <w:pPr>
              <w:rPr>
                <w:lang w:val="en-GB"/>
              </w:rPr>
            </w:pPr>
            <w:r w:rsidRPr="000B690F">
              <w:rPr>
                <w:lang w:val="en-GB"/>
              </w:rPr>
              <w:t xml:space="preserve">szMimeType </w:t>
            </w:r>
          </w:p>
        </w:tc>
        <w:tc>
          <w:tcPr>
            <w:tcW w:w="3409" w:type="pct"/>
          </w:tcPr>
          <w:p w:rsidR="000B690F" w:rsidRPr="000B690F" w:rsidRDefault="000B690F" w:rsidP="000B690F">
            <w:pPr>
              <w:cnfStyle w:val="000000000000" w:firstRow="0" w:lastRow="0" w:firstColumn="0" w:lastColumn="0" w:oddVBand="0" w:evenVBand="0" w:oddHBand="0" w:evenHBand="0" w:firstRowFirstColumn="0" w:firstRowLastColumn="0" w:lastRowFirstColumn="0" w:lastRowLastColumn="0"/>
              <w:rPr>
                <w:lang w:val="en-GB"/>
              </w:rPr>
            </w:pPr>
            <w:r w:rsidRPr="000B690F">
              <w:rPr>
                <w:lang w:val="en-GB"/>
              </w:rPr>
              <w:t xml:space="preserve"> </w:t>
            </w:r>
            <w:r w:rsidR="003822AB">
              <w:rPr>
                <w:lang w:val="en-GB"/>
              </w:rPr>
              <w:t>Data file’s</w:t>
            </w:r>
            <w:r w:rsidR="003822AB" w:rsidRPr="000B690F">
              <w:rPr>
                <w:lang w:val="en-GB"/>
              </w:rPr>
              <w:t xml:space="preserve"> </w:t>
            </w:r>
            <w:r w:rsidR="003822AB">
              <w:rPr>
                <w:lang w:val="en-GB"/>
              </w:rPr>
              <w:t xml:space="preserve">mime type. String data type. Not editable.  </w:t>
            </w:r>
          </w:p>
        </w:tc>
      </w:tr>
      <w:tr w:rsidR="000B690F" w:rsidRPr="000B690F" w:rsidTr="003822AB">
        <w:tc>
          <w:tcPr>
            <w:cnfStyle w:val="001000000000" w:firstRow="0" w:lastRow="0" w:firstColumn="1" w:lastColumn="0" w:oddVBand="0" w:evenVBand="0" w:oddHBand="0" w:evenHBand="0" w:firstRowFirstColumn="0" w:firstRowLastColumn="0" w:lastRowFirstColumn="0" w:lastRowLastColumn="0"/>
            <w:tcW w:w="1591" w:type="pct"/>
          </w:tcPr>
          <w:p w:rsidR="000B690F" w:rsidRPr="000B690F" w:rsidRDefault="000B690F" w:rsidP="00A36C8B">
            <w:pPr>
              <w:rPr>
                <w:lang w:val="en-GB"/>
              </w:rPr>
            </w:pPr>
            <w:r w:rsidRPr="000B690F">
              <w:rPr>
                <w:lang w:val="en-GB"/>
              </w:rPr>
              <w:t xml:space="preserve">szContentType </w:t>
            </w:r>
          </w:p>
        </w:tc>
        <w:tc>
          <w:tcPr>
            <w:tcW w:w="3409" w:type="pct"/>
          </w:tcPr>
          <w:p w:rsidR="000B690F" w:rsidRPr="000B690F" w:rsidRDefault="000B690F" w:rsidP="000B690F">
            <w:pPr>
              <w:cnfStyle w:val="000000000000" w:firstRow="0" w:lastRow="0" w:firstColumn="0" w:lastColumn="0" w:oddVBand="0" w:evenVBand="0" w:oddHBand="0" w:evenHBand="0" w:firstRowFirstColumn="0" w:firstRowLastColumn="0" w:lastRowFirstColumn="0" w:lastRowLastColumn="0"/>
              <w:rPr>
                <w:lang w:val="en-GB"/>
              </w:rPr>
            </w:pPr>
            <w:r w:rsidRPr="000B690F">
              <w:rPr>
                <w:lang w:val="en-GB"/>
              </w:rPr>
              <w:t xml:space="preserve"> </w:t>
            </w:r>
            <w:r w:rsidR="003822AB">
              <w:rPr>
                <w:lang w:val="en-GB"/>
              </w:rPr>
              <w:t xml:space="preserve">File embedding mode. String data type. Not editable.  </w:t>
            </w:r>
          </w:p>
        </w:tc>
      </w:tr>
      <w:tr w:rsidR="000B690F" w:rsidRPr="000B690F" w:rsidTr="003822AB">
        <w:tc>
          <w:tcPr>
            <w:cnfStyle w:val="001000000000" w:firstRow="0" w:lastRow="0" w:firstColumn="1" w:lastColumn="0" w:oddVBand="0" w:evenVBand="0" w:oddHBand="0" w:evenHBand="0" w:firstRowFirstColumn="0" w:firstRowLastColumn="0" w:lastRowFirstColumn="0" w:lastRowLastColumn="0"/>
            <w:tcW w:w="1591" w:type="pct"/>
          </w:tcPr>
          <w:p w:rsidR="000B690F" w:rsidRPr="000B690F" w:rsidRDefault="000B690F" w:rsidP="00A36C8B">
            <w:pPr>
              <w:rPr>
                <w:lang w:val="en-GB"/>
              </w:rPr>
            </w:pPr>
            <w:r w:rsidRPr="000B690F">
              <w:rPr>
                <w:lang w:val="en-GB"/>
              </w:rPr>
              <w:t xml:space="preserve">nSize </w:t>
            </w:r>
          </w:p>
        </w:tc>
        <w:tc>
          <w:tcPr>
            <w:tcW w:w="3409" w:type="pct"/>
          </w:tcPr>
          <w:p w:rsidR="000B690F" w:rsidRPr="000B690F" w:rsidRDefault="000B690F" w:rsidP="003822AB">
            <w:pPr>
              <w:cnfStyle w:val="000000000000" w:firstRow="0" w:lastRow="0" w:firstColumn="0" w:lastColumn="0" w:oddVBand="0" w:evenVBand="0" w:oddHBand="0" w:evenHBand="0" w:firstRowFirstColumn="0" w:firstRowLastColumn="0" w:lastRowFirstColumn="0" w:lastRowLastColumn="0"/>
              <w:rPr>
                <w:lang w:val="en-GB"/>
              </w:rPr>
            </w:pPr>
            <w:r w:rsidRPr="000B690F">
              <w:rPr>
                <w:lang w:val="en-GB"/>
              </w:rPr>
              <w:t xml:space="preserve"> </w:t>
            </w:r>
            <w:r w:rsidR="003822AB">
              <w:rPr>
                <w:lang w:val="en-GB"/>
              </w:rPr>
              <w:t xml:space="preserve">File size. Long data type. Not editable.  </w:t>
            </w:r>
          </w:p>
        </w:tc>
      </w:tr>
      <w:tr w:rsidR="000B690F" w:rsidRPr="000B690F" w:rsidTr="003822AB">
        <w:tc>
          <w:tcPr>
            <w:cnfStyle w:val="001000000000" w:firstRow="0" w:lastRow="0" w:firstColumn="1" w:lastColumn="0" w:oddVBand="0" w:evenVBand="0" w:oddHBand="0" w:evenHBand="0" w:firstRowFirstColumn="0" w:firstRowLastColumn="0" w:lastRowFirstColumn="0" w:lastRowLastColumn="0"/>
            <w:tcW w:w="1591" w:type="pct"/>
          </w:tcPr>
          <w:p w:rsidR="000B690F" w:rsidRPr="000B690F" w:rsidRDefault="000B690F" w:rsidP="00A36C8B">
            <w:pPr>
              <w:rPr>
                <w:lang w:val="en-GB"/>
              </w:rPr>
            </w:pPr>
            <w:r w:rsidRPr="000B690F">
              <w:rPr>
                <w:lang w:val="en-GB"/>
              </w:rPr>
              <w:t xml:space="preserve">szDigestType </w:t>
            </w:r>
          </w:p>
        </w:tc>
        <w:tc>
          <w:tcPr>
            <w:tcW w:w="3409" w:type="pct"/>
          </w:tcPr>
          <w:p w:rsidR="000B690F" w:rsidRPr="000B690F" w:rsidRDefault="000B690F" w:rsidP="003822AB">
            <w:pPr>
              <w:cnfStyle w:val="000000000000" w:firstRow="0" w:lastRow="0" w:firstColumn="0" w:lastColumn="0" w:oddVBand="0" w:evenVBand="0" w:oddHBand="0" w:evenHBand="0" w:firstRowFirstColumn="0" w:firstRowLastColumn="0" w:lastRowFirstColumn="0" w:lastRowLastColumn="0"/>
              <w:rPr>
                <w:lang w:val="en-GB"/>
              </w:rPr>
            </w:pPr>
            <w:r w:rsidRPr="000B690F">
              <w:rPr>
                <w:lang w:val="en-GB"/>
              </w:rPr>
              <w:t xml:space="preserve"> </w:t>
            </w:r>
            <w:r w:rsidR="003822AB">
              <w:rPr>
                <w:lang w:val="en-GB"/>
              </w:rPr>
              <w:t>Hash type. String data type.</w:t>
            </w:r>
            <w:r w:rsidRPr="000B690F">
              <w:rPr>
                <w:lang w:val="en-GB"/>
              </w:rPr>
              <w:t xml:space="preserve"> </w:t>
            </w:r>
            <w:r w:rsidR="003822AB">
              <w:rPr>
                <w:lang w:val="en-GB"/>
              </w:rPr>
              <w:t xml:space="preserve">Not editable.  </w:t>
            </w:r>
          </w:p>
        </w:tc>
      </w:tr>
      <w:tr w:rsidR="000B690F" w:rsidRPr="000B690F" w:rsidTr="003822AB">
        <w:tc>
          <w:tcPr>
            <w:cnfStyle w:val="001000000000" w:firstRow="0" w:lastRow="0" w:firstColumn="1" w:lastColumn="0" w:oddVBand="0" w:evenVBand="0" w:oddHBand="0" w:evenHBand="0" w:firstRowFirstColumn="0" w:firstRowLastColumn="0" w:lastRowFirstColumn="0" w:lastRowLastColumn="0"/>
            <w:tcW w:w="1591" w:type="pct"/>
          </w:tcPr>
          <w:p w:rsidR="000B690F" w:rsidRPr="000B690F" w:rsidRDefault="000B690F" w:rsidP="00A36C8B">
            <w:pPr>
              <w:rPr>
                <w:lang w:val="en-GB"/>
              </w:rPr>
            </w:pPr>
            <w:r w:rsidRPr="000B690F">
              <w:rPr>
                <w:lang w:val="en-GB"/>
              </w:rPr>
              <w:t xml:space="preserve">baDigest </w:t>
            </w:r>
          </w:p>
        </w:tc>
        <w:tc>
          <w:tcPr>
            <w:tcW w:w="3409" w:type="pct"/>
          </w:tcPr>
          <w:p w:rsidR="000B690F" w:rsidRPr="000B690F" w:rsidRDefault="000B690F" w:rsidP="003822AB">
            <w:pPr>
              <w:cnfStyle w:val="000000000000" w:firstRow="0" w:lastRow="0" w:firstColumn="0" w:lastColumn="0" w:oddVBand="0" w:evenVBand="0" w:oddHBand="0" w:evenHBand="0" w:firstRowFirstColumn="0" w:firstRowLastColumn="0" w:lastRowFirstColumn="0" w:lastRowLastColumn="0"/>
              <w:rPr>
                <w:lang w:val="en-GB"/>
              </w:rPr>
            </w:pPr>
            <w:r w:rsidRPr="000B690F">
              <w:rPr>
                <w:lang w:val="en-GB"/>
              </w:rPr>
              <w:t xml:space="preserve"> </w:t>
            </w:r>
            <w:r w:rsidR="003822AB">
              <w:rPr>
                <w:lang w:val="en-GB"/>
              </w:rPr>
              <w:t xml:space="preserve">Hash value. Byte vector. Not editable.  </w:t>
            </w:r>
          </w:p>
        </w:tc>
      </w:tr>
      <w:tr w:rsidR="000B690F" w:rsidRPr="000B690F" w:rsidTr="003822AB">
        <w:tc>
          <w:tcPr>
            <w:cnfStyle w:val="001000000000" w:firstRow="0" w:lastRow="0" w:firstColumn="1" w:lastColumn="0" w:oddVBand="0" w:evenVBand="0" w:oddHBand="0" w:evenHBand="0" w:firstRowFirstColumn="0" w:firstRowLastColumn="0" w:lastRowFirstColumn="0" w:lastRowLastColumn="0"/>
            <w:tcW w:w="1591" w:type="pct"/>
          </w:tcPr>
          <w:p w:rsidR="000B690F" w:rsidRPr="000B690F" w:rsidRDefault="000B690F" w:rsidP="00A36C8B">
            <w:pPr>
              <w:rPr>
                <w:lang w:val="en-GB"/>
              </w:rPr>
            </w:pPr>
            <w:r w:rsidRPr="000B690F">
              <w:rPr>
                <w:lang w:val="en-GB"/>
              </w:rPr>
              <w:t xml:space="preserve">nDigestLen </w:t>
            </w:r>
          </w:p>
        </w:tc>
        <w:tc>
          <w:tcPr>
            <w:tcW w:w="3409" w:type="pct"/>
          </w:tcPr>
          <w:p w:rsidR="000B690F" w:rsidRPr="000B690F" w:rsidRDefault="003822AB" w:rsidP="000B690F">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 Hash size. Long data type. Not editable.  </w:t>
            </w:r>
          </w:p>
        </w:tc>
      </w:tr>
      <w:tr w:rsidR="000B690F" w:rsidRPr="000B690F" w:rsidTr="003822AB">
        <w:tc>
          <w:tcPr>
            <w:cnfStyle w:val="001000000000" w:firstRow="0" w:lastRow="0" w:firstColumn="1" w:lastColumn="0" w:oddVBand="0" w:evenVBand="0" w:oddHBand="0" w:evenHBand="0" w:firstRowFirstColumn="0" w:firstRowLastColumn="0" w:lastRowFirstColumn="0" w:lastRowLastColumn="0"/>
            <w:tcW w:w="1591" w:type="pct"/>
          </w:tcPr>
          <w:p w:rsidR="000B690F" w:rsidRPr="000B690F" w:rsidRDefault="000B690F" w:rsidP="00A36C8B">
            <w:pPr>
              <w:rPr>
                <w:lang w:val="en-GB"/>
              </w:rPr>
            </w:pPr>
            <w:r w:rsidRPr="000B690F">
              <w:rPr>
                <w:lang w:val="en-GB"/>
              </w:rPr>
              <w:t xml:space="preserve">nAttributes </w:t>
            </w:r>
          </w:p>
        </w:tc>
        <w:tc>
          <w:tcPr>
            <w:tcW w:w="3409" w:type="pct"/>
          </w:tcPr>
          <w:p w:rsidR="000B690F" w:rsidRPr="000B690F" w:rsidRDefault="000B690F" w:rsidP="0015507D">
            <w:pPr>
              <w:cnfStyle w:val="000000000000" w:firstRow="0" w:lastRow="0" w:firstColumn="0" w:lastColumn="0" w:oddVBand="0" w:evenVBand="0" w:oddHBand="0" w:evenHBand="0" w:firstRowFirstColumn="0" w:firstRowLastColumn="0" w:lastRowFirstColumn="0" w:lastRowLastColumn="0"/>
              <w:rPr>
                <w:lang w:val="en-GB"/>
              </w:rPr>
            </w:pPr>
            <w:r w:rsidRPr="000B690F">
              <w:rPr>
                <w:lang w:val="en-GB"/>
              </w:rPr>
              <w:t xml:space="preserve"> </w:t>
            </w:r>
            <w:r w:rsidR="0015507D">
              <w:rPr>
                <w:lang w:val="en-GB"/>
              </w:rPr>
              <w:t>Number of attributes. Long data type.</w:t>
            </w:r>
            <w:r w:rsidRPr="000B690F">
              <w:rPr>
                <w:lang w:val="en-GB"/>
              </w:rPr>
              <w:t xml:space="preserve"> </w:t>
            </w:r>
            <w:r w:rsidR="003822AB">
              <w:rPr>
                <w:lang w:val="en-GB"/>
              </w:rPr>
              <w:t xml:space="preserve">Not editable.  </w:t>
            </w:r>
          </w:p>
        </w:tc>
      </w:tr>
      <w:tr w:rsidR="000B690F" w:rsidRPr="000B690F" w:rsidTr="003822AB">
        <w:tc>
          <w:tcPr>
            <w:cnfStyle w:val="001000000000" w:firstRow="0" w:lastRow="0" w:firstColumn="1" w:lastColumn="0" w:oddVBand="0" w:evenVBand="0" w:oddHBand="0" w:evenHBand="0" w:firstRowFirstColumn="0" w:firstRowLastColumn="0" w:lastRowFirstColumn="0" w:lastRowLastColumn="0"/>
            <w:tcW w:w="1591" w:type="pct"/>
          </w:tcPr>
          <w:p w:rsidR="000B690F" w:rsidRPr="000B690F" w:rsidRDefault="000B690F" w:rsidP="00A36C8B">
            <w:pPr>
              <w:rPr>
                <w:lang w:val="en-GB"/>
              </w:rPr>
            </w:pPr>
            <w:r w:rsidRPr="000B690F">
              <w:rPr>
                <w:lang w:val="en-GB"/>
              </w:rPr>
              <w:t xml:space="preserve">szaAttNames </w:t>
            </w:r>
          </w:p>
        </w:tc>
        <w:tc>
          <w:tcPr>
            <w:tcW w:w="3409" w:type="pct"/>
          </w:tcPr>
          <w:p w:rsidR="000B690F" w:rsidRPr="000B690F" w:rsidRDefault="000B690F" w:rsidP="0015507D">
            <w:pPr>
              <w:cnfStyle w:val="000000000000" w:firstRow="0" w:lastRow="0" w:firstColumn="0" w:lastColumn="0" w:oddVBand="0" w:evenVBand="0" w:oddHBand="0" w:evenHBand="0" w:firstRowFirstColumn="0" w:firstRowLastColumn="0" w:lastRowFirstColumn="0" w:lastRowLastColumn="0"/>
              <w:rPr>
                <w:lang w:val="en-GB"/>
              </w:rPr>
            </w:pPr>
            <w:r w:rsidRPr="000B690F">
              <w:rPr>
                <w:lang w:val="en-GB"/>
              </w:rPr>
              <w:t xml:space="preserve"> </w:t>
            </w:r>
            <w:r w:rsidR="0015507D">
              <w:rPr>
                <w:lang w:val="en-GB"/>
              </w:rPr>
              <w:t xml:space="preserve">Attribute names. String vector. </w:t>
            </w:r>
            <w:r w:rsidR="003822AB">
              <w:rPr>
                <w:lang w:val="en-GB"/>
              </w:rPr>
              <w:t xml:space="preserve">Not editable.  </w:t>
            </w:r>
          </w:p>
        </w:tc>
      </w:tr>
      <w:tr w:rsidR="000B690F" w:rsidRPr="000B690F" w:rsidTr="003822AB">
        <w:tc>
          <w:tcPr>
            <w:cnfStyle w:val="001000000000" w:firstRow="0" w:lastRow="0" w:firstColumn="1" w:lastColumn="0" w:oddVBand="0" w:evenVBand="0" w:oddHBand="0" w:evenHBand="0" w:firstRowFirstColumn="0" w:firstRowLastColumn="0" w:lastRowFirstColumn="0" w:lastRowLastColumn="0"/>
            <w:tcW w:w="1591" w:type="pct"/>
          </w:tcPr>
          <w:p w:rsidR="000B690F" w:rsidRPr="000B690F" w:rsidRDefault="000B690F" w:rsidP="00A36C8B">
            <w:pPr>
              <w:rPr>
                <w:lang w:val="en-GB"/>
              </w:rPr>
            </w:pPr>
            <w:r w:rsidRPr="000B690F">
              <w:rPr>
                <w:lang w:val="en-GB"/>
              </w:rPr>
              <w:t xml:space="preserve">szaAttValues </w:t>
            </w:r>
          </w:p>
        </w:tc>
        <w:tc>
          <w:tcPr>
            <w:tcW w:w="3409" w:type="pct"/>
          </w:tcPr>
          <w:p w:rsidR="000B690F" w:rsidRPr="000B690F" w:rsidRDefault="000B690F" w:rsidP="0015507D">
            <w:pPr>
              <w:cnfStyle w:val="000000000000" w:firstRow="0" w:lastRow="0" w:firstColumn="0" w:lastColumn="0" w:oddVBand="0" w:evenVBand="0" w:oddHBand="0" w:evenHBand="0" w:firstRowFirstColumn="0" w:firstRowLastColumn="0" w:lastRowFirstColumn="0" w:lastRowLastColumn="0"/>
              <w:rPr>
                <w:lang w:val="en-GB"/>
              </w:rPr>
            </w:pPr>
            <w:r w:rsidRPr="000B690F">
              <w:rPr>
                <w:lang w:val="en-GB"/>
              </w:rPr>
              <w:t xml:space="preserve"> </w:t>
            </w:r>
            <w:r w:rsidR="0015507D">
              <w:rPr>
                <w:lang w:val="en-GB"/>
              </w:rPr>
              <w:t xml:space="preserve">Attribute values. </w:t>
            </w:r>
            <w:r w:rsidR="003822AB">
              <w:rPr>
                <w:lang w:val="en-GB"/>
              </w:rPr>
              <w:t>Not editable.</w:t>
            </w:r>
          </w:p>
        </w:tc>
      </w:tr>
    </w:tbl>
    <w:p w:rsidR="00B152D1" w:rsidRPr="00B152D1" w:rsidRDefault="00B152D1" w:rsidP="00B152D1">
      <w:pPr>
        <w:rPr>
          <w:lang w:val="en-GB"/>
        </w:rPr>
      </w:pPr>
      <w:r w:rsidRPr="00B152D1">
        <w:rPr>
          <w:lang w:val="en-GB"/>
        </w:rPr>
        <w:t xml:space="preserve"> </w:t>
      </w:r>
    </w:p>
    <w:p w:rsidR="00B152D1" w:rsidRPr="00B152D1" w:rsidRDefault="00B92676" w:rsidP="00B152D1">
      <w:pPr>
        <w:rPr>
          <w:lang w:val="en-GB"/>
        </w:rPr>
      </w:pPr>
      <w:r w:rsidRPr="00B92676">
        <w:rPr>
          <w:b/>
          <w:u w:val="single"/>
          <w:lang w:val="en-GB"/>
        </w:rPr>
        <w:t>Methods</w:t>
      </w:r>
      <w:r w:rsidR="00B152D1" w:rsidRPr="00B152D1">
        <w:rPr>
          <w:lang w:val="en-GB"/>
        </w:rPr>
        <w:t xml:space="preserve"> </w:t>
      </w:r>
    </w:p>
    <w:tbl>
      <w:tblPr>
        <w:tblStyle w:val="Parameters"/>
        <w:tblW w:w="5000" w:type="pct"/>
        <w:tblLook w:val="04A0" w:firstRow="1" w:lastRow="0" w:firstColumn="1" w:lastColumn="0" w:noHBand="0" w:noVBand="1"/>
      </w:tblPr>
      <w:tblGrid>
        <w:gridCol w:w="2674"/>
        <w:gridCol w:w="5762"/>
      </w:tblGrid>
      <w:tr w:rsidR="000B690F" w:rsidRPr="00C26357" w:rsidTr="000B69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5" w:type="pct"/>
          </w:tcPr>
          <w:p w:rsidR="000B690F" w:rsidRPr="00C26357" w:rsidRDefault="000B690F" w:rsidP="00A36C8B">
            <w:pPr>
              <w:rPr>
                <w:b/>
                <w:lang w:val="en-GB"/>
              </w:rPr>
            </w:pPr>
            <w:r w:rsidRPr="00C26357">
              <w:rPr>
                <w:b/>
                <w:lang w:val="en-GB"/>
              </w:rPr>
              <w:t>Name</w:t>
            </w:r>
          </w:p>
        </w:tc>
        <w:tc>
          <w:tcPr>
            <w:tcW w:w="3415" w:type="pct"/>
          </w:tcPr>
          <w:p w:rsidR="000B690F" w:rsidRPr="00C26357" w:rsidRDefault="000B690F" w:rsidP="00A36C8B">
            <w:pPr>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0B690F" w:rsidRPr="000B690F" w:rsidTr="000B690F">
        <w:tc>
          <w:tcPr>
            <w:cnfStyle w:val="001000000000" w:firstRow="0" w:lastRow="0" w:firstColumn="1" w:lastColumn="0" w:oddVBand="0" w:evenVBand="0" w:oddHBand="0" w:evenHBand="0" w:firstRowFirstColumn="0" w:firstRowLastColumn="0" w:lastRowFirstColumn="0" w:lastRowLastColumn="0"/>
            <w:tcW w:w="1585" w:type="pct"/>
          </w:tcPr>
          <w:p w:rsidR="000B690F" w:rsidRPr="000B690F" w:rsidRDefault="000B690F" w:rsidP="000B690F">
            <w:pPr>
              <w:rPr>
                <w:lang w:val="en-GB"/>
              </w:rPr>
            </w:pPr>
            <w:r w:rsidRPr="000B690F">
              <w:rPr>
                <w:lang w:val="en-GB"/>
              </w:rPr>
              <w:t>addAttribute</w:t>
            </w:r>
          </w:p>
        </w:tc>
        <w:tc>
          <w:tcPr>
            <w:tcW w:w="3415" w:type="pct"/>
          </w:tcPr>
          <w:p w:rsidR="000B690F" w:rsidRDefault="00F458D6" w:rsidP="000B690F">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Adds an attribute. </w:t>
            </w:r>
          </w:p>
          <w:p w:rsidR="000B690F" w:rsidRDefault="000B690F" w:rsidP="000B690F">
            <w:pPr>
              <w:cnfStyle w:val="000000000000" w:firstRow="0" w:lastRow="0" w:firstColumn="0" w:lastColumn="0" w:oddVBand="0" w:evenVBand="0" w:oddHBand="0" w:evenHBand="0" w:firstRowFirstColumn="0" w:firstRowLastColumn="0" w:lastRowFirstColumn="0" w:lastRowLastColumn="0"/>
              <w:rPr>
                <w:lang w:val="en-GB"/>
              </w:rPr>
            </w:pPr>
            <w:proofErr w:type="gramStart"/>
            <w:r w:rsidRPr="000B690F">
              <w:rPr>
                <w:lang w:val="en-GB"/>
              </w:rPr>
              <w:t>szAttrName</w:t>
            </w:r>
            <w:proofErr w:type="gramEnd"/>
            <w:r w:rsidR="00F458D6">
              <w:rPr>
                <w:lang w:val="en-GB"/>
              </w:rPr>
              <w:t xml:space="preserve"> – attribute name. String data type.</w:t>
            </w:r>
          </w:p>
          <w:p w:rsidR="000B690F" w:rsidRPr="000B690F" w:rsidRDefault="000B690F" w:rsidP="00F458D6">
            <w:pPr>
              <w:cnfStyle w:val="000000000000" w:firstRow="0" w:lastRow="0" w:firstColumn="0" w:lastColumn="0" w:oddVBand="0" w:evenVBand="0" w:oddHBand="0" w:evenHBand="0" w:firstRowFirstColumn="0" w:firstRowLastColumn="0" w:lastRowFirstColumn="0" w:lastRowLastColumn="0"/>
              <w:rPr>
                <w:lang w:val="en-GB"/>
              </w:rPr>
            </w:pPr>
            <w:proofErr w:type="gramStart"/>
            <w:r w:rsidRPr="000B690F">
              <w:rPr>
                <w:lang w:val="en-GB"/>
              </w:rPr>
              <w:t>szAttrValue</w:t>
            </w:r>
            <w:proofErr w:type="gramEnd"/>
            <w:r w:rsidRPr="000B690F">
              <w:rPr>
                <w:lang w:val="en-GB"/>
              </w:rPr>
              <w:t xml:space="preserve"> </w:t>
            </w:r>
            <w:r w:rsidR="00F458D6">
              <w:rPr>
                <w:lang w:val="en-GB"/>
              </w:rPr>
              <w:t xml:space="preserve">– attribute value. String data type. </w:t>
            </w:r>
          </w:p>
        </w:tc>
      </w:tr>
      <w:tr w:rsidR="000B690F" w:rsidRPr="000B690F" w:rsidTr="000B690F">
        <w:tc>
          <w:tcPr>
            <w:cnfStyle w:val="001000000000" w:firstRow="0" w:lastRow="0" w:firstColumn="1" w:lastColumn="0" w:oddVBand="0" w:evenVBand="0" w:oddHBand="0" w:evenHBand="0" w:firstRowFirstColumn="0" w:firstRowLastColumn="0" w:lastRowFirstColumn="0" w:lastRowLastColumn="0"/>
            <w:tcW w:w="1585" w:type="pct"/>
          </w:tcPr>
          <w:p w:rsidR="000B690F" w:rsidRPr="000B690F" w:rsidRDefault="000B690F" w:rsidP="000B690F">
            <w:pPr>
              <w:rPr>
                <w:lang w:val="en-GB"/>
              </w:rPr>
            </w:pPr>
            <w:r w:rsidRPr="000B690F">
              <w:rPr>
                <w:lang w:val="en-GB"/>
              </w:rPr>
              <w:t>getAttributeName</w:t>
            </w:r>
          </w:p>
        </w:tc>
        <w:tc>
          <w:tcPr>
            <w:tcW w:w="3415" w:type="pct"/>
          </w:tcPr>
          <w:p w:rsidR="00F458D6" w:rsidRDefault="00F458D6" w:rsidP="000B690F">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Returns attribute’s name. </w:t>
            </w:r>
          </w:p>
          <w:p w:rsidR="000B690F" w:rsidRPr="000B690F" w:rsidRDefault="000B690F" w:rsidP="00F458D6">
            <w:pPr>
              <w:cnfStyle w:val="000000000000" w:firstRow="0" w:lastRow="0" w:firstColumn="0" w:lastColumn="0" w:oddVBand="0" w:evenVBand="0" w:oddHBand="0" w:evenHBand="0" w:firstRowFirstColumn="0" w:firstRowLastColumn="0" w:lastRowFirstColumn="0" w:lastRowLastColumn="0"/>
              <w:rPr>
                <w:lang w:val="en-GB"/>
              </w:rPr>
            </w:pPr>
            <w:proofErr w:type="gramStart"/>
            <w:r w:rsidRPr="000B690F">
              <w:rPr>
                <w:lang w:val="en-GB"/>
              </w:rPr>
              <w:t>nIndex</w:t>
            </w:r>
            <w:proofErr w:type="gramEnd"/>
            <w:r w:rsidRPr="000B690F">
              <w:rPr>
                <w:lang w:val="en-GB"/>
              </w:rPr>
              <w:t xml:space="preserve"> </w:t>
            </w:r>
            <w:r w:rsidR="00F458D6">
              <w:rPr>
                <w:lang w:val="en-GB"/>
              </w:rPr>
              <w:t xml:space="preserve">– attribute’s index. Long data type. </w:t>
            </w:r>
          </w:p>
        </w:tc>
      </w:tr>
      <w:tr w:rsidR="000B690F" w:rsidRPr="000B690F" w:rsidTr="000B690F">
        <w:tc>
          <w:tcPr>
            <w:cnfStyle w:val="001000000000" w:firstRow="0" w:lastRow="0" w:firstColumn="1" w:lastColumn="0" w:oddVBand="0" w:evenVBand="0" w:oddHBand="0" w:evenHBand="0" w:firstRowFirstColumn="0" w:firstRowLastColumn="0" w:lastRowFirstColumn="0" w:lastRowLastColumn="0"/>
            <w:tcW w:w="1585" w:type="pct"/>
          </w:tcPr>
          <w:p w:rsidR="000B690F" w:rsidRPr="000B690F" w:rsidRDefault="000B690F" w:rsidP="00A36C8B">
            <w:pPr>
              <w:rPr>
                <w:lang w:val="en-GB"/>
              </w:rPr>
            </w:pPr>
            <w:r w:rsidRPr="000B690F">
              <w:rPr>
                <w:lang w:val="en-GB"/>
              </w:rPr>
              <w:t>getAttributeValue</w:t>
            </w:r>
          </w:p>
        </w:tc>
        <w:tc>
          <w:tcPr>
            <w:tcW w:w="3415" w:type="pct"/>
          </w:tcPr>
          <w:p w:rsidR="000B690F" w:rsidRDefault="00F458D6" w:rsidP="000B690F">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Returns attribute’s value. </w:t>
            </w:r>
          </w:p>
          <w:p w:rsidR="000B690F" w:rsidRPr="000B690F" w:rsidRDefault="000B690F" w:rsidP="00F458D6">
            <w:pPr>
              <w:cnfStyle w:val="000000000000" w:firstRow="0" w:lastRow="0" w:firstColumn="0" w:lastColumn="0" w:oddVBand="0" w:evenVBand="0" w:oddHBand="0" w:evenHBand="0" w:firstRowFirstColumn="0" w:firstRowLastColumn="0" w:lastRowFirstColumn="0" w:lastRowLastColumn="0"/>
              <w:rPr>
                <w:lang w:val="en-GB"/>
              </w:rPr>
            </w:pPr>
            <w:proofErr w:type="gramStart"/>
            <w:r w:rsidRPr="000B690F">
              <w:rPr>
                <w:lang w:val="en-GB"/>
              </w:rPr>
              <w:t>nIndex</w:t>
            </w:r>
            <w:proofErr w:type="gramEnd"/>
            <w:r w:rsidRPr="000B690F">
              <w:rPr>
                <w:lang w:val="en-GB"/>
              </w:rPr>
              <w:t xml:space="preserve"> </w:t>
            </w:r>
            <w:r w:rsidR="00F458D6">
              <w:rPr>
                <w:lang w:val="en-GB"/>
              </w:rPr>
              <w:t xml:space="preserve">– attribute’s index. Long data type. </w:t>
            </w:r>
          </w:p>
        </w:tc>
      </w:tr>
    </w:tbl>
    <w:p w:rsidR="00B152D1" w:rsidRPr="00B152D1" w:rsidRDefault="00B152D1" w:rsidP="00B152D1">
      <w:pPr>
        <w:rPr>
          <w:lang w:val="en-GB"/>
        </w:rPr>
      </w:pPr>
      <w:r w:rsidRPr="00B152D1">
        <w:rPr>
          <w:lang w:val="en-GB"/>
        </w:rPr>
        <w:t xml:space="preserve"> </w:t>
      </w:r>
    </w:p>
    <w:p w:rsidR="00B152D1" w:rsidRPr="00BF57C5" w:rsidRDefault="00B152D1" w:rsidP="003822AB">
      <w:pPr>
        <w:pStyle w:val="apHeading2"/>
      </w:pPr>
      <w:bookmarkStart w:id="54" w:name="_Toc345343813"/>
      <w:bookmarkStart w:id="55" w:name="_Toc346288039"/>
      <w:r w:rsidRPr="00B152D1">
        <w:t>ComDocInfo</w:t>
      </w:r>
      <w:bookmarkEnd w:id="54"/>
      <w:bookmarkEnd w:id="55"/>
      <w:r w:rsidRPr="00B152D1">
        <w:t xml:space="preserve"> </w:t>
      </w:r>
    </w:p>
    <w:p w:rsidR="00B152D1" w:rsidRPr="00B152D1" w:rsidRDefault="008D51C8" w:rsidP="00B152D1">
      <w:pPr>
        <w:rPr>
          <w:lang w:val="en-GB"/>
        </w:rPr>
      </w:pPr>
      <w:r>
        <w:rPr>
          <w:lang w:val="en-GB"/>
        </w:rPr>
        <w:t>Signed attributes of one particular data file.</w:t>
      </w:r>
    </w:p>
    <w:p w:rsidR="00B152D1" w:rsidRPr="00B152D1" w:rsidRDefault="00B152D1" w:rsidP="00B152D1">
      <w:pPr>
        <w:rPr>
          <w:lang w:val="en-GB"/>
        </w:rPr>
      </w:pPr>
      <w:r w:rsidRPr="00B152D1">
        <w:rPr>
          <w:lang w:val="en-GB"/>
        </w:rPr>
        <w:t xml:space="preserve"> </w:t>
      </w:r>
      <w:r w:rsidR="00C26357" w:rsidRPr="00C26357">
        <w:rPr>
          <w:b/>
          <w:u w:val="single"/>
          <w:lang w:val="en-GB"/>
        </w:rPr>
        <w:t>Attributes</w:t>
      </w:r>
      <w:r w:rsidRPr="00B152D1">
        <w:rPr>
          <w:lang w:val="en-GB"/>
        </w:rPr>
        <w:t xml:space="preserve"> </w:t>
      </w:r>
    </w:p>
    <w:tbl>
      <w:tblPr>
        <w:tblStyle w:val="Parameters"/>
        <w:tblW w:w="5000" w:type="pct"/>
        <w:tblLook w:val="04A0" w:firstRow="1" w:lastRow="0" w:firstColumn="1" w:lastColumn="0" w:noHBand="0" w:noVBand="1"/>
      </w:tblPr>
      <w:tblGrid>
        <w:gridCol w:w="2661"/>
        <w:gridCol w:w="5775"/>
      </w:tblGrid>
      <w:tr w:rsidR="00A740DE" w:rsidRPr="00C26357" w:rsidTr="00A740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7" w:type="pct"/>
          </w:tcPr>
          <w:p w:rsidR="00A740DE" w:rsidRPr="00C26357" w:rsidRDefault="00A740DE" w:rsidP="00A36C8B">
            <w:pPr>
              <w:rPr>
                <w:b/>
                <w:lang w:val="en-GB"/>
              </w:rPr>
            </w:pPr>
            <w:r w:rsidRPr="00C26357">
              <w:rPr>
                <w:b/>
                <w:lang w:val="en-GB"/>
              </w:rPr>
              <w:t>Name</w:t>
            </w:r>
          </w:p>
        </w:tc>
        <w:tc>
          <w:tcPr>
            <w:tcW w:w="3423" w:type="pct"/>
          </w:tcPr>
          <w:p w:rsidR="00A740DE" w:rsidRPr="00C26357" w:rsidRDefault="00A740DE" w:rsidP="00A36C8B">
            <w:pPr>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A740DE" w:rsidRPr="00A740DE" w:rsidTr="00A740DE">
        <w:tc>
          <w:tcPr>
            <w:cnfStyle w:val="001000000000" w:firstRow="0" w:lastRow="0" w:firstColumn="1" w:lastColumn="0" w:oddVBand="0" w:evenVBand="0" w:oddHBand="0" w:evenHBand="0" w:firstRowFirstColumn="0" w:firstRowLastColumn="0" w:lastRowFirstColumn="0" w:lastRowLastColumn="0"/>
            <w:tcW w:w="1577" w:type="pct"/>
          </w:tcPr>
          <w:p w:rsidR="00A740DE" w:rsidRPr="00A740DE" w:rsidRDefault="00A740DE" w:rsidP="00A36C8B">
            <w:pPr>
              <w:rPr>
                <w:lang w:val="en-GB"/>
              </w:rPr>
            </w:pPr>
            <w:r w:rsidRPr="00A740DE">
              <w:rPr>
                <w:lang w:val="en-GB"/>
              </w:rPr>
              <w:t xml:space="preserve">szDocId </w:t>
            </w:r>
          </w:p>
        </w:tc>
        <w:tc>
          <w:tcPr>
            <w:tcW w:w="3423" w:type="pct"/>
          </w:tcPr>
          <w:p w:rsidR="00A740DE" w:rsidRPr="00A740DE" w:rsidRDefault="00F458D6" w:rsidP="00F458D6">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Data file’s identifier. String data type. </w:t>
            </w:r>
          </w:p>
        </w:tc>
      </w:tr>
      <w:tr w:rsidR="00A740DE" w:rsidRPr="00A740DE" w:rsidTr="00A740DE">
        <w:tc>
          <w:tcPr>
            <w:cnfStyle w:val="001000000000" w:firstRow="0" w:lastRow="0" w:firstColumn="1" w:lastColumn="0" w:oddVBand="0" w:evenVBand="0" w:oddHBand="0" w:evenHBand="0" w:firstRowFirstColumn="0" w:firstRowLastColumn="0" w:lastRowFirstColumn="0" w:lastRowLastColumn="0"/>
            <w:tcW w:w="1577" w:type="pct"/>
          </w:tcPr>
          <w:p w:rsidR="00A740DE" w:rsidRPr="00A740DE" w:rsidRDefault="00A740DE" w:rsidP="00A36C8B">
            <w:pPr>
              <w:rPr>
                <w:lang w:val="en-GB"/>
              </w:rPr>
            </w:pPr>
            <w:r w:rsidRPr="00A740DE">
              <w:rPr>
                <w:lang w:val="en-GB"/>
              </w:rPr>
              <w:t xml:space="preserve">szDigestType </w:t>
            </w:r>
          </w:p>
        </w:tc>
        <w:tc>
          <w:tcPr>
            <w:tcW w:w="3423" w:type="pct"/>
          </w:tcPr>
          <w:p w:rsidR="00A740DE" w:rsidRPr="00A740DE" w:rsidRDefault="00F458D6" w:rsidP="00F458D6">
            <w:pPr>
              <w:cnfStyle w:val="000000000000" w:firstRow="0" w:lastRow="0" w:firstColumn="0" w:lastColumn="0" w:oddVBand="0" w:evenVBand="0" w:oddHBand="0" w:evenHBand="0" w:firstRowFirstColumn="0" w:firstRowLastColumn="0" w:lastRowFirstColumn="0" w:lastRowLastColumn="0"/>
              <w:rPr>
                <w:lang w:val="en-GB"/>
              </w:rPr>
            </w:pPr>
            <w:r>
              <w:rPr>
                <w:lang w:val="en-GB"/>
              </w:rPr>
              <w:t>Hash type.</w:t>
            </w:r>
            <w:r w:rsidR="00A740DE" w:rsidRPr="00A740DE">
              <w:rPr>
                <w:lang w:val="en-GB"/>
              </w:rPr>
              <w:t xml:space="preserve"> </w:t>
            </w:r>
            <w:r w:rsidR="00EA29B6" w:rsidRPr="00EA29B6">
              <w:rPr>
                <w:lang w:val="en-GB"/>
              </w:rPr>
              <w:t>Constant</w:t>
            </w:r>
            <w:r w:rsidR="00A740DE" w:rsidRPr="00EA29B6">
              <w:rPr>
                <w:lang w:val="en-GB"/>
              </w:rPr>
              <w:t xml:space="preserve"> DIGEST_SHA1_NAME.</w:t>
            </w:r>
            <w:r w:rsidR="00A740DE" w:rsidRPr="00A740DE">
              <w:rPr>
                <w:lang w:val="en-GB"/>
              </w:rPr>
              <w:t xml:space="preserve"> </w:t>
            </w:r>
          </w:p>
        </w:tc>
      </w:tr>
      <w:tr w:rsidR="00A740DE" w:rsidRPr="00A740DE" w:rsidTr="00A740DE">
        <w:tc>
          <w:tcPr>
            <w:cnfStyle w:val="001000000000" w:firstRow="0" w:lastRow="0" w:firstColumn="1" w:lastColumn="0" w:oddVBand="0" w:evenVBand="0" w:oddHBand="0" w:evenHBand="0" w:firstRowFirstColumn="0" w:firstRowLastColumn="0" w:lastRowFirstColumn="0" w:lastRowLastColumn="0"/>
            <w:tcW w:w="1577" w:type="pct"/>
          </w:tcPr>
          <w:p w:rsidR="00A740DE" w:rsidRPr="00A740DE" w:rsidRDefault="00A740DE" w:rsidP="00A36C8B">
            <w:pPr>
              <w:rPr>
                <w:lang w:val="en-GB"/>
              </w:rPr>
            </w:pPr>
            <w:r w:rsidRPr="00A740DE">
              <w:rPr>
                <w:lang w:val="en-GB"/>
              </w:rPr>
              <w:t xml:space="preserve">nDigestLen </w:t>
            </w:r>
          </w:p>
        </w:tc>
        <w:tc>
          <w:tcPr>
            <w:tcW w:w="3423" w:type="pct"/>
          </w:tcPr>
          <w:p w:rsidR="00A740DE" w:rsidRPr="00A740DE" w:rsidRDefault="00F458D6" w:rsidP="00F458D6">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Hash size. Long data type, not editable. </w:t>
            </w:r>
          </w:p>
        </w:tc>
      </w:tr>
      <w:tr w:rsidR="00A740DE" w:rsidRPr="00A740DE" w:rsidTr="00A740DE">
        <w:tc>
          <w:tcPr>
            <w:cnfStyle w:val="001000000000" w:firstRow="0" w:lastRow="0" w:firstColumn="1" w:lastColumn="0" w:oddVBand="0" w:evenVBand="0" w:oddHBand="0" w:evenHBand="0" w:firstRowFirstColumn="0" w:firstRowLastColumn="0" w:lastRowFirstColumn="0" w:lastRowLastColumn="0"/>
            <w:tcW w:w="1577" w:type="pct"/>
          </w:tcPr>
          <w:p w:rsidR="00A740DE" w:rsidRPr="00A740DE" w:rsidRDefault="00A740DE" w:rsidP="00A36C8B">
            <w:pPr>
              <w:rPr>
                <w:lang w:val="en-GB"/>
              </w:rPr>
            </w:pPr>
            <w:r w:rsidRPr="00A740DE">
              <w:rPr>
                <w:lang w:val="en-GB"/>
              </w:rPr>
              <w:t xml:space="preserve">baDigest </w:t>
            </w:r>
          </w:p>
        </w:tc>
        <w:tc>
          <w:tcPr>
            <w:tcW w:w="3423" w:type="pct"/>
          </w:tcPr>
          <w:p w:rsidR="00A740DE" w:rsidRPr="00A740DE" w:rsidRDefault="00F458D6" w:rsidP="00F458D6">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Hash value. Byte vector. </w:t>
            </w:r>
          </w:p>
        </w:tc>
      </w:tr>
      <w:tr w:rsidR="00A740DE" w:rsidRPr="00A740DE" w:rsidTr="00A740DE">
        <w:tc>
          <w:tcPr>
            <w:cnfStyle w:val="001000000000" w:firstRow="0" w:lastRow="0" w:firstColumn="1" w:lastColumn="0" w:oddVBand="0" w:evenVBand="0" w:oddHBand="0" w:evenHBand="0" w:firstRowFirstColumn="0" w:firstRowLastColumn="0" w:lastRowFirstColumn="0" w:lastRowLastColumn="0"/>
            <w:tcW w:w="1577" w:type="pct"/>
          </w:tcPr>
          <w:p w:rsidR="00A740DE" w:rsidRPr="00A740DE" w:rsidRDefault="00A740DE" w:rsidP="00A36C8B">
            <w:pPr>
              <w:rPr>
                <w:lang w:val="en-GB"/>
              </w:rPr>
            </w:pPr>
            <w:r w:rsidRPr="00A740DE">
              <w:rPr>
                <w:lang w:val="en-GB"/>
              </w:rPr>
              <w:t xml:space="preserve">nMimeDigestLen </w:t>
            </w:r>
          </w:p>
        </w:tc>
        <w:tc>
          <w:tcPr>
            <w:tcW w:w="3423" w:type="pct"/>
          </w:tcPr>
          <w:p w:rsidR="00A740DE" w:rsidRPr="00A740DE" w:rsidRDefault="00F458D6" w:rsidP="00F458D6">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Mime type’s hash size. Long data type, not editable. </w:t>
            </w:r>
          </w:p>
        </w:tc>
      </w:tr>
      <w:tr w:rsidR="00A740DE" w:rsidRPr="00A740DE" w:rsidTr="00A740DE">
        <w:tc>
          <w:tcPr>
            <w:cnfStyle w:val="001000000000" w:firstRow="0" w:lastRow="0" w:firstColumn="1" w:lastColumn="0" w:oddVBand="0" w:evenVBand="0" w:oddHBand="0" w:evenHBand="0" w:firstRowFirstColumn="0" w:firstRowLastColumn="0" w:lastRowFirstColumn="0" w:lastRowLastColumn="0"/>
            <w:tcW w:w="1577" w:type="pct"/>
          </w:tcPr>
          <w:p w:rsidR="00A740DE" w:rsidRPr="00A740DE" w:rsidRDefault="00A740DE" w:rsidP="00A36C8B">
            <w:pPr>
              <w:rPr>
                <w:lang w:val="en-GB"/>
              </w:rPr>
            </w:pPr>
            <w:r w:rsidRPr="00A740DE">
              <w:rPr>
                <w:lang w:val="en-GB"/>
              </w:rPr>
              <w:t xml:space="preserve">baMimeDigest </w:t>
            </w:r>
          </w:p>
        </w:tc>
        <w:tc>
          <w:tcPr>
            <w:tcW w:w="3423" w:type="pct"/>
          </w:tcPr>
          <w:p w:rsidR="00A740DE" w:rsidRPr="00A740DE" w:rsidRDefault="00F458D6" w:rsidP="00F458D6">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Mime type’s hash value. Byte vector. </w:t>
            </w:r>
          </w:p>
        </w:tc>
      </w:tr>
    </w:tbl>
    <w:p w:rsidR="00B152D1" w:rsidRPr="00B152D1" w:rsidRDefault="00B152D1" w:rsidP="00B152D1">
      <w:pPr>
        <w:rPr>
          <w:lang w:val="en-GB"/>
        </w:rPr>
      </w:pPr>
      <w:r w:rsidRPr="00B152D1">
        <w:rPr>
          <w:lang w:val="en-GB"/>
        </w:rPr>
        <w:t xml:space="preserve"> </w:t>
      </w:r>
    </w:p>
    <w:p w:rsidR="00B152D1" w:rsidRPr="00DE784B" w:rsidRDefault="00B152D1" w:rsidP="003822AB">
      <w:pPr>
        <w:pStyle w:val="apHeading2"/>
      </w:pPr>
      <w:bookmarkStart w:id="56" w:name="_Toc345343814"/>
      <w:bookmarkStart w:id="57" w:name="_Toc346288040"/>
      <w:r w:rsidRPr="00DE784B">
        <w:lastRenderedPageBreak/>
        <w:t>ComSignatureInfo</w:t>
      </w:r>
      <w:bookmarkEnd w:id="56"/>
      <w:bookmarkEnd w:id="57"/>
      <w:r w:rsidRPr="00DE784B">
        <w:t xml:space="preserve"> </w:t>
      </w:r>
    </w:p>
    <w:p w:rsidR="00B152D1" w:rsidRPr="00B152D1" w:rsidRDefault="00F458D6" w:rsidP="00B152D1">
      <w:pPr>
        <w:rPr>
          <w:lang w:val="en-GB"/>
        </w:rPr>
      </w:pPr>
      <w:proofErr w:type="gramStart"/>
      <w:r>
        <w:rPr>
          <w:lang w:val="en-GB"/>
        </w:rPr>
        <w:t>Holds the data of a signature.</w:t>
      </w:r>
      <w:proofErr w:type="gramEnd"/>
    </w:p>
    <w:p w:rsidR="00B152D1" w:rsidRPr="00B152D1" w:rsidRDefault="00C26357" w:rsidP="00B152D1">
      <w:pPr>
        <w:rPr>
          <w:lang w:val="en-GB"/>
        </w:rPr>
      </w:pPr>
      <w:r w:rsidRPr="00C26357">
        <w:rPr>
          <w:b/>
          <w:u w:val="single"/>
          <w:lang w:val="en-GB"/>
        </w:rPr>
        <w:t>Attributes</w:t>
      </w:r>
      <w:r w:rsidR="00B152D1" w:rsidRPr="00B152D1">
        <w:rPr>
          <w:lang w:val="en-GB"/>
        </w:rPr>
        <w:t xml:space="preserve">  </w:t>
      </w:r>
    </w:p>
    <w:tbl>
      <w:tblPr>
        <w:tblStyle w:val="Parameters"/>
        <w:tblW w:w="5000" w:type="pct"/>
        <w:tblLook w:val="04A0" w:firstRow="1" w:lastRow="0" w:firstColumn="1" w:lastColumn="0" w:noHBand="0" w:noVBand="1"/>
      </w:tblPr>
      <w:tblGrid>
        <w:gridCol w:w="3228"/>
        <w:gridCol w:w="5208"/>
      </w:tblGrid>
      <w:tr w:rsidR="00A740DE" w:rsidRPr="00C26357" w:rsidTr="00DE784B">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C26357" w:rsidRDefault="00A740DE" w:rsidP="00A36C8B">
            <w:pPr>
              <w:rPr>
                <w:b/>
                <w:lang w:val="en-GB"/>
              </w:rPr>
            </w:pPr>
            <w:r w:rsidRPr="00C26357">
              <w:rPr>
                <w:b/>
                <w:lang w:val="en-GB"/>
              </w:rPr>
              <w:t>Name</w:t>
            </w:r>
          </w:p>
        </w:tc>
        <w:tc>
          <w:tcPr>
            <w:tcW w:w="3087" w:type="pct"/>
          </w:tcPr>
          <w:p w:rsidR="00A740DE" w:rsidRPr="00C26357" w:rsidRDefault="00A740DE" w:rsidP="00A36C8B">
            <w:pPr>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A740DE" w:rsidP="00A36C8B">
            <w:pPr>
              <w:rPr>
                <w:lang w:val="en-GB"/>
              </w:rPr>
            </w:pPr>
            <w:r w:rsidRPr="00A740DE">
              <w:rPr>
                <w:lang w:val="en-GB"/>
              </w:rPr>
              <w:t xml:space="preserve">szId </w:t>
            </w:r>
          </w:p>
        </w:tc>
        <w:tc>
          <w:tcPr>
            <w:tcW w:w="3087" w:type="pct"/>
          </w:tcPr>
          <w:p w:rsidR="00A740DE" w:rsidRPr="00A740DE" w:rsidRDefault="00F458D6" w:rsidP="00F458D6">
            <w:pPr>
              <w:ind w:left="0"/>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  Unique identifier. String data type, not editable. </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A740DE" w:rsidP="00A36C8B">
            <w:pPr>
              <w:rPr>
                <w:lang w:val="en-GB"/>
              </w:rPr>
            </w:pPr>
            <w:r w:rsidRPr="00A740DE">
              <w:rPr>
                <w:lang w:val="en-GB"/>
              </w:rPr>
              <w:t xml:space="preserve">nDocs </w:t>
            </w:r>
          </w:p>
        </w:tc>
        <w:tc>
          <w:tcPr>
            <w:tcW w:w="3087" w:type="pct"/>
          </w:tcPr>
          <w:p w:rsidR="00A740DE" w:rsidRPr="00A740DE" w:rsidRDefault="00F458D6" w:rsidP="00F458D6">
            <w:pPr>
              <w:cnfStyle w:val="000000000000" w:firstRow="0" w:lastRow="0" w:firstColumn="0" w:lastColumn="0" w:oddVBand="0" w:evenVBand="0" w:oddHBand="0" w:evenHBand="0" w:firstRowFirstColumn="0" w:firstRowLastColumn="0" w:lastRowFirstColumn="0" w:lastRowLastColumn="0"/>
              <w:rPr>
                <w:lang w:val="en-GB"/>
              </w:rPr>
            </w:pPr>
            <w:r>
              <w:rPr>
                <w:lang w:val="en-GB"/>
              </w:rPr>
              <w:t>Number of documents. Long data type, not editable.</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A740DE" w:rsidP="00A36C8B">
            <w:pPr>
              <w:rPr>
                <w:lang w:val="en-GB"/>
              </w:rPr>
            </w:pPr>
            <w:r w:rsidRPr="00A740DE">
              <w:rPr>
                <w:lang w:val="en-GB"/>
              </w:rPr>
              <w:t xml:space="preserve">szTimeStamp  </w:t>
            </w:r>
          </w:p>
        </w:tc>
        <w:tc>
          <w:tcPr>
            <w:tcW w:w="3087" w:type="pct"/>
          </w:tcPr>
          <w:p w:rsidR="00A740DE" w:rsidRPr="00A740DE" w:rsidRDefault="00F458D6" w:rsidP="00F458D6">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Time of signature creation. Should be retrieved by using the </w:t>
            </w:r>
            <w:proofErr w:type="gramStart"/>
            <w:r>
              <w:rPr>
                <w:lang w:val="en-GB"/>
              </w:rPr>
              <w:t>ComTimeStamp.getString(</w:t>
            </w:r>
            <w:proofErr w:type="gramEnd"/>
            <w:r>
              <w:rPr>
                <w:lang w:val="en-GB"/>
              </w:rPr>
              <w:t xml:space="preserve">) method. String data type. </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A740DE" w:rsidP="00A36C8B">
            <w:pPr>
              <w:rPr>
                <w:lang w:val="en-GB"/>
              </w:rPr>
            </w:pPr>
            <w:r w:rsidRPr="00A740DE">
              <w:rPr>
                <w:lang w:val="en-GB"/>
              </w:rPr>
              <w:t xml:space="preserve">nSigPropDigestLen </w:t>
            </w:r>
          </w:p>
        </w:tc>
        <w:tc>
          <w:tcPr>
            <w:tcW w:w="3087" w:type="pct"/>
          </w:tcPr>
          <w:p w:rsidR="00A740DE" w:rsidRPr="00A740DE" w:rsidRDefault="00F458D6" w:rsidP="00F458D6">
            <w:pPr>
              <w:cnfStyle w:val="000000000000" w:firstRow="0" w:lastRow="0" w:firstColumn="0" w:lastColumn="0" w:oddVBand="0" w:evenVBand="0" w:oddHBand="0" w:evenHBand="0" w:firstRowFirstColumn="0" w:firstRowLastColumn="0" w:lastRowFirstColumn="0" w:lastRowLastColumn="0"/>
              <w:rPr>
                <w:lang w:val="en-GB"/>
              </w:rPr>
            </w:pPr>
            <w:r>
              <w:rPr>
                <w:lang w:val="en-GB"/>
              </w:rPr>
              <w:t>Size of the signed parameters’ hash. Long data type, not editable.</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A740DE" w:rsidP="00A36C8B">
            <w:pPr>
              <w:rPr>
                <w:lang w:val="en-GB"/>
              </w:rPr>
            </w:pPr>
            <w:r w:rsidRPr="00A740DE">
              <w:rPr>
                <w:lang w:val="en-GB"/>
              </w:rPr>
              <w:t xml:space="preserve">szSigType </w:t>
            </w:r>
          </w:p>
        </w:tc>
        <w:tc>
          <w:tcPr>
            <w:tcW w:w="3087" w:type="pct"/>
          </w:tcPr>
          <w:p w:rsidR="00A740DE" w:rsidRPr="00A740DE" w:rsidRDefault="00F458D6" w:rsidP="00F458D6">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Signature’s type. String data type. </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A740DE" w:rsidP="00A36C8B">
            <w:pPr>
              <w:rPr>
                <w:lang w:val="en-GB"/>
              </w:rPr>
            </w:pPr>
            <w:r w:rsidRPr="00A740DE">
              <w:rPr>
                <w:lang w:val="en-GB"/>
              </w:rPr>
              <w:t xml:space="preserve">nSigLen </w:t>
            </w:r>
          </w:p>
        </w:tc>
        <w:tc>
          <w:tcPr>
            <w:tcW w:w="3087" w:type="pct"/>
          </w:tcPr>
          <w:p w:rsidR="00A740DE" w:rsidRPr="00A740DE" w:rsidRDefault="00F458D6" w:rsidP="00F458D6">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Signature’s size. Long data type, not editable. </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A740DE" w:rsidP="00A36C8B">
            <w:pPr>
              <w:rPr>
                <w:lang w:val="en-GB"/>
              </w:rPr>
            </w:pPr>
            <w:r w:rsidRPr="00A740DE">
              <w:rPr>
                <w:lang w:val="en-GB"/>
              </w:rPr>
              <w:t xml:space="preserve">nIssuerSerial </w:t>
            </w:r>
          </w:p>
        </w:tc>
        <w:tc>
          <w:tcPr>
            <w:tcW w:w="3087" w:type="pct"/>
          </w:tcPr>
          <w:p w:rsidR="00A740DE" w:rsidRPr="00A740DE" w:rsidRDefault="00F458D6" w:rsidP="00F458D6">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Certificate’s number. Long data type. </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A740DE" w:rsidP="00A36C8B">
            <w:pPr>
              <w:rPr>
                <w:lang w:val="en-GB"/>
              </w:rPr>
            </w:pPr>
            <w:r w:rsidRPr="00A740DE">
              <w:rPr>
                <w:lang w:val="en-GB"/>
              </w:rPr>
              <w:t xml:space="preserve">nCertDigestLen </w:t>
            </w:r>
          </w:p>
        </w:tc>
        <w:tc>
          <w:tcPr>
            <w:tcW w:w="3087" w:type="pct"/>
          </w:tcPr>
          <w:p w:rsidR="00A740DE" w:rsidRPr="00A740DE" w:rsidRDefault="00F458D6" w:rsidP="00F458D6">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Size of the certificate’s hash. Long data type, not editable, </w:t>
            </w:r>
          </w:p>
        </w:tc>
      </w:tr>
    </w:tbl>
    <w:p w:rsidR="00B152D1" w:rsidRPr="00B152D1" w:rsidRDefault="00B152D1" w:rsidP="00B152D1">
      <w:pPr>
        <w:rPr>
          <w:lang w:val="en-GB"/>
        </w:rPr>
      </w:pPr>
      <w:r w:rsidRPr="00B152D1">
        <w:rPr>
          <w:lang w:val="en-GB"/>
        </w:rPr>
        <w:t xml:space="preserve"> </w:t>
      </w:r>
    </w:p>
    <w:p w:rsidR="00B152D1" w:rsidRPr="00B152D1" w:rsidRDefault="00B92676" w:rsidP="00B152D1">
      <w:pPr>
        <w:rPr>
          <w:lang w:val="en-GB"/>
        </w:rPr>
      </w:pPr>
      <w:r w:rsidRPr="00B92676">
        <w:rPr>
          <w:b/>
          <w:u w:val="single"/>
          <w:lang w:val="en-GB"/>
        </w:rPr>
        <w:t>Methods</w:t>
      </w:r>
      <w:r w:rsidR="00B152D1" w:rsidRPr="00B152D1">
        <w:rPr>
          <w:lang w:val="en-GB"/>
        </w:rPr>
        <w:t xml:space="preserve"> </w:t>
      </w:r>
    </w:p>
    <w:tbl>
      <w:tblPr>
        <w:tblStyle w:val="Parameters"/>
        <w:tblW w:w="5000" w:type="pct"/>
        <w:tblLayout w:type="fixed"/>
        <w:tblLook w:val="04A0" w:firstRow="1" w:lastRow="0" w:firstColumn="1" w:lastColumn="0" w:noHBand="0" w:noVBand="1"/>
      </w:tblPr>
      <w:tblGrid>
        <w:gridCol w:w="3228"/>
        <w:gridCol w:w="5208"/>
      </w:tblGrid>
      <w:tr w:rsidR="00A740DE" w:rsidRPr="00C26357" w:rsidTr="00A36C8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913" w:type="pct"/>
          </w:tcPr>
          <w:p w:rsidR="00A740DE" w:rsidRPr="00C26357" w:rsidRDefault="00A740DE" w:rsidP="00A36C8B">
            <w:pPr>
              <w:rPr>
                <w:b/>
                <w:lang w:val="en-GB"/>
              </w:rPr>
            </w:pPr>
            <w:r w:rsidRPr="00C26357">
              <w:rPr>
                <w:b/>
                <w:lang w:val="en-GB"/>
              </w:rPr>
              <w:t>Name</w:t>
            </w:r>
          </w:p>
        </w:tc>
        <w:tc>
          <w:tcPr>
            <w:tcW w:w="3087" w:type="pct"/>
          </w:tcPr>
          <w:p w:rsidR="00A740DE" w:rsidRPr="00C26357" w:rsidRDefault="00A740DE" w:rsidP="00EA29B6">
            <w:pPr>
              <w:jc w:val="left"/>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A740DE" w:rsidP="00A740DE">
            <w:pPr>
              <w:rPr>
                <w:lang w:val="en-GB"/>
              </w:rPr>
            </w:pPr>
            <w:r w:rsidRPr="00A740DE">
              <w:rPr>
                <w:lang w:val="en-GB"/>
              </w:rPr>
              <w:t>verifySigPropDigest</w:t>
            </w:r>
          </w:p>
        </w:tc>
        <w:tc>
          <w:tcPr>
            <w:tcW w:w="3087" w:type="pct"/>
          </w:tcPr>
          <w:p w:rsidR="00A740DE" w:rsidRPr="00A740DE" w:rsidRDefault="009B1850" w:rsidP="00EA29B6">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Necessary if file might be created with a different library, i.e. file’s format might not be predictable. Returns error code or ERR_OK in case of success. </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A740DE" w:rsidP="009B1850">
            <w:pPr>
              <w:rPr>
                <w:lang w:val="en-GB"/>
              </w:rPr>
            </w:pPr>
            <w:r w:rsidRPr="00A740DE">
              <w:rPr>
                <w:lang w:val="en-GB"/>
              </w:rPr>
              <w:t xml:space="preserve">  </w:t>
            </w:r>
          </w:p>
        </w:tc>
        <w:tc>
          <w:tcPr>
            <w:tcW w:w="3087" w:type="pct"/>
          </w:tcPr>
          <w:p w:rsidR="009B1850" w:rsidRDefault="009B1850"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pSigDoc</w:t>
            </w:r>
            <w:proofErr w:type="gramEnd"/>
            <w:r w:rsidRPr="00A740DE">
              <w:rPr>
                <w:lang w:val="en-GB"/>
              </w:rPr>
              <w:t xml:space="preserve"> </w:t>
            </w:r>
            <w:r>
              <w:rPr>
                <w:lang w:val="en-GB"/>
              </w:rPr>
              <w:t xml:space="preserve">– ComSignedDoc object, needed for verification. </w:t>
            </w:r>
            <w:r w:rsidR="00A740DE" w:rsidRPr="00A740DE">
              <w:rPr>
                <w:lang w:val="en-GB"/>
              </w:rPr>
              <w:t xml:space="preserve">  </w:t>
            </w:r>
          </w:p>
          <w:p w:rsidR="00A740DE" w:rsidRP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szDataFile</w:t>
            </w:r>
            <w:proofErr w:type="gramEnd"/>
            <w:r w:rsidRPr="00A740DE">
              <w:rPr>
                <w:lang w:val="en-GB"/>
              </w:rPr>
              <w:t xml:space="preserve"> </w:t>
            </w:r>
            <w:r w:rsidR="009B1850">
              <w:rPr>
                <w:lang w:val="en-GB"/>
              </w:rPr>
              <w:t>–</w:t>
            </w:r>
            <w:r w:rsidRPr="00A740DE">
              <w:rPr>
                <w:lang w:val="en-GB"/>
              </w:rPr>
              <w:t xml:space="preserve"> </w:t>
            </w:r>
            <w:r w:rsidR="009B1850">
              <w:rPr>
                <w:lang w:val="en-GB"/>
              </w:rPr>
              <w:t>data file</w:t>
            </w:r>
            <w:r w:rsidRPr="00A740DE">
              <w:rPr>
                <w:lang w:val="en-GB"/>
              </w:rPr>
              <w:t xml:space="preserve">. </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A740DE" w:rsidP="00A740DE">
            <w:pPr>
              <w:rPr>
                <w:lang w:val="en-GB"/>
              </w:rPr>
            </w:pPr>
            <w:r w:rsidRPr="00A740DE">
              <w:rPr>
                <w:lang w:val="en-GB"/>
              </w:rPr>
              <w:t xml:space="preserve">addDocInfo </w:t>
            </w:r>
          </w:p>
        </w:tc>
        <w:tc>
          <w:tcPr>
            <w:tcW w:w="3087" w:type="pct"/>
          </w:tcPr>
          <w:p w:rsidR="00A740DE" w:rsidRDefault="00162D80" w:rsidP="00EA29B6">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Adds a ComDocInfo object to signature. </w:t>
            </w:r>
            <w:r w:rsidR="00A740DE" w:rsidRPr="00A740DE">
              <w:rPr>
                <w:lang w:val="en-GB"/>
              </w:rPr>
              <w:t xml:space="preserve"> </w:t>
            </w:r>
          </w:p>
          <w:p w:rsidR="00162D80"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szDocId</w:t>
            </w:r>
            <w:proofErr w:type="gramEnd"/>
            <w:r w:rsidRPr="00A740DE">
              <w:rPr>
                <w:lang w:val="en-GB"/>
              </w:rPr>
              <w:t xml:space="preserve"> </w:t>
            </w:r>
            <w:r w:rsidR="00162D80">
              <w:rPr>
                <w:lang w:val="en-GB"/>
              </w:rPr>
              <w:t>–</w:t>
            </w:r>
            <w:r w:rsidRPr="00A740DE">
              <w:rPr>
                <w:lang w:val="en-GB"/>
              </w:rPr>
              <w:t xml:space="preserve"> </w:t>
            </w:r>
            <w:r w:rsidR="00162D80">
              <w:rPr>
                <w:lang w:val="en-GB"/>
              </w:rPr>
              <w:t xml:space="preserve">document’s unique identifier. String data type. </w:t>
            </w:r>
          </w:p>
          <w:p w:rsidR="00162D80" w:rsidRDefault="00162D80"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szDigType</w:t>
            </w:r>
            <w:proofErr w:type="gramEnd"/>
            <w:r w:rsidRPr="00A740DE">
              <w:rPr>
                <w:lang w:val="en-GB"/>
              </w:rPr>
              <w:t xml:space="preserve"> </w:t>
            </w:r>
            <w:r>
              <w:rPr>
                <w:lang w:val="en-GB"/>
              </w:rPr>
              <w:t xml:space="preserve">– hash type. </w:t>
            </w:r>
            <w:r w:rsidR="00EA29B6" w:rsidRPr="00EA29B6">
              <w:rPr>
                <w:lang w:val="en-GB"/>
              </w:rPr>
              <w:t>Constant</w:t>
            </w:r>
            <w:r w:rsidRPr="00EA29B6">
              <w:rPr>
                <w:lang w:val="en-GB"/>
              </w:rPr>
              <w:t xml:space="preserve"> DIGEST_SHA1_NAME.</w:t>
            </w:r>
          </w:p>
          <w:p w:rsidR="00162D80" w:rsidRDefault="00162D80"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baDigest</w:t>
            </w:r>
            <w:proofErr w:type="gramEnd"/>
            <w:r w:rsidRPr="00A740DE">
              <w:rPr>
                <w:lang w:val="en-GB"/>
              </w:rPr>
              <w:t xml:space="preserve"> </w:t>
            </w:r>
            <w:r>
              <w:rPr>
                <w:lang w:val="en-GB"/>
              </w:rPr>
              <w:t>–</w:t>
            </w:r>
            <w:r w:rsidRPr="00A740DE">
              <w:rPr>
                <w:lang w:val="en-GB"/>
              </w:rPr>
              <w:t xml:space="preserve"> </w:t>
            </w:r>
            <w:r>
              <w:rPr>
                <w:lang w:val="en-GB"/>
              </w:rPr>
              <w:t xml:space="preserve">hash value. Byte vector. </w:t>
            </w:r>
          </w:p>
          <w:p w:rsidR="00A740DE" w:rsidRDefault="00162D80"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nDigLen</w:t>
            </w:r>
            <w:proofErr w:type="gramEnd"/>
            <w:r w:rsidRPr="00A740DE">
              <w:rPr>
                <w:lang w:val="en-GB"/>
              </w:rPr>
              <w:t xml:space="preserve"> </w:t>
            </w:r>
            <w:r>
              <w:rPr>
                <w:lang w:val="en-GB"/>
              </w:rPr>
              <w:t>–</w:t>
            </w:r>
            <w:r w:rsidRPr="00A740DE">
              <w:rPr>
                <w:lang w:val="en-GB"/>
              </w:rPr>
              <w:t xml:space="preserve"> </w:t>
            </w:r>
            <w:r>
              <w:rPr>
                <w:lang w:val="en-GB"/>
              </w:rPr>
              <w:t xml:space="preserve">hash size. </w:t>
            </w:r>
            <w:r w:rsidR="00EA29B6" w:rsidRPr="00EA29B6">
              <w:rPr>
                <w:lang w:val="en-GB"/>
              </w:rPr>
              <w:t>Constant</w:t>
            </w:r>
            <w:r w:rsidRPr="00EA29B6">
              <w:rPr>
                <w:lang w:val="en-GB"/>
              </w:rPr>
              <w:t xml:space="preserve"> DIGEST_LEN.</w:t>
            </w:r>
          </w:p>
          <w:p w:rsidR="00162D80" w:rsidRDefault="00EA29B6"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Pr>
                <w:lang w:val="en-GB"/>
              </w:rPr>
              <w:t>baMimeDig</w:t>
            </w:r>
            <w:proofErr w:type="gramEnd"/>
            <w:r>
              <w:rPr>
                <w:lang w:val="en-GB"/>
              </w:rPr>
              <w:t xml:space="preserve"> </w:t>
            </w:r>
            <w:r w:rsidR="00162D80" w:rsidRPr="00A740DE">
              <w:rPr>
                <w:lang w:val="en-GB"/>
              </w:rPr>
              <w:t xml:space="preserve">- </w:t>
            </w:r>
            <w:r w:rsidR="00162D80">
              <w:rPr>
                <w:lang w:val="en-GB"/>
              </w:rPr>
              <w:t>mim</w:t>
            </w:r>
            <w:r w:rsidR="00173AAF">
              <w:rPr>
                <w:lang w:val="en-GB"/>
              </w:rPr>
              <w:t xml:space="preserve">e type’s hash value. Byte vector. </w:t>
            </w:r>
          </w:p>
          <w:p w:rsidR="00162D80" w:rsidRDefault="00162D80"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EA29B6">
              <w:rPr>
                <w:lang w:val="en-GB"/>
              </w:rPr>
              <w:t>nMimeDigLen</w:t>
            </w:r>
            <w:proofErr w:type="gramEnd"/>
            <w:r w:rsidRPr="00EA29B6">
              <w:rPr>
                <w:lang w:val="en-GB"/>
              </w:rPr>
              <w:t xml:space="preserve"> </w:t>
            </w:r>
            <w:r w:rsidR="00173AAF" w:rsidRPr="00EA29B6">
              <w:rPr>
                <w:lang w:val="en-GB"/>
              </w:rPr>
              <w:t>–</w:t>
            </w:r>
            <w:r w:rsidRPr="00EA29B6">
              <w:rPr>
                <w:lang w:val="en-GB"/>
              </w:rPr>
              <w:t xml:space="preserve"> </w:t>
            </w:r>
            <w:r w:rsidR="00173AAF" w:rsidRPr="00EA29B6">
              <w:rPr>
                <w:lang w:val="en-GB"/>
              </w:rPr>
              <w:t xml:space="preserve">mime type’s hash size. </w:t>
            </w:r>
            <w:r w:rsidR="00EA29B6" w:rsidRPr="00EA29B6">
              <w:rPr>
                <w:lang w:val="en-GB"/>
              </w:rPr>
              <w:t>Constant</w:t>
            </w:r>
            <w:r w:rsidRPr="00EA29B6">
              <w:rPr>
                <w:lang w:val="en-GB"/>
              </w:rPr>
              <w:t xml:space="preserve"> DIGEST_LEN.</w:t>
            </w:r>
            <w:r w:rsidRPr="00A740DE">
              <w:rPr>
                <w:lang w:val="en-GB"/>
              </w:rPr>
              <w:t xml:space="preserve"> </w:t>
            </w:r>
          </w:p>
          <w:p w:rsidR="00162D80" w:rsidRPr="00A740DE" w:rsidRDefault="00162D80"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pStoreTo</w:t>
            </w:r>
            <w:proofErr w:type="gramEnd"/>
            <w:r w:rsidRPr="00A740DE">
              <w:rPr>
                <w:lang w:val="en-GB"/>
              </w:rPr>
              <w:t xml:space="preserve"> </w:t>
            </w:r>
            <w:r w:rsidR="00173AAF">
              <w:rPr>
                <w:lang w:val="en-GB"/>
              </w:rPr>
              <w:t>–</w:t>
            </w:r>
            <w:r w:rsidRPr="00A740DE">
              <w:rPr>
                <w:lang w:val="en-GB"/>
              </w:rPr>
              <w:t xml:space="preserve"> ComDocInfo</w:t>
            </w:r>
            <w:r w:rsidR="00173AAF">
              <w:rPr>
                <w:lang w:val="en-GB"/>
              </w:rPr>
              <w:t xml:space="preserve"> for storing the created object.</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A740DE" w:rsidP="00A36C8B">
            <w:pPr>
              <w:rPr>
                <w:lang w:val="en-GB"/>
              </w:rPr>
            </w:pPr>
            <w:r w:rsidRPr="00A740DE">
              <w:rPr>
                <w:lang w:val="en-GB"/>
              </w:rPr>
              <w:t xml:space="preserve"> calculateSignatureWithEstID</w:t>
            </w:r>
          </w:p>
        </w:tc>
        <w:tc>
          <w:tcPr>
            <w:tcW w:w="3087" w:type="pct"/>
          </w:tcPr>
          <w:p w:rsidR="0098087D" w:rsidRDefault="0098087D" w:rsidP="00EA29B6">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Calculates signature with EstEID smart card. Returns error code. </w:t>
            </w:r>
          </w:p>
          <w:p w:rsid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pSigDoc</w:t>
            </w:r>
            <w:proofErr w:type="gramEnd"/>
            <w:r w:rsidRPr="00A740DE">
              <w:rPr>
                <w:lang w:val="en-GB"/>
              </w:rPr>
              <w:t xml:space="preserve"> - ComSignedDoc </w:t>
            </w:r>
            <w:r w:rsidR="0098087D">
              <w:rPr>
                <w:lang w:val="en-GB"/>
              </w:rPr>
              <w:t>object</w:t>
            </w:r>
            <w:r w:rsidRPr="00A740DE">
              <w:rPr>
                <w:lang w:val="en-GB"/>
              </w:rPr>
              <w:t>.</w:t>
            </w:r>
          </w:p>
          <w:p w:rsid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nSlot</w:t>
            </w:r>
            <w:proofErr w:type="gramEnd"/>
            <w:r w:rsidRPr="00A740DE">
              <w:rPr>
                <w:lang w:val="en-GB"/>
              </w:rPr>
              <w:t xml:space="preserve"> </w:t>
            </w:r>
            <w:r w:rsidR="005D55FF">
              <w:rPr>
                <w:lang w:val="en-GB"/>
              </w:rPr>
              <w:t>–</w:t>
            </w:r>
            <w:r w:rsidRPr="00A740DE">
              <w:rPr>
                <w:lang w:val="en-GB"/>
              </w:rPr>
              <w:t xml:space="preserve"> </w:t>
            </w:r>
            <w:r w:rsidR="005D55FF">
              <w:rPr>
                <w:lang w:val="en-GB"/>
              </w:rPr>
              <w:t>smart card’s signature slot.</w:t>
            </w:r>
          </w:p>
          <w:p w:rsidR="00A740DE" w:rsidRP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szPasswd</w:t>
            </w:r>
            <w:proofErr w:type="gramEnd"/>
            <w:r w:rsidRPr="00A740DE">
              <w:rPr>
                <w:lang w:val="en-GB"/>
              </w:rPr>
              <w:t xml:space="preserve"> </w:t>
            </w:r>
            <w:r w:rsidR="005D55FF">
              <w:rPr>
                <w:lang w:val="en-GB"/>
              </w:rPr>
              <w:t>–</w:t>
            </w:r>
            <w:r w:rsidRPr="00A740DE">
              <w:rPr>
                <w:lang w:val="en-GB"/>
              </w:rPr>
              <w:t xml:space="preserve"> </w:t>
            </w:r>
            <w:r w:rsidR="005D55FF">
              <w:rPr>
                <w:lang w:val="en-GB"/>
              </w:rPr>
              <w:t xml:space="preserve">PIN code for signing. </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A740DE" w:rsidP="00A740DE">
            <w:pPr>
              <w:rPr>
                <w:lang w:val="en-GB"/>
              </w:rPr>
            </w:pPr>
            <w:r w:rsidRPr="00A740DE">
              <w:rPr>
                <w:lang w:val="en-GB"/>
              </w:rPr>
              <w:lastRenderedPageBreak/>
              <w:t xml:space="preserve">calculateSignatureWithCSPEstID </w:t>
            </w:r>
          </w:p>
        </w:tc>
        <w:tc>
          <w:tcPr>
            <w:tcW w:w="3087" w:type="pct"/>
          </w:tcPr>
          <w:p w:rsidR="00A740DE" w:rsidRDefault="005D55FF" w:rsidP="00EA29B6">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Calculates. Signature with EstEID smart card by using CSP. Returns error code. </w:t>
            </w:r>
          </w:p>
          <w:p w:rsidR="00A740DE" w:rsidRP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pSigDoc</w:t>
            </w:r>
            <w:proofErr w:type="gramEnd"/>
            <w:r w:rsidRPr="00A740DE">
              <w:rPr>
                <w:lang w:val="en-GB"/>
              </w:rPr>
              <w:t xml:space="preserve"> - ComSignedDoc </w:t>
            </w:r>
            <w:r w:rsidR="005D55FF">
              <w:rPr>
                <w:lang w:val="en-GB"/>
              </w:rPr>
              <w:t>object</w:t>
            </w:r>
            <w:r w:rsidRPr="00A740DE">
              <w:rPr>
                <w:lang w:val="en-GB"/>
              </w:rPr>
              <w:t>.</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A740DE" w:rsidP="00A36C8B">
            <w:pPr>
              <w:rPr>
                <w:lang w:val="en-GB"/>
              </w:rPr>
            </w:pPr>
            <w:r w:rsidRPr="00A740DE">
              <w:rPr>
                <w:lang w:val="en-GB"/>
              </w:rPr>
              <w:t xml:space="preserve"> addSignerRole</w:t>
            </w:r>
          </w:p>
        </w:tc>
        <w:tc>
          <w:tcPr>
            <w:tcW w:w="3087" w:type="pct"/>
          </w:tcPr>
          <w:p w:rsidR="005D55FF" w:rsidRDefault="005D55FF" w:rsidP="00EA29B6">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Adds signer’s role.</w:t>
            </w:r>
          </w:p>
          <w:p w:rsid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nCertified</w:t>
            </w:r>
            <w:proofErr w:type="gramEnd"/>
            <w:r w:rsidRPr="00A740DE">
              <w:rPr>
                <w:lang w:val="en-GB"/>
              </w:rPr>
              <w:t xml:space="preserve"> </w:t>
            </w:r>
            <w:r w:rsidR="00905CE9">
              <w:rPr>
                <w:lang w:val="en-GB"/>
              </w:rPr>
              <w:t>–</w:t>
            </w:r>
            <w:r w:rsidRPr="00A740DE">
              <w:rPr>
                <w:lang w:val="en-GB"/>
              </w:rPr>
              <w:t xml:space="preserve"> </w:t>
            </w:r>
            <w:r w:rsidR="00905CE9">
              <w:rPr>
                <w:lang w:val="en-GB"/>
              </w:rPr>
              <w:t>specifies if the role is certified (1) or not (0). Long data type.</w:t>
            </w:r>
          </w:p>
          <w:p w:rsid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szRole</w:t>
            </w:r>
            <w:proofErr w:type="gramEnd"/>
            <w:r w:rsidRPr="00A740DE">
              <w:rPr>
                <w:lang w:val="en-GB"/>
              </w:rPr>
              <w:t xml:space="preserve"> </w:t>
            </w:r>
            <w:r w:rsidR="00905CE9">
              <w:rPr>
                <w:lang w:val="en-GB"/>
              </w:rPr>
              <w:t>–</w:t>
            </w:r>
            <w:r w:rsidRPr="00A740DE">
              <w:rPr>
                <w:lang w:val="en-GB"/>
              </w:rPr>
              <w:t xml:space="preserve"> </w:t>
            </w:r>
            <w:r w:rsidR="00905CE9">
              <w:rPr>
                <w:lang w:val="en-GB"/>
              </w:rPr>
              <w:t xml:space="preserve">role name. String data type. </w:t>
            </w:r>
          </w:p>
          <w:p w:rsid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nRoleLen</w:t>
            </w:r>
            <w:proofErr w:type="gramEnd"/>
            <w:r w:rsidRPr="00A740DE">
              <w:rPr>
                <w:lang w:val="en-GB"/>
              </w:rPr>
              <w:t xml:space="preserve"> </w:t>
            </w:r>
            <w:r w:rsidR="00905CE9">
              <w:rPr>
                <w:lang w:val="en-GB"/>
              </w:rPr>
              <w:t xml:space="preserve">– length of the role name. Long data type. </w:t>
            </w:r>
          </w:p>
          <w:p w:rsidR="00A740DE" w:rsidRP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nEncode</w:t>
            </w:r>
            <w:proofErr w:type="gramEnd"/>
            <w:r w:rsidRPr="00A740DE">
              <w:rPr>
                <w:lang w:val="en-GB"/>
              </w:rPr>
              <w:t xml:space="preserve"> </w:t>
            </w:r>
            <w:r w:rsidR="00905CE9">
              <w:rPr>
                <w:lang w:val="en-GB"/>
              </w:rPr>
              <w:t>–</w:t>
            </w:r>
            <w:r w:rsidRPr="00A740DE">
              <w:rPr>
                <w:lang w:val="en-GB"/>
              </w:rPr>
              <w:t xml:space="preserve"> </w:t>
            </w:r>
            <w:r w:rsidR="00905CE9">
              <w:rPr>
                <w:lang w:val="en-GB"/>
              </w:rPr>
              <w:t xml:space="preserve">specifies if the role should be encoded (1) or not (0). Long data type. </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162D80" w:rsidP="00A36C8B">
            <w:pPr>
              <w:rPr>
                <w:lang w:val="en-GB"/>
              </w:rPr>
            </w:pPr>
            <w:r>
              <w:rPr>
                <w:lang w:val="en-GB"/>
              </w:rPr>
              <w:t xml:space="preserve"> </w:t>
            </w:r>
            <w:r w:rsidR="00A740DE" w:rsidRPr="00A740DE">
              <w:rPr>
                <w:lang w:val="en-GB"/>
              </w:rPr>
              <w:t>countSignerRoles</w:t>
            </w:r>
          </w:p>
        </w:tc>
        <w:tc>
          <w:tcPr>
            <w:tcW w:w="3087" w:type="pct"/>
          </w:tcPr>
          <w:p w:rsidR="00A740DE" w:rsidRDefault="00905CE9" w:rsidP="00EA29B6">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Returns the number of signer’s roles. </w:t>
            </w:r>
          </w:p>
          <w:p w:rsidR="00A740DE" w:rsidRP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nCertified</w:t>
            </w:r>
            <w:proofErr w:type="gramEnd"/>
            <w:r w:rsidRPr="00A740DE">
              <w:rPr>
                <w:lang w:val="en-GB"/>
              </w:rPr>
              <w:t xml:space="preserve"> </w:t>
            </w:r>
            <w:r w:rsidR="00905CE9">
              <w:rPr>
                <w:lang w:val="en-GB"/>
              </w:rPr>
              <w:t>– specifies if certified (1) or not certified (0) roles are counted. Long data type.</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A740DE" w:rsidP="00162D80">
            <w:pPr>
              <w:rPr>
                <w:lang w:val="en-GB"/>
              </w:rPr>
            </w:pPr>
            <w:r w:rsidRPr="00A740DE">
              <w:rPr>
                <w:lang w:val="en-GB"/>
              </w:rPr>
              <w:t xml:space="preserve"> getSignerRole</w:t>
            </w:r>
          </w:p>
        </w:tc>
        <w:tc>
          <w:tcPr>
            <w:tcW w:w="3087" w:type="pct"/>
          </w:tcPr>
          <w:p w:rsidR="00A740DE" w:rsidRDefault="00905CE9" w:rsidP="00EA29B6">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Returns the name of the signer’s role. </w:t>
            </w:r>
          </w:p>
          <w:p w:rsid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nCertified</w:t>
            </w:r>
            <w:proofErr w:type="gramEnd"/>
            <w:r w:rsidRPr="00A740DE">
              <w:rPr>
                <w:lang w:val="en-GB"/>
              </w:rPr>
              <w:t xml:space="preserve"> - </w:t>
            </w:r>
            <w:r w:rsidR="00905CE9">
              <w:rPr>
                <w:lang w:val="en-GB"/>
              </w:rPr>
              <w:t>specifies if certified (1) or not certified (0) roles are counted. Long data type.</w:t>
            </w:r>
          </w:p>
          <w:p w:rsidR="00A740DE" w:rsidRP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nIndex</w:t>
            </w:r>
            <w:proofErr w:type="gramEnd"/>
            <w:r w:rsidRPr="00A740DE">
              <w:rPr>
                <w:lang w:val="en-GB"/>
              </w:rPr>
              <w:t xml:space="preserve"> </w:t>
            </w:r>
            <w:r w:rsidR="00905CE9">
              <w:rPr>
                <w:lang w:val="en-GB"/>
              </w:rPr>
              <w:t>–</w:t>
            </w:r>
            <w:r w:rsidRPr="00A740DE">
              <w:rPr>
                <w:lang w:val="en-GB"/>
              </w:rPr>
              <w:t xml:space="preserve"> </w:t>
            </w:r>
            <w:r w:rsidR="00905CE9">
              <w:rPr>
                <w:lang w:val="en-GB"/>
              </w:rPr>
              <w:t xml:space="preserve">role’s index. Long data type. </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A740DE" w:rsidP="00A740DE">
            <w:pPr>
              <w:rPr>
                <w:lang w:val="en-GB"/>
              </w:rPr>
            </w:pPr>
            <w:r>
              <w:rPr>
                <w:lang w:val="en-GB"/>
              </w:rPr>
              <w:t xml:space="preserve">createXMLSignedProperties </w:t>
            </w:r>
            <w:r w:rsidRPr="00A740DE">
              <w:rPr>
                <w:lang w:val="en-GB"/>
              </w:rPr>
              <w:t xml:space="preserve"> </w:t>
            </w:r>
          </w:p>
        </w:tc>
        <w:tc>
          <w:tcPr>
            <w:tcW w:w="3087" w:type="pct"/>
          </w:tcPr>
          <w:p w:rsidR="00A740DE" w:rsidRDefault="00905CE9" w:rsidP="00EA29B6">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Creates </w:t>
            </w:r>
            <w:r w:rsidR="00A740DE" w:rsidRPr="00A740DE">
              <w:rPr>
                <w:lang w:val="en-GB"/>
              </w:rPr>
              <w:t>"&lt;SignedProperties&gt;</w:t>
            </w:r>
            <w:proofErr w:type="gramStart"/>
            <w:r w:rsidR="00A740DE" w:rsidRPr="00A740DE">
              <w:rPr>
                <w:lang w:val="en-GB"/>
              </w:rPr>
              <w:t>"  X</w:t>
            </w:r>
            <w:r w:rsidR="007F2F9E">
              <w:rPr>
                <w:lang w:val="en-GB"/>
              </w:rPr>
              <w:t>ML</w:t>
            </w:r>
            <w:proofErr w:type="gramEnd"/>
            <w:r w:rsidR="007F2F9E">
              <w:rPr>
                <w:lang w:val="en-GB"/>
              </w:rPr>
              <w:t xml:space="preserve"> </w:t>
            </w:r>
            <w:r>
              <w:rPr>
                <w:lang w:val="en-GB"/>
              </w:rPr>
              <w:t>block and returns it.</w:t>
            </w:r>
            <w:r w:rsidR="00A740DE" w:rsidRPr="00A740DE">
              <w:rPr>
                <w:lang w:val="en-GB"/>
              </w:rPr>
              <w:t xml:space="preserve"> </w:t>
            </w:r>
          </w:p>
          <w:p w:rsidR="00A740DE" w:rsidRP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pSigDoc</w:t>
            </w:r>
            <w:proofErr w:type="gramEnd"/>
            <w:r w:rsidRPr="00A740DE">
              <w:rPr>
                <w:lang w:val="en-GB"/>
              </w:rPr>
              <w:t xml:space="preserve"> - ComSignedDoc </w:t>
            </w:r>
            <w:r w:rsidR="00905CE9">
              <w:rPr>
                <w:lang w:val="en-GB"/>
              </w:rPr>
              <w:t>object</w:t>
            </w:r>
            <w:r w:rsidRPr="00A740DE">
              <w:rPr>
                <w:lang w:val="en-GB"/>
              </w:rPr>
              <w:t>.</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A740DE" w:rsidP="00A36C8B">
            <w:pPr>
              <w:rPr>
                <w:lang w:val="en-GB"/>
              </w:rPr>
            </w:pPr>
            <w:r w:rsidRPr="00A740DE">
              <w:rPr>
                <w:lang w:val="en-GB"/>
              </w:rPr>
              <w:t xml:space="preserve"> setSignatureCertFile</w:t>
            </w:r>
          </w:p>
        </w:tc>
        <w:tc>
          <w:tcPr>
            <w:tcW w:w="3087" w:type="pct"/>
          </w:tcPr>
          <w:p w:rsidR="00A740DE" w:rsidRDefault="00905CE9" w:rsidP="00EA29B6">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Determines the signature’s certificate and calculates hash. Returns error code. </w:t>
            </w:r>
          </w:p>
          <w:p w:rsidR="00A740DE" w:rsidRP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szCertFile</w:t>
            </w:r>
            <w:proofErr w:type="gramEnd"/>
            <w:r w:rsidRPr="00A740DE">
              <w:rPr>
                <w:lang w:val="en-GB"/>
              </w:rPr>
              <w:t xml:space="preserve"> </w:t>
            </w:r>
            <w:r w:rsidR="00905CE9">
              <w:rPr>
                <w:lang w:val="en-GB"/>
              </w:rPr>
              <w:t>–</w:t>
            </w:r>
            <w:r w:rsidRPr="00A740DE">
              <w:rPr>
                <w:lang w:val="en-GB"/>
              </w:rPr>
              <w:t xml:space="preserve"> </w:t>
            </w:r>
            <w:r w:rsidR="00905CE9">
              <w:rPr>
                <w:lang w:val="en-GB"/>
              </w:rPr>
              <w:t xml:space="preserve">certificate file. String data type. </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A740DE" w:rsidP="00A36C8B">
            <w:pPr>
              <w:rPr>
                <w:lang w:val="en-GB"/>
              </w:rPr>
            </w:pPr>
            <w:r w:rsidRPr="00A740DE">
              <w:rPr>
                <w:lang w:val="en-GB"/>
              </w:rPr>
              <w:t xml:space="preserve"> calculateSignedPropertiesDigest</w:t>
            </w:r>
          </w:p>
        </w:tc>
        <w:tc>
          <w:tcPr>
            <w:tcW w:w="3087" w:type="pct"/>
          </w:tcPr>
          <w:p w:rsidR="00A740DE" w:rsidRDefault="00905CE9" w:rsidP="00EA29B6">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Calculates</w:t>
            </w:r>
            <w:r w:rsidR="00A740DE" w:rsidRPr="00A740DE">
              <w:rPr>
                <w:lang w:val="en-GB"/>
              </w:rPr>
              <w:t xml:space="preserve"> &lt;SignedProperties&gt; </w:t>
            </w:r>
            <w:r>
              <w:rPr>
                <w:lang w:val="en-GB"/>
              </w:rPr>
              <w:t xml:space="preserve">element’s hash value. Returns error code. </w:t>
            </w:r>
          </w:p>
          <w:p w:rsidR="00A740DE" w:rsidRP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pSigDoc</w:t>
            </w:r>
            <w:proofErr w:type="gramEnd"/>
            <w:r w:rsidRPr="00A740DE">
              <w:rPr>
                <w:lang w:val="en-GB"/>
              </w:rPr>
              <w:t xml:space="preserve"> - ComSignedDoc </w:t>
            </w:r>
            <w:r w:rsidR="00CF14E8">
              <w:rPr>
                <w:lang w:val="en-GB"/>
              </w:rPr>
              <w:t>object</w:t>
            </w:r>
            <w:r w:rsidRPr="00A740DE">
              <w:rPr>
                <w:lang w:val="en-GB"/>
              </w:rPr>
              <w:t>.</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162D80" w:rsidP="00A740DE">
            <w:pPr>
              <w:rPr>
                <w:lang w:val="en-GB"/>
              </w:rPr>
            </w:pPr>
            <w:r>
              <w:rPr>
                <w:lang w:val="en-GB"/>
              </w:rPr>
              <w:t xml:space="preserve"> </w:t>
            </w:r>
            <w:r w:rsidR="00A740DE" w:rsidRPr="00A740DE">
              <w:rPr>
                <w:lang w:val="en-GB"/>
              </w:rPr>
              <w:t>getSignCertData</w:t>
            </w:r>
          </w:p>
        </w:tc>
        <w:tc>
          <w:tcPr>
            <w:tcW w:w="3087" w:type="pct"/>
          </w:tcPr>
          <w:p w:rsidR="00A740DE" w:rsidRP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r w:rsidRPr="00A740DE">
              <w:rPr>
                <w:lang w:val="en-GB"/>
              </w:rPr>
              <w:t xml:space="preserve"> </w:t>
            </w:r>
            <w:r w:rsidR="007072AA">
              <w:rPr>
                <w:lang w:val="en-GB"/>
              </w:rPr>
              <w:t xml:space="preserve">Returns signature’s certificate as a long data type. </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A740DE" w:rsidP="00A36C8B">
            <w:pPr>
              <w:rPr>
                <w:lang w:val="en-GB"/>
              </w:rPr>
            </w:pPr>
            <w:r w:rsidRPr="00A740DE">
              <w:rPr>
                <w:lang w:val="en-GB"/>
              </w:rPr>
              <w:t xml:space="preserve"> getDocInfo</w:t>
            </w:r>
          </w:p>
        </w:tc>
        <w:tc>
          <w:tcPr>
            <w:tcW w:w="3087" w:type="pct"/>
          </w:tcPr>
          <w:p w:rsidR="007072AA" w:rsidRDefault="007072AA" w:rsidP="00EA29B6">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Returns</w:t>
            </w:r>
            <w:r w:rsidR="00A740DE" w:rsidRPr="00A740DE">
              <w:rPr>
                <w:lang w:val="en-GB"/>
              </w:rPr>
              <w:t xml:space="preserve"> ComDocInfo </w:t>
            </w:r>
            <w:r w:rsidR="007F2F9E">
              <w:rPr>
                <w:lang w:val="en-GB"/>
              </w:rPr>
              <w:t>object based on inde</w:t>
            </w:r>
            <w:r>
              <w:rPr>
                <w:lang w:val="en-GB"/>
              </w:rPr>
              <w:t xml:space="preserve">x value provided. </w:t>
            </w:r>
          </w:p>
          <w:p w:rsid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nIndex</w:t>
            </w:r>
            <w:proofErr w:type="gramEnd"/>
            <w:r w:rsidRPr="00A740DE">
              <w:rPr>
                <w:lang w:val="en-GB"/>
              </w:rPr>
              <w:t xml:space="preserve"> - DocInfo </w:t>
            </w:r>
            <w:r w:rsidR="007072AA">
              <w:rPr>
                <w:lang w:val="en-GB"/>
              </w:rPr>
              <w:t xml:space="preserve">index. Long data type. </w:t>
            </w:r>
          </w:p>
          <w:p w:rsidR="00A740DE" w:rsidRP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pStoreTo</w:t>
            </w:r>
            <w:proofErr w:type="gramEnd"/>
            <w:r w:rsidRPr="00A740DE">
              <w:rPr>
                <w:lang w:val="en-GB"/>
              </w:rPr>
              <w:t xml:space="preserve"> - ComDocInfo </w:t>
            </w:r>
            <w:r w:rsidR="007072AA">
              <w:rPr>
                <w:lang w:val="en-GB"/>
              </w:rPr>
              <w:t xml:space="preserve">object for storing the result. </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A740DE" w:rsidP="00A740DE">
            <w:pPr>
              <w:rPr>
                <w:lang w:val="en-GB"/>
              </w:rPr>
            </w:pPr>
            <w:r w:rsidRPr="00A740DE">
              <w:rPr>
                <w:lang w:val="en-GB"/>
              </w:rPr>
              <w:t xml:space="preserve">  getDocInfoWithId</w:t>
            </w:r>
          </w:p>
        </w:tc>
        <w:tc>
          <w:tcPr>
            <w:tcW w:w="3087" w:type="pct"/>
          </w:tcPr>
          <w:p w:rsidR="00A740DE" w:rsidRDefault="007072AA" w:rsidP="00EA29B6">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Returns </w:t>
            </w:r>
            <w:r w:rsidR="00A740DE" w:rsidRPr="00A740DE">
              <w:rPr>
                <w:lang w:val="en-GB"/>
              </w:rPr>
              <w:t xml:space="preserve">ComDocInfo </w:t>
            </w:r>
            <w:r>
              <w:rPr>
                <w:lang w:val="en-GB"/>
              </w:rPr>
              <w:t xml:space="preserve">object based on identifier value provided. </w:t>
            </w:r>
          </w:p>
          <w:p w:rsidR="007072AA"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szId</w:t>
            </w:r>
            <w:proofErr w:type="gramEnd"/>
            <w:r w:rsidRPr="00A740DE">
              <w:rPr>
                <w:lang w:val="en-GB"/>
              </w:rPr>
              <w:t xml:space="preserve"> - DocInfo </w:t>
            </w:r>
            <w:r w:rsidR="007072AA">
              <w:rPr>
                <w:lang w:val="en-GB"/>
              </w:rPr>
              <w:t xml:space="preserve">unique identifier. String data type. </w:t>
            </w:r>
          </w:p>
          <w:p w:rsidR="00A740DE" w:rsidRP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pStoreTo</w:t>
            </w:r>
            <w:proofErr w:type="gramEnd"/>
            <w:r w:rsidRPr="00A740DE">
              <w:rPr>
                <w:lang w:val="en-GB"/>
              </w:rPr>
              <w:t xml:space="preserve"> - ComDocInfo </w:t>
            </w:r>
            <w:r w:rsidR="007072AA">
              <w:rPr>
                <w:lang w:val="en-GB"/>
              </w:rPr>
              <w:t xml:space="preserve">object for storing the result. </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A740DE" w:rsidP="00A740DE">
            <w:pPr>
              <w:rPr>
                <w:lang w:val="en-GB"/>
              </w:rPr>
            </w:pPr>
            <w:r w:rsidRPr="00A740DE">
              <w:rPr>
                <w:lang w:val="en-GB"/>
              </w:rPr>
              <w:lastRenderedPageBreak/>
              <w:t>calculateSigInfoSignature</w:t>
            </w:r>
          </w:p>
        </w:tc>
        <w:tc>
          <w:tcPr>
            <w:tcW w:w="3087" w:type="pct"/>
          </w:tcPr>
          <w:p w:rsidR="00A740DE" w:rsidRDefault="007072AA" w:rsidP="00EA29B6">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Calculates signature value. Returns error code. </w:t>
            </w:r>
          </w:p>
          <w:p w:rsidR="007072AA"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pSigDoc</w:t>
            </w:r>
            <w:proofErr w:type="gramEnd"/>
            <w:r w:rsidRPr="00A740DE">
              <w:rPr>
                <w:lang w:val="en-GB"/>
              </w:rPr>
              <w:t xml:space="preserve"> - ComSignedDoc </w:t>
            </w:r>
            <w:r w:rsidR="007072AA">
              <w:rPr>
                <w:lang w:val="en-GB"/>
              </w:rPr>
              <w:t>object</w:t>
            </w:r>
            <w:r w:rsidRPr="00A740DE">
              <w:rPr>
                <w:lang w:val="en-GB"/>
              </w:rPr>
              <w:t xml:space="preserve">. </w:t>
            </w:r>
          </w:p>
          <w:p w:rsid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nSigType</w:t>
            </w:r>
            <w:proofErr w:type="gramEnd"/>
            <w:r w:rsidRPr="00A740DE">
              <w:rPr>
                <w:lang w:val="en-GB"/>
              </w:rPr>
              <w:t xml:space="preserve"> </w:t>
            </w:r>
            <w:r w:rsidR="007072AA">
              <w:rPr>
                <w:lang w:val="en-GB"/>
              </w:rPr>
              <w:t>–</w:t>
            </w:r>
            <w:r w:rsidRPr="00A740DE">
              <w:rPr>
                <w:lang w:val="en-GB"/>
              </w:rPr>
              <w:t xml:space="preserve"> </w:t>
            </w:r>
            <w:r w:rsidR="007072AA">
              <w:rPr>
                <w:lang w:val="en-GB"/>
              </w:rPr>
              <w:t xml:space="preserve">signature type. </w:t>
            </w:r>
            <w:r w:rsidR="00EA29B6" w:rsidRPr="00EA29B6">
              <w:rPr>
                <w:lang w:val="en-GB"/>
              </w:rPr>
              <w:t>Constant</w:t>
            </w:r>
            <w:r w:rsidRPr="00EA29B6">
              <w:rPr>
                <w:lang w:val="en-GB"/>
              </w:rPr>
              <w:t xml:space="preserve"> DIGEST_SHA1</w:t>
            </w:r>
          </w:p>
          <w:p w:rsid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szKeyFile</w:t>
            </w:r>
            <w:proofErr w:type="gramEnd"/>
            <w:r w:rsidRPr="00A740DE">
              <w:rPr>
                <w:lang w:val="en-GB"/>
              </w:rPr>
              <w:t xml:space="preserve"> - RSA </w:t>
            </w:r>
            <w:r w:rsidR="007072AA">
              <w:rPr>
                <w:lang w:val="en-GB"/>
              </w:rPr>
              <w:t xml:space="preserve">key’s file. String data type. </w:t>
            </w:r>
          </w:p>
          <w:p w:rsid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szPasswd</w:t>
            </w:r>
            <w:proofErr w:type="gramEnd"/>
            <w:r w:rsidRPr="00A740DE">
              <w:rPr>
                <w:lang w:val="en-GB"/>
              </w:rPr>
              <w:t xml:space="preserve"> </w:t>
            </w:r>
            <w:r w:rsidR="007072AA">
              <w:rPr>
                <w:lang w:val="en-GB"/>
              </w:rPr>
              <w:t>–</w:t>
            </w:r>
            <w:r w:rsidRPr="00A740DE">
              <w:rPr>
                <w:lang w:val="en-GB"/>
              </w:rPr>
              <w:t xml:space="preserve"> </w:t>
            </w:r>
            <w:r w:rsidR="007072AA">
              <w:rPr>
                <w:lang w:val="en-GB"/>
              </w:rPr>
              <w:t>key’s password. String data type.</w:t>
            </w:r>
            <w:r w:rsidRPr="00A740DE">
              <w:rPr>
                <w:lang w:val="en-GB"/>
              </w:rPr>
              <w:t xml:space="preserve">  </w:t>
            </w:r>
          </w:p>
          <w:p w:rsidR="00A740DE" w:rsidRP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szCertfile</w:t>
            </w:r>
            <w:proofErr w:type="gramEnd"/>
            <w:r w:rsidRPr="00A740DE">
              <w:rPr>
                <w:lang w:val="en-GB"/>
              </w:rPr>
              <w:t xml:space="preserve"> </w:t>
            </w:r>
            <w:r w:rsidR="007072AA">
              <w:rPr>
                <w:lang w:val="en-GB"/>
              </w:rPr>
              <w:t>–</w:t>
            </w:r>
            <w:r w:rsidRPr="00A740DE">
              <w:rPr>
                <w:lang w:val="en-GB"/>
              </w:rPr>
              <w:t xml:space="preserve"> </w:t>
            </w:r>
            <w:r w:rsidR="007072AA">
              <w:rPr>
                <w:lang w:val="en-GB"/>
              </w:rPr>
              <w:t xml:space="preserve">certificate file. String data type. </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A740DE" w:rsidP="00A36C8B">
            <w:pPr>
              <w:rPr>
                <w:lang w:val="en-GB"/>
              </w:rPr>
            </w:pPr>
            <w:r w:rsidRPr="00A740DE">
              <w:rPr>
                <w:lang w:val="en-GB"/>
              </w:rPr>
              <w:t xml:space="preserve"> verifySigCert</w:t>
            </w:r>
          </w:p>
        </w:tc>
        <w:tc>
          <w:tcPr>
            <w:tcW w:w="3087" w:type="pct"/>
          </w:tcPr>
          <w:p w:rsidR="00A740DE" w:rsidRPr="00A740DE" w:rsidRDefault="007072AA" w:rsidP="00EA29B6">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Verifies the signed attributes of signature. Returns error code. </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A740DE" w:rsidP="00A740DE">
            <w:pPr>
              <w:rPr>
                <w:lang w:val="en-GB"/>
              </w:rPr>
            </w:pPr>
            <w:r w:rsidRPr="00A740DE">
              <w:rPr>
                <w:lang w:val="en-GB"/>
              </w:rPr>
              <w:t xml:space="preserve">setSignatureProductionPlace </w:t>
            </w:r>
          </w:p>
        </w:tc>
        <w:tc>
          <w:tcPr>
            <w:tcW w:w="3087" w:type="pct"/>
          </w:tcPr>
          <w:p w:rsidR="00A740DE" w:rsidRDefault="007072AA" w:rsidP="00EA29B6">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Determines signature creation place. Missing or unimportant values may be left unspecified. </w:t>
            </w:r>
          </w:p>
          <w:p w:rsid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szCity</w:t>
            </w:r>
            <w:proofErr w:type="gramEnd"/>
            <w:r w:rsidRPr="00A740DE">
              <w:rPr>
                <w:lang w:val="en-GB"/>
              </w:rPr>
              <w:t xml:space="preserve"> </w:t>
            </w:r>
            <w:r w:rsidR="007072AA">
              <w:rPr>
                <w:lang w:val="en-GB"/>
              </w:rPr>
              <w:t>–</w:t>
            </w:r>
            <w:r w:rsidRPr="00A740DE">
              <w:rPr>
                <w:lang w:val="en-GB"/>
              </w:rPr>
              <w:t xml:space="preserve"> </w:t>
            </w:r>
            <w:r w:rsidR="007072AA">
              <w:rPr>
                <w:lang w:val="en-GB"/>
              </w:rPr>
              <w:t xml:space="preserve">City, string data type.  </w:t>
            </w:r>
          </w:p>
          <w:p w:rsidR="007072AA" w:rsidRDefault="007072AA"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szState</w:t>
            </w:r>
            <w:proofErr w:type="gramEnd"/>
            <w:r>
              <w:rPr>
                <w:lang w:val="en-GB"/>
              </w:rPr>
              <w:t xml:space="preserve"> –</w:t>
            </w:r>
            <w:r w:rsidRPr="00A740DE">
              <w:rPr>
                <w:lang w:val="en-GB"/>
              </w:rPr>
              <w:t xml:space="preserve"> </w:t>
            </w:r>
            <w:r>
              <w:rPr>
                <w:lang w:val="en-GB"/>
              </w:rPr>
              <w:t xml:space="preserve">State or county, string data type.  </w:t>
            </w:r>
            <w:r w:rsidRPr="00A740DE">
              <w:rPr>
                <w:lang w:val="en-GB"/>
              </w:rPr>
              <w:t xml:space="preserve"> </w:t>
            </w:r>
          </w:p>
          <w:p w:rsidR="007072AA" w:rsidRDefault="007072AA"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szZipCode</w:t>
            </w:r>
            <w:proofErr w:type="gramEnd"/>
            <w:r w:rsidRPr="00A740DE">
              <w:rPr>
                <w:lang w:val="en-GB"/>
              </w:rPr>
              <w:t xml:space="preserve"> </w:t>
            </w:r>
            <w:r>
              <w:rPr>
                <w:lang w:val="en-GB"/>
              </w:rPr>
              <w:t>–</w:t>
            </w:r>
            <w:r w:rsidRPr="00A740DE">
              <w:rPr>
                <w:lang w:val="en-GB"/>
              </w:rPr>
              <w:t xml:space="preserve"> </w:t>
            </w:r>
            <w:r w:rsidR="003C3480">
              <w:rPr>
                <w:lang w:val="en-GB"/>
              </w:rPr>
              <w:t>Z</w:t>
            </w:r>
            <w:r>
              <w:rPr>
                <w:lang w:val="en-GB"/>
              </w:rPr>
              <w:t xml:space="preserve">ip code, string data type.  </w:t>
            </w:r>
          </w:p>
          <w:p w:rsidR="007072AA" w:rsidRDefault="007072AA"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szCountry</w:t>
            </w:r>
            <w:proofErr w:type="gramEnd"/>
            <w:r w:rsidRPr="00A740DE">
              <w:rPr>
                <w:lang w:val="en-GB"/>
              </w:rPr>
              <w:t xml:space="preserve"> - </w:t>
            </w:r>
            <w:r>
              <w:rPr>
                <w:lang w:val="en-GB"/>
              </w:rPr>
              <w:t xml:space="preserve">Country, string data type.  </w:t>
            </w:r>
          </w:p>
          <w:p w:rsidR="007072AA" w:rsidRPr="00A740DE" w:rsidRDefault="007072AA"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szCharset</w:t>
            </w:r>
            <w:proofErr w:type="gramEnd"/>
            <w:r w:rsidRPr="00A740DE">
              <w:rPr>
                <w:lang w:val="en-GB"/>
              </w:rPr>
              <w:t xml:space="preserve"> </w:t>
            </w:r>
            <w:r w:rsidRPr="00EA29B6">
              <w:rPr>
                <w:lang w:val="en-GB"/>
              </w:rPr>
              <w:t xml:space="preserve">– charset of the data. </w:t>
            </w:r>
            <w:r w:rsidR="00EA29B6" w:rsidRPr="00EA29B6">
              <w:rPr>
                <w:lang w:val="en-GB"/>
              </w:rPr>
              <w:t>Constant CHARSET_UTF_8</w:t>
            </w:r>
            <w:r w:rsidRPr="00EA29B6">
              <w:rPr>
                <w:lang w:val="en-GB"/>
              </w:rPr>
              <w:t>.</w:t>
            </w:r>
          </w:p>
        </w:tc>
      </w:tr>
      <w:tr w:rsidR="00A740DE" w:rsidRPr="00A740DE" w:rsidTr="00DE784B">
        <w:trPr>
          <w:cantSplit/>
        </w:trPr>
        <w:tc>
          <w:tcPr>
            <w:cnfStyle w:val="001000000000" w:firstRow="0" w:lastRow="0" w:firstColumn="1" w:lastColumn="0" w:oddVBand="0" w:evenVBand="0" w:oddHBand="0" w:evenHBand="0" w:firstRowFirstColumn="0" w:firstRowLastColumn="0" w:lastRowFirstColumn="0" w:lastRowLastColumn="0"/>
            <w:tcW w:w="1913" w:type="pct"/>
          </w:tcPr>
          <w:p w:rsidR="00A740DE" w:rsidRPr="00A740DE" w:rsidRDefault="00A740DE" w:rsidP="00A740DE">
            <w:pPr>
              <w:rPr>
                <w:lang w:val="en-GB"/>
              </w:rPr>
            </w:pPr>
            <w:r w:rsidRPr="00A740DE">
              <w:rPr>
                <w:lang w:val="en-GB"/>
              </w:rPr>
              <w:t xml:space="preserve">getSignatureProductionPlace  </w:t>
            </w:r>
          </w:p>
        </w:tc>
        <w:tc>
          <w:tcPr>
            <w:tcW w:w="3087" w:type="pct"/>
          </w:tcPr>
          <w:p w:rsidR="00A740DE" w:rsidRDefault="003C3480" w:rsidP="00EA29B6">
            <w:pPr>
              <w:jc w:val="left"/>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Returns the signature creation location information. Missing parameters are returned as empty strings. </w:t>
            </w:r>
          </w:p>
          <w:p w:rsidR="003C3480"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pszCity</w:t>
            </w:r>
            <w:proofErr w:type="gramEnd"/>
            <w:r w:rsidRPr="00A740DE">
              <w:rPr>
                <w:lang w:val="en-GB"/>
              </w:rPr>
              <w:t xml:space="preserve"> - </w:t>
            </w:r>
            <w:r w:rsidR="003C3480">
              <w:rPr>
                <w:lang w:val="en-GB"/>
              </w:rPr>
              <w:t xml:space="preserve">City, string data type.  </w:t>
            </w:r>
          </w:p>
          <w:p w:rsid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pszState</w:t>
            </w:r>
            <w:proofErr w:type="gramEnd"/>
            <w:r w:rsidRPr="00A740DE">
              <w:rPr>
                <w:lang w:val="en-GB"/>
              </w:rPr>
              <w:t xml:space="preserve"> - </w:t>
            </w:r>
            <w:r w:rsidR="003C3480">
              <w:rPr>
                <w:lang w:val="en-GB"/>
              </w:rPr>
              <w:t xml:space="preserve">State or county, string data type.  </w:t>
            </w:r>
            <w:r w:rsidR="003C3480" w:rsidRPr="00A740DE">
              <w:rPr>
                <w:lang w:val="en-GB"/>
              </w:rPr>
              <w:t xml:space="preserve"> </w:t>
            </w:r>
            <w:r w:rsidRPr="00A740DE">
              <w:rPr>
                <w:lang w:val="en-GB"/>
              </w:rPr>
              <w:t xml:space="preserve"> </w:t>
            </w:r>
          </w:p>
          <w:p w:rsid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pszZipCode</w:t>
            </w:r>
            <w:proofErr w:type="gramEnd"/>
            <w:r w:rsidRPr="00A740DE">
              <w:rPr>
                <w:lang w:val="en-GB"/>
              </w:rPr>
              <w:t xml:space="preserve"> - </w:t>
            </w:r>
            <w:r w:rsidR="003C3480">
              <w:rPr>
                <w:lang w:val="en-GB"/>
              </w:rPr>
              <w:t xml:space="preserve">Zip code, string data type.  </w:t>
            </w:r>
          </w:p>
          <w:p w:rsidR="00A740DE" w:rsidRPr="00A740DE" w:rsidRDefault="00A740DE" w:rsidP="00EA29B6">
            <w:pPr>
              <w:jc w:val="left"/>
              <w:cnfStyle w:val="000000000000" w:firstRow="0" w:lastRow="0" w:firstColumn="0" w:lastColumn="0" w:oddVBand="0" w:evenVBand="0" w:oddHBand="0" w:evenHBand="0" w:firstRowFirstColumn="0" w:firstRowLastColumn="0" w:lastRowFirstColumn="0" w:lastRowLastColumn="0"/>
              <w:rPr>
                <w:lang w:val="en-GB"/>
              </w:rPr>
            </w:pPr>
            <w:proofErr w:type="gramStart"/>
            <w:r w:rsidRPr="00A740DE">
              <w:rPr>
                <w:lang w:val="en-GB"/>
              </w:rPr>
              <w:t>pszCountry</w:t>
            </w:r>
            <w:proofErr w:type="gramEnd"/>
            <w:r w:rsidRPr="00A740DE">
              <w:rPr>
                <w:lang w:val="en-GB"/>
              </w:rPr>
              <w:t xml:space="preserve"> - </w:t>
            </w:r>
            <w:r w:rsidR="003C3480">
              <w:rPr>
                <w:lang w:val="en-GB"/>
              </w:rPr>
              <w:t xml:space="preserve">Country, string data type.  </w:t>
            </w:r>
          </w:p>
        </w:tc>
      </w:tr>
    </w:tbl>
    <w:p w:rsidR="00B152D1" w:rsidRPr="00B152D1" w:rsidRDefault="00B152D1" w:rsidP="00B152D1">
      <w:pPr>
        <w:rPr>
          <w:lang w:val="en-GB"/>
        </w:rPr>
      </w:pPr>
      <w:r w:rsidRPr="00B152D1">
        <w:rPr>
          <w:lang w:val="en-GB"/>
        </w:rPr>
        <w:t xml:space="preserve"> </w:t>
      </w:r>
    </w:p>
    <w:p w:rsidR="00B152D1" w:rsidRPr="00BF57C5" w:rsidRDefault="00B152D1" w:rsidP="003822AB">
      <w:pPr>
        <w:pStyle w:val="apHeading2"/>
      </w:pPr>
      <w:bookmarkStart w:id="58" w:name="_Toc345343815"/>
      <w:bookmarkStart w:id="59" w:name="_Toc346288041"/>
      <w:r w:rsidRPr="00B152D1">
        <w:t>ComNotaryInfo</w:t>
      </w:r>
      <w:bookmarkEnd w:id="58"/>
      <w:bookmarkEnd w:id="59"/>
      <w:r w:rsidRPr="00B152D1">
        <w:t xml:space="preserve"> </w:t>
      </w:r>
    </w:p>
    <w:p w:rsidR="00D85F8F" w:rsidRDefault="00D85F8F" w:rsidP="00B152D1">
      <w:pPr>
        <w:rPr>
          <w:lang w:val="en-GB"/>
        </w:rPr>
      </w:pPr>
      <w:proofErr w:type="gramStart"/>
      <w:r>
        <w:rPr>
          <w:lang w:val="en-GB"/>
        </w:rPr>
        <w:t>Holds a signature’s OCSP confirmation data.</w:t>
      </w:r>
      <w:proofErr w:type="gramEnd"/>
      <w:r>
        <w:rPr>
          <w:lang w:val="en-GB"/>
        </w:rPr>
        <w:t xml:space="preserve"> </w:t>
      </w:r>
    </w:p>
    <w:p w:rsidR="00B152D1" w:rsidRPr="00B152D1" w:rsidRDefault="00C26357" w:rsidP="00B152D1">
      <w:pPr>
        <w:rPr>
          <w:lang w:val="en-GB"/>
        </w:rPr>
      </w:pPr>
      <w:r w:rsidRPr="00C26357">
        <w:rPr>
          <w:b/>
          <w:u w:val="single"/>
          <w:lang w:val="en-GB"/>
        </w:rPr>
        <w:t>Attributes</w:t>
      </w:r>
      <w:r w:rsidR="00B152D1" w:rsidRPr="00B152D1">
        <w:rPr>
          <w:lang w:val="en-GB"/>
        </w:rPr>
        <w:t xml:space="preserve"> </w:t>
      </w:r>
    </w:p>
    <w:tbl>
      <w:tblPr>
        <w:tblStyle w:val="Parameters"/>
        <w:tblW w:w="5000" w:type="pct"/>
        <w:tblLayout w:type="fixed"/>
        <w:tblLook w:val="04A0" w:firstRow="1" w:lastRow="0" w:firstColumn="1" w:lastColumn="0" w:noHBand="0" w:noVBand="1"/>
      </w:tblPr>
      <w:tblGrid>
        <w:gridCol w:w="3228"/>
        <w:gridCol w:w="5208"/>
      </w:tblGrid>
      <w:tr w:rsidR="00A36C8B" w:rsidRPr="00C26357" w:rsidTr="00A36C8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913" w:type="pct"/>
          </w:tcPr>
          <w:p w:rsidR="00A36C8B" w:rsidRPr="00C26357" w:rsidRDefault="00A36C8B" w:rsidP="00A36C8B">
            <w:pPr>
              <w:rPr>
                <w:b/>
                <w:lang w:val="en-GB"/>
              </w:rPr>
            </w:pPr>
            <w:r w:rsidRPr="00C26357">
              <w:rPr>
                <w:b/>
                <w:lang w:val="en-GB"/>
              </w:rPr>
              <w:t>Name</w:t>
            </w:r>
          </w:p>
        </w:tc>
        <w:tc>
          <w:tcPr>
            <w:tcW w:w="3087" w:type="pct"/>
          </w:tcPr>
          <w:p w:rsidR="00A36C8B" w:rsidRPr="00C26357" w:rsidRDefault="00A36C8B" w:rsidP="00A36C8B">
            <w:pPr>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A36C8B" w:rsidRPr="00A36C8B" w:rsidTr="00A36C8B">
        <w:trPr>
          <w:cantSplit/>
        </w:trPr>
        <w:tc>
          <w:tcPr>
            <w:cnfStyle w:val="001000000000" w:firstRow="0" w:lastRow="0" w:firstColumn="1" w:lastColumn="0" w:oddVBand="0" w:evenVBand="0" w:oddHBand="0" w:evenHBand="0" w:firstRowFirstColumn="0" w:firstRowLastColumn="0" w:lastRowFirstColumn="0" w:lastRowLastColumn="0"/>
            <w:tcW w:w="1913" w:type="pct"/>
          </w:tcPr>
          <w:p w:rsidR="00A36C8B" w:rsidRPr="00A36C8B" w:rsidRDefault="00A36C8B" w:rsidP="00A36C8B">
            <w:pPr>
              <w:rPr>
                <w:lang w:val="en-GB"/>
              </w:rPr>
            </w:pPr>
            <w:r w:rsidRPr="00A36C8B">
              <w:rPr>
                <w:lang w:val="en-GB"/>
              </w:rPr>
              <w:t xml:space="preserve">szId </w:t>
            </w:r>
          </w:p>
        </w:tc>
        <w:tc>
          <w:tcPr>
            <w:tcW w:w="3087" w:type="pct"/>
          </w:tcPr>
          <w:p w:rsidR="00A36C8B" w:rsidRPr="00A36C8B" w:rsidRDefault="00A36C8B" w:rsidP="00D85F8F">
            <w:pPr>
              <w:cnfStyle w:val="000000000000" w:firstRow="0" w:lastRow="0" w:firstColumn="0" w:lastColumn="0" w:oddVBand="0" w:evenVBand="0" w:oddHBand="0" w:evenHBand="0" w:firstRowFirstColumn="0" w:firstRowLastColumn="0" w:lastRowFirstColumn="0" w:lastRowLastColumn="0"/>
              <w:rPr>
                <w:lang w:val="en-GB"/>
              </w:rPr>
            </w:pPr>
            <w:r w:rsidRPr="00A36C8B">
              <w:rPr>
                <w:lang w:val="en-GB"/>
              </w:rPr>
              <w:t xml:space="preserve"> </w:t>
            </w:r>
            <w:r w:rsidR="00D85F8F">
              <w:rPr>
                <w:lang w:val="en-GB"/>
              </w:rPr>
              <w:t xml:space="preserve">Unique identifier. String data type. </w:t>
            </w:r>
          </w:p>
        </w:tc>
      </w:tr>
      <w:tr w:rsidR="00A36C8B" w:rsidRPr="00A36C8B" w:rsidTr="00A36C8B">
        <w:trPr>
          <w:cantSplit/>
        </w:trPr>
        <w:tc>
          <w:tcPr>
            <w:cnfStyle w:val="001000000000" w:firstRow="0" w:lastRow="0" w:firstColumn="1" w:lastColumn="0" w:oddVBand="0" w:evenVBand="0" w:oddHBand="0" w:evenHBand="0" w:firstRowFirstColumn="0" w:firstRowLastColumn="0" w:lastRowFirstColumn="0" w:lastRowLastColumn="0"/>
            <w:tcW w:w="1913" w:type="pct"/>
          </w:tcPr>
          <w:p w:rsidR="00A36C8B" w:rsidRPr="00A36C8B" w:rsidRDefault="00A36C8B" w:rsidP="00A36C8B">
            <w:pPr>
              <w:rPr>
                <w:lang w:val="en-GB"/>
              </w:rPr>
            </w:pPr>
            <w:r w:rsidRPr="00A36C8B">
              <w:rPr>
                <w:lang w:val="en-GB"/>
              </w:rPr>
              <w:t xml:space="preserve">szSigId </w:t>
            </w:r>
          </w:p>
        </w:tc>
        <w:tc>
          <w:tcPr>
            <w:tcW w:w="3087" w:type="pct"/>
          </w:tcPr>
          <w:p w:rsidR="00A36C8B" w:rsidRPr="00A36C8B" w:rsidRDefault="00A36C8B" w:rsidP="00D85F8F">
            <w:pPr>
              <w:cnfStyle w:val="000000000000" w:firstRow="0" w:lastRow="0" w:firstColumn="0" w:lastColumn="0" w:oddVBand="0" w:evenVBand="0" w:oddHBand="0" w:evenHBand="0" w:firstRowFirstColumn="0" w:firstRowLastColumn="0" w:lastRowFirstColumn="0" w:lastRowLastColumn="0"/>
              <w:rPr>
                <w:lang w:val="en-GB"/>
              </w:rPr>
            </w:pPr>
            <w:r w:rsidRPr="00A36C8B">
              <w:rPr>
                <w:lang w:val="en-GB"/>
              </w:rPr>
              <w:t xml:space="preserve"> </w:t>
            </w:r>
            <w:r w:rsidR="007F2F9E">
              <w:rPr>
                <w:lang w:val="en-GB"/>
              </w:rPr>
              <w:t xml:space="preserve">Signature’s unique </w:t>
            </w:r>
            <w:r w:rsidR="00D85F8F">
              <w:rPr>
                <w:lang w:val="en-GB"/>
              </w:rPr>
              <w:t xml:space="preserve">identifier. String data type. </w:t>
            </w:r>
          </w:p>
        </w:tc>
      </w:tr>
      <w:tr w:rsidR="00A36C8B" w:rsidRPr="00A36C8B" w:rsidTr="00A36C8B">
        <w:trPr>
          <w:cantSplit/>
        </w:trPr>
        <w:tc>
          <w:tcPr>
            <w:cnfStyle w:val="001000000000" w:firstRow="0" w:lastRow="0" w:firstColumn="1" w:lastColumn="0" w:oddVBand="0" w:evenVBand="0" w:oddHBand="0" w:evenHBand="0" w:firstRowFirstColumn="0" w:firstRowLastColumn="0" w:lastRowFirstColumn="0" w:lastRowLastColumn="0"/>
            <w:tcW w:w="1913" w:type="pct"/>
          </w:tcPr>
          <w:p w:rsidR="00A36C8B" w:rsidRPr="00A36C8B" w:rsidRDefault="00A36C8B" w:rsidP="00A36C8B">
            <w:pPr>
              <w:rPr>
                <w:lang w:val="en-GB"/>
              </w:rPr>
            </w:pPr>
            <w:r w:rsidRPr="00A36C8B">
              <w:rPr>
                <w:lang w:val="en-GB"/>
              </w:rPr>
              <w:t xml:space="preserve">szNotType </w:t>
            </w:r>
          </w:p>
        </w:tc>
        <w:tc>
          <w:tcPr>
            <w:tcW w:w="3087" w:type="pct"/>
          </w:tcPr>
          <w:p w:rsidR="00A36C8B" w:rsidRPr="00A36C8B" w:rsidRDefault="00A36C8B" w:rsidP="00EA29B6">
            <w:pPr>
              <w:cnfStyle w:val="000000000000" w:firstRow="0" w:lastRow="0" w:firstColumn="0" w:lastColumn="0" w:oddVBand="0" w:evenVBand="0" w:oddHBand="0" w:evenHBand="0" w:firstRowFirstColumn="0" w:firstRowLastColumn="0" w:lastRowFirstColumn="0" w:lastRowLastColumn="0"/>
              <w:rPr>
                <w:lang w:val="en-GB"/>
              </w:rPr>
            </w:pPr>
            <w:r w:rsidRPr="00A36C8B">
              <w:rPr>
                <w:lang w:val="en-GB"/>
              </w:rPr>
              <w:t xml:space="preserve"> </w:t>
            </w:r>
            <w:r w:rsidR="00EA29B6">
              <w:rPr>
                <w:lang w:val="en-GB"/>
              </w:rPr>
              <w:t>OCSP protocol</w:t>
            </w:r>
            <w:r w:rsidR="00D85F8F">
              <w:rPr>
                <w:lang w:val="en-GB"/>
              </w:rPr>
              <w:t xml:space="preserve"> type. </w:t>
            </w:r>
            <w:r w:rsidR="00EA29B6" w:rsidRPr="00EA29B6">
              <w:rPr>
                <w:lang w:val="en-GB"/>
              </w:rPr>
              <w:t>Constant</w:t>
            </w:r>
            <w:r w:rsidRPr="00EA29B6">
              <w:rPr>
                <w:lang w:val="en-GB"/>
              </w:rPr>
              <w:t xml:space="preserve"> SK_NOT_VERSION.</w:t>
            </w:r>
            <w:r w:rsidRPr="00A36C8B">
              <w:rPr>
                <w:lang w:val="en-GB"/>
              </w:rPr>
              <w:t xml:space="preserve"> </w:t>
            </w:r>
          </w:p>
        </w:tc>
      </w:tr>
      <w:tr w:rsidR="00A36C8B" w:rsidRPr="00A36C8B" w:rsidTr="00A36C8B">
        <w:trPr>
          <w:cantSplit/>
        </w:trPr>
        <w:tc>
          <w:tcPr>
            <w:cnfStyle w:val="001000000000" w:firstRow="0" w:lastRow="0" w:firstColumn="1" w:lastColumn="0" w:oddVBand="0" w:evenVBand="0" w:oddHBand="0" w:evenHBand="0" w:firstRowFirstColumn="0" w:firstRowLastColumn="0" w:lastRowFirstColumn="0" w:lastRowLastColumn="0"/>
            <w:tcW w:w="1913" w:type="pct"/>
          </w:tcPr>
          <w:p w:rsidR="00A36C8B" w:rsidRPr="00A36C8B" w:rsidRDefault="00A36C8B" w:rsidP="00A36C8B">
            <w:pPr>
              <w:rPr>
                <w:lang w:val="en-GB"/>
              </w:rPr>
            </w:pPr>
            <w:r w:rsidRPr="00A36C8B">
              <w:rPr>
                <w:lang w:val="en-GB"/>
              </w:rPr>
              <w:t xml:space="preserve">timeProduced </w:t>
            </w:r>
          </w:p>
        </w:tc>
        <w:tc>
          <w:tcPr>
            <w:tcW w:w="3087" w:type="pct"/>
          </w:tcPr>
          <w:p w:rsidR="00A36C8B" w:rsidRPr="00A36C8B" w:rsidRDefault="00A36C8B" w:rsidP="00D85F8F">
            <w:pPr>
              <w:cnfStyle w:val="000000000000" w:firstRow="0" w:lastRow="0" w:firstColumn="0" w:lastColumn="0" w:oddVBand="0" w:evenVBand="0" w:oddHBand="0" w:evenHBand="0" w:firstRowFirstColumn="0" w:firstRowLastColumn="0" w:lastRowFirstColumn="0" w:lastRowLastColumn="0"/>
              <w:rPr>
                <w:lang w:val="en-GB"/>
              </w:rPr>
            </w:pPr>
            <w:r w:rsidRPr="00A36C8B">
              <w:rPr>
                <w:lang w:val="en-GB"/>
              </w:rPr>
              <w:t xml:space="preserve"> </w:t>
            </w:r>
            <w:r w:rsidR="00D85F8F">
              <w:rPr>
                <w:lang w:val="en-GB"/>
              </w:rPr>
              <w:t xml:space="preserve">Creation time. In the format of ComTimestamp. </w:t>
            </w:r>
            <w:r w:rsidRPr="00A36C8B">
              <w:rPr>
                <w:lang w:val="en-GB"/>
              </w:rPr>
              <w:t xml:space="preserve"> </w:t>
            </w:r>
          </w:p>
        </w:tc>
      </w:tr>
      <w:tr w:rsidR="00A36C8B" w:rsidRPr="00A36C8B" w:rsidTr="00A36C8B">
        <w:trPr>
          <w:cantSplit/>
        </w:trPr>
        <w:tc>
          <w:tcPr>
            <w:cnfStyle w:val="001000000000" w:firstRow="0" w:lastRow="0" w:firstColumn="1" w:lastColumn="0" w:oddVBand="0" w:evenVBand="0" w:oddHBand="0" w:evenHBand="0" w:firstRowFirstColumn="0" w:firstRowLastColumn="0" w:lastRowFirstColumn="0" w:lastRowLastColumn="0"/>
            <w:tcW w:w="1913" w:type="pct"/>
          </w:tcPr>
          <w:p w:rsidR="00A36C8B" w:rsidRPr="00A36C8B" w:rsidRDefault="00A36C8B" w:rsidP="00A36C8B">
            <w:pPr>
              <w:rPr>
                <w:lang w:val="en-GB"/>
              </w:rPr>
            </w:pPr>
            <w:r w:rsidRPr="00A36C8B">
              <w:rPr>
                <w:lang w:val="en-GB"/>
              </w:rPr>
              <w:t xml:space="preserve">szRespIdType </w:t>
            </w:r>
          </w:p>
        </w:tc>
        <w:tc>
          <w:tcPr>
            <w:tcW w:w="3087" w:type="pct"/>
          </w:tcPr>
          <w:p w:rsidR="00A36C8B" w:rsidRPr="00A36C8B" w:rsidRDefault="00A36C8B" w:rsidP="00D85F8F">
            <w:pPr>
              <w:cnfStyle w:val="000000000000" w:firstRow="0" w:lastRow="0" w:firstColumn="0" w:lastColumn="0" w:oddVBand="0" w:evenVBand="0" w:oddHBand="0" w:evenHBand="0" w:firstRowFirstColumn="0" w:firstRowLastColumn="0" w:lastRowFirstColumn="0" w:lastRowLastColumn="0"/>
              <w:rPr>
                <w:lang w:val="en-GB"/>
              </w:rPr>
            </w:pPr>
            <w:r w:rsidRPr="00A36C8B">
              <w:rPr>
                <w:lang w:val="en-GB"/>
              </w:rPr>
              <w:t xml:space="preserve"> OCSP </w:t>
            </w:r>
            <w:r w:rsidR="00D85F8F">
              <w:rPr>
                <w:lang w:val="en-GB"/>
              </w:rPr>
              <w:t xml:space="preserve">responder’s type identifier. String data type. </w:t>
            </w:r>
          </w:p>
        </w:tc>
      </w:tr>
      <w:tr w:rsidR="00A36C8B" w:rsidRPr="00A36C8B" w:rsidTr="00A36C8B">
        <w:trPr>
          <w:cantSplit/>
        </w:trPr>
        <w:tc>
          <w:tcPr>
            <w:cnfStyle w:val="001000000000" w:firstRow="0" w:lastRow="0" w:firstColumn="1" w:lastColumn="0" w:oddVBand="0" w:evenVBand="0" w:oddHBand="0" w:evenHBand="0" w:firstRowFirstColumn="0" w:firstRowLastColumn="0" w:lastRowFirstColumn="0" w:lastRowLastColumn="0"/>
            <w:tcW w:w="1913" w:type="pct"/>
          </w:tcPr>
          <w:p w:rsidR="00A36C8B" w:rsidRPr="00A36C8B" w:rsidRDefault="00A36C8B" w:rsidP="00A36C8B">
            <w:pPr>
              <w:rPr>
                <w:lang w:val="en-GB"/>
              </w:rPr>
            </w:pPr>
            <w:r w:rsidRPr="00A36C8B">
              <w:rPr>
                <w:lang w:val="en-GB"/>
              </w:rPr>
              <w:t xml:space="preserve">baRespId </w:t>
            </w:r>
          </w:p>
        </w:tc>
        <w:tc>
          <w:tcPr>
            <w:tcW w:w="3087" w:type="pct"/>
          </w:tcPr>
          <w:p w:rsidR="00A36C8B" w:rsidRPr="00A36C8B" w:rsidRDefault="00A36C8B" w:rsidP="00D85F8F">
            <w:pPr>
              <w:cnfStyle w:val="000000000000" w:firstRow="0" w:lastRow="0" w:firstColumn="0" w:lastColumn="0" w:oddVBand="0" w:evenVBand="0" w:oddHBand="0" w:evenHBand="0" w:firstRowFirstColumn="0" w:firstRowLastColumn="0" w:lastRowFirstColumn="0" w:lastRowLastColumn="0"/>
              <w:rPr>
                <w:lang w:val="en-GB"/>
              </w:rPr>
            </w:pPr>
            <w:r w:rsidRPr="00A36C8B">
              <w:rPr>
                <w:lang w:val="en-GB"/>
              </w:rPr>
              <w:t xml:space="preserve"> OCSP </w:t>
            </w:r>
            <w:r w:rsidR="00D85F8F">
              <w:rPr>
                <w:lang w:val="en-GB"/>
              </w:rPr>
              <w:t>responder’s type</w:t>
            </w:r>
            <w:r w:rsidRPr="00A36C8B">
              <w:rPr>
                <w:lang w:val="en-GB"/>
              </w:rPr>
              <w:t xml:space="preserve">. </w:t>
            </w:r>
            <w:r w:rsidR="00D85F8F">
              <w:rPr>
                <w:lang w:val="en-GB"/>
              </w:rPr>
              <w:t xml:space="preserve">Byte vector, not editable. </w:t>
            </w:r>
          </w:p>
        </w:tc>
      </w:tr>
      <w:tr w:rsidR="00A36C8B" w:rsidRPr="00A36C8B" w:rsidTr="00A36C8B">
        <w:trPr>
          <w:cantSplit/>
        </w:trPr>
        <w:tc>
          <w:tcPr>
            <w:cnfStyle w:val="001000000000" w:firstRow="0" w:lastRow="0" w:firstColumn="1" w:lastColumn="0" w:oddVBand="0" w:evenVBand="0" w:oddHBand="0" w:evenHBand="0" w:firstRowFirstColumn="0" w:firstRowLastColumn="0" w:lastRowFirstColumn="0" w:lastRowLastColumn="0"/>
            <w:tcW w:w="1913" w:type="pct"/>
          </w:tcPr>
          <w:p w:rsidR="00A36C8B" w:rsidRPr="00A36C8B" w:rsidRDefault="00A36C8B" w:rsidP="00A36C8B">
            <w:pPr>
              <w:rPr>
                <w:lang w:val="en-GB"/>
              </w:rPr>
            </w:pPr>
            <w:r w:rsidRPr="00A36C8B">
              <w:rPr>
                <w:lang w:val="en-GB"/>
              </w:rPr>
              <w:t xml:space="preserve">nRespIdLen </w:t>
            </w:r>
          </w:p>
        </w:tc>
        <w:tc>
          <w:tcPr>
            <w:tcW w:w="3087" w:type="pct"/>
          </w:tcPr>
          <w:p w:rsidR="00A36C8B" w:rsidRPr="00A36C8B" w:rsidRDefault="00A36C8B" w:rsidP="00D85F8F">
            <w:pPr>
              <w:cnfStyle w:val="000000000000" w:firstRow="0" w:lastRow="0" w:firstColumn="0" w:lastColumn="0" w:oddVBand="0" w:evenVBand="0" w:oddHBand="0" w:evenHBand="0" w:firstRowFirstColumn="0" w:firstRowLastColumn="0" w:lastRowFirstColumn="0" w:lastRowLastColumn="0"/>
              <w:rPr>
                <w:lang w:val="en-GB"/>
              </w:rPr>
            </w:pPr>
            <w:r w:rsidRPr="00A36C8B">
              <w:rPr>
                <w:lang w:val="en-GB"/>
              </w:rPr>
              <w:t xml:space="preserve"> OCSP </w:t>
            </w:r>
            <w:r w:rsidR="00D85F8F">
              <w:rPr>
                <w:lang w:val="en-GB"/>
              </w:rPr>
              <w:t xml:space="preserve">responder’s type size. Long data type, not editable. </w:t>
            </w:r>
          </w:p>
        </w:tc>
      </w:tr>
      <w:tr w:rsidR="00A36C8B" w:rsidRPr="00A36C8B" w:rsidTr="00A36C8B">
        <w:trPr>
          <w:cantSplit/>
        </w:trPr>
        <w:tc>
          <w:tcPr>
            <w:cnfStyle w:val="001000000000" w:firstRow="0" w:lastRow="0" w:firstColumn="1" w:lastColumn="0" w:oddVBand="0" w:evenVBand="0" w:oddHBand="0" w:evenHBand="0" w:firstRowFirstColumn="0" w:firstRowLastColumn="0" w:lastRowFirstColumn="0" w:lastRowLastColumn="0"/>
            <w:tcW w:w="1913" w:type="pct"/>
          </w:tcPr>
          <w:p w:rsidR="00A36C8B" w:rsidRPr="00A36C8B" w:rsidRDefault="00A36C8B" w:rsidP="00A36C8B">
            <w:pPr>
              <w:rPr>
                <w:lang w:val="en-GB"/>
              </w:rPr>
            </w:pPr>
            <w:r w:rsidRPr="00A36C8B">
              <w:rPr>
                <w:lang w:val="en-GB"/>
              </w:rPr>
              <w:t xml:space="preserve">thisUpdate </w:t>
            </w:r>
          </w:p>
        </w:tc>
        <w:tc>
          <w:tcPr>
            <w:tcW w:w="3087" w:type="pct"/>
          </w:tcPr>
          <w:p w:rsidR="00A36C8B" w:rsidRPr="00A36C8B" w:rsidRDefault="00A36C8B" w:rsidP="00D85F8F">
            <w:pPr>
              <w:cnfStyle w:val="000000000000" w:firstRow="0" w:lastRow="0" w:firstColumn="0" w:lastColumn="0" w:oddVBand="0" w:evenVBand="0" w:oddHBand="0" w:evenHBand="0" w:firstRowFirstColumn="0" w:firstRowLastColumn="0" w:lastRowFirstColumn="0" w:lastRowLastColumn="0"/>
              <w:rPr>
                <w:lang w:val="en-GB"/>
              </w:rPr>
            </w:pPr>
            <w:r w:rsidRPr="00A36C8B">
              <w:rPr>
                <w:lang w:val="en-GB"/>
              </w:rPr>
              <w:t xml:space="preserve"> </w:t>
            </w:r>
            <w:r w:rsidR="00D85F8F">
              <w:rPr>
                <w:lang w:val="en-GB"/>
              </w:rPr>
              <w:t xml:space="preserve">Last update. String data type. </w:t>
            </w:r>
          </w:p>
        </w:tc>
      </w:tr>
      <w:tr w:rsidR="00A36C8B" w:rsidRPr="00A36C8B" w:rsidTr="00A36C8B">
        <w:trPr>
          <w:cantSplit/>
        </w:trPr>
        <w:tc>
          <w:tcPr>
            <w:cnfStyle w:val="001000000000" w:firstRow="0" w:lastRow="0" w:firstColumn="1" w:lastColumn="0" w:oddVBand="0" w:evenVBand="0" w:oddHBand="0" w:evenHBand="0" w:firstRowFirstColumn="0" w:firstRowLastColumn="0" w:lastRowFirstColumn="0" w:lastRowLastColumn="0"/>
            <w:tcW w:w="1913" w:type="pct"/>
          </w:tcPr>
          <w:p w:rsidR="00A36C8B" w:rsidRPr="00A36C8B" w:rsidRDefault="00A36C8B" w:rsidP="00A36C8B">
            <w:pPr>
              <w:rPr>
                <w:lang w:val="en-GB"/>
              </w:rPr>
            </w:pPr>
            <w:r w:rsidRPr="00A36C8B">
              <w:rPr>
                <w:lang w:val="en-GB"/>
              </w:rPr>
              <w:t xml:space="preserve">nextUpdate </w:t>
            </w:r>
          </w:p>
        </w:tc>
        <w:tc>
          <w:tcPr>
            <w:tcW w:w="3087" w:type="pct"/>
          </w:tcPr>
          <w:p w:rsidR="00A36C8B" w:rsidRPr="00A36C8B" w:rsidRDefault="00A36C8B" w:rsidP="00D85F8F">
            <w:pPr>
              <w:cnfStyle w:val="000000000000" w:firstRow="0" w:lastRow="0" w:firstColumn="0" w:lastColumn="0" w:oddVBand="0" w:evenVBand="0" w:oddHBand="0" w:evenHBand="0" w:firstRowFirstColumn="0" w:firstRowLastColumn="0" w:lastRowFirstColumn="0" w:lastRowLastColumn="0"/>
              <w:rPr>
                <w:lang w:val="en-GB"/>
              </w:rPr>
            </w:pPr>
            <w:r w:rsidRPr="00A36C8B">
              <w:rPr>
                <w:lang w:val="en-GB"/>
              </w:rPr>
              <w:t xml:space="preserve"> </w:t>
            </w:r>
            <w:r w:rsidR="00D85F8F">
              <w:rPr>
                <w:lang w:val="en-GB"/>
              </w:rPr>
              <w:t xml:space="preserve">Next update. String data type. </w:t>
            </w:r>
          </w:p>
        </w:tc>
      </w:tr>
      <w:tr w:rsidR="00A36C8B" w:rsidRPr="00A36C8B" w:rsidTr="00A36C8B">
        <w:trPr>
          <w:cantSplit/>
        </w:trPr>
        <w:tc>
          <w:tcPr>
            <w:cnfStyle w:val="001000000000" w:firstRow="0" w:lastRow="0" w:firstColumn="1" w:lastColumn="0" w:oddVBand="0" w:evenVBand="0" w:oddHBand="0" w:evenHBand="0" w:firstRowFirstColumn="0" w:firstRowLastColumn="0" w:lastRowFirstColumn="0" w:lastRowLastColumn="0"/>
            <w:tcW w:w="1913" w:type="pct"/>
          </w:tcPr>
          <w:p w:rsidR="00A36C8B" w:rsidRPr="00A36C8B" w:rsidRDefault="00A36C8B" w:rsidP="00A36C8B">
            <w:pPr>
              <w:rPr>
                <w:lang w:val="en-GB"/>
              </w:rPr>
            </w:pPr>
            <w:r w:rsidRPr="00A36C8B">
              <w:rPr>
                <w:lang w:val="en-GB"/>
              </w:rPr>
              <w:lastRenderedPageBreak/>
              <w:t xml:space="preserve">nCertNr </w:t>
            </w:r>
          </w:p>
        </w:tc>
        <w:tc>
          <w:tcPr>
            <w:tcW w:w="3087" w:type="pct"/>
          </w:tcPr>
          <w:p w:rsidR="00A36C8B" w:rsidRPr="00A36C8B" w:rsidRDefault="00A36C8B" w:rsidP="00D85F8F">
            <w:pPr>
              <w:cnfStyle w:val="000000000000" w:firstRow="0" w:lastRow="0" w:firstColumn="0" w:lastColumn="0" w:oddVBand="0" w:evenVBand="0" w:oddHBand="0" w:evenHBand="0" w:firstRowFirstColumn="0" w:firstRowLastColumn="0" w:lastRowFirstColumn="0" w:lastRowLastColumn="0"/>
              <w:rPr>
                <w:lang w:val="en-GB"/>
              </w:rPr>
            </w:pPr>
            <w:r w:rsidRPr="00A36C8B">
              <w:rPr>
                <w:lang w:val="en-GB"/>
              </w:rPr>
              <w:t xml:space="preserve"> </w:t>
            </w:r>
            <w:r w:rsidR="00D85F8F">
              <w:rPr>
                <w:lang w:val="en-GB"/>
              </w:rPr>
              <w:t xml:space="preserve">Certificate’s number. Long data type. </w:t>
            </w:r>
          </w:p>
        </w:tc>
      </w:tr>
      <w:tr w:rsidR="00A36C8B" w:rsidRPr="00A36C8B" w:rsidTr="00A36C8B">
        <w:trPr>
          <w:cantSplit/>
        </w:trPr>
        <w:tc>
          <w:tcPr>
            <w:cnfStyle w:val="001000000000" w:firstRow="0" w:lastRow="0" w:firstColumn="1" w:lastColumn="0" w:oddVBand="0" w:evenVBand="0" w:oddHBand="0" w:evenHBand="0" w:firstRowFirstColumn="0" w:firstRowLastColumn="0" w:lastRowFirstColumn="0" w:lastRowLastColumn="0"/>
            <w:tcW w:w="1913" w:type="pct"/>
          </w:tcPr>
          <w:p w:rsidR="00A36C8B" w:rsidRPr="00A36C8B" w:rsidRDefault="00A36C8B" w:rsidP="00A36C8B">
            <w:pPr>
              <w:rPr>
                <w:lang w:val="en-GB"/>
              </w:rPr>
            </w:pPr>
            <w:r w:rsidRPr="00A36C8B">
              <w:rPr>
                <w:lang w:val="en-GB"/>
              </w:rPr>
              <w:t xml:space="preserve">szDigestType </w:t>
            </w:r>
          </w:p>
        </w:tc>
        <w:tc>
          <w:tcPr>
            <w:tcW w:w="3087" w:type="pct"/>
          </w:tcPr>
          <w:p w:rsidR="00A36C8B" w:rsidRPr="00A36C8B" w:rsidRDefault="00A36C8B" w:rsidP="00D85F8F">
            <w:pPr>
              <w:cnfStyle w:val="000000000000" w:firstRow="0" w:lastRow="0" w:firstColumn="0" w:lastColumn="0" w:oddVBand="0" w:evenVBand="0" w:oddHBand="0" w:evenHBand="0" w:firstRowFirstColumn="0" w:firstRowLastColumn="0" w:lastRowFirstColumn="0" w:lastRowLastColumn="0"/>
              <w:rPr>
                <w:lang w:val="en-GB"/>
              </w:rPr>
            </w:pPr>
            <w:r w:rsidRPr="00A36C8B">
              <w:rPr>
                <w:lang w:val="en-GB"/>
              </w:rPr>
              <w:t xml:space="preserve"> </w:t>
            </w:r>
            <w:r w:rsidR="00D85F8F">
              <w:rPr>
                <w:lang w:val="en-GB"/>
              </w:rPr>
              <w:t xml:space="preserve">Hash type. </w:t>
            </w:r>
            <w:r w:rsidR="00EA29B6" w:rsidRPr="00EA29B6">
              <w:rPr>
                <w:lang w:val="en-GB"/>
              </w:rPr>
              <w:t>Constant</w:t>
            </w:r>
            <w:r w:rsidRPr="00EA29B6">
              <w:rPr>
                <w:lang w:val="en-GB"/>
              </w:rPr>
              <w:t xml:space="preserve"> DIGEST_SHA1_NAME.</w:t>
            </w:r>
            <w:r w:rsidRPr="00A36C8B">
              <w:rPr>
                <w:lang w:val="en-GB"/>
              </w:rPr>
              <w:t xml:space="preserve"> </w:t>
            </w:r>
          </w:p>
        </w:tc>
      </w:tr>
      <w:tr w:rsidR="00A36C8B" w:rsidRPr="00A36C8B" w:rsidTr="00A36C8B">
        <w:trPr>
          <w:cantSplit/>
        </w:trPr>
        <w:tc>
          <w:tcPr>
            <w:cnfStyle w:val="001000000000" w:firstRow="0" w:lastRow="0" w:firstColumn="1" w:lastColumn="0" w:oddVBand="0" w:evenVBand="0" w:oddHBand="0" w:evenHBand="0" w:firstRowFirstColumn="0" w:firstRowLastColumn="0" w:lastRowFirstColumn="0" w:lastRowLastColumn="0"/>
            <w:tcW w:w="1913" w:type="pct"/>
          </w:tcPr>
          <w:p w:rsidR="00A36C8B" w:rsidRPr="00A36C8B" w:rsidRDefault="00A36C8B" w:rsidP="00A36C8B">
            <w:pPr>
              <w:rPr>
                <w:lang w:val="en-GB"/>
              </w:rPr>
            </w:pPr>
            <w:r w:rsidRPr="00A36C8B">
              <w:rPr>
                <w:lang w:val="en-GB"/>
              </w:rPr>
              <w:t xml:space="preserve">szSigType </w:t>
            </w:r>
          </w:p>
        </w:tc>
        <w:tc>
          <w:tcPr>
            <w:tcW w:w="3087" w:type="pct"/>
          </w:tcPr>
          <w:p w:rsidR="00A36C8B" w:rsidRPr="00A36C8B" w:rsidRDefault="00A36C8B" w:rsidP="00D85F8F">
            <w:pPr>
              <w:cnfStyle w:val="000000000000" w:firstRow="0" w:lastRow="0" w:firstColumn="0" w:lastColumn="0" w:oddVBand="0" w:evenVBand="0" w:oddHBand="0" w:evenHBand="0" w:firstRowFirstColumn="0" w:firstRowLastColumn="0" w:lastRowFirstColumn="0" w:lastRowLastColumn="0"/>
              <w:rPr>
                <w:lang w:val="en-GB"/>
              </w:rPr>
            </w:pPr>
            <w:r w:rsidRPr="00A36C8B">
              <w:rPr>
                <w:lang w:val="en-GB"/>
              </w:rPr>
              <w:t xml:space="preserve"> </w:t>
            </w:r>
            <w:r w:rsidR="00D85F8F">
              <w:rPr>
                <w:lang w:val="en-GB"/>
              </w:rPr>
              <w:t>Sign</w:t>
            </w:r>
            <w:r w:rsidR="00EA29B6">
              <w:rPr>
                <w:lang w:val="en-GB"/>
              </w:rPr>
              <w:t>a</w:t>
            </w:r>
            <w:r w:rsidR="00D85F8F">
              <w:rPr>
                <w:lang w:val="en-GB"/>
              </w:rPr>
              <w:t xml:space="preserve">ture type. </w:t>
            </w:r>
            <w:r w:rsidR="00EA29B6" w:rsidRPr="00EA29B6">
              <w:rPr>
                <w:lang w:val="en-GB"/>
              </w:rPr>
              <w:t>Constant</w:t>
            </w:r>
            <w:r w:rsidRPr="00EA29B6">
              <w:rPr>
                <w:lang w:val="en-GB"/>
              </w:rPr>
              <w:t xml:space="preserve"> SIGN_RSA_NAME</w:t>
            </w:r>
            <w:r w:rsidRPr="00A36C8B">
              <w:rPr>
                <w:lang w:val="en-GB"/>
              </w:rPr>
              <w:t xml:space="preserve"> </w:t>
            </w:r>
          </w:p>
        </w:tc>
      </w:tr>
      <w:tr w:rsidR="00A36C8B" w:rsidRPr="00A36C8B" w:rsidTr="00A36C8B">
        <w:trPr>
          <w:cantSplit/>
        </w:trPr>
        <w:tc>
          <w:tcPr>
            <w:cnfStyle w:val="001000000000" w:firstRow="0" w:lastRow="0" w:firstColumn="1" w:lastColumn="0" w:oddVBand="0" w:evenVBand="0" w:oddHBand="0" w:evenHBand="0" w:firstRowFirstColumn="0" w:firstRowLastColumn="0" w:lastRowFirstColumn="0" w:lastRowLastColumn="0"/>
            <w:tcW w:w="1913" w:type="pct"/>
          </w:tcPr>
          <w:p w:rsidR="00A36C8B" w:rsidRPr="00A36C8B" w:rsidRDefault="00A36C8B" w:rsidP="00A36C8B">
            <w:pPr>
              <w:rPr>
                <w:lang w:val="en-GB"/>
              </w:rPr>
            </w:pPr>
            <w:r w:rsidRPr="00A36C8B">
              <w:rPr>
                <w:lang w:val="en-GB"/>
              </w:rPr>
              <w:t xml:space="preserve">baSigValue </w:t>
            </w:r>
          </w:p>
        </w:tc>
        <w:tc>
          <w:tcPr>
            <w:tcW w:w="3087" w:type="pct"/>
          </w:tcPr>
          <w:p w:rsidR="00A36C8B" w:rsidRPr="00A36C8B" w:rsidRDefault="00A36C8B" w:rsidP="00D85F8F">
            <w:pPr>
              <w:cnfStyle w:val="000000000000" w:firstRow="0" w:lastRow="0" w:firstColumn="0" w:lastColumn="0" w:oddVBand="0" w:evenVBand="0" w:oddHBand="0" w:evenHBand="0" w:firstRowFirstColumn="0" w:firstRowLastColumn="0" w:lastRowFirstColumn="0" w:lastRowLastColumn="0"/>
              <w:rPr>
                <w:lang w:val="en-GB"/>
              </w:rPr>
            </w:pPr>
            <w:r w:rsidRPr="00A36C8B">
              <w:rPr>
                <w:lang w:val="en-GB"/>
              </w:rPr>
              <w:t xml:space="preserve"> </w:t>
            </w:r>
            <w:r w:rsidR="00D85F8F">
              <w:rPr>
                <w:lang w:val="en-GB"/>
              </w:rPr>
              <w:t xml:space="preserve">Signature value. Byte vector, not editable. </w:t>
            </w:r>
          </w:p>
        </w:tc>
      </w:tr>
      <w:tr w:rsidR="00A36C8B" w:rsidRPr="00A36C8B" w:rsidTr="00A36C8B">
        <w:trPr>
          <w:cantSplit/>
        </w:trPr>
        <w:tc>
          <w:tcPr>
            <w:cnfStyle w:val="001000000000" w:firstRow="0" w:lastRow="0" w:firstColumn="1" w:lastColumn="0" w:oddVBand="0" w:evenVBand="0" w:oddHBand="0" w:evenHBand="0" w:firstRowFirstColumn="0" w:firstRowLastColumn="0" w:lastRowFirstColumn="0" w:lastRowLastColumn="0"/>
            <w:tcW w:w="1913" w:type="pct"/>
          </w:tcPr>
          <w:p w:rsidR="00A36C8B" w:rsidRPr="00A36C8B" w:rsidRDefault="00A36C8B" w:rsidP="00A36C8B">
            <w:pPr>
              <w:rPr>
                <w:lang w:val="en-GB"/>
              </w:rPr>
            </w:pPr>
            <w:r w:rsidRPr="00A36C8B">
              <w:rPr>
                <w:lang w:val="en-GB"/>
              </w:rPr>
              <w:t xml:space="preserve">nSigLen </w:t>
            </w:r>
          </w:p>
        </w:tc>
        <w:tc>
          <w:tcPr>
            <w:tcW w:w="3087" w:type="pct"/>
          </w:tcPr>
          <w:p w:rsidR="00A36C8B" w:rsidRPr="00A36C8B" w:rsidRDefault="00A36C8B" w:rsidP="00D85F8F">
            <w:pPr>
              <w:cnfStyle w:val="000000000000" w:firstRow="0" w:lastRow="0" w:firstColumn="0" w:lastColumn="0" w:oddVBand="0" w:evenVBand="0" w:oddHBand="0" w:evenHBand="0" w:firstRowFirstColumn="0" w:firstRowLastColumn="0" w:lastRowFirstColumn="0" w:lastRowLastColumn="0"/>
              <w:rPr>
                <w:lang w:val="en-GB"/>
              </w:rPr>
            </w:pPr>
            <w:r w:rsidRPr="00A36C8B">
              <w:rPr>
                <w:lang w:val="en-GB"/>
              </w:rPr>
              <w:t xml:space="preserve"> </w:t>
            </w:r>
            <w:r w:rsidR="00D85F8F">
              <w:rPr>
                <w:lang w:val="en-GB"/>
              </w:rPr>
              <w:t xml:space="preserve">Signature’s size. </w:t>
            </w:r>
            <w:r w:rsidR="00EA29B6" w:rsidRPr="00EA29B6">
              <w:rPr>
                <w:lang w:val="en-GB"/>
              </w:rPr>
              <w:t>Constant</w:t>
            </w:r>
            <w:r w:rsidRPr="00EA29B6">
              <w:rPr>
                <w:lang w:val="en-GB"/>
              </w:rPr>
              <w:t xml:space="preserve"> SIGNATURE_LEN.</w:t>
            </w:r>
            <w:r w:rsidRPr="00A36C8B">
              <w:rPr>
                <w:lang w:val="en-GB"/>
              </w:rPr>
              <w:t xml:space="preserve"> </w:t>
            </w:r>
          </w:p>
        </w:tc>
      </w:tr>
      <w:tr w:rsidR="00A36C8B" w:rsidRPr="00A36C8B" w:rsidTr="00A36C8B">
        <w:trPr>
          <w:cantSplit/>
        </w:trPr>
        <w:tc>
          <w:tcPr>
            <w:cnfStyle w:val="001000000000" w:firstRow="0" w:lastRow="0" w:firstColumn="1" w:lastColumn="0" w:oddVBand="0" w:evenVBand="0" w:oddHBand="0" w:evenHBand="0" w:firstRowFirstColumn="0" w:firstRowLastColumn="0" w:lastRowFirstColumn="0" w:lastRowLastColumn="0"/>
            <w:tcW w:w="1913" w:type="pct"/>
          </w:tcPr>
          <w:p w:rsidR="00A36C8B" w:rsidRPr="00A36C8B" w:rsidRDefault="00A36C8B" w:rsidP="00A36C8B">
            <w:pPr>
              <w:rPr>
                <w:lang w:val="en-GB"/>
              </w:rPr>
            </w:pPr>
            <w:r w:rsidRPr="00A36C8B">
              <w:rPr>
                <w:lang w:val="en-GB"/>
              </w:rPr>
              <w:t xml:space="preserve">nIssuerSerial </w:t>
            </w:r>
          </w:p>
        </w:tc>
        <w:tc>
          <w:tcPr>
            <w:tcW w:w="3087" w:type="pct"/>
          </w:tcPr>
          <w:p w:rsidR="00A36C8B" w:rsidRPr="00A36C8B" w:rsidRDefault="00D85F8F" w:rsidP="00D85F8F">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 Certificate’s number Long data type.</w:t>
            </w:r>
          </w:p>
        </w:tc>
      </w:tr>
      <w:tr w:rsidR="00A36C8B" w:rsidRPr="00A36C8B" w:rsidTr="00A36C8B">
        <w:trPr>
          <w:cantSplit/>
        </w:trPr>
        <w:tc>
          <w:tcPr>
            <w:cnfStyle w:val="001000000000" w:firstRow="0" w:lastRow="0" w:firstColumn="1" w:lastColumn="0" w:oddVBand="0" w:evenVBand="0" w:oddHBand="0" w:evenHBand="0" w:firstRowFirstColumn="0" w:firstRowLastColumn="0" w:lastRowFirstColumn="0" w:lastRowLastColumn="0"/>
            <w:tcW w:w="1913" w:type="pct"/>
          </w:tcPr>
          <w:p w:rsidR="00A36C8B" w:rsidRPr="00A36C8B" w:rsidRDefault="00A36C8B" w:rsidP="00A36C8B">
            <w:pPr>
              <w:rPr>
                <w:lang w:val="en-GB"/>
              </w:rPr>
            </w:pPr>
            <w:r w:rsidRPr="00A36C8B">
              <w:rPr>
                <w:lang w:val="en-GB"/>
              </w:rPr>
              <w:t xml:space="preserve">baCertDigest </w:t>
            </w:r>
          </w:p>
        </w:tc>
        <w:tc>
          <w:tcPr>
            <w:tcW w:w="3087" w:type="pct"/>
          </w:tcPr>
          <w:p w:rsidR="00A36C8B" w:rsidRPr="00A36C8B" w:rsidRDefault="00A36C8B" w:rsidP="00D85F8F">
            <w:pPr>
              <w:cnfStyle w:val="000000000000" w:firstRow="0" w:lastRow="0" w:firstColumn="0" w:lastColumn="0" w:oddVBand="0" w:evenVBand="0" w:oddHBand="0" w:evenHBand="0" w:firstRowFirstColumn="0" w:firstRowLastColumn="0" w:lastRowFirstColumn="0" w:lastRowLastColumn="0"/>
              <w:rPr>
                <w:lang w:val="en-GB"/>
              </w:rPr>
            </w:pPr>
            <w:r w:rsidRPr="00A36C8B">
              <w:rPr>
                <w:lang w:val="en-GB"/>
              </w:rPr>
              <w:t xml:space="preserve"> </w:t>
            </w:r>
            <w:r w:rsidR="00D85F8F">
              <w:rPr>
                <w:lang w:val="en-GB"/>
              </w:rPr>
              <w:t>Certificate’s hash value. Byte vector, not editable.</w:t>
            </w:r>
          </w:p>
        </w:tc>
      </w:tr>
      <w:tr w:rsidR="00A36C8B" w:rsidRPr="00A36C8B" w:rsidTr="00A36C8B">
        <w:trPr>
          <w:cantSplit/>
        </w:trPr>
        <w:tc>
          <w:tcPr>
            <w:cnfStyle w:val="001000000000" w:firstRow="0" w:lastRow="0" w:firstColumn="1" w:lastColumn="0" w:oddVBand="0" w:evenVBand="0" w:oddHBand="0" w:evenHBand="0" w:firstRowFirstColumn="0" w:firstRowLastColumn="0" w:lastRowFirstColumn="0" w:lastRowLastColumn="0"/>
            <w:tcW w:w="1913" w:type="pct"/>
          </w:tcPr>
          <w:p w:rsidR="00A36C8B" w:rsidRPr="00A36C8B" w:rsidRDefault="00A36C8B" w:rsidP="00A36C8B">
            <w:pPr>
              <w:rPr>
                <w:lang w:val="en-GB"/>
              </w:rPr>
            </w:pPr>
            <w:r w:rsidRPr="00A36C8B">
              <w:rPr>
                <w:lang w:val="en-GB"/>
              </w:rPr>
              <w:t xml:space="preserve">nCertDigestLen </w:t>
            </w:r>
          </w:p>
        </w:tc>
        <w:tc>
          <w:tcPr>
            <w:tcW w:w="3087" w:type="pct"/>
          </w:tcPr>
          <w:p w:rsidR="00A36C8B" w:rsidRPr="00A36C8B" w:rsidRDefault="00A36C8B" w:rsidP="00D85F8F">
            <w:pPr>
              <w:cnfStyle w:val="000000000000" w:firstRow="0" w:lastRow="0" w:firstColumn="0" w:lastColumn="0" w:oddVBand="0" w:evenVBand="0" w:oddHBand="0" w:evenHBand="0" w:firstRowFirstColumn="0" w:firstRowLastColumn="0" w:lastRowFirstColumn="0" w:lastRowLastColumn="0"/>
              <w:rPr>
                <w:lang w:val="en-GB"/>
              </w:rPr>
            </w:pPr>
            <w:r w:rsidRPr="00A36C8B">
              <w:rPr>
                <w:lang w:val="en-GB"/>
              </w:rPr>
              <w:t xml:space="preserve"> </w:t>
            </w:r>
            <w:r w:rsidR="00D85F8F">
              <w:rPr>
                <w:lang w:val="en-GB"/>
              </w:rPr>
              <w:t>Size of the certificate’s hash.</w:t>
            </w:r>
            <w:r w:rsidRPr="00A36C8B">
              <w:rPr>
                <w:lang w:val="en-GB"/>
              </w:rPr>
              <w:t xml:space="preserve"> </w:t>
            </w:r>
            <w:r w:rsidR="00EA29B6" w:rsidRPr="00EA29B6">
              <w:rPr>
                <w:lang w:val="en-GB"/>
              </w:rPr>
              <w:t>Constant</w:t>
            </w:r>
            <w:r w:rsidRPr="00EA29B6">
              <w:rPr>
                <w:lang w:val="en-GB"/>
              </w:rPr>
              <w:t xml:space="preserve"> DIGEST_LEN.</w:t>
            </w:r>
            <w:r w:rsidRPr="00A36C8B">
              <w:rPr>
                <w:lang w:val="en-GB"/>
              </w:rPr>
              <w:t xml:space="preserve"> </w:t>
            </w:r>
          </w:p>
        </w:tc>
      </w:tr>
      <w:tr w:rsidR="00A36C8B" w:rsidRPr="00A36C8B" w:rsidTr="00A36C8B">
        <w:trPr>
          <w:cantSplit/>
        </w:trPr>
        <w:tc>
          <w:tcPr>
            <w:cnfStyle w:val="001000000000" w:firstRow="0" w:lastRow="0" w:firstColumn="1" w:lastColumn="0" w:oddVBand="0" w:evenVBand="0" w:oddHBand="0" w:evenHBand="0" w:firstRowFirstColumn="0" w:firstRowLastColumn="0" w:lastRowFirstColumn="0" w:lastRowLastColumn="0"/>
            <w:tcW w:w="1913" w:type="pct"/>
          </w:tcPr>
          <w:p w:rsidR="00A36C8B" w:rsidRPr="00A36C8B" w:rsidRDefault="00A36C8B" w:rsidP="00A36C8B">
            <w:pPr>
              <w:rPr>
                <w:lang w:val="en-GB"/>
              </w:rPr>
            </w:pPr>
            <w:r w:rsidRPr="00A36C8B">
              <w:rPr>
                <w:lang w:val="en-GB"/>
              </w:rPr>
              <w:t xml:space="preserve">baOcspDigest </w:t>
            </w:r>
          </w:p>
        </w:tc>
        <w:tc>
          <w:tcPr>
            <w:tcW w:w="3087" w:type="pct"/>
          </w:tcPr>
          <w:p w:rsidR="00A36C8B" w:rsidRPr="00A36C8B" w:rsidRDefault="00A36C8B" w:rsidP="0048398E">
            <w:pPr>
              <w:cnfStyle w:val="000000000000" w:firstRow="0" w:lastRow="0" w:firstColumn="0" w:lastColumn="0" w:oddVBand="0" w:evenVBand="0" w:oddHBand="0" w:evenHBand="0" w:firstRowFirstColumn="0" w:firstRowLastColumn="0" w:lastRowFirstColumn="0" w:lastRowLastColumn="0"/>
              <w:rPr>
                <w:lang w:val="en-GB"/>
              </w:rPr>
            </w:pPr>
            <w:r w:rsidRPr="00A36C8B">
              <w:rPr>
                <w:lang w:val="en-GB"/>
              </w:rPr>
              <w:t xml:space="preserve"> OCSP </w:t>
            </w:r>
            <w:r w:rsidR="0048398E">
              <w:rPr>
                <w:lang w:val="en-GB"/>
              </w:rPr>
              <w:t xml:space="preserve">response’s hash. Byte vector, not editable. </w:t>
            </w:r>
          </w:p>
        </w:tc>
      </w:tr>
      <w:tr w:rsidR="00A36C8B" w:rsidRPr="00B152D1" w:rsidTr="00A36C8B">
        <w:trPr>
          <w:cantSplit/>
        </w:trPr>
        <w:tc>
          <w:tcPr>
            <w:cnfStyle w:val="001000000000" w:firstRow="0" w:lastRow="0" w:firstColumn="1" w:lastColumn="0" w:oddVBand="0" w:evenVBand="0" w:oddHBand="0" w:evenHBand="0" w:firstRowFirstColumn="0" w:firstRowLastColumn="0" w:lastRowFirstColumn="0" w:lastRowLastColumn="0"/>
            <w:tcW w:w="1913" w:type="pct"/>
          </w:tcPr>
          <w:p w:rsidR="00A36C8B" w:rsidRPr="00A36C8B" w:rsidRDefault="00A36C8B" w:rsidP="00A36C8B">
            <w:pPr>
              <w:rPr>
                <w:lang w:val="en-GB"/>
              </w:rPr>
            </w:pPr>
            <w:r w:rsidRPr="00A36C8B">
              <w:rPr>
                <w:lang w:val="en-GB"/>
              </w:rPr>
              <w:t xml:space="preserve">nOcspDigestLen </w:t>
            </w:r>
          </w:p>
        </w:tc>
        <w:tc>
          <w:tcPr>
            <w:tcW w:w="3087" w:type="pct"/>
          </w:tcPr>
          <w:p w:rsidR="00A36C8B" w:rsidRPr="00A36C8B" w:rsidRDefault="00A36C8B" w:rsidP="00BA5641">
            <w:pPr>
              <w:cnfStyle w:val="000000000000" w:firstRow="0" w:lastRow="0" w:firstColumn="0" w:lastColumn="0" w:oddVBand="0" w:evenVBand="0" w:oddHBand="0" w:evenHBand="0" w:firstRowFirstColumn="0" w:firstRowLastColumn="0" w:lastRowFirstColumn="0" w:lastRowLastColumn="0"/>
              <w:rPr>
                <w:lang w:val="en-GB"/>
              </w:rPr>
            </w:pPr>
            <w:r w:rsidRPr="00A36C8B">
              <w:rPr>
                <w:lang w:val="en-GB"/>
              </w:rPr>
              <w:t xml:space="preserve"> OCSP </w:t>
            </w:r>
            <w:r w:rsidR="00BA5641">
              <w:rPr>
                <w:lang w:val="en-GB"/>
              </w:rPr>
              <w:t>response hash size. Long data type, not editable.</w:t>
            </w:r>
          </w:p>
        </w:tc>
      </w:tr>
    </w:tbl>
    <w:p w:rsidR="00B152D1" w:rsidRPr="00B152D1" w:rsidRDefault="00B152D1" w:rsidP="00B152D1">
      <w:pPr>
        <w:rPr>
          <w:lang w:val="en-GB"/>
        </w:rPr>
      </w:pPr>
    </w:p>
    <w:p w:rsidR="00B152D1" w:rsidRPr="00B152D1" w:rsidRDefault="00B92676" w:rsidP="00B152D1">
      <w:pPr>
        <w:rPr>
          <w:lang w:val="en-GB"/>
        </w:rPr>
      </w:pPr>
      <w:r w:rsidRPr="00B92676">
        <w:rPr>
          <w:b/>
          <w:u w:val="single"/>
          <w:lang w:val="en-GB"/>
        </w:rPr>
        <w:t>Methods</w:t>
      </w:r>
      <w:r w:rsidR="00B152D1" w:rsidRPr="00B152D1">
        <w:rPr>
          <w:lang w:val="en-GB"/>
        </w:rPr>
        <w:t xml:space="preserve"> </w:t>
      </w:r>
    </w:p>
    <w:tbl>
      <w:tblPr>
        <w:tblStyle w:val="Parameters"/>
        <w:tblW w:w="4955" w:type="pct"/>
        <w:tblLayout w:type="fixed"/>
        <w:tblLook w:val="04A0" w:firstRow="1" w:lastRow="0" w:firstColumn="1" w:lastColumn="0" w:noHBand="0" w:noVBand="1"/>
      </w:tblPr>
      <w:tblGrid>
        <w:gridCol w:w="3227"/>
        <w:gridCol w:w="5133"/>
      </w:tblGrid>
      <w:tr w:rsidR="00A36C8B" w:rsidRPr="00C26357" w:rsidTr="00A36C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0" w:type="pct"/>
          </w:tcPr>
          <w:p w:rsidR="00A36C8B" w:rsidRPr="00C26357" w:rsidRDefault="00A36C8B" w:rsidP="00A36C8B">
            <w:pPr>
              <w:rPr>
                <w:b/>
                <w:lang w:val="en-GB"/>
              </w:rPr>
            </w:pPr>
            <w:r w:rsidRPr="00C26357">
              <w:rPr>
                <w:b/>
                <w:lang w:val="en-GB"/>
              </w:rPr>
              <w:t>Name</w:t>
            </w:r>
          </w:p>
        </w:tc>
        <w:tc>
          <w:tcPr>
            <w:tcW w:w="3070" w:type="pct"/>
          </w:tcPr>
          <w:p w:rsidR="00A36C8B" w:rsidRPr="00C26357" w:rsidRDefault="00A36C8B" w:rsidP="00A36C8B">
            <w:pPr>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A36C8B" w:rsidRPr="00A36C8B" w:rsidTr="00A36C8B">
        <w:tc>
          <w:tcPr>
            <w:cnfStyle w:val="001000000000" w:firstRow="0" w:lastRow="0" w:firstColumn="1" w:lastColumn="0" w:oddVBand="0" w:evenVBand="0" w:oddHBand="0" w:evenHBand="0" w:firstRowFirstColumn="0" w:firstRowLastColumn="0" w:lastRowFirstColumn="0" w:lastRowLastColumn="0"/>
            <w:tcW w:w="1930" w:type="pct"/>
          </w:tcPr>
          <w:p w:rsidR="00A36C8B" w:rsidRPr="00A36C8B" w:rsidRDefault="00A36C8B" w:rsidP="00A36C8B">
            <w:pPr>
              <w:rPr>
                <w:lang w:val="en-GB"/>
              </w:rPr>
            </w:pPr>
            <w:r w:rsidRPr="00A36C8B">
              <w:rPr>
                <w:lang w:val="en-GB"/>
              </w:rPr>
              <w:t>verifyNotCert</w:t>
            </w:r>
          </w:p>
        </w:tc>
        <w:tc>
          <w:tcPr>
            <w:tcW w:w="3070" w:type="pct"/>
          </w:tcPr>
          <w:p w:rsidR="00A36C8B" w:rsidRPr="00A36C8B" w:rsidRDefault="00BA5641" w:rsidP="00BA5641">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Checks OCSP responder’s certificate. Returns error code. </w:t>
            </w:r>
          </w:p>
        </w:tc>
      </w:tr>
      <w:tr w:rsidR="00A36C8B" w:rsidRPr="00A36C8B" w:rsidTr="00A36C8B">
        <w:tc>
          <w:tcPr>
            <w:cnfStyle w:val="001000000000" w:firstRow="0" w:lastRow="0" w:firstColumn="1" w:lastColumn="0" w:oddVBand="0" w:evenVBand="0" w:oddHBand="0" w:evenHBand="0" w:firstRowFirstColumn="0" w:firstRowLastColumn="0" w:lastRowFirstColumn="0" w:lastRowLastColumn="0"/>
            <w:tcW w:w="1930" w:type="pct"/>
          </w:tcPr>
          <w:p w:rsidR="00A36C8B" w:rsidRPr="00A36C8B" w:rsidRDefault="00A36C8B" w:rsidP="00A36C8B">
            <w:pPr>
              <w:rPr>
                <w:lang w:val="en-GB"/>
              </w:rPr>
            </w:pPr>
            <w:r w:rsidRPr="00A36C8B">
              <w:rPr>
                <w:lang w:val="en-GB"/>
              </w:rPr>
              <w:t xml:space="preserve">getNotCertData </w:t>
            </w:r>
          </w:p>
        </w:tc>
        <w:tc>
          <w:tcPr>
            <w:tcW w:w="3070" w:type="pct"/>
          </w:tcPr>
          <w:p w:rsidR="00A36C8B" w:rsidRPr="00A36C8B" w:rsidRDefault="00BA5641" w:rsidP="00A36C8B">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Returns OCSP responder’s certificate. </w:t>
            </w:r>
          </w:p>
        </w:tc>
      </w:tr>
      <w:tr w:rsidR="00A36C8B" w:rsidRPr="00A36C8B" w:rsidTr="00A36C8B">
        <w:tc>
          <w:tcPr>
            <w:cnfStyle w:val="001000000000" w:firstRow="0" w:lastRow="0" w:firstColumn="1" w:lastColumn="0" w:oddVBand="0" w:evenVBand="0" w:oddHBand="0" w:evenHBand="0" w:firstRowFirstColumn="0" w:firstRowLastColumn="0" w:lastRowFirstColumn="0" w:lastRowLastColumn="0"/>
            <w:tcW w:w="1930" w:type="pct"/>
          </w:tcPr>
          <w:p w:rsidR="00A36C8B" w:rsidRPr="00A36C8B" w:rsidRDefault="00A36C8B" w:rsidP="00A36C8B">
            <w:pPr>
              <w:rPr>
                <w:lang w:val="en-GB"/>
              </w:rPr>
            </w:pPr>
            <w:r w:rsidRPr="00A36C8B">
              <w:rPr>
                <w:lang w:val="en-GB"/>
              </w:rPr>
              <w:t xml:space="preserve">verifyNotaryDigest </w:t>
            </w:r>
          </w:p>
        </w:tc>
        <w:tc>
          <w:tcPr>
            <w:tcW w:w="3070" w:type="pct"/>
          </w:tcPr>
          <w:p w:rsidR="00BA5641" w:rsidRDefault="00BA5641" w:rsidP="00BA5641">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Checks OCSP responder’s hash value. Returns error code. </w:t>
            </w:r>
          </w:p>
          <w:p w:rsidR="00A36C8B" w:rsidRPr="00A36C8B" w:rsidRDefault="00A36C8B" w:rsidP="00BA5641">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pUseFormatOf</w:t>
            </w:r>
            <w:proofErr w:type="gramEnd"/>
            <w:r w:rsidRPr="00A36C8B">
              <w:rPr>
                <w:lang w:val="en-GB"/>
              </w:rPr>
              <w:t xml:space="preserve"> - ComSignedDoc </w:t>
            </w:r>
            <w:r w:rsidR="00BA5641">
              <w:rPr>
                <w:lang w:val="en-GB"/>
              </w:rPr>
              <w:t xml:space="preserve">object whose format’s version should be used. </w:t>
            </w:r>
          </w:p>
        </w:tc>
      </w:tr>
    </w:tbl>
    <w:p w:rsidR="00B152D1" w:rsidRPr="00B152D1" w:rsidRDefault="00B152D1" w:rsidP="00B152D1">
      <w:pPr>
        <w:rPr>
          <w:lang w:val="en-GB"/>
        </w:rPr>
      </w:pPr>
      <w:r w:rsidRPr="00B152D1">
        <w:rPr>
          <w:lang w:val="en-GB"/>
        </w:rPr>
        <w:t xml:space="preserve"> </w:t>
      </w:r>
    </w:p>
    <w:p w:rsidR="00B152D1" w:rsidRPr="00BF57C5" w:rsidRDefault="00B152D1" w:rsidP="003822AB">
      <w:pPr>
        <w:pStyle w:val="apHeading2"/>
      </w:pPr>
      <w:bookmarkStart w:id="60" w:name="_Toc345343816"/>
      <w:bookmarkStart w:id="61" w:name="_Toc346288042"/>
      <w:r w:rsidRPr="00B152D1">
        <w:t>ComDigiDocLib</w:t>
      </w:r>
      <w:bookmarkEnd w:id="60"/>
      <w:bookmarkEnd w:id="61"/>
      <w:r w:rsidRPr="00B152D1">
        <w:t xml:space="preserve"> </w:t>
      </w:r>
    </w:p>
    <w:p w:rsidR="00B152D1" w:rsidRPr="00B152D1" w:rsidRDefault="00BA5641" w:rsidP="00B152D1">
      <w:pPr>
        <w:rPr>
          <w:lang w:val="en-GB"/>
        </w:rPr>
      </w:pPr>
      <w:proofErr w:type="gramStart"/>
      <w:r>
        <w:rPr>
          <w:lang w:val="en-GB"/>
        </w:rPr>
        <w:t>Contains general methods which are not bound to any particular class.</w:t>
      </w:r>
      <w:proofErr w:type="gramEnd"/>
      <w:r>
        <w:rPr>
          <w:lang w:val="en-GB"/>
        </w:rPr>
        <w:t xml:space="preserve"> </w:t>
      </w:r>
    </w:p>
    <w:p w:rsidR="00B152D1" w:rsidRPr="00B152D1" w:rsidRDefault="00B152D1" w:rsidP="00B152D1">
      <w:pPr>
        <w:rPr>
          <w:lang w:val="en-GB"/>
        </w:rPr>
      </w:pPr>
      <w:r w:rsidRPr="00B152D1">
        <w:rPr>
          <w:lang w:val="en-GB"/>
        </w:rPr>
        <w:t xml:space="preserve"> </w:t>
      </w:r>
      <w:r w:rsidR="00B92676" w:rsidRPr="00B92676">
        <w:rPr>
          <w:b/>
          <w:u w:val="single"/>
          <w:lang w:val="en-GB"/>
        </w:rPr>
        <w:t>Methods</w:t>
      </w:r>
      <w:r w:rsidRPr="00B152D1">
        <w:rPr>
          <w:lang w:val="en-GB"/>
        </w:rPr>
        <w:t xml:space="preserve"> </w:t>
      </w:r>
    </w:p>
    <w:tbl>
      <w:tblPr>
        <w:tblStyle w:val="Parameters"/>
        <w:tblW w:w="5000" w:type="pct"/>
        <w:tblLayout w:type="fixed"/>
        <w:tblLook w:val="04A0" w:firstRow="1" w:lastRow="0" w:firstColumn="1" w:lastColumn="0" w:noHBand="0" w:noVBand="1"/>
      </w:tblPr>
      <w:tblGrid>
        <w:gridCol w:w="3481"/>
        <w:gridCol w:w="4955"/>
      </w:tblGrid>
      <w:tr w:rsidR="00BB0A6C" w:rsidRPr="00C26357" w:rsidTr="00BB0A6C">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063" w:type="pct"/>
          </w:tcPr>
          <w:p w:rsidR="00BB0A6C" w:rsidRPr="00C26357" w:rsidRDefault="00BB0A6C" w:rsidP="006C7144">
            <w:pPr>
              <w:rPr>
                <w:b/>
                <w:lang w:val="en-GB"/>
              </w:rPr>
            </w:pPr>
            <w:r w:rsidRPr="00C26357">
              <w:rPr>
                <w:b/>
                <w:lang w:val="en-GB"/>
              </w:rPr>
              <w:t>Name</w:t>
            </w:r>
          </w:p>
        </w:tc>
        <w:tc>
          <w:tcPr>
            <w:tcW w:w="2937" w:type="pct"/>
          </w:tcPr>
          <w:p w:rsidR="00BB0A6C" w:rsidRPr="00C26357" w:rsidRDefault="00BB0A6C" w:rsidP="006C7144">
            <w:pPr>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BB0A6C" w:rsidRPr="00A36C8B" w:rsidTr="00BB0A6C">
        <w:trPr>
          <w:cantSplit/>
        </w:trPr>
        <w:tc>
          <w:tcPr>
            <w:cnfStyle w:val="001000000000" w:firstRow="0" w:lastRow="0" w:firstColumn="1" w:lastColumn="0" w:oddVBand="0" w:evenVBand="0" w:oddHBand="0" w:evenHBand="0" w:firstRowFirstColumn="0" w:firstRowLastColumn="0" w:lastRowFirstColumn="0" w:lastRowLastColumn="0"/>
            <w:tcW w:w="2063" w:type="pct"/>
          </w:tcPr>
          <w:p w:rsidR="00BB0A6C" w:rsidRPr="00A36C8B" w:rsidRDefault="00BB0A6C" w:rsidP="00A36C8B">
            <w:pPr>
              <w:rPr>
                <w:lang w:val="en-GB"/>
              </w:rPr>
            </w:pPr>
            <w:r w:rsidRPr="00A36C8B">
              <w:rPr>
                <w:lang w:val="en-GB"/>
              </w:rPr>
              <w:t>getLibName</w:t>
            </w:r>
          </w:p>
        </w:tc>
        <w:tc>
          <w:tcPr>
            <w:tcW w:w="2937" w:type="pct"/>
          </w:tcPr>
          <w:p w:rsidR="00BB0A6C" w:rsidRPr="00A36C8B" w:rsidRDefault="00BA5641" w:rsidP="00BA5641">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Returns the library’s name as a String value. </w:t>
            </w:r>
          </w:p>
        </w:tc>
      </w:tr>
      <w:tr w:rsidR="00BB0A6C" w:rsidRPr="00A36C8B" w:rsidTr="00BB0A6C">
        <w:trPr>
          <w:cantSplit/>
        </w:trPr>
        <w:tc>
          <w:tcPr>
            <w:cnfStyle w:val="001000000000" w:firstRow="0" w:lastRow="0" w:firstColumn="1" w:lastColumn="0" w:oddVBand="0" w:evenVBand="0" w:oddHBand="0" w:evenHBand="0" w:firstRowFirstColumn="0" w:firstRowLastColumn="0" w:lastRowFirstColumn="0" w:lastRowLastColumn="0"/>
            <w:tcW w:w="2063" w:type="pct"/>
          </w:tcPr>
          <w:p w:rsidR="00BB0A6C" w:rsidRPr="00A36C8B" w:rsidRDefault="00BB0A6C" w:rsidP="00A36C8B">
            <w:pPr>
              <w:rPr>
                <w:lang w:val="en-GB"/>
              </w:rPr>
            </w:pPr>
            <w:r w:rsidRPr="00A36C8B">
              <w:rPr>
                <w:lang w:val="en-GB"/>
              </w:rPr>
              <w:t>getLibVersion</w:t>
            </w:r>
          </w:p>
        </w:tc>
        <w:tc>
          <w:tcPr>
            <w:tcW w:w="2937" w:type="pct"/>
          </w:tcPr>
          <w:p w:rsidR="00BB0A6C" w:rsidRPr="00A36C8B" w:rsidRDefault="00BA5641" w:rsidP="00BA5641">
            <w:pPr>
              <w:cnfStyle w:val="000000000000" w:firstRow="0" w:lastRow="0" w:firstColumn="0" w:lastColumn="0" w:oddVBand="0" w:evenVBand="0" w:oddHBand="0" w:evenHBand="0" w:firstRowFirstColumn="0" w:firstRowLastColumn="0" w:lastRowFirstColumn="0" w:lastRowLastColumn="0"/>
              <w:rPr>
                <w:lang w:val="en-GB"/>
              </w:rPr>
            </w:pPr>
            <w:r>
              <w:rPr>
                <w:lang w:val="en-GB"/>
              </w:rPr>
              <w:t>Returns the library’s version as a String value.</w:t>
            </w:r>
          </w:p>
        </w:tc>
      </w:tr>
      <w:tr w:rsidR="00BB0A6C" w:rsidRPr="00A36C8B" w:rsidTr="00BB0A6C">
        <w:trPr>
          <w:cantSplit/>
        </w:trPr>
        <w:tc>
          <w:tcPr>
            <w:cnfStyle w:val="001000000000" w:firstRow="0" w:lastRow="0" w:firstColumn="1" w:lastColumn="0" w:oddVBand="0" w:evenVBand="0" w:oddHBand="0" w:evenHBand="0" w:firstRowFirstColumn="0" w:firstRowLastColumn="0" w:lastRowFirstColumn="0" w:lastRowLastColumn="0"/>
            <w:tcW w:w="2063" w:type="pct"/>
          </w:tcPr>
          <w:p w:rsidR="00BB0A6C" w:rsidRPr="00A36C8B" w:rsidRDefault="00BB0A6C" w:rsidP="00A36C8B">
            <w:pPr>
              <w:rPr>
                <w:lang w:val="en-GB"/>
              </w:rPr>
            </w:pPr>
            <w:r w:rsidRPr="00A36C8B">
              <w:rPr>
                <w:lang w:val="en-GB"/>
              </w:rPr>
              <w:t xml:space="preserve"> getSupportedFormats</w:t>
            </w:r>
          </w:p>
        </w:tc>
        <w:tc>
          <w:tcPr>
            <w:tcW w:w="2937" w:type="pct"/>
          </w:tcPr>
          <w:p w:rsidR="00BB0A6C" w:rsidRPr="00A36C8B" w:rsidRDefault="00BA5641" w:rsidP="00BA5641">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Returns the formats that are supported by the library as a String vector. </w:t>
            </w:r>
          </w:p>
        </w:tc>
      </w:tr>
      <w:tr w:rsidR="00BB0A6C" w:rsidRPr="00A36C8B" w:rsidTr="00BB0A6C">
        <w:trPr>
          <w:cantSplit/>
        </w:trPr>
        <w:tc>
          <w:tcPr>
            <w:cnfStyle w:val="001000000000" w:firstRow="0" w:lastRow="0" w:firstColumn="1" w:lastColumn="0" w:oddVBand="0" w:evenVBand="0" w:oddHBand="0" w:evenHBand="0" w:firstRowFirstColumn="0" w:firstRowLastColumn="0" w:lastRowFirstColumn="0" w:lastRowLastColumn="0"/>
            <w:tcW w:w="2063" w:type="pct"/>
          </w:tcPr>
          <w:p w:rsidR="00BB0A6C" w:rsidRPr="00A36C8B" w:rsidRDefault="00BB0A6C" w:rsidP="00A36C8B">
            <w:pPr>
              <w:rPr>
                <w:lang w:val="en-GB"/>
              </w:rPr>
            </w:pPr>
            <w:r w:rsidRPr="00A36C8B">
              <w:rPr>
                <w:lang w:val="en-GB"/>
              </w:rPr>
              <w:t xml:space="preserve"> extractDataFile </w:t>
            </w:r>
          </w:p>
        </w:tc>
        <w:tc>
          <w:tcPr>
            <w:tcW w:w="2937" w:type="pct"/>
          </w:tcPr>
          <w:p w:rsidR="009B6ED9" w:rsidRDefault="009B6ED9" w:rsidP="00A36C8B">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Extracts a data file from DigiDoc document and stores it to the specified file. </w:t>
            </w:r>
          </w:p>
          <w:p w:rsidR="009B6ED9" w:rsidRDefault="00BB0A6C" w:rsidP="00A36C8B">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pSignedDoc</w:t>
            </w:r>
            <w:proofErr w:type="gramEnd"/>
            <w:r w:rsidRPr="00A36C8B">
              <w:rPr>
                <w:lang w:val="en-GB"/>
              </w:rPr>
              <w:t xml:space="preserve"> - ComSignedDoc </w:t>
            </w:r>
            <w:r w:rsidR="009B6ED9">
              <w:rPr>
                <w:lang w:val="en-GB"/>
              </w:rPr>
              <w:t>object</w:t>
            </w:r>
            <w:r w:rsidRPr="00A36C8B">
              <w:rPr>
                <w:lang w:val="en-GB"/>
              </w:rPr>
              <w:t xml:space="preserve">. </w:t>
            </w:r>
          </w:p>
          <w:p w:rsidR="009B6ED9" w:rsidRDefault="00BB0A6C" w:rsidP="00A36C8B">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szFileName</w:t>
            </w:r>
            <w:proofErr w:type="gramEnd"/>
            <w:r w:rsidRPr="00A36C8B">
              <w:rPr>
                <w:lang w:val="en-GB"/>
              </w:rPr>
              <w:t xml:space="preserve"> </w:t>
            </w:r>
            <w:r w:rsidR="009B6ED9">
              <w:rPr>
                <w:lang w:val="en-GB"/>
              </w:rPr>
              <w:t xml:space="preserve">– document’s name. String data type. </w:t>
            </w:r>
          </w:p>
          <w:p w:rsidR="009B6ED9" w:rsidRDefault="00BB0A6C" w:rsidP="00A36C8B">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szDataFileName</w:t>
            </w:r>
            <w:proofErr w:type="gramEnd"/>
            <w:r w:rsidRPr="00A36C8B">
              <w:rPr>
                <w:lang w:val="en-GB"/>
              </w:rPr>
              <w:t xml:space="preserve"> </w:t>
            </w:r>
            <w:r w:rsidR="009B6ED9">
              <w:rPr>
                <w:lang w:val="en-GB"/>
              </w:rPr>
              <w:t>–</w:t>
            </w:r>
            <w:r w:rsidRPr="00A36C8B">
              <w:rPr>
                <w:lang w:val="en-GB"/>
              </w:rPr>
              <w:t xml:space="preserve"> </w:t>
            </w:r>
            <w:r w:rsidR="009B6ED9">
              <w:rPr>
                <w:lang w:val="en-GB"/>
              </w:rPr>
              <w:t xml:space="preserve">data file’s name. String data type. </w:t>
            </w:r>
          </w:p>
          <w:p w:rsidR="009B6ED9" w:rsidRDefault="00BB0A6C" w:rsidP="00A36C8B">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szDocId</w:t>
            </w:r>
            <w:proofErr w:type="gramEnd"/>
            <w:r w:rsidRPr="00A36C8B">
              <w:rPr>
                <w:lang w:val="en-GB"/>
              </w:rPr>
              <w:t xml:space="preserve"> </w:t>
            </w:r>
            <w:r w:rsidR="009B6ED9">
              <w:rPr>
                <w:lang w:val="en-GB"/>
              </w:rPr>
              <w:t>–</w:t>
            </w:r>
            <w:r w:rsidRPr="00A36C8B">
              <w:rPr>
                <w:lang w:val="en-GB"/>
              </w:rPr>
              <w:t xml:space="preserve"> </w:t>
            </w:r>
            <w:r w:rsidR="009B6ED9">
              <w:rPr>
                <w:lang w:val="en-GB"/>
              </w:rPr>
              <w:t xml:space="preserve">data file’s identifier. String data type. </w:t>
            </w:r>
          </w:p>
          <w:p w:rsidR="00BB0A6C" w:rsidRPr="00A36C8B" w:rsidRDefault="00BB0A6C" w:rsidP="009B6ED9">
            <w:pPr>
              <w:cnfStyle w:val="000000000000" w:firstRow="0" w:lastRow="0" w:firstColumn="0" w:lastColumn="0" w:oddVBand="0" w:evenVBand="0" w:oddHBand="0" w:evenHBand="0" w:firstRowFirstColumn="0" w:firstRowLastColumn="0" w:lastRowFirstColumn="0" w:lastRowLastColumn="0"/>
              <w:rPr>
                <w:lang w:val="en-GB"/>
              </w:rPr>
            </w:pPr>
            <w:proofErr w:type="gramStart"/>
            <w:r w:rsidRPr="00EA29B6">
              <w:rPr>
                <w:lang w:val="en-GB"/>
              </w:rPr>
              <w:t>szCharset</w:t>
            </w:r>
            <w:proofErr w:type="gramEnd"/>
            <w:r w:rsidRPr="00EA29B6">
              <w:rPr>
                <w:lang w:val="en-GB"/>
              </w:rPr>
              <w:t xml:space="preserve"> </w:t>
            </w:r>
            <w:r w:rsidR="009B6ED9" w:rsidRPr="00EA29B6">
              <w:rPr>
                <w:lang w:val="en-GB"/>
              </w:rPr>
              <w:t>–</w:t>
            </w:r>
            <w:r w:rsidRPr="00EA29B6">
              <w:rPr>
                <w:lang w:val="en-GB"/>
              </w:rPr>
              <w:t xml:space="preserve"> </w:t>
            </w:r>
            <w:r w:rsidR="009B6ED9" w:rsidRPr="00EA29B6">
              <w:rPr>
                <w:lang w:val="en-GB"/>
              </w:rPr>
              <w:t xml:space="preserve">charset of the output data. </w:t>
            </w:r>
            <w:r w:rsidR="00EA29B6" w:rsidRPr="00EA29B6">
              <w:rPr>
                <w:lang w:val="en-GB"/>
              </w:rPr>
              <w:t>Constant CHARSET_UTF_8</w:t>
            </w:r>
            <w:r w:rsidRPr="00EA29B6">
              <w:rPr>
                <w:lang w:val="en-GB"/>
              </w:rPr>
              <w:t>.</w:t>
            </w:r>
          </w:p>
        </w:tc>
      </w:tr>
      <w:tr w:rsidR="00BB0A6C" w:rsidRPr="00A36C8B" w:rsidTr="00BB0A6C">
        <w:trPr>
          <w:cantSplit/>
        </w:trPr>
        <w:tc>
          <w:tcPr>
            <w:cnfStyle w:val="001000000000" w:firstRow="0" w:lastRow="0" w:firstColumn="1" w:lastColumn="0" w:oddVBand="0" w:evenVBand="0" w:oddHBand="0" w:evenHBand="0" w:firstRowFirstColumn="0" w:firstRowLastColumn="0" w:lastRowFirstColumn="0" w:lastRowLastColumn="0"/>
            <w:tcW w:w="2063" w:type="pct"/>
          </w:tcPr>
          <w:p w:rsidR="00BB0A6C" w:rsidRPr="00A36C8B" w:rsidRDefault="00BB0A6C" w:rsidP="00A36C8B">
            <w:pPr>
              <w:rPr>
                <w:lang w:val="en-GB"/>
              </w:rPr>
            </w:pPr>
            <w:r w:rsidRPr="00A36C8B">
              <w:rPr>
                <w:lang w:val="en-GB"/>
              </w:rPr>
              <w:lastRenderedPageBreak/>
              <w:t xml:space="preserve"> getCertSubjectName</w:t>
            </w:r>
          </w:p>
        </w:tc>
        <w:tc>
          <w:tcPr>
            <w:tcW w:w="2937" w:type="pct"/>
          </w:tcPr>
          <w:p w:rsidR="009B6ED9" w:rsidRDefault="00B019AF" w:rsidP="00A36C8B">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Determines certificate owner’s name in the specified format. Returns error code. </w:t>
            </w:r>
          </w:p>
          <w:p w:rsidR="009B6ED9" w:rsidRDefault="00BB0A6C" w:rsidP="00A36C8B">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hCertHandle</w:t>
            </w:r>
            <w:proofErr w:type="gramEnd"/>
            <w:r w:rsidRPr="00A36C8B">
              <w:rPr>
                <w:lang w:val="en-GB"/>
              </w:rPr>
              <w:t xml:space="preserve"> </w:t>
            </w:r>
            <w:r w:rsidR="00B019AF">
              <w:rPr>
                <w:lang w:val="en-GB"/>
              </w:rPr>
              <w:t xml:space="preserve">– certificate handle. Long data type. </w:t>
            </w:r>
          </w:p>
          <w:p w:rsidR="00BB0A6C" w:rsidRPr="00A36C8B" w:rsidRDefault="00BB0A6C" w:rsidP="00B019AF">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pCopyTo</w:t>
            </w:r>
            <w:proofErr w:type="gramEnd"/>
            <w:r w:rsidRPr="00A36C8B">
              <w:rPr>
                <w:lang w:val="en-GB"/>
              </w:rPr>
              <w:t xml:space="preserve"> </w:t>
            </w:r>
            <w:r w:rsidR="00B019AF">
              <w:rPr>
                <w:lang w:val="en-GB"/>
              </w:rPr>
              <w:t>–</w:t>
            </w:r>
            <w:r w:rsidRPr="00A36C8B">
              <w:rPr>
                <w:lang w:val="en-GB"/>
              </w:rPr>
              <w:t xml:space="preserve"> </w:t>
            </w:r>
            <w:r w:rsidR="00B019AF">
              <w:rPr>
                <w:lang w:val="en-GB"/>
              </w:rPr>
              <w:t xml:space="preserve">String variable for storing the result. </w:t>
            </w:r>
          </w:p>
        </w:tc>
      </w:tr>
      <w:tr w:rsidR="00BB0A6C" w:rsidRPr="00A36C8B" w:rsidTr="00BB0A6C">
        <w:trPr>
          <w:cantSplit/>
        </w:trPr>
        <w:tc>
          <w:tcPr>
            <w:cnfStyle w:val="001000000000" w:firstRow="0" w:lastRow="0" w:firstColumn="1" w:lastColumn="0" w:oddVBand="0" w:evenVBand="0" w:oddHBand="0" w:evenHBand="0" w:firstRowFirstColumn="0" w:firstRowLastColumn="0" w:lastRowFirstColumn="0" w:lastRowLastColumn="0"/>
            <w:tcW w:w="2063" w:type="pct"/>
          </w:tcPr>
          <w:p w:rsidR="00BB0A6C" w:rsidRPr="00A36C8B" w:rsidRDefault="00BB0A6C" w:rsidP="00A36C8B">
            <w:pPr>
              <w:rPr>
                <w:lang w:val="en-GB"/>
              </w:rPr>
            </w:pPr>
            <w:r w:rsidRPr="00A36C8B">
              <w:rPr>
                <w:lang w:val="en-GB"/>
              </w:rPr>
              <w:t xml:space="preserve"> getCertIssuerName  </w:t>
            </w:r>
          </w:p>
        </w:tc>
        <w:tc>
          <w:tcPr>
            <w:tcW w:w="2937" w:type="pct"/>
          </w:tcPr>
          <w:p w:rsidR="00BB0A6C" w:rsidRDefault="00B019AF" w:rsidP="00A36C8B">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Determines the certificate’s issuer name in the specified format. Returns error code. </w:t>
            </w:r>
          </w:p>
          <w:p w:rsidR="00BB0A6C" w:rsidRDefault="00BB0A6C" w:rsidP="00A36C8B">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hCert</w:t>
            </w:r>
            <w:proofErr w:type="gramEnd"/>
            <w:r w:rsidRPr="00A36C8B">
              <w:rPr>
                <w:lang w:val="en-GB"/>
              </w:rPr>
              <w:t xml:space="preserve"> </w:t>
            </w:r>
            <w:r w:rsidR="00B019AF">
              <w:rPr>
                <w:lang w:val="en-GB"/>
              </w:rPr>
              <w:t>–</w:t>
            </w:r>
            <w:r w:rsidRPr="00A36C8B">
              <w:rPr>
                <w:lang w:val="en-GB"/>
              </w:rPr>
              <w:t xml:space="preserve"> </w:t>
            </w:r>
            <w:r w:rsidR="00B019AF">
              <w:rPr>
                <w:lang w:val="en-GB"/>
              </w:rPr>
              <w:t xml:space="preserve">certificate handle. Long data type. </w:t>
            </w:r>
          </w:p>
          <w:p w:rsidR="00BB0A6C" w:rsidRPr="00A36C8B" w:rsidRDefault="00BB0A6C" w:rsidP="00A36C8B">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pszStoreTo</w:t>
            </w:r>
            <w:proofErr w:type="gramEnd"/>
            <w:r w:rsidRPr="00A36C8B">
              <w:rPr>
                <w:lang w:val="en-GB"/>
              </w:rPr>
              <w:t xml:space="preserve"> - </w:t>
            </w:r>
            <w:r w:rsidR="00B019AF">
              <w:rPr>
                <w:lang w:val="en-GB"/>
              </w:rPr>
              <w:t>String variable for storing the result.</w:t>
            </w:r>
          </w:p>
        </w:tc>
      </w:tr>
      <w:tr w:rsidR="00BB0A6C" w:rsidRPr="00A36C8B" w:rsidTr="00BB0A6C">
        <w:trPr>
          <w:cantSplit/>
        </w:trPr>
        <w:tc>
          <w:tcPr>
            <w:cnfStyle w:val="001000000000" w:firstRow="0" w:lastRow="0" w:firstColumn="1" w:lastColumn="0" w:oddVBand="0" w:evenVBand="0" w:oddHBand="0" w:evenHBand="0" w:firstRowFirstColumn="0" w:firstRowLastColumn="0" w:lastRowFirstColumn="0" w:lastRowLastColumn="0"/>
            <w:tcW w:w="2063" w:type="pct"/>
          </w:tcPr>
          <w:p w:rsidR="00BB0A6C" w:rsidRPr="00A36C8B" w:rsidRDefault="00BB0A6C" w:rsidP="00A36C8B">
            <w:pPr>
              <w:rPr>
                <w:lang w:val="en-GB"/>
              </w:rPr>
            </w:pPr>
            <w:r w:rsidRPr="00A36C8B">
              <w:rPr>
                <w:lang w:val="en-GB"/>
              </w:rPr>
              <w:t xml:space="preserve">getCertSerialNumber </w:t>
            </w:r>
          </w:p>
        </w:tc>
        <w:tc>
          <w:tcPr>
            <w:tcW w:w="2937" w:type="pct"/>
          </w:tcPr>
          <w:p w:rsidR="00BA51AD" w:rsidRDefault="00BA51AD" w:rsidP="00A36C8B">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Determines the certificate’s serial number. Returns error code. </w:t>
            </w:r>
          </w:p>
          <w:p w:rsidR="00BB0A6C" w:rsidRDefault="00BB0A6C" w:rsidP="00A36C8B">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hCert</w:t>
            </w:r>
            <w:proofErr w:type="gramEnd"/>
            <w:r w:rsidRPr="00A36C8B">
              <w:rPr>
                <w:lang w:val="en-GB"/>
              </w:rPr>
              <w:t xml:space="preserve"> </w:t>
            </w:r>
            <w:r w:rsidR="00BA51AD">
              <w:rPr>
                <w:lang w:val="en-GB"/>
              </w:rPr>
              <w:t>–</w:t>
            </w:r>
            <w:r w:rsidRPr="00A36C8B">
              <w:rPr>
                <w:lang w:val="en-GB"/>
              </w:rPr>
              <w:t xml:space="preserve"> </w:t>
            </w:r>
            <w:r w:rsidR="00BA51AD">
              <w:rPr>
                <w:lang w:val="en-GB"/>
              </w:rPr>
              <w:t xml:space="preserve">certificate handle. Long data type. </w:t>
            </w:r>
          </w:p>
          <w:p w:rsidR="00BB0A6C" w:rsidRPr="00A36C8B" w:rsidRDefault="00BB0A6C" w:rsidP="00A36C8B">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pszStoreTo</w:t>
            </w:r>
            <w:proofErr w:type="gramEnd"/>
            <w:r w:rsidRPr="00A36C8B">
              <w:rPr>
                <w:lang w:val="en-GB"/>
              </w:rPr>
              <w:t xml:space="preserve"> - </w:t>
            </w:r>
            <w:r w:rsidR="00BA51AD">
              <w:rPr>
                <w:lang w:val="en-GB"/>
              </w:rPr>
              <w:t>String variable for storing the result.</w:t>
            </w:r>
          </w:p>
        </w:tc>
      </w:tr>
      <w:tr w:rsidR="00BB0A6C" w:rsidRPr="00A36C8B" w:rsidTr="00BB0A6C">
        <w:trPr>
          <w:cantSplit/>
        </w:trPr>
        <w:tc>
          <w:tcPr>
            <w:cnfStyle w:val="001000000000" w:firstRow="0" w:lastRow="0" w:firstColumn="1" w:lastColumn="0" w:oddVBand="0" w:evenVBand="0" w:oddHBand="0" w:evenHBand="0" w:firstRowFirstColumn="0" w:firstRowLastColumn="0" w:lastRowFirstColumn="0" w:lastRowLastColumn="0"/>
            <w:tcW w:w="2063" w:type="pct"/>
          </w:tcPr>
          <w:p w:rsidR="00BB0A6C" w:rsidRPr="00A36C8B" w:rsidRDefault="00BB0A6C" w:rsidP="00A36C8B">
            <w:pPr>
              <w:rPr>
                <w:lang w:val="en-GB"/>
              </w:rPr>
            </w:pPr>
            <w:r w:rsidRPr="00A36C8B">
              <w:rPr>
                <w:lang w:val="en-GB"/>
              </w:rPr>
              <w:t xml:space="preserve"> getCertNotBefore  </w:t>
            </w:r>
          </w:p>
        </w:tc>
        <w:tc>
          <w:tcPr>
            <w:tcW w:w="2937" w:type="pct"/>
          </w:tcPr>
          <w:p w:rsidR="00BB0A6C" w:rsidRDefault="008F52D1" w:rsidP="00A36C8B">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Determines the valid from date of the certificate in ComTimeStamp format. Returns error code. </w:t>
            </w:r>
            <w:r w:rsidR="00BB0A6C" w:rsidRPr="00A36C8B">
              <w:rPr>
                <w:lang w:val="en-GB"/>
              </w:rPr>
              <w:t xml:space="preserve"> </w:t>
            </w:r>
          </w:p>
          <w:p w:rsidR="00BB0A6C" w:rsidRDefault="00BB0A6C" w:rsidP="00A36C8B">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pUseFormatOf</w:t>
            </w:r>
            <w:proofErr w:type="gramEnd"/>
            <w:r w:rsidRPr="00A36C8B">
              <w:rPr>
                <w:lang w:val="en-GB"/>
              </w:rPr>
              <w:t xml:space="preserve"> - ComSignedDoc </w:t>
            </w:r>
            <w:r w:rsidR="008F52D1">
              <w:rPr>
                <w:lang w:val="en-GB"/>
              </w:rPr>
              <w:t>object whose format</w:t>
            </w:r>
            <w:r w:rsidR="00AA7D24">
              <w:rPr>
                <w:lang w:val="en-GB"/>
              </w:rPr>
              <w:t xml:space="preserve"> version</w:t>
            </w:r>
            <w:r w:rsidR="008F52D1">
              <w:rPr>
                <w:lang w:val="en-GB"/>
              </w:rPr>
              <w:t xml:space="preserve"> is</w:t>
            </w:r>
            <w:r w:rsidR="00AA7D24">
              <w:rPr>
                <w:lang w:val="en-GB"/>
              </w:rPr>
              <w:t xml:space="preserve"> to be</w:t>
            </w:r>
            <w:r w:rsidR="008F52D1">
              <w:rPr>
                <w:lang w:val="en-GB"/>
              </w:rPr>
              <w:t xml:space="preserve"> used. </w:t>
            </w:r>
          </w:p>
          <w:p w:rsidR="00BB0A6C" w:rsidRDefault="00BB0A6C" w:rsidP="00A36C8B">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hCert</w:t>
            </w:r>
            <w:proofErr w:type="gramEnd"/>
            <w:r w:rsidRPr="00A36C8B">
              <w:rPr>
                <w:lang w:val="en-GB"/>
              </w:rPr>
              <w:t xml:space="preserve"> </w:t>
            </w:r>
            <w:r w:rsidR="008F52D1">
              <w:rPr>
                <w:lang w:val="en-GB"/>
              </w:rPr>
              <w:t>–</w:t>
            </w:r>
            <w:r w:rsidRPr="00A36C8B">
              <w:rPr>
                <w:lang w:val="en-GB"/>
              </w:rPr>
              <w:t xml:space="preserve"> </w:t>
            </w:r>
            <w:r w:rsidR="008F52D1">
              <w:rPr>
                <w:lang w:val="en-GB"/>
              </w:rPr>
              <w:t xml:space="preserve">certificate handle. Long data type. </w:t>
            </w:r>
          </w:p>
          <w:p w:rsidR="00BB0A6C" w:rsidRPr="00A36C8B" w:rsidRDefault="00BB0A6C" w:rsidP="008F52D1">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szTimeStamp</w:t>
            </w:r>
            <w:proofErr w:type="gramEnd"/>
            <w:r w:rsidRPr="00A36C8B">
              <w:rPr>
                <w:lang w:val="en-GB"/>
              </w:rPr>
              <w:t xml:space="preserve"> - </w:t>
            </w:r>
            <w:r w:rsidR="008F52D1">
              <w:rPr>
                <w:lang w:val="en-GB"/>
              </w:rPr>
              <w:t>String variable for storing the date value.</w:t>
            </w:r>
          </w:p>
        </w:tc>
      </w:tr>
      <w:tr w:rsidR="00BB0A6C" w:rsidRPr="00A36C8B" w:rsidTr="00BB0A6C">
        <w:trPr>
          <w:cantSplit/>
        </w:trPr>
        <w:tc>
          <w:tcPr>
            <w:cnfStyle w:val="001000000000" w:firstRow="0" w:lastRow="0" w:firstColumn="1" w:lastColumn="0" w:oddVBand="0" w:evenVBand="0" w:oddHBand="0" w:evenHBand="0" w:firstRowFirstColumn="0" w:firstRowLastColumn="0" w:lastRowFirstColumn="0" w:lastRowLastColumn="0"/>
            <w:tcW w:w="2063" w:type="pct"/>
          </w:tcPr>
          <w:p w:rsidR="00BB0A6C" w:rsidRPr="00A36C8B" w:rsidRDefault="00BB0A6C" w:rsidP="00A36C8B">
            <w:pPr>
              <w:rPr>
                <w:lang w:val="en-GB"/>
              </w:rPr>
            </w:pPr>
            <w:r w:rsidRPr="00A36C8B">
              <w:rPr>
                <w:lang w:val="en-GB"/>
              </w:rPr>
              <w:t xml:space="preserve"> getCertNotAfter  </w:t>
            </w:r>
          </w:p>
        </w:tc>
        <w:tc>
          <w:tcPr>
            <w:tcW w:w="2937" w:type="pct"/>
          </w:tcPr>
          <w:p w:rsidR="00AA7D24" w:rsidRDefault="00AA7D24" w:rsidP="00AA7D24">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Determines the valid to date of the certificate in ComTimeStamp format. Returns error code. </w:t>
            </w:r>
            <w:r w:rsidRPr="00A36C8B">
              <w:rPr>
                <w:lang w:val="en-GB"/>
              </w:rPr>
              <w:t xml:space="preserve"> </w:t>
            </w:r>
          </w:p>
          <w:p w:rsidR="00BB0A6C" w:rsidRDefault="00BB0A6C" w:rsidP="00A36C8B">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pUseFormatOf</w:t>
            </w:r>
            <w:proofErr w:type="gramEnd"/>
            <w:r w:rsidRPr="00A36C8B">
              <w:rPr>
                <w:lang w:val="en-GB"/>
              </w:rPr>
              <w:t xml:space="preserve"> - </w:t>
            </w:r>
            <w:r w:rsidR="00AA7D24" w:rsidRPr="00A36C8B">
              <w:rPr>
                <w:lang w:val="en-GB"/>
              </w:rPr>
              <w:t xml:space="preserve">ComSignedDoc </w:t>
            </w:r>
            <w:r w:rsidR="00AA7D24">
              <w:rPr>
                <w:lang w:val="en-GB"/>
              </w:rPr>
              <w:t>object whose format version is to be used.</w:t>
            </w:r>
          </w:p>
          <w:p w:rsidR="00BB0A6C" w:rsidRDefault="00BB0A6C" w:rsidP="00A36C8B">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hCert</w:t>
            </w:r>
            <w:proofErr w:type="gramEnd"/>
            <w:r w:rsidRPr="00A36C8B">
              <w:rPr>
                <w:lang w:val="en-GB"/>
              </w:rPr>
              <w:t xml:space="preserve"> </w:t>
            </w:r>
            <w:r w:rsidR="00AA7D24">
              <w:rPr>
                <w:lang w:val="en-GB"/>
              </w:rPr>
              <w:t>–</w:t>
            </w:r>
            <w:r w:rsidRPr="00A36C8B">
              <w:rPr>
                <w:lang w:val="en-GB"/>
              </w:rPr>
              <w:t xml:space="preserve"> </w:t>
            </w:r>
            <w:r w:rsidR="00AA7D24">
              <w:rPr>
                <w:lang w:val="en-GB"/>
              </w:rPr>
              <w:t xml:space="preserve">certificate handle. Long data type. </w:t>
            </w:r>
          </w:p>
          <w:p w:rsidR="00BB0A6C" w:rsidRPr="00A36C8B" w:rsidRDefault="00BB0A6C" w:rsidP="00A36C8B">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szTimeStamp</w:t>
            </w:r>
            <w:proofErr w:type="gramEnd"/>
            <w:r w:rsidRPr="00A36C8B">
              <w:rPr>
                <w:lang w:val="en-GB"/>
              </w:rPr>
              <w:t xml:space="preserve"> - </w:t>
            </w:r>
            <w:r w:rsidR="00AA7D24">
              <w:rPr>
                <w:lang w:val="en-GB"/>
              </w:rPr>
              <w:t>String variable for storing the date value.</w:t>
            </w:r>
          </w:p>
        </w:tc>
      </w:tr>
      <w:tr w:rsidR="00BB0A6C" w:rsidRPr="00A36C8B" w:rsidTr="00BB0A6C">
        <w:trPr>
          <w:cantSplit/>
        </w:trPr>
        <w:tc>
          <w:tcPr>
            <w:cnfStyle w:val="001000000000" w:firstRow="0" w:lastRow="0" w:firstColumn="1" w:lastColumn="0" w:oddVBand="0" w:evenVBand="0" w:oddHBand="0" w:evenHBand="0" w:firstRowFirstColumn="0" w:firstRowLastColumn="0" w:lastRowFirstColumn="0" w:lastRowLastColumn="0"/>
            <w:tcW w:w="2063" w:type="pct"/>
          </w:tcPr>
          <w:p w:rsidR="00BB0A6C" w:rsidRPr="00A36C8B" w:rsidRDefault="00BB0A6C" w:rsidP="00A36C8B">
            <w:pPr>
              <w:rPr>
                <w:lang w:val="en-GB"/>
              </w:rPr>
            </w:pPr>
            <w:r w:rsidRPr="00A36C8B">
              <w:rPr>
                <w:lang w:val="en-GB"/>
              </w:rPr>
              <w:t xml:space="preserve"> saveCert</w:t>
            </w:r>
          </w:p>
        </w:tc>
        <w:tc>
          <w:tcPr>
            <w:tcW w:w="2937" w:type="pct"/>
          </w:tcPr>
          <w:p w:rsidR="00BB0A6C" w:rsidRDefault="00AA7D24" w:rsidP="00A36C8B">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Saves the certificate file. Returns error code. </w:t>
            </w:r>
          </w:p>
          <w:p w:rsidR="00BB0A6C" w:rsidRDefault="00BB0A6C" w:rsidP="00AA7D24">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hCert</w:t>
            </w:r>
            <w:proofErr w:type="gramEnd"/>
            <w:r w:rsidRPr="00A36C8B">
              <w:rPr>
                <w:lang w:val="en-GB"/>
              </w:rPr>
              <w:t xml:space="preserve"> </w:t>
            </w:r>
            <w:r w:rsidR="00AA7D24">
              <w:rPr>
                <w:lang w:val="en-GB"/>
              </w:rPr>
              <w:t>–</w:t>
            </w:r>
            <w:r w:rsidRPr="00A36C8B">
              <w:rPr>
                <w:lang w:val="en-GB"/>
              </w:rPr>
              <w:t xml:space="preserve"> </w:t>
            </w:r>
            <w:r w:rsidR="00AA7D24">
              <w:rPr>
                <w:lang w:val="en-GB"/>
              </w:rPr>
              <w:t xml:space="preserve">certificate handle. Long data type. </w:t>
            </w:r>
          </w:p>
          <w:p w:rsidR="00AA7D24" w:rsidRDefault="00AA7D24" w:rsidP="00AA7D24">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szSaveToFile</w:t>
            </w:r>
            <w:proofErr w:type="gramEnd"/>
            <w:r w:rsidRPr="00A36C8B">
              <w:rPr>
                <w:lang w:val="en-GB"/>
              </w:rPr>
              <w:t xml:space="preserve"> </w:t>
            </w:r>
            <w:r>
              <w:rPr>
                <w:lang w:val="en-GB"/>
              </w:rPr>
              <w:t xml:space="preserve">– name of the output file. String data type. </w:t>
            </w:r>
          </w:p>
          <w:p w:rsidR="00AA7D24" w:rsidRPr="00A36C8B" w:rsidRDefault="00AA7D24" w:rsidP="00EA29B6">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nFormat</w:t>
            </w:r>
            <w:proofErr w:type="gramEnd"/>
            <w:r w:rsidRPr="00A36C8B">
              <w:rPr>
                <w:lang w:val="en-GB"/>
              </w:rPr>
              <w:t xml:space="preserve"> </w:t>
            </w:r>
            <w:r>
              <w:rPr>
                <w:lang w:val="en-GB"/>
              </w:rPr>
              <w:t>–</w:t>
            </w:r>
            <w:r w:rsidRPr="00A36C8B">
              <w:rPr>
                <w:lang w:val="en-GB"/>
              </w:rPr>
              <w:t xml:space="preserve"> </w:t>
            </w:r>
            <w:r>
              <w:rPr>
                <w:lang w:val="en-GB"/>
              </w:rPr>
              <w:t xml:space="preserve">file format. </w:t>
            </w:r>
            <w:r w:rsidR="00EA29B6" w:rsidRPr="00EA29B6">
              <w:rPr>
                <w:lang w:val="en-GB"/>
              </w:rPr>
              <w:t>Constant</w:t>
            </w:r>
            <w:r w:rsidRPr="00EA29B6">
              <w:rPr>
                <w:lang w:val="en-GB"/>
              </w:rPr>
              <w:t xml:space="preserve"> FILE_FORMAT_ASN1 </w:t>
            </w:r>
            <w:r w:rsidR="00EA29B6" w:rsidRPr="00EA29B6">
              <w:rPr>
                <w:lang w:val="en-GB"/>
              </w:rPr>
              <w:t>or</w:t>
            </w:r>
            <w:r w:rsidRPr="00EA29B6">
              <w:rPr>
                <w:lang w:val="en-GB"/>
              </w:rPr>
              <w:t xml:space="preserve"> FILE_FORMAT_PEM.</w:t>
            </w:r>
          </w:p>
        </w:tc>
      </w:tr>
      <w:tr w:rsidR="00BB0A6C" w:rsidRPr="00A36C8B" w:rsidTr="00BB0A6C">
        <w:trPr>
          <w:cantSplit/>
        </w:trPr>
        <w:tc>
          <w:tcPr>
            <w:cnfStyle w:val="001000000000" w:firstRow="0" w:lastRow="0" w:firstColumn="1" w:lastColumn="0" w:oddVBand="0" w:evenVBand="0" w:oddHBand="0" w:evenHBand="0" w:firstRowFirstColumn="0" w:firstRowLastColumn="0" w:lastRowFirstColumn="0" w:lastRowLastColumn="0"/>
            <w:tcW w:w="2063" w:type="pct"/>
          </w:tcPr>
          <w:p w:rsidR="00BB0A6C" w:rsidRPr="00A36C8B" w:rsidRDefault="00BB0A6C" w:rsidP="00A36C8B">
            <w:pPr>
              <w:rPr>
                <w:lang w:val="en-GB"/>
              </w:rPr>
            </w:pPr>
            <w:r w:rsidRPr="00A36C8B">
              <w:rPr>
                <w:lang w:val="en-GB"/>
              </w:rPr>
              <w:t>isCertValid</w:t>
            </w:r>
          </w:p>
        </w:tc>
        <w:tc>
          <w:tcPr>
            <w:tcW w:w="2937" w:type="pct"/>
          </w:tcPr>
          <w:p w:rsidR="00BB0A6C" w:rsidRDefault="00E122A1" w:rsidP="00A36C8B">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Checks the validity of the certificate. Returns error code. </w:t>
            </w:r>
          </w:p>
          <w:p w:rsidR="00BB0A6C" w:rsidRDefault="00BB0A6C" w:rsidP="00A36C8B">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hCert</w:t>
            </w:r>
            <w:proofErr w:type="gramEnd"/>
            <w:r w:rsidRPr="00A36C8B">
              <w:rPr>
                <w:lang w:val="en-GB"/>
              </w:rPr>
              <w:t xml:space="preserve"> </w:t>
            </w:r>
            <w:r w:rsidR="00E122A1">
              <w:rPr>
                <w:lang w:val="en-GB"/>
              </w:rPr>
              <w:t>–</w:t>
            </w:r>
            <w:r w:rsidRPr="00A36C8B">
              <w:rPr>
                <w:lang w:val="en-GB"/>
              </w:rPr>
              <w:t xml:space="preserve"> </w:t>
            </w:r>
            <w:r w:rsidR="00E122A1">
              <w:rPr>
                <w:lang w:val="en-GB"/>
              </w:rPr>
              <w:t xml:space="preserve">certificate handle. Long data type. </w:t>
            </w:r>
          </w:p>
          <w:p w:rsidR="00BB0A6C" w:rsidRPr="00A36C8B" w:rsidRDefault="00BB0A6C" w:rsidP="00E122A1">
            <w:pPr>
              <w:cnfStyle w:val="000000000000" w:firstRow="0" w:lastRow="0" w:firstColumn="0" w:lastColumn="0" w:oddVBand="0" w:evenVBand="0" w:oddHBand="0" w:evenHBand="0" w:firstRowFirstColumn="0" w:firstRowLastColumn="0" w:lastRowFirstColumn="0" w:lastRowLastColumn="0"/>
              <w:rPr>
                <w:lang w:val="en-GB"/>
              </w:rPr>
            </w:pPr>
            <w:r w:rsidRPr="00A36C8B">
              <w:rPr>
                <w:lang w:val="en-GB"/>
              </w:rPr>
              <w:t xml:space="preserve">TimeValue – </w:t>
            </w:r>
            <w:r w:rsidR="00E122A1">
              <w:rPr>
                <w:lang w:val="en-GB"/>
              </w:rPr>
              <w:t xml:space="preserve">specified time value. </w:t>
            </w:r>
          </w:p>
        </w:tc>
      </w:tr>
      <w:tr w:rsidR="00BB0A6C" w:rsidRPr="00A36C8B" w:rsidTr="00BB0A6C">
        <w:trPr>
          <w:cantSplit/>
        </w:trPr>
        <w:tc>
          <w:tcPr>
            <w:cnfStyle w:val="001000000000" w:firstRow="0" w:lastRow="0" w:firstColumn="1" w:lastColumn="0" w:oddVBand="0" w:evenVBand="0" w:oddHBand="0" w:evenHBand="0" w:firstRowFirstColumn="0" w:firstRowLastColumn="0" w:lastRowFirstColumn="0" w:lastRowLastColumn="0"/>
            <w:tcW w:w="2063" w:type="pct"/>
          </w:tcPr>
          <w:p w:rsidR="00BB0A6C" w:rsidRPr="00A36C8B" w:rsidRDefault="00BB0A6C" w:rsidP="00A36C8B">
            <w:pPr>
              <w:rPr>
                <w:lang w:val="en-GB"/>
              </w:rPr>
            </w:pPr>
            <w:r w:rsidRPr="00A36C8B">
              <w:rPr>
                <w:lang w:val="en-GB"/>
              </w:rPr>
              <w:t xml:space="preserve">isCertSignedBy  </w:t>
            </w:r>
          </w:p>
        </w:tc>
        <w:tc>
          <w:tcPr>
            <w:tcW w:w="2937" w:type="pct"/>
          </w:tcPr>
          <w:p w:rsidR="00BB0A6C" w:rsidRDefault="00E122A1" w:rsidP="00A36C8B">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Checks if the certificate has been signed by the respective CA. Returns error code. </w:t>
            </w:r>
          </w:p>
          <w:p w:rsidR="00BB0A6C" w:rsidRDefault="00BB0A6C" w:rsidP="00A36C8B">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hCert</w:t>
            </w:r>
            <w:proofErr w:type="gramEnd"/>
            <w:r w:rsidRPr="00A36C8B">
              <w:rPr>
                <w:lang w:val="en-GB"/>
              </w:rPr>
              <w:t xml:space="preserve"> </w:t>
            </w:r>
            <w:r w:rsidR="00E122A1">
              <w:rPr>
                <w:lang w:val="en-GB"/>
              </w:rPr>
              <w:t>–</w:t>
            </w:r>
            <w:r w:rsidRPr="00A36C8B">
              <w:rPr>
                <w:lang w:val="en-GB"/>
              </w:rPr>
              <w:t xml:space="preserve"> </w:t>
            </w:r>
            <w:r w:rsidR="00E122A1">
              <w:rPr>
                <w:lang w:val="en-GB"/>
              </w:rPr>
              <w:t xml:space="preserve">certificate handle. Long data type. </w:t>
            </w:r>
            <w:r w:rsidRPr="00A36C8B">
              <w:rPr>
                <w:lang w:val="en-GB"/>
              </w:rPr>
              <w:t xml:space="preserve"> </w:t>
            </w:r>
          </w:p>
          <w:p w:rsidR="00BB0A6C" w:rsidRPr="00A36C8B" w:rsidRDefault="00BB0A6C" w:rsidP="00E122A1">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szCAFile</w:t>
            </w:r>
            <w:proofErr w:type="gramEnd"/>
            <w:r w:rsidRPr="00A36C8B">
              <w:rPr>
                <w:lang w:val="en-GB"/>
              </w:rPr>
              <w:t xml:space="preserve"> </w:t>
            </w:r>
            <w:r w:rsidR="00E122A1">
              <w:rPr>
                <w:lang w:val="en-GB"/>
              </w:rPr>
              <w:t>–</w:t>
            </w:r>
            <w:r w:rsidRPr="00A36C8B">
              <w:rPr>
                <w:lang w:val="en-GB"/>
              </w:rPr>
              <w:t xml:space="preserve"> </w:t>
            </w:r>
            <w:r w:rsidR="00E122A1">
              <w:rPr>
                <w:lang w:val="en-GB"/>
              </w:rPr>
              <w:t xml:space="preserve">CA certificate file. String data type. </w:t>
            </w:r>
          </w:p>
        </w:tc>
      </w:tr>
      <w:tr w:rsidR="00BB0A6C" w:rsidRPr="00A36C8B" w:rsidTr="00BB0A6C">
        <w:trPr>
          <w:cantSplit/>
        </w:trPr>
        <w:tc>
          <w:tcPr>
            <w:cnfStyle w:val="001000000000" w:firstRow="0" w:lastRow="0" w:firstColumn="1" w:lastColumn="0" w:oddVBand="0" w:evenVBand="0" w:oddHBand="0" w:evenHBand="0" w:firstRowFirstColumn="0" w:firstRowLastColumn="0" w:lastRowFirstColumn="0" w:lastRowLastColumn="0"/>
            <w:tcW w:w="2063" w:type="pct"/>
          </w:tcPr>
          <w:p w:rsidR="00BB0A6C" w:rsidRPr="00A36C8B" w:rsidRDefault="00BB0A6C" w:rsidP="00A36C8B">
            <w:pPr>
              <w:rPr>
                <w:lang w:val="en-GB"/>
              </w:rPr>
            </w:pPr>
            <w:r w:rsidRPr="00A36C8B">
              <w:rPr>
                <w:lang w:val="en-GB"/>
              </w:rPr>
              <w:lastRenderedPageBreak/>
              <w:t>isCertSignedByCERT</w:t>
            </w:r>
          </w:p>
        </w:tc>
        <w:tc>
          <w:tcPr>
            <w:tcW w:w="2937" w:type="pct"/>
          </w:tcPr>
          <w:p w:rsidR="00BB0A6C" w:rsidRDefault="00E122A1" w:rsidP="00A36C8B">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Checks the certificate has been signed with the respective certificate. Returns error code. </w:t>
            </w:r>
          </w:p>
          <w:p w:rsidR="00BB0A6C" w:rsidRDefault="00BB0A6C" w:rsidP="00A36C8B">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searchCert</w:t>
            </w:r>
            <w:proofErr w:type="gramEnd"/>
            <w:r w:rsidRPr="00A36C8B">
              <w:rPr>
                <w:lang w:val="en-GB"/>
              </w:rPr>
              <w:t xml:space="preserve"> - ComCertSearch </w:t>
            </w:r>
            <w:r w:rsidR="00E122A1">
              <w:rPr>
                <w:lang w:val="en-GB"/>
              </w:rPr>
              <w:t xml:space="preserve">object for searching the certificate to be checked. </w:t>
            </w:r>
          </w:p>
          <w:p w:rsidR="00BB0A6C" w:rsidRPr="00A36C8B" w:rsidRDefault="00BB0A6C" w:rsidP="00E122A1">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searchCACert</w:t>
            </w:r>
            <w:proofErr w:type="gramEnd"/>
            <w:r w:rsidRPr="00A36C8B">
              <w:rPr>
                <w:lang w:val="en-GB"/>
              </w:rPr>
              <w:t xml:space="preserve"> - ComCertSearch </w:t>
            </w:r>
            <w:r w:rsidR="00E122A1">
              <w:rPr>
                <w:lang w:val="en-GB"/>
              </w:rPr>
              <w:t xml:space="preserve">object for searching the CA certificate. </w:t>
            </w:r>
          </w:p>
        </w:tc>
      </w:tr>
      <w:tr w:rsidR="00BB0A6C" w:rsidRPr="00A36C8B" w:rsidTr="00BB0A6C">
        <w:trPr>
          <w:cantSplit/>
        </w:trPr>
        <w:tc>
          <w:tcPr>
            <w:cnfStyle w:val="001000000000" w:firstRow="0" w:lastRow="0" w:firstColumn="1" w:lastColumn="0" w:oddVBand="0" w:evenVBand="0" w:oddHBand="0" w:evenHBand="0" w:firstRowFirstColumn="0" w:firstRowLastColumn="0" w:lastRowFirstColumn="0" w:lastRowLastColumn="0"/>
            <w:tcW w:w="2063" w:type="pct"/>
          </w:tcPr>
          <w:p w:rsidR="00BB0A6C" w:rsidRPr="00A36C8B" w:rsidRDefault="00BB0A6C" w:rsidP="00BB0A6C">
            <w:pPr>
              <w:rPr>
                <w:lang w:val="en-GB"/>
              </w:rPr>
            </w:pPr>
            <w:r w:rsidRPr="00A36C8B">
              <w:rPr>
                <w:lang w:val="en-GB"/>
              </w:rPr>
              <w:t xml:space="preserve">  readCertificateByPKCS12OnlyCert</w:t>
            </w:r>
          </w:p>
        </w:tc>
        <w:tc>
          <w:tcPr>
            <w:tcW w:w="2937" w:type="pct"/>
          </w:tcPr>
          <w:p w:rsidR="00BB0A6C" w:rsidRDefault="00E122A1" w:rsidP="00A36C8B">
            <w:pPr>
              <w:cnfStyle w:val="000000000000" w:firstRow="0" w:lastRow="0" w:firstColumn="0" w:lastColumn="0" w:oddVBand="0" w:evenVBand="0" w:oddHBand="0" w:evenHBand="0" w:firstRowFirstColumn="0" w:firstRowLastColumn="0" w:lastRowFirstColumn="0" w:lastRowLastColumn="0"/>
              <w:rPr>
                <w:lang w:val="en-GB"/>
              </w:rPr>
            </w:pPr>
            <w:r>
              <w:rPr>
                <w:lang w:val="en-GB"/>
              </w:rPr>
              <w:t>Returns certificate handle</w:t>
            </w:r>
            <w:r w:rsidR="001C0503">
              <w:rPr>
                <w:lang w:val="en-GB"/>
              </w:rPr>
              <w:t xml:space="preserve">, can be used to read OCSP </w:t>
            </w:r>
            <w:r w:rsidR="0046294A">
              <w:rPr>
                <w:lang w:val="en-GB"/>
              </w:rPr>
              <w:t xml:space="preserve">responder </w:t>
            </w:r>
            <w:r w:rsidR="001C0503">
              <w:rPr>
                <w:lang w:val="en-GB"/>
              </w:rPr>
              <w:t>access certificate from PKCS#12 container</w:t>
            </w:r>
          </w:p>
          <w:p w:rsidR="00E122A1" w:rsidRDefault="00BB0A6C" w:rsidP="00A36C8B">
            <w:pPr>
              <w:cnfStyle w:val="000000000000" w:firstRow="0" w:lastRow="0" w:firstColumn="0" w:lastColumn="0" w:oddVBand="0" w:evenVBand="0" w:oddHBand="0" w:evenHBand="0" w:firstRowFirstColumn="0" w:firstRowLastColumn="0" w:lastRowFirstColumn="0" w:lastRowLastColumn="0"/>
              <w:rPr>
                <w:lang w:val="en-GB"/>
              </w:rPr>
            </w:pPr>
            <w:r w:rsidRPr="00A36C8B">
              <w:rPr>
                <w:lang w:val="en-GB"/>
              </w:rPr>
              <w:t xml:space="preserve">pkcs12File – PKCS12 </w:t>
            </w:r>
            <w:r w:rsidR="00E122A1">
              <w:rPr>
                <w:lang w:val="en-GB"/>
              </w:rPr>
              <w:t xml:space="preserve">file name. String data type. </w:t>
            </w:r>
          </w:p>
          <w:p w:rsidR="00BB0A6C" w:rsidRPr="00A36C8B" w:rsidRDefault="00BB0A6C" w:rsidP="00EA29B6">
            <w:pPr>
              <w:cnfStyle w:val="000000000000" w:firstRow="0" w:lastRow="0" w:firstColumn="0" w:lastColumn="0" w:oddVBand="0" w:evenVBand="0" w:oddHBand="0" w:evenHBand="0" w:firstRowFirstColumn="0" w:firstRowLastColumn="0" w:lastRowFirstColumn="0" w:lastRowLastColumn="0"/>
              <w:rPr>
                <w:lang w:val="en-GB"/>
              </w:rPr>
            </w:pPr>
            <w:proofErr w:type="gramStart"/>
            <w:r w:rsidRPr="00A36C8B">
              <w:rPr>
                <w:lang w:val="en-GB"/>
              </w:rPr>
              <w:t>password  -</w:t>
            </w:r>
            <w:proofErr w:type="gramEnd"/>
            <w:r w:rsidRPr="00A36C8B">
              <w:rPr>
                <w:lang w:val="en-GB"/>
              </w:rPr>
              <w:t xml:space="preserve"> </w:t>
            </w:r>
            <w:r w:rsidR="00EA29B6">
              <w:rPr>
                <w:lang w:val="en-GB"/>
              </w:rPr>
              <w:t xml:space="preserve">PKCS12 container’s </w:t>
            </w:r>
            <w:r w:rsidR="00E122A1">
              <w:rPr>
                <w:lang w:val="en-GB"/>
              </w:rPr>
              <w:t xml:space="preserve">password value. String data type. </w:t>
            </w:r>
          </w:p>
        </w:tc>
      </w:tr>
    </w:tbl>
    <w:p w:rsidR="00BF57C5" w:rsidRPr="00B152D1" w:rsidRDefault="00BF57C5" w:rsidP="00B152D1">
      <w:pPr>
        <w:rPr>
          <w:lang w:val="en-GB"/>
        </w:rPr>
      </w:pPr>
    </w:p>
    <w:p w:rsidR="00B152D1" w:rsidRPr="00BF57C5" w:rsidRDefault="00B152D1" w:rsidP="003822AB">
      <w:pPr>
        <w:pStyle w:val="apHeading2"/>
      </w:pPr>
      <w:bookmarkStart w:id="62" w:name="_Toc345343817"/>
      <w:bookmarkStart w:id="63" w:name="_Toc346288043"/>
      <w:r w:rsidRPr="00B152D1">
        <w:t>ComErrorInfo</w:t>
      </w:r>
      <w:bookmarkEnd w:id="62"/>
      <w:bookmarkEnd w:id="63"/>
      <w:r w:rsidRPr="00B152D1">
        <w:t xml:space="preserve"> </w:t>
      </w:r>
    </w:p>
    <w:p w:rsidR="0071533C" w:rsidRPr="00B152D1" w:rsidRDefault="0071533C" w:rsidP="0071533C">
      <w:pPr>
        <w:rPr>
          <w:lang w:val="en-GB"/>
        </w:rPr>
      </w:pPr>
      <w:proofErr w:type="gramStart"/>
      <w:r>
        <w:rPr>
          <w:lang w:val="en-GB"/>
        </w:rPr>
        <w:t>Enables error handling.</w:t>
      </w:r>
      <w:proofErr w:type="gramEnd"/>
      <w:r>
        <w:rPr>
          <w:lang w:val="en-GB"/>
        </w:rPr>
        <w:t xml:space="preserve"> Offers functionality for accessing the library’s error buffer and holds the data of errors that have been</w:t>
      </w:r>
      <w:r w:rsidRPr="0071533C">
        <w:rPr>
          <w:lang w:val="en-GB"/>
        </w:rPr>
        <w:t xml:space="preserve"> </w:t>
      </w:r>
      <w:r>
        <w:rPr>
          <w:lang w:val="en-GB"/>
        </w:rPr>
        <w:t xml:space="preserve">read.  </w:t>
      </w:r>
    </w:p>
    <w:p w:rsidR="00B152D1" w:rsidRDefault="0071533C" w:rsidP="00B152D1">
      <w:pPr>
        <w:rPr>
          <w:lang w:val="en-GB"/>
        </w:rPr>
      </w:pPr>
      <w:r>
        <w:rPr>
          <w:lang w:val="en-GB"/>
        </w:rPr>
        <w:t xml:space="preserve">Error handling offered by the library has been combined in two levels: </w:t>
      </w:r>
    </w:p>
    <w:p w:rsidR="00B152D1" w:rsidRDefault="0071533C" w:rsidP="00B152D1">
      <w:pPr>
        <w:pStyle w:val="ListParagraph"/>
        <w:numPr>
          <w:ilvl w:val="0"/>
          <w:numId w:val="45"/>
        </w:numPr>
        <w:rPr>
          <w:lang w:val="en-GB"/>
        </w:rPr>
      </w:pPr>
      <w:r w:rsidRPr="0071533C">
        <w:rPr>
          <w:lang w:val="en-GB"/>
        </w:rPr>
        <w:t xml:space="preserve">If a method returns an error code of long data type then the error code should be stored. Then, explanation of the error code should be retrieved </w:t>
      </w:r>
      <w:r>
        <w:rPr>
          <w:lang w:val="en-GB"/>
        </w:rPr>
        <w:t xml:space="preserve">in text format </w:t>
      </w:r>
      <w:r w:rsidRPr="0071533C">
        <w:rPr>
          <w:lang w:val="en-GB"/>
        </w:rPr>
        <w:t xml:space="preserve">by using method </w:t>
      </w:r>
      <w:proofErr w:type="gramStart"/>
      <w:r w:rsidRPr="0071533C">
        <w:rPr>
          <w:lang w:val="en-GB"/>
        </w:rPr>
        <w:t>ComErrorInfo.</w:t>
      </w:r>
      <w:r w:rsidR="00B152D1" w:rsidRPr="0071533C">
        <w:rPr>
          <w:lang w:val="en-GB"/>
        </w:rPr>
        <w:t>getErrorStringByCode</w:t>
      </w:r>
      <w:r>
        <w:rPr>
          <w:lang w:val="en-GB"/>
        </w:rPr>
        <w:t>(</w:t>
      </w:r>
      <w:proofErr w:type="gramEnd"/>
      <w:r>
        <w:rPr>
          <w:lang w:val="en-GB"/>
        </w:rPr>
        <w:t>)</w:t>
      </w:r>
      <w:r w:rsidR="00B152D1" w:rsidRPr="0071533C">
        <w:rPr>
          <w:lang w:val="en-GB"/>
        </w:rPr>
        <w:t xml:space="preserve">. </w:t>
      </w:r>
    </w:p>
    <w:p w:rsidR="00B152D1" w:rsidRPr="009F4398" w:rsidRDefault="0071533C" w:rsidP="00B152D1">
      <w:pPr>
        <w:pStyle w:val="ListParagraph"/>
        <w:numPr>
          <w:ilvl w:val="0"/>
          <w:numId w:val="45"/>
        </w:numPr>
        <w:rPr>
          <w:lang w:val="en-GB"/>
        </w:rPr>
      </w:pPr>
      <w:r w:rsidRPr="009F4398">
        <w:rPr>
          <w:lang w:val="en-GB"/>
        </w:rPr>
        <w:t>If the method doesn’</w:t>
      </w:r>
      <w:r w:rsidR="009F4398" w:rsidRPr="009F4398">
        <w:rPr>
          <w:lang w:val="en-GB"/>
        </w:rPr>
        <w:t>t return error co</w:t>
      </w:r>
      <w:r w:rsidRPr="009F4398">
        <w:rPr>
          <w:lang w:val="en-GB"/>
        </w:rPr>
        <w:t xml:space="preserve">de then </w:t>
      </w:r>
      <w:proofErr w:type="gramStart"/>
      <w:r w:rsidRPr="009F4398">
        <w:rPr>
          <w:lang w:val="en-GB"/>
        </w:rPr>
        <w:t>ComErrorInfo.</w:t>
      </w:r>
      <w:r w:rsidR="00B152D1" w:rsidRPr="009F4398">
        <w:rPr>
          <w:lang w:val="en-GB"/>
        </w:rPr>
        <w:t>getNextUnreadError</w:t>
      </w:r>
      <w:r w:rsidRPr="009F4398">
        <w:rPr>
          <w:lang w:val="en-GB"/>
        </w:rPr>
        <w:t>(</w:t>
      </w:r>
      <w:proofErr w:type="gramEnd"/>
      <w:r w:rsidRPr="009F4398">
        <w:rPr>
          <w:lang w:val="en-GB"/>
        </w:rPr>
        <w:t>) method should be called. The method returns ‘true’ if there</w:t>
      </w:r>
      <w:r w:rsidR="009F4398" w:rsidRPr="009F4398">
        <w:rPr>
          <w:lang w:val="en-GB"/>
        </w:rPr>
        <w:t xml:space="preserve"> are any unread errors in the library. The first unread error is going to be stored in the ComErrorInfo object. </w:t>
      </w:r>
      <w:r w:rsidR="00B152D1" w:rsidRPr="009F4398">
        <w:rPr>
          <w:lang w:val="en-GB"/>
        </w:rPr>
        <w:t xml:space="preserve"> </w:t>
      </w:r>
    </w:p>
    <w:p w:rsidR="00B152D1" w:rsidRDefault="009F4398" w:rsidP="00B152D1">
      <w:pPr>
        <w:rPr>
          <w:lang w:val="en-GB"/>
        </w:rPr>
      </w:pPr>
      <w:r>
        <w:rPr>
          <w:lang w:val="en-GB"/>
        </w:rPr>
        <w:t>Generally</w:t>
      </w:r>
      <w:r w:rsidR="00A62192">
        <w:rPr>
          <w:lang w:val="en-GB"/>
        </w:rPr>
        <w:t>,</w:t>
      </w:r>
      <w:r>
        <w:rPr>
          <w:lang w:val="en-GB"/>
        </w:rPr>
        <w:t xml:space="preserve"> it is </w:t>
      </w:r>
      <w:r w:rsidR="00A62192">
        <w:rPr>
          <w:lang w:val="en-GB"/>
        </w:rPr>
        <w:t xml:space="preserve">useful to create a unitary error handling functionality in client application which checks the given error code and then iterates through buffer of unread errors. </w:t>
      </w:r>
    </w:p>
    <w:p w:rsidR="00A62192" w:rsidRPr="00B152D1" w:rsidRDefault="00A62192" w:rsidP="00B152D1">
      <w:pPr>
        <w:rPr>
          <w:lang w:val="en-GB"/>
        </w:rPr>
      </w:pPr>
      <w:r w:rsidRPr="00A62192">
        <w:rPr>
          <w:b/>
          <w:lang w:val="en-GB"/>
        </w:rPr>
        <w:t>Note:</w:t>
      </w:r>
      <w:r>
        <w:rPr>
          <w:lang w:val="en-GB"/>
        </w:rPr>
        <w:t xml:space="preserve"> </w:t>
      </w:r>
      <w:r w:rsidRPr="00A62192">
        <w:rPr>
          <w:b/>
          <w:lang w:val="en-GB"/>
        </w:rPr>
        <w:t>error ha</w:t>
      </w:r>
      <w:r>
        <w:rPr>
          <w:b/>
          <w:lang w:val="en-GB"/>
        </w:rPr>
        <w:t>ndling functionality uses the li</w:t>
      </w:r>
      <w:r w:rsidRPr="00A62192">
        <w:rPr>
          <w:b/>
          <w:lang w:val="en-GB"/>
        </w:rPr>
        <w:t>brary’s global variables, i.e. the class is not thread-safe!</w:t>
      </w:r>
    </w:p>
    <w:p w:rsidR="00B152D1" w:rsidRPr="00B152D1" w:rsidRDefault="00C26357" w:rsidP="00B152D1">
      <w:pPr>
        <w:rPr>
          <w:lang w:val="en-GB"/>
        </w:rPr>
      </w:pPr>
      <w:r w:rsidRPr="00C26357">
        <w:rPr>
          <w:b/>
          <w:u w:val="single"/>
          <w:lang w:val="en-GB"/>
        </w:rPr>
        <w:t>Attributes</w:t>
      </w:r>
      <w:r w:rsidR="00B152D1" w:rsidRPr="00B152D1">
        <w:rPr>
          <w:lang w:val="en-GB"/>
        </w:rPr>
        <w:t xml:space="preserve"> </w:t>
      </w:r>
    </w:p>
    <w:tbl>
      <w:tblPr>
        <w:tblStyle w:val="Parameters"/>
        <w:tblW w:w="4955" w:type="pct"/>
        <w:tblLayout w:type="fixed"/>
        <w:tblLook w:val="04A0" w:firstRow="1" w:lastRow="0" w:firstColumn="1" w:lastColumn="0" w:noHBand="0" w:noVBand="1"/>
      </w:tblPr>
      <w:tblGrid>
        <w:gridCol w:w="3227"/>
        <w:gridCol w:w="5133"/>
      </w:tblGrid>
      <w:tr w:rsidR="00BB0A6C" w:rsidRPr="00C26357" w:rsidTr="00BB0A6C">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930" w:type="pct"/>
          </w:tcPr>
          <w:p w:rsidR="00BB0A6C" w:rsidRPr="00C26357" w:rsidRDefault="00BB0A6C" w:rsidP="006C7144">
            <w:pPr>
              <w:rPr>
                <w:b/>
                <w:lang w:val="en-GB"/>
              </w:rPr>
            </w:pPr>
            <w:r w:rsidRPr="00C26357">
              <w:rPr>
                <w:b/>
                <w:lang w:val="en-GB"/>
              </w:rPr>
              <w:t>Name</w:t>
            </w:r>
          </w:p>
        </w:tc>
        <w:tc>
          <w:tcPr>
            <w:tcW w:w="3070" w:type="pct"/>
          </w:tcPr>
          <w:p w:rsidR="00BB0A6C" w:rsidRPr="00C26357" w:rsidRDefault="00BB0A6C" w:rsidP="006C7144">
            <w:pPr>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BB0A6C" w:rsidRPr="00BB0A6C" w:rsidTr="00BB0A6C">
        <w:trPr>
          <w:cantSplit/>
        </w:trPr>
        <w:tc>
          <w:tcPr>
            <w:cnfStyle w:val="001000000000" w:firstRow="0" w:lastRow="0" w:firstColumn="1" w:lastColumn="0" w:oddVBand="0" w:evenVBand="0" w:oddHBand="0" w:evenHBand="0" w:firstRowFirstColumn="0" w:firstRowLastColumn="0" w:lastRowFirstColumn="0" w:lastRowLastColumn="0"/>
            <w:tcW w:w="1930" w:type="pct"/>
          </w:tcPr>
          <w:p w:rsidR="00BB0A6C" w:rsidRPr="00BB0A6C" w:rsidRDefault="00BB0A6C" w:rsidP="006C7144">
            <w:pPr>
              <w:rPr>
                <w:lang w:val="en-GB"/>
              </w:rPr>
            </w:pPr>
            <w:r w:rsidRPr="00BB0A6C">
              <w:rPr>
                <w:lang w:val="en-GB"/>
              </w:rPr>
              <w:t xml:space="preserve">nCode </w:t>
            </w:r>
          </w:p>
        </w:tc>
        <w:tc>
          <w:tcPr>
            <w:tcW w:w="3070" w:type="pct"/>
          </w:tcPr>
          <w:p w:rsidR="00BB0A6C" w:rsidRPr="00BB0A6C" w:rsidRDefault="00A62192" w:rsidP="00A62192">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Error code. Long data type, not editable. </w:t>
            </w:r>
          </w:p>
        </w:tc>
      </w:tr>
      <w:tr w:rsidR="00BB0A6C" w:rsidRPr="00BB0A6C" w:rsidTr="00BB0A6C">
        <w:trPr>
          <w:cantSplit/>
        </w:trPr>
        <w:tc>
          <w:tcPr>
            <w:cnfStyle w:val="001000000000" w:firstRow="0" w:lastRow="0" w:firstColumn="1" w:lastColumn="0" w:oddVBand="0" w:evenVBand="0" w:oddHBand="0" w:evenHBand="0" w:firstRowFirstColumn="0" w:firstRowLastColumn="0" w:lastRowFirstColumn="0" w:lastRowLastColumn="0"/>
            <w:tcW w:w="1930" w:type="pct"/>
          </w:tcPr>
          <w:p w:rsidR="00BB0A6C" w:rsidRPr="00BB0A6C" w:rsidRDefault="00BB0A6C" w:rsidP="006C7144">
            <w:pPr>
              <w:rPr>
                <w:lang w:val="en-GB"/>
              </w:rPr>
            </w:pPr>
            <w:r w:rsidRPr="00BB0A6C">
              <w:rPr>
                <w:lang w:val="en-GB"/>
              </w:rPr>
              <w:t xml:space="preserve">szFileName </w:t>
            </w:r>
          </w:p>
        </w:tc>
        <w:tc>
          <w:tcPr>
            <w:tcW w:w="3070" w:type="pct"/>
          </w:tcPr>
          <w:p w:rsidR="00BB0A6C" w:rsidRPr="00BB0A6C" w:rsidRDefault="00A62192" w:rsidP="00A62192">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Name of the source code file. String data type, not editable. </w:t>
            </w:r>
          </w:p>
        </w:tc>
      </w:tr>
      <w:tr w:rsidR="00BB0A6C" w:rsidRPr="00BB0A6C" w:rsidTr="00BB0A6C">
        <w:trPr>
          <w:cantSplit/>
        </w:trPr>
        <w:tc>
          <w:tcPr>
            <w:cnfStyle w:val="001000000000" w:firstRow="0" w:lastRow="0" w:firstColumn="1" w:lastColumn="0" w:oddVBand="0" w:evenVBand="0" w:oddHBand="0" w:evenHBand="0" w:firstRowFirstColumn="0" w:firstRowLastColumn="0" w:lastRowFirstColumn="0" w:lastRowLastColumn="0"/>
            <w:tcW w:w="1930" w:type="pct"/>
          </w:tcPr>
          <w:p w:rsidR="00BB0A6C" w:rsidRPr="00BB0A6C" w:rsidRDefault="00BB0A6C" w:rsidP="006C7144">
            <w:pPr>
              <w:rPr>
                <w:lang w:val="en-GB"/>
              </w:rPr>
            </w:pPr>
            <w:r w:rsidRPr="00BB0A6C">
              <w:rPr>
                <w:lang w:val="en-GB"/>
              </w:rPr>
              <w:t xml:space="preserve">nFileLine </w:t>
            </w:r>
          </w:p>
        </w:tc>
        <w:tc>
          <w:tcPr>
            <w:tcW w:w="3070" w:type="pct"/>
          </w:tcPr>
          <w:p w:rsidR="00BB0A6C" w:rsidRPr="00BB0A6C" w:rsidRDefault="00A62192" w:rsidP="00A62192">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Line number in the source code file. Long data type, not editable. </w:t>
            </w:r>
          </w:p>
        </w:tc>
      </w:tr>
      <w:tr w:rsidR="00BB0A6C" w:rsidRPr="00BB0A6C" w:rsidTr="00BB0A6C">
        <w:trPr>
          <w:cantSplit/>
        </w:trPr>
        <w:tc>
          <w:tcPr>
            <w:cnfStyle w:val="001000000000" w:firstRow="0" w:lastRow="0" w:firstColumn="1" w:lastColumn="0" w:oddVBand="0" w:evenVBand="0" w:oddHBand="0" w:evenHBand="0" w:firstRowFirstColumn="0" w:firstRowLastColumn="0" w:lastRowFirstColumn="0" w:lastRowLastColumn="0"/>
            <w:tcW w:w="1930" w:type="pct"/>
          </w:tcPr>
          <w:p w:rsidR="00BB0A6C" w:rsidRPr="00BB0A6C" w:rsidRDefault="00BB0A6C" w:rsidP="006C7144">
            <w:pPr>
              <w:rPr>
                <w:lang w:val="en-GB"/>
              </w:rPr>
            </w:pPr>
            <w:r w:rsidRPr="00BB0A6C">
              <w:rPr>
                <w:lang w:val="en-GB"/>
              </w:rPr>
              <w:t xml:space="preserve">szAssertion </w:t>
            </w:r>
          </w:p>
        </w:tc>
        <w:tc>
          <w:tcPr>
            <w:tcW w:w="3070" w:type="pct"/>
          </w:tcPr>
          <w:p w:rsidR="00BB0A6C" w:rsidRPr="00BB0A6C" w:rsidRDefault="00A62192" w:rsidP="00A62192">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Explanation. String data type, not editable. </w:t>
            </w:r>
          </w:p>
        </w:tc>
      </w:tr>
    </w:tbl>
    <w:p w:rsidR="00B152D1" w:rsidRPr="00B152D1" w:rsidRDefault="00B152D1" w:rsidP="00B152D1">
      <w:pPr>
        <w:rPr>
          <w:lang w:val="en-GB"/>
        </w:rPr>
      </w:pPr>
      <w:r w:rsidRPr="00B152D1">
        <w:rPr>
          <w:lang w:val="en-GB"/>
        </w:rPr>
        <w:t xml:space="preserve"> </w:t>
      </w:r>
    </w:p>
    <w:p w:rsidR="00B152D1" w:rsidRPr="00B152D1" w:rsidRDefault="00B92676" w:rsidP="00B152D1">
      <w:pPr>
        <w:rPr>
          <w:lang w:val="en-GB"/>
        </w:rPr>
      </w:pPr>
      <w:r w:rsidRPr="00B92676">
        <w:rPr>
          <w:b/>
          <w:u w:val="single"/>
          <w:lang w:val="en-GB"/>
        </w:rPr>
        <w:t>Methods</w:t>
      </w:r>
      <w:r w:rsidR="00B152D1" w:rsidRPr="00B152D1">
        <w:rPr>
          <w:lang w:val="en-GB"/>
        </w:rPr>
        <w:t xml:space="preserve"> </w:t>
      </w:r>
    </w:p>
    <w:tbl>
      <w:tblPr>
        <w:tblStyle w:val="Parameters"/>
        <w:tblW w:w="4955" w:type="pct"/>
        <w:tblLayout w:type="fixed"/>
        <w:tblLook w:val="04A0" w:firstRow="1" w:lastRow="0" w:firstColumn="1" w:lastColumn="0" w:noHBand="0" w:noVBand="1"/>
      </w:tblPr>
      <w:tblGrid>
        <w:gridCol w:w="3227"/>
        <w:gridCol w:w="5133"/>
      </w:tblGrid>
      <w:tr w:rsidR="00BB0A6C" w:rsidRPr="00C26357" w:rsidTr="00A6219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930" w:type="pct"/>
          </w:tcPr>
          <w:p w:rsidR="00BB0A6C" w:rsidRPr="00C26357" w:rsidRDefault="00BB0A6C" w:rsidP="006C7144">
            <w:pPr>
              <w:rPr>
                <w:b/>
                <w:lang w:val="en-GB"/>
              </w:rPr>
            </w:pPr>
            <w:r w:rsidRPr="00C26357">
              <w:rPr>
                <w:b/>
                <w:lang w:val="en-GB"/>
              </w:rPr>
              <w:t>Name</w:t>
            </w:r>
          </w:p>
        </w:tc>
        <w:tc>
          <w:tcPr>
            <w:tcW w:w="3070" w:type="pct"/>
          </w:tcPr>
          <w:p w:rsidR="00BB0A6C" w:rsidRPr="00C26357" w:rsidRDefault="00BB0A6C" w:rsidP="006C7144">
            <w:pPr>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BB0A6C" w:rsidRPr="00BB0A6C" w:rsidTr="00A62192">
        <w:tc>
          <w:tcPr>
            <w:cnfStyle w:val="001000000000" w:firstRow="0" w:lastRow="0" w:firstColumn="1" w:lastColumn="0" w:oddVBand="0" w:evenVBand="0" w:oddHBand="0" w:evenHBand="0" w:firstRowFirstColumn="0" w:firstRowLastColumn="0" w:lastRowFirstColumn="0" w:lastRowLastColumn="0"/>
            <w:tcW w:w="1930" w:type="pct"/>
          </w:tcPr>
          <w:p w:rsidR="00BB0A6C" w:rsidRPr="00BB0A6C" w:rsidRDefault="00BB0A6C" w:rsidP="006C7144">
            <w:pPr>
              <w:rPr>
                <w:lang w:val="en-GB"/>
              </w:rPr>
            </w:pPr>
            <w:r w:rsidRPr="00BB0A6C">
              <w:rPr>
                <w:lang w:val="en-GB"/>
              </w:rPr>
              <w:t>hasContent</w:t>
            </w:r>
          </w:p>
        </w:tc>
        <w:tc>
          <w:tcPr>
            <w:tcW w:w="3070" w:type="pct"/>
          </w:tcPr>
          <w:p w:rsidR="00BB0A6C" w:rsidRPr="00BB0A6C" w:rsidRDefault="00A62192" w:rsidP="00144970">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If an error has been stored in the object (i.e. the attributes have values) then returns ‘true’ as Variant type. </w:t>
            </w:r>
          </w:p>
        </w:tc>
      </w:tr>
      <w:tr w:rsidR="00BB0A6C" w:rsidRPr="00BB0A6C" w:rsidTr="00A62192">
        <w:tc>
          <w:tcPr>
            <w:cnfStyle w:val="001000000000" w:firstRow="0" w:lastRow="0" w:firstColumn="1" w:lastColumn="0" w:oddVBand="0" w:evenVBand="0" w:oddHBand="0" w:evenHBand="0" w:firstRowFirstColumn="0" w:firstRowLastColumn="0" w:lastRowFirstColumn="0" w:lastRowLastColumn="0"/>
            <w:tcW w:w="1930" w:type="pct"/>
          </w:tcPr>
          <w:p w:rsidR="00BB0A6C" w:rsidRPr="00BB0A6C" w:rsidRDefault="00BB0A6C" w:rsidP="006C7144">
            <w:pPr>
              <w:rPr>
                <w:lang w:val="en-GB"/>
              </w:rPr>
            </w:pPr>
            <w:r w:rsidRPr="00BB0A6C">
              <w:rPr>
                <w:lang w:val="en-GB"/>
              </w:rPr>
              <w:t>getNextUnreadError</w:t>
            </w:r>
          </w:p>
        </w:tc>
        <w:tc>
          <w:tcPr>
            <w:tcW w:w="3070" w:type="pct"/>
          </w:tcPr>
          <w:p w:rsidR="00BB0A6C" w:rsidRPr="00BB0A6C" w:rsidRDefault="00144970" w:rsidP="00144970">
            <w:pPr>
              <w:cnfStyle w:val="000000000000" w:firstRow="0" w:lastRow="0" w:firstColumn="0" w:lastColumn="0" w:oddVBand="0" w:evenVBand="0" w:oddHBand="0" w:evenHBand="0" w:firstRowFirstColumn="0" w:firstRowLastColumn="0" w:lastRowFirstColumn="0" w:lastRowLastColumn="0"/>
              <w:rPr>
                <w:lang w:val="en-GB"/>
              </w:rPr>
            </w:pPr>
            <w:r>
              <w:rPr>
                <w:lang w:val="en-GB"/>
              </w:rPr>
              <w:t>Reads in the next error. If the buffer of unread errors is empty then returns ‘false’ with Variant data type.</w:t>
            </w:r>
          </w:p>
        </w:tc>
      </w:tr>
      <w:tr w:rsidR="00BB0A6C" w:rsidRPr="00BB0A6C" w:rsidTr="00A62192">
        <w:tc>
          <w:tcPr>
            <w:cnfStyle w:val="001000000000" w:firstRow="0" w:lastRow="0" w:firstColumn="1" w:lastColumn="0" w:oddVBand="0" w:evenVBand="0" w:oddHBand="0" w:evenHBand="0" w:firstRowFirstColumn="0" w:firstRowLastColumn="0" w:lastRowFirstColumn="0" w:lastRowLastColumn="0"/>
            <w:tcW w:w="1930" w:type="pct"/>
          </w:tcPr>
          <w:p w:rsidR="00BB0A6C" w:rsidRPr="00BB0A6C" w:rsidRDefault="00BB0A6C" w:rsidP="006C7144">
            <w:pPr>
              <w:rPr>
                <w:lang w:val="en-GB"/>
              </w:rPr>
            </w:pPr>
            <w:r w:rsidRPr="00BB0A6C">
              <w:rPr>
                <w:lang w:val="en-GB"/>
              </w:rPr>
              <w:lastRenderedPageBreak/>
              <w:t xml:space="preserve">getErrorString </w:t>
            </w:r>
          </w:p>
        </w:tc>
        <w:tc>
          <w:tcPr>
            <w:tcW w:w="3070" w:type="pct"/>
          </w:tcPr>
          <w:p w:rsidR="00BB0A6C" w:rsidRPr="00BB0A6C" w:rsidRDefault="00925AFF" w:rsidP="00925AFF">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Returns the textual representation of the error that has been read in. </w:t>
            </w:r>
          </w:p>
        </w:tc>
      </w:tr>
      <w:tr w:rsidR="00BB0A6C" w:rsidRPr="00BB0A6C" w:rsidTr="00A62192">
        <w:tc>
          <w:tcPr>
            <w:cnfStyle w:val="001000000000" w:firstRow="0" w:lastRow="0" w:firstColumn="1" w:lastColumn="0" w:oddVBand="0" w:evenVBand="0" w:oddHBand="0" w:evenHBand="0" w:firstRowFirstColumn="0" w:firstRowLastColumn="0" w:lastRowFirstColumn="0" w:lastRowLastColumn="0"/>
            <w:tcW w:w="1930" w:type="pct"/>
          </w:tcPr>
          <w:p w:rsidR="00BB0A6C" w:rsidRPr="00BB0A6C" w:rsidRDefault="00BB0A6C" w:rsidP="006C7144">
            <w:pPr>
              <w:rPr>
                <w:lang w:val="en-GB"/>
              </w:rPr>
            </w:pPr>
            <w:r w:rsidRPr="00BB0A6C">
              <w:rPr>
                <w:lang w:val="en-GB"/>
              </w:rPr>
              <w:t>clearErrorInfo</w:t>
            </w:r>
          </w:p>
        </w:tc>
        <w:tc>
          <w:tcPr>
            <w:tcW w:w="3070" w:type="pct"/>
          </w:tcPr>
          <w:p w:rsidR="00BB0A6C" w:rsidRPr="00BB0A6C" w:rsidRDefault="00925AFF" w:rsidP="00925AFF">
            <w:pPr>
              <w:cnfStyle w:val="000000000000" w:firstRow="0" w:lastRow="0" w:firstColumn="0" w:lastColumn="0" w:oddVBand="0" w:evenVBand="0" w:oddHBand="0" w:evenHBand="0" w:firstRowFirstColumn="0" w:firstRowLastColumn="0" w:lastRowFirstColumn="0" w:lastRowLastColumn="0"/>
              <w:rPr>
                <w:lang w:val="en-GB"/>
              </w:rPr>
            </w:pPr>
            <w:r>
              <w:rPr>
                <w:lang w:val="en-GB"/>
              </w:rPr>
              <w:t>Clears the information of currently read in error.</w:t>
            </w:r>
            <w:r w:rsidR="00BB0A6C" w:rsidRPr="00BB0A6C">
              <w:rPr>
                <w:lang w:val="en-GB"/>
              </w:rPr>
              <w:t xml:space="preserve">  </w:t>
            </w:r>
          </w:p>
        </w:tc>
      </w:tr>
      <w:tr w:rsidR="00BB0A6C" w:rsidRPr="00BB0A6C" w:rsidTr="00A62192">
        <w:tc>
          <w:tcPr>
            <w:cnfStyle w:val="001000000000" w:firstRow="0" w:lastRow="0" w:firstColumn="1" w:lastColumn="0" w:oddVBand="0" w:evenVBand="0" w:oddHBand="0" w:evenHBand="0" w:firstRowFirstColumn="0" w:firstRowLastColumn="0" w:lastRowFirstColumn="0" w:lastRowLastColumn="0"/>
            <w:tcW w:w="1930" w:type="pct"/>
          </w:tcPr>
          <w:p w:rsidR="00BB0A6C" w:rsidRPr="00BB0A6C" w:rsidRDefault="00BB0A6C" w:rsidP="006C7144">
            <w:pPr>
              <w:rPr>
                <w:lang w:val="en-GB"/>
              </w:rPr>
            </w:pPr>
            <w:r w:rsidRPr="00BB0A6C">
              <w:rPr>
                <w:lang w:val="en-GB"/>
              </w:rPr>
              <w:t>clearAllUnreadErrors</w:t>
            </w:r>
          </w:p>
        </w:tc>
        <w:tc>
          <w:tcPr>
            <w:tcW w:w="3070" w:type="pct"/>
          </w:tcPr>
          <w:p w:rsidR="00BB0A6C" w:rsidRPr="00BB0A6C" w:rsidRDefault="00925AFF" w:rsidP="00897007">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Clears the whole buffer of </w:t>
            </w:r>
            <w:r w:rsidR="00897007">
              <w:rPr>
                <w:lang w:val="en-GB"/>
              </w:rPr>
              <w:t xml:space="preserve">unread errors. </w:t>
            </w:r>
          </w:p>
        </w:tc>
      </w:tr>
      <w:tr w:rsidR="00BB0A6C" w:rsidRPr="00BB0A6C" w:rsidTr="00A62192">
        <w:tc>
          <w:tcPr>
            <w:cnfStyle w:val="001000000000" w:firstRow="0" w:lastRow="0" w:firstColumn="1" w:lastColumn="0" w:oddVBand="0" w:evenVBand="0" w:oddHBand="0" w:evenHBand="0" w:firstRowFirstColumn="0" w:firstRowLastColumn="0" w:lastRowFirstColumn="0" w:lastRowLastColumn="0"/>
            <w:tcW w:w="1930" w:type="pct"/>
          </w:tcPr>
          <w:p w:rsidR="00BB0A6C" w:rsidRPr="00BB0A6C" w:rsidRDefault="00BB0A6C" w:rsidP="006C7144">
            <w:pPr>
              <w:rPr>
                <w:lang w:val="en-GB"/>
              </w:rPr>
            </w:pPr>
            <w:r w:rsidRPr="00BB0A6C">
              <w:rPr>
                <w:lang w:val="en-GB"/>
              </w:rPr>
              <w:t>getErrorStringByCode</w:t>
            </w:r>
          </w:p>
        </w:tc>
        <w:tc>
          <w:tcPr>
            <w:tcW w:w="3070" w:type="pct"/>
          </w:tcPr>
          <w:p w:rsidR="00897007" w:rsidRDefault="00897007" w:rsidP="00897007">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Returns error text based on error code. </w:t>
            </w:r>
          </w:p>
          <w:p w:rsidR="00BB0A6C" w:rsidRPr="00BB0A6C" w:rsidRDefault="00BB0A6C" w:rsidP="00897007">
            <w:pPr>
              <w:cnfStyle w:val="000000000000" w:firstRow="0" w:lastRow="0" w:firstColumn="0" w:lastColumn="0" w:oddVBand="0" w:evenVBand="0" w:oddHBand="0" w:evenHBand="0" w:firstRowFirstColumn="0" w:firstRowLastColumn="0" w:lastRowFirstColumn="0" w:lastRowLastColumn="0"/>
              <w:rPr>
                <w:lang w:val="en-GB"/>
              </w:rPr>
            </w:pPr>
            <w:proofErr w:type="gramStart"/>
            <w:r w:rsidRPr="00BB0A6C">
              <w:rPr>
                <w:lang w:val="en-GB"/>
              </w:rPr>
              <w:t>nCode</w:t>
            </w:r>
            <w:proofErr w:type="gramEnd"/>
            <w:r w:rsidRPr="00BB0A6C">
              <w:rPr>
                <w:lang w:val="en-GB"/>
              </w:rPr>
              <w:t xml:space="preserve"> </w:t>
            </w:r>
            <w:r w:rsidR="00897007">
              <w:rPr>
                <w:lang w:val="en-GB"/>
              </w:rPr>
              <w:t>–</w:t>
            </w:r>
            <w:r w:rsidRPr="00BB0A6C">
              <w:rPr>
                <w:lang w:val="en-GB"/>
              </w:rPr>
              <w:t xml:space="preserve"> </w:t>
            </w:r>
            <w:r w:rsidR="00897007">
              <w:rPr>
                <w:lang w:val="en-GB"/>
              </w:rPr>
              <w:t xml:space="preserve">error code. Long data type. </w:t>
            </w:r>
          </w:p>
        </w:tc>
      </w:tr>
      <w:tr w:rsidR="00BB0A6C" w:rsidRPr="00BB0A6C" w:rsidTr="00A62192">
        <w:tc>
          <w:tcPr>
            <w:cnfStyle w:val="001000000000" w:firstRow="0" w:lastRow="0" w:firstColumn="1" w:lastColumn="0" w:oddVBand="0" w:evenVBand="0" w:oddHBand="0" w:evenHBand="0" w:firstRowFirstColumn="0" w:firstRowLastColumn="0" w:lastRowFirstColumn="0" w:lastRowLastColumn="0"/>
            <w:tcW w:w="1930" w:type="pct"/>
          </w:tcPr>
          <w:p w:rsidR="00BB0A6C" w:rsidRPr="00BB0A6C" w:rsidRDefault="00BB0A6C" w:rsidP="00BB0A6C">
            <w:pPr>
              <w:rPr>
                <w:lang w:val="en-GB"/>
              </w:rPr>
            </w:pPr>
            <w:r w:rsidRPr="00BB0A6C">
              <w:rPr>
                <w:lang w:val="en-GB"/>
              </w:rPr>
              <w:t>getErrorClass</w:t>
            </w:r>
          </w:p>
        </w:tc>
        <w:tc>
          <w:tcPr>
            <w:tcW w:w="3070" w:type="pct"/>
          </w:tcPr>
          <w:p w:rsidR="00897007" w:rsidRDefault="00897007" w:rsidP="006C7144">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Returns error class based on error code. </w:t>
            </w:r>
          </w:p>
          <w:p w:rsidR="00BB0A6C" w:rsidRDefault="00BB0A6C" w:rsidP="006C7144">
            <w:pPr>
              <w:cnfStyle w:val="000000000000" w:firstRow="0" w:lastRow="0" w:firstColumn="0" w:lastColumn="0" w:oddVBand="0" w:evenVBand="0" w:oddHBand="0" w:evenHBand="0" w:firstRowFirstColumn="0" w:firstRowLastColumn="0" w:lastRowFirstColumn="0" w:lastRowLastColumn="0"/>
              <w:rPr>
                <w:lang w:val="en-GB"/>
              </w:rPr>
            </w:pPr>
            <w:proofErr w:type="gramStart"/>
            <w:r w:rsidRPr="00BB0A6C">
              <w:rPr>
                <w:lang w:val="en-GB"/>
              </w:rPr>
              <w:t>nCode</w:t>
            </w:r>
            <w:proofErr w:type="gramEnd"/>
            <w:r w:rsidRPr="00BB0A6C">
              <w:rPr>
                <w:lang w:val="en-GB"/>
              </w:rPr>
              <w:t xml:space="preserve"> </w:t>
            </w:r>
            <w:r w:rsidR="00897007">
              <w:rPr>
                <w:lang w:val="en-GB"/>
              </w:rPr>
              <w:t>–</w:t>
            </w:r>
            <w:r w:rsidRPr="00BB0A6C">
              <w:rPr>
                <w:lang w:val="en-GB"/>
              </w:rPr>
              <w:t xml:space="preserve"> </w:t>
            </w:r>
            <w:r w:rsidR="00897007">
              <w:rPr>
                <w:lang w:val="en-GB"/>
              </w:rPr>
              <w:t>error code. Long data type. Possible values for error class are:</w:t>
            </w:r>
            <w:r w:rsidRPr="00BB0A6C">
              <w:rPr>
                <w:lang w:val="en-GB"/>
              </w:rPr>
              <w:t xml:space="preserve"> </w:t>
            </w:r>
          </w:p>
          <w:p w:rsidR="00897007" w:rsidRDefault="00BB0A6C" w:rsidP="00897007">
            <w:pPr>
              <w:pStyle w:val="ListParagraph"/>
              <w:numPr>
                <w:ilvl w:val="0"/>
                <w:numId w:val="20"/>
              </w:numPr>
              <w:cnfStyle w:val="000000000000" w:firstRow="0" w:lastRow="0" w:firstColumn="0" w:lastColumn="0" w:oddVBand="0" w:evenVBand="0" w:oddHBand="0" w:evenHBand="0" w:firstRowFirstColumn="0" w:firstRowLastColumn="0" w:lastRowFirstColumn="0" w:lastRowLastColumn="0"/>
              <w:rPr>
                <w:lang w:val="en-GB"/>
              </w:rPr>
            </w:pPr>
            <w:r w:rsidRPr="00897007">
              <w:rPr>
                <w:lang w:val="en-GB"/>
              </w:rPr>
              <w:t xml:space="preserve">0 – </w:t>
            </w:r>
            <w:r w:rsidR="00897007">
              <w:rPr>
                <w:lang w:val="en-GB"/>
              </w:rPr>
              <w:t>no errors</w:t>
            </w:r>
          </w:p>
          <w:p w:rsidR="00897007" w:rsidRDefault="00BB0A6C" w:rsidP="00897007">
            <w:pPr>
              <w:pStyle w:val="ListParagraph"/>
              <w:numPr>
                <w:ilvl w:val="0"/>
                <w:numId w:val="20"/>
              </w:numPr>
              <w:cnfStyle w:val="000000000000" w:firstRow="0" w:lastRow="0" w:firstColumn="0" w:lastColumn="0" w:oddVBand="0" w:evenVBand="0" w:oddHBand="0" w:evenHBand="0" w:firstRowFirstColumn="0" w:firstRowLastColumn="0" w:lastRowFirstColumn="0" w:lastRowLastColumn="0"/>
              <w:rPr>
                <w:lang w:val="en-GB"/>
              </w:rPr>
            </w:pPr>
            <w:r w:rsidRPr="00897007">
              <w:rPr>
                <w:lang w:val="en-GB"/>
              </w:rPr>
              <w:t xml:space="preserve">1 – </w:t>
            </w:r>
            <w:r w:rsidR="00897007">
              <w:rPr>
                <w:lang w:val="en-GB"/>
              </w:rPr>
              <w:t>technical error</w:t>
            </w:r>
          </w:p>
          <w:p w:rsidR="00897007" w:rsidRDefault="00BB0A6C" w:rsidP="00897007">
            <w:pPr>
              <w:pStyle w:val="ListParagraph"/>
              <w:numPr>
                <w:ilvl w:val="0"/>
                <w:numId w:val="20"/>
              </w:numPr>
              <w:cnfStyle w:val="000000000000" w:firstRow="0" w:lastRow="0" w:firstColumn="0" w:lastColumn="0" w:oddVBand="0" w:evenVBand="0" w:oddHBand="0" w:evenHBand="0" w:firstRowFirstColumn="0" w:firstRowLastColumn="0" w:lastRowFirstColumn="0" w:lastRowLastColumn="0"/>
              <w:rPr>
                <w:lang w:val="en-GB"/>
              </w:rPr>
            </w:pPr>
            <w:r w:rsidRPr="00897007">
              <w:rPr>
                <w:lang w:val="en-GB"/>
              </w:rPr>
              <w:t xml:space="preserve">2 – </w:t>
            </w:r>
            <w:r w:rsidR="00897007">
              <w:rPr>
                <w:lang w:val="en-GB"/>
              </w:rPr>
              <w:t xml:space="preserve">user’s error </w:t>
            </w:r>
          </w:p>
          <w:p w:rsidR="00BB0A6C" w:rsidRPr="00897007" w:rsidRDefault="00BB0A6C" w:rsidP="00897007">
            <w:pPr>
              <w:pStyle w:val="ListParagraph"/>
              <w:numPr>
                <w:ilvl w:val="0"/>
                <w:numId w:val="20"/>
              </w:numPr>
              <w:cnfStyle w:val="000000000000" w:firstRow="0" w:lastRow="0" w:firstColumn="0" w:lastColumn="0" w:oddVBand="0" w:evenVBand="0" w:oddHBand="0" w:evenHBand="0" w:firstRowFirstColumn="0" w:firstRowLastColumn="0" w:lastRowFirstColumn="0" w:lastRowLastColumn="0"/>
              <w:rPr>
                <w:lang w:val="en-GB"/>
              </w:rPr>
            </w:pPr>
            <w:r w:rsidRPr="00897007">
              <w:rPr>
                <w:lang w:val="en-GB"/>
              </w:rPr>
              <w:t xml:space="preserve">3 – </w:t>
            </w:r>
            <w:r w:rsidR="00897007">
              <w:rPr>
                <w:lang w:val="en-GB"/>
              </w:rPr>
              <w:t>library’s error</w:t>
            </w:r>
          </w:p>
        </w:tc>
      </w:tr>
    </w:tbl>
    <w:p w:rsidR="00BF57C5" w:rsidRPr="00B152D1" w:rsidRDefault="00BF57C5" w:rsidP="00B152D1">
      <w:pPr>
        <w:rPr>
          <w:lang w:val="en-GB"/>
        </w:rPr>
      </w:pPr>
    </w:p>
    <w:p w:rsidR="00B152D1" w:rsidRPr="00BF57C5" w:rsidRDefault="00B152D1" w:rsidP="003822AB">
      <w:pPr>
        <w:pStyle w:val="apHeading2"/>
      </w:pPr>
      <w:bookmarkStart w:id="64" w:name="_Toc345343818"/>
      <w:bookmarkStart w:id="65" w:name="_Toc346288044"/>
      <w:r w:rsidRPr="00B152D1">
        <w:t>ComTimestamp</w:t>
      </w:r>
      <w:bookmarkEnd w:id="64"/>
      <w:bookmarkEnd w:id="65"/>
      <w:r w:rsidRPr="00B152D1">
        <w:t xml:space="preserve"> </w:t>
      </w:r>
    </w:p>
    <w:p w:rsidR="00B152D1" w:rsidRPr="00B152D1" w:rsidRDefault="00D824BA" w:rsidP="00B152D1">
      <w:pPr>
        <w:rPr>
          <w:lang w:val="en-GB"/>
        </w:rPr>
      </w:pPr>
      <w:proofErr w:type="gramStart"/>
      <w:r>
        <w:rPr>
          <w:lang w:val="en-GB"/>
        </w:rPr>
        <w:t>Represents the date and time format that is used in DigiDoc documents.</w:t>
      </w:r>
      <w:proofErr w:type="gramEnd"/>
      <w:r>
        <w:rPr>
          <w:lang w:val="en-GB"/>
        </w:rPr>
        <w:t xml:space="preserve"> Holds and converts data of date and time of a DigiDoc document according to format determined by specification. </w:t>
      </w:r>
    </w:p>
    <w:p w:rsidR="00B152D1" w:rsidRPr="00B152D1" w:rsidRDefault="00B152D1" w:rsidP="00B152D1">
      <w:pPr>
        <w:rPr>
          <w:lang w:val="en-GB"/>
        </w:rPr>
      </w:pPr>
      <w:r w:rsidRPr="00B152D1">
        <w:rPr>
          <w:lang w:val="en-GB"/>
        </w:rPr>
        <w:t xml:space="preserve"> </w:t>
      </w:r>
      <w:r w:rsidR="00C26357" w:rsidRPr="00C26357">
        <w:rPr>
          <w:b/>
          <w:u w:val="single"/>
          <w:lang w:val="en-GB"/>
        </w:rPr>
        <w:t>Attributes</w:t>
      </w:r>
      <w:r w:rsidRPr="00B152D1">
        <w:rPr>
          <w:lang w:val="en-GB"/>
        </w:rPr>
        <w:t xml:space="preserve"> </w:t>
      </w:r>
    </w:p>
    <w:tbl>
      <w:tblPr>
        <w:tblStyle w:val="Parameters"/>
        <w:tblW w:w="5000" w:type="pct"/>
        <w:tblLook w:val="04A0" w:firstRow="1" w:lastRow="0" w:firstColumn="1" w:lastColumn="0" w:noHBand="0" w:noVBand="1"/>
      </w:tblPr>
      <w:tblGrid>
        <w:gridCol w:w="2661"/>
        <w:gridCol w:w="5775"/>
      </w:tblGrid>
      <w:tr w:rsidR="00BB0A6C" w:rsidRPr="00C26357" w:rsidTr="00BB0A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7" w:type="pct"/>
          </w:tcPr>
          <w:p w:rsidR="00BB0A6C" w:rsidRPr="00C26357" w:rsidRDefault="00BB0A6C" w:rsidP="006C7144">
            <w:pPr>
              <w:rPr>
                <w:b/>
                <w:lang w:val="en-GB"/>
              </w:rPr>
            </w:pPr>
            <w:r w:rsidRPr="00C26357">
              <w:rPr>
                <w:b/>
                <w:lang w:val="en-GB"/>
              </w:rPr>
              <w:t>Name</w:t>
            </w:r>
          </w:p>
        </w:tc>
        <w:tc>
          <w:tcPr>
            <w:tcW w:w="3423" w:type="pct"/>
          </w:tcPr>
          <w:p w:rsidR="00BB0A6C" w:rsidRPr="00C26357" w:rsidRDefault="00BB0A6C" w:rsidP="006C7144">
            <w:pPr>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BB0A6C" w:rsidRPr="00BB0A6C" w:rsidTr="00BB0A6C">
        <w:tc>
          <w:tcPr>
            <w:cnfStyle w:val="001000000000" w:firstRow="0" w:lastRow="0" w:firstColumn="1" w:lastColumn="0" w:oddVBand="0" w:evenVBand="0" w:oddHBand="0" w:evenHBand="0" w:firstRowFirstColumn="0" w:firstRowLastColumn="0" w:lastRowFirstColumn="0" w:lastRowLastColumn="0"/>
            <w:tcW w:w="1577" w:type="pct"/>
          </w:tcPr>
          <w:p w:rsidR="00BB0A6C" w:rsidRPr="00BB0A6C" w:rsidRDefault="00BB0A6C" w:rsidP="006C7144">
            <w:pPr>
              <w:rPr>
                <w:lang w:val="en-GB"/>
              </w:rPr>
            </w:pPr>
            <w:r w:rsidRPr="00BB0A6C">
              <w:rPr>
                <w:lang w:val="en-GB"/>
              </w:rPr>
              <w:t xml:space="preserve">year </w:t>
            </w:r>
          </w:p>
        </w:tc>
        <w:tc>
          <w:tcPr>
            <w:tcW w:w="3423" w:type="pct"/>
          </w:tcPr>
          <w:p w:rsidR="00BB0A6C" w:rsidRPr="00BB0A6C" w:rsidRDefault="00BB0A6C" w:rsidP="00D824BA">
            <w:pPr>
              <w:cnfStyle w:val="000000000000" w:firstRow="0" w:lastRow="0" w:firstColumn="0" w:lastColumn="0" w:oddVBand="0" w:evenVBand="0" w:oddHBand="0" w:evenHBand="0" w:firstRowFirstColumn="0" w:firstRowLastColumn="0" w:lastRowFirstColumn="0" w:lastRowLastColumn="0"/>
              <w:rPr>
                <w:lang w:val="en-GB"/>
              </w:rPr>
            </w:pPr>
            <w:r w:rsidRPr="00BB0A6C">
              <w:rPr>
                <w:lang w:val="en-GB"/>
              </w:rPr>
              <w:t xml:space="preserve"> </w:t>
            </w:r>
            <w:r w:rsidR="00D824BA">
              <w:rPr>
                <w:lang w:val="en-GB"/>
              </w:rPr>
              <w:t>Year, long data type.</w:t>
            </w:r>
          </w:p>
        </w:tc>
      </w:tr>
      <w:tr w:rsidR="00BB0A6C" w:rsidRPr="00BB0A6C" w:rsidTr="00BB0A6C">
        <w:tc>
          <w:tcPr>
            <w:cnfStyle w:val="001000000000" w:firstRow="0" w:lastRow="0" w:firstColumn="1" w:lastColumn="0" w:oddVBand="0" w:evenVBand="0" w:oddHBand="0" w:evenHBand="0" w:firstRowFirstColumn="0" w:firstRowLastColumn="0" w:lastRowFirstColumn="0" w:lastRowLastColumn="0"/>
            <w:tcW w:w="1577" w:type="pct"/>
          </w:tcPr>
          <w:p w:rsidR="00BB0A6C" w:rsidRPr="00BB0A6C" w:rsidRDefault="00BB0A6C" w:rsidP="006C7144">
            <w:pPr>
              <w:rPr>
                <w:lang w:val="en-GB"/>
              </w:rPr>
            </w:pPr>
            <w:r w:rsidRPr="00BB0A6C">
              <w:rPr>
                <w:lang w:val="en-GB"/>
              </w:rPr>
              <w:t xml:space="preserve">month </w:t>
            </w:r>
          </w:p>
        </w:tc>
        <w:tc>
          <w:tcPr>
            <w:tcW w:w="3423" w:type="pct"/>
          </w:tcPr>
          <w:p w:rsidR="00BB0A6C" w:rsidRPr="00BB0A6C" w:rsidRDefault="00BB0A6C" w:rsidP="00D824BA">
            <w:pPr>
              <w:cnfStyle w:val="000000000000" w:firstRow="0" w:lastRow="0" w:firstColumn="0" w:lastColumn="0" w:oddVBand="0" w:evenVBand="0" w:oddHBand="0" w:evenHBand="0" w:firstRowFirstColumn="0" w:firstRowLastColumn="0" w:lastRowFirstColumn="0" w:lastRowLastColumn="0"/>
              <w:rPr>
                <w:lang w:val="en-GB"/>
              </w:rPr>
            </w:pPr>
            <w:r w:rsidRPr="00BB0A6C">
              <w:rPr>
                <w:lang w:val="en-GB"/>
              </w:rPr>
              <w:t xml:space="preserve"> </w:t>
            </w:r>
            <w:r w:rsidR="00D824BA">
              <w:rPr>
                <w:lang w:val="en-GB"/>
              </w:rPr>
              <w:t>Month, long data type.</w:t>
            </w:r>
          </w:p>
        </w:tc>
      </w:tr>
      <w:tr w:rsidR="00BB0A6C" w:rsidRPr="00BB0A6C" w:rsidTr="00BB0A6C">
        <w:tc>
          <w:tcPr>
            <w:cnfStyle w:val="001000000000" w:firstRow="0" w:lastRow="0" w:firstColumn="1" w:lastColumn="0" w:oddVBand="0" w:evenVBand="0" w:oddHBand="0" w:evenHBand="0" w:firstRowFirstColumn="0" w:firstRowLastColumn="0" w:lastRowFirstColumn="0" w:lastRowLastColumn="0"/>
            <w:tcW w:w="1577" w:type="pct"/>
          </w:tcPr>
          <w:p w:rsidR="00BB0A6C" w:rsidRPr="00BB0A6C" w:rsidRDefault="00BB0A6C" w:rsidP="006C7144">
            <w:pPr>
              <w:rPr>
                <w:lang w:val="en-GB"/>
              </w:rPr>
            </w:pPr>
            <w:r w:rsidRPr="00BB0A6C">
              <w:rPr>
                <w:lang w:val="en-GB"/>
              </w:rPr>
              <w:t xml:space="preserve">day </w:t>
            </w:r>
          </w:p>
        </w:tc>
        <w:tc>
          <w:tcPr>
            <w:tcW w:w="3423" w:type="pct"/>
          </w:tcPr>
          <w:p w:rsidR="00BB0A6C" w:rsidRPr="00BB0A6C" w:rsidRDefault="00D824BA" w:rsidP="006C7144">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 Day, long data type.</w:t>
            </w:r>
          </w:p>
        </w:tc>
      </w:tr>
      <w:tr w:rsidR="00BB0A6C" w:rsidRPr="00BB0A6C" w:rsidTr="00BB0A6C">
        <w:tc>
          <w:tcPr>
            <w:cnfStyle w:val="001000000000" w:firstRow="0" w:lastRow="0" w:firstColumn="1" w:lastColumn="0" w:oddVBand="0" w:evenVBand="0" w:oddHBand="0" w:evenHBand="0" w:firstRowFirstColumn="0" w:firstRowLastColumn="0" w:lastRowFirstColumn="0" w:lastRowLastColumn="0"/>
            <w:tcW w:w="1577" w:type="pct"/>
          </w:tcPr>
          <w:p w:rsidR="00BB0A6C" w:rsidRPr="00BB0A6C" w:rsidRDefault="00BB0A6C" w:rsidP="006C7144">
            <w:pPr>
              <w:rPr>
                <w:lang w:val="en-GB"/>
              </w:rPr>
            </w:pPr>
            <w:r w:rsidRPr="00BB0A6C">
              <w:rPr>
                <w:lang w:val="en-GB"/>
              </w:rPr>
              <w:t xml:space="preserve">hour </w:t>
            </w:r>
          </w:p>
        </w:tc>
        <w:tc>
          <w:tcPr>
            <w:tcW w:w="3423" w:type="pct"/>
          </w:tcPr>
          <w:p w:rsidR="00BB0A6C" w:rsidRPr="00BB0A6C" w:rsidRDefault="00D824BA" w:rsidP="006C7144">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 Hour, long data type.</w:t>
            </w:r>
          </w:p>
        </w:tc>
      </w:tr>
      <w:tr w:rsidR="00BB0A6C" w:rsidRPr="00BB0A6C" w:rsidTr="00BB0A6C">
        <w:tc>
          <w:tcPr>
            <w:cnfStyle w:val="001000000000" w:firstRow="0" w:lastRow="0" w:firstColumn="1" w:lastColumn="0" w:oddVBand="0" w:evenVBand="0" w:oddHBand="0" w:evenHBand="0" w:firstRowFirstColumn="0" w:firstRowLastColumn="0" w:lastRowFirstColumn="0" w:lastRowLastColumn="0"/>
            <w:tcW w:w="1577" w:type="pct"/>
          </w:tcPr>
          <w:p w:rsidR="00BB0A6C" w:rsidRPr="00BB0A6C" w:rsidRDefault="00BB0A6C" w:rsidP="006C7144">
            <w:pPr>
              <w:rPr>
                <w:lang w:val="en-GB"/>
              </w:rPr>
            </w:pPr>
            <w:r w:rsidRPr="00BB0A6C">
              <w:rPr>
                <w:lang w:val="en-GB"/>
              </w:rPr>
              <w:t xml:space="preserve">minute </w:t>
            </w:r>
          </w:p>
        </w:tc>
        <w:tc>
          <w:tcPr>
            <w:tcW w:w="3423" w:type="pct"/>
          </w:tcPr>
          <w:p w:rsidR="00BB0A6C" w:rsidRPr="00BB0A6C" w:rsidRDefault="00D824BA" w:rsidP="006C7144">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 Minute, long data type.</w:t>
            </w:r>
          </w:p>
        </w:tc>
      </w:tr>
      <w:tr w:rsidR="00BB0A6C" w:rsidRPr="00BB0A6C" w:rsidTr="00BB0A6C">
        <w:tc>
          <w:tcPr>
            <w:cnfStyle w:val="001000000000" w:firstRow="0" w:lastRow="0" w:firstColumn="1" w:lastColumn="0" w:oddVBand="0" w:evenVBand="0" w:oddHBand="0" w:evenHBand="0" w:firstRowFirstColumn="0" w:firstRowLastColumn="0" w:lastRowFirstColumn="0" w:lastRowLastColumn="0"/>
            <w:tcW w:w="1577" w:type="pct"/>
          </w:tcPr>
          <w:p w:rsidR="00BB0A6C" w:rsidRPr="00BB0A6C" w:rsidRDefault="00BB0A6C" w:rsidP="006C7144">
            <w:pPr>
              <w:rPr>
                <w:lang w:val="en-GB"/>
              </w:rPr>
            </w:pPr>
            <w:r w:rsidRPr="00BB0A6C">
              <w:rPr>
                <w:lang w:val="en-GB"/>
              </w:rPr>
              <w:t xml:space="preserve">second </w:t>
            </w:r>
          </w:p>
        </w:tc>
        <w:tc>
          <w:tcPr>
            <w:tcW w:w="3423" w:type="pct"/>
          </w:tcPr>
          <w:p w:rsidR="00BB0A6C" w:rsidRPr="00BB0A6C" w:rsidRDefault="00BB0A6C" w:rsidP="00D824BA">
            <w:pPr>
              <w:cnfStyle w:val="000000000000" w:firstRow="0" w:lastRow="0" w:firstColumn="0" w:lastColumn="0" w:oddVBand="0" w:evenVBand="0" w:oddHBand="0" w:evenHBand="0" w:firstRowFirstColumn="0" w:firstRowLastColumn="0" w:lastRowFirstColumn="0" w:lastRowLastColumn="0"/>
              <w:rPr>
                <w:lang w:val="en-GB"/>
              </w:rPr>
            </w:pPr>
            <w:r w:rsidRPr="00BB0A6C">
              <w:rPr>
                <w:lang w:val="en-GB"/>
              </w:rPr>
              <w:t xml:space="preserve"> </w:t>
            </w:r>
            <w:r w:rsidR="00D824BA">
              <w:rPr>
                <w:lang w:val="en-GB"/>
              </w:rPr>
              <w:t>Second, long data type.</w:t>
            </w:r>
          </w:p>
        </w:tc>
      </w:tr>
      <w:tr w:rsidR="00BB0A6C" w:rsidRPr="00BB0A6C" w:rsidTr="00BB0A6C">
        <w:tc>
          <w:tcPr>
            <w:cnfStyle w:val="001000000000" w:firstRow="0" w:lastRow="0" w:firstColumn="1" w:lastColumn="0" w:oddVBand="0" w:evenVBand="0" w:oddHBand="0" w:evenHBand="0" w:firstRowFirstColumn="0" w:firstRowLastColumn="0" w:lastRowFirstColumn="0" w:lastRowLastColumn="0"/>
            <w:tcW w:w="1577" w:type="pct"/>
          </w:tcPr>
          <w:p w:rsidR="00BB0A6C" w:rsidRPr="00BB0A6C" w:rsidRDefault="00BB0A6C" w:rsidP="006C7144">
            <w:pPr>
              <w:rPr>
                <w:lang w:val="en-GB"/>
              </w:rPr>
            </w:pPr>
            <w:r w:rsidRPr="00BB0A6C">
              <w:rPr>
                <w:lang w:val="en-GB"/>
              </w:rPr>
              <w:t xml:space="preserve">tz </w:t>
            </w:r>
          </w:p>
        </w:tc>
        <w:tc>
          <w:tcPr>
            <w:tcW w:w="3423" w:type="pct"/>
          </w:tcPr>
          <w:p w:rsidR="00BB0A6C" w:rsidRPr="00BB0A6C" w:rsidRDefault="00BB0A6C" w:rsidP="006C7144">
            <w:pPr>
              <w:cnfStyle w:val="000000000000" w:firstRow="0" w:lastRow="0" w:firstColumn="0" w:lastColumn="0" w:oddVBand="0" w:evenVBand="0" w:oddHBand="0" w:evenHBand="0" w:firstRowFirstColumn="0" w:firstRowLastColumn="0" w:lastRowFirstColumn="0" w:lastRowLastColumn="0"/>
              <w:rPr>
                <w:lang w:val="en-GB"/>
              </w:rPr>
            </w:pPr>
            <w:r w:rsidRPr="00BB0A6C">
              <w:rPr>
                <w:lang w:val="en-GB"/>
              </w:rPr>
              <w:t xml:space="preserve"> </w:t>
            </w:r>
            <w:r w:rsidR="00D824BA">
              <w:rPr>
                <w:lang w:val="en-GB"/>
              </w:rPr>
              <w:t>Time zone, long data type.</w:t>
            </w:r>
          </w:p>
        </w:tc>
      </w:tr>
    </w:tbl>
    <w:p w:rsidR="00B152D1" w:rsidRPr="00B152D1" w:rsidRDefault="00B92676" w:rsidP="00B152D1">
      <w:pPr>
        <w:rPr>
          <w:lang w:val="en-GB"/>
        </w:rPr>
      </w:pPr>
      <w:r w:rsidRPr="00B92676">
        <w:rPr>
          <w:b/>
          <w:u w:val="single"/>
          <w:lang w:val="en-GB"/>
        </w:rPr>
        <w:t>Methods</w:t>
      </w:r>
      <w:r w:rsidR="00B152D1" w:rsidRPr="00B152D1">
        <w:rPr>
          <w:lang w:val="en-GB"/>
        </w:rPr>
        <w:t xml:space="preserve"> </w:t>
      </w:r>
    </w:p>
    <w:tbl>
      <w:tblPr>
        <w:tblStyle w:val="Parameters"/>
        <w:tblW w:w="4955" w:type="pct"/>
        <w:tblLayout w:type="fixed"/>
        <w:tblLook w:val="04A0" w:firstRow="1" w:lastRow="0" w:firstColumn="1" w:lastColumn="0" w:noHBand="0" w:noVBand="1"/>
      </w:tblPr>
      <w:tblGrid>
        <w:gridCol w:w="2660"/>
        <w:gridCol w:w="5700"/>
      </w:tblGrid>
      <w:tr w:rsidR="00BB0A6C" w:rsidRPr="00C26357" w:rsidTr="00BB0A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1" w:type="pct"/>
          </w:tcPr>
          <w:p w:rsidR="00BB0A6C" w:rsidRPr="00C26357" w:rsidRDefault="00BB0A6C" w:rsidP="006C7144">
            <w:pPr>
              <w:rPr>
                <w:b/>
                <w:lang w:val="en-GB"/>
              </w:rPr>
            </w:pPr>
            <w:r w:rsidRPr="00C26357">
              <w:rPr>
                <w:b/>
                <w:lang w:val="en-GB"/>
              </w:rPr>
              <w:t>Name</w:t>
            </w:r>
          </w:p>
        </w:tc>
        <w:tc>
          <w:tcPr>
            <w:tcW w:w="3409" w:type="pct"/>
          </w:tcPr>
          <w:p w:rsidR="00BB0A6C" w:rsidRPr="00C26357" w:rsidRDefault="00BB0A6C" w:rsidP="006C7144">
            <w:pPr>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BB0A6C" w:rsidRPr="00BB0A6C" w:rsidTr="00BB0A6C">
        <w:tc>
          <w:tcPr>
            <w:cnfStyle w:val="001000000000" w:firstRow="0" w:lastRow="0" w:firstColumn="1" w:lastColumn="0" w:oddVBand="0" w:evenVBand="0" w:oddHBand="0" w:evenHBand="0" w:firstRowFirstColumn="0" w:firstRowLastColumn="0" w:lastRowFirstColumn="0" w:lastRowLastColumn="0"/>
            <w:tcW w:w="1591" w:type="pct"/>
          </w:tcPr>
          <w:p w:rsidR="00BB0A6C" w:rsidRPr="00BB0A6C" w:rsidRDefault="00BB0A6C" w:rsidP="00BB0A6C">
            <w:pPr>
              <w:rPr>
                <w:lang w:val="en-GB"/>
              </w:rPr>
            </w:pPr>
            <w:r w:rsidRPr="00BB0A6C">
              <w:rPr>
                <w:lang w:val="en-GB"/>
              </w:rPr>
              <w:t>readFromString</w:t>
            </w:r>
          </w:p>
        </w:tc>
        <w:tc>
          <w:tcPr>
            <w:tcW w:w="3409" w:type="pct"/>
          </w:tcPr>
          <w:p w:rsidR="00BB0A6C" w:rsidRDefault="000068E3" w:rsidP="006C7144">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Initializes the </w:t>
            </w:r>
            <w:proofErr w:type="gramStart"/>
            <w:r>
              <w:rPr>
                <w:lang w:val="en-GB"/>
              </w:rPr>
              <w:t>classes</w:t>
            </w:r>
            <w:proofErr w:type="gramEnd"/>
            <w:r>
              <w:rPr>
                <w:lang w:val="en-GB"/>
              </w:rPr>
              <w:t xml:space="preserve"> variables from a String type variable.</w:t>
            </w:r>
            <w:r w:rsidR="00BB0A6C" w:rsidRPr="00BB0A6C">
              <w:rPr>
                <w:lang w:val="en-GB"/>
              </w:rPr>
              <w:t xml:space="preserve">  </w:t>
            </w:r>
          </w:p>
          <w:p w:rsidR="000068E3" w:rsidRDefault="00BB0A6C" w:rsidP="000068E3">
            <w:pPr>
              <w:cnfStyle w:val="000000000000" w:firstRow="0" w:lastRow="0" w:firstColumn="0" w:lastColumn="0" w:oddVBand="0" w:evenVBand="0" w:oddHBand="0" w:evenHBand="0" w:firstRowFirstColumn="0" w:firstRowLastColumn="0" w:lastRowFirstColumn="0" w:lastRowLastColumn="0"/>
              <w:rPr>
                <w:lang w:val="en-GB"/>
              </w:rPr>
            </w:pPr>
            <w:proofErr w:type="gramStart"/>
            <w:r w:rsidRPr="00BB0A6C">
              <w:rPr>
                <w:lang w:val="en-GB"/>
              </w:rPr>
              <w:t>pUseFormatOf</w:t>
            </w:r>
            <w:proofErr w:type="gramEnd"/>
            <w:r w:rsidRPr="00BB0A6C">
              <w:rPr>
                <w:lang w:val="en-GB"/>
              </w:rPr>
              <w:t xml:space="preserve"> - ComSignedDoc </w:t>
            </w:r>
            <w:r w:rsidR="000068E3">
              <w:rPr>
                <w:lang w:val="en-GB"/>
              </w:rPr>
              <w:t xml:space="preserve">object whose format version is used. </w:t>
            </w:r>
          </w:p>
          <w:p w:rsidR="00BB0A6C" w:rsidRPr="00BB0A6C" w:rsidRDefault="00BB0A6C" w:rsidP="000068E3">
            <w:pPr>
              <w:cnfStyle w:val="000000000000" w:firstRow="0" w:lastRow="0" w:firstColumn="0" w:lastColumn="0" w:oddVBand="0" w:evenVBand="0" w:oddHBand="0" w:evenHBand="0" w:firstRowFirstColumn="0" w:firstRowLastColumn="0" w:lastRowFirstColumn="0" w:lastRowLastColumn="0"/>
              <w:rPr>
                <w:lang w:val="en-GB"/>
              </w:rPr>
            </w:pPr>
            <w:proofErr w:type="gramStart"/>
            <w:r w:rsidRPr="00BB0A6C">
              <w:rPr>
                <w:lang w:val="en-GB"/>
              </w:rPr>
              <w:t>szReadFrom</w:t>
            </w:r>
            <w:proofErr w:type="gramEnd"/>
            <w:r w:rsidRPr="00BB0A6C">
              <w:rPr>
                <w:lang w:val="en-GB"/>
              </w:rPr>
              <w:t xml:space="preserve"> </w:t>
            </w:r>
            <w:r w:rsidR="000068E3">
              <w:rPr>
                <w:lang w:val="en-GB"/>
              </w:rPr>
              <w:t>–</w:t>
            </w:r>
            <w:r w:rsidRPr="00BB0A6C">
              <w:rPr>
                <w:lang w:val="en-GB"/>
              </w:rPr>
              <w:t xml:space="preserve"> </w:t>
            </w:r>
            <w:r w:rsidR="000068E3">
              <w:rPr>
                <w:lang w:val="en-GB"/>
              </w:rPr>
              <w:t xml:space="preserve">time value to be read. String data type. </w:t>
            </w:r>
          </w:p>
        </w:tc>
      </w:tr>
      <w:tr w:rsidR="00BB0A6C" w:rsidRPr="00BB0A6C" w:rsidTr="00BB0A6C">
        <w:tc>
          <w:tcPr>
            <w:cnfStyle w:val="001000000000" w:firstRow="0" w:lastRow="0" w:firstColumn="1" w:lastColumn="0" w:oddVBand="0" w:evenVBand="0" w:oddHBand="0" w:evenHBand="0" w:firstRowFirstColumn="0" w:firstRowLastColumn="0" w:lastRowFirstColumn="0" w:lastRowLastColumn="0"/>
            <w:tcW w:w="1591" w:type="pct"/>
          </w:tcPr>
          <w:p w:rsidR="00BB0A6C" w:rsidRPr="00BB0A6C" w:rsidRDefault="00BB0A6C" w:rsidP="00BB0A6C">
            <w:pPr>
              <w:rPr>
                <w:lang w:val="en-GB"/>
              </w:rPr>
            </w:pPr>
            <w:r w:rsidRPr="00BB0A6C">
              <w:rPr>
                <w:lang w:val="en-GB"/>
              </w:rPr>
              <w:t xml:space="preserve">getString </w:t>
            </w:r>
          </w:p>
        </w:tc>
        <w:tc>
          <w:tcPr>
            <w:tcW w:w="3409" w:type="pct"/>
          </w:tcPr>
          <w:p w:rsidR="00BB0A6C" w:rsidRDefault="000068E3" w:rsidP="006C7144">
            <w:pPr>
              <w:cnfStyle w:val="000000000000" w:firstRow="0" w:lastRow="0" w:firstColumn="0" w:lastColumn="0" w:oddVBand="0" w:evenVBand="0" w:oddHBand="0" w:evenHBand="0" w:firstRowFirstColumn="0" w:firstRowLastColumn="0" w:lastRowFirstColumn="0" w:lastRowLastColumn="0"/>
              <w:rPr>
                <w:lang w:val="en-GB"/>
              </w:rPr>
            </w:pPr>
            <w:r>
              <w:rPr>
                <w:lang w:val="en-GB"/>
              </w:rPr>
              <w:t>Returns date in a String type variable according to the classes variables.</w:t>
            </w:r>
            <w:r w:rsidR="00BB0A6C" w:rsidRPr="00BB0A6C">
              <w:rPr>
                <w:lang w:val="en-GB"/>
              </w:rPr>
              <w:t xml:space="preserve">  </w:t>
            </w:r>
          </w:p>
          <w:p w:rsidR="00BB0A6C" w:rsidRPr="00BB0A6C" w:rsidRDefault="00BB0A6C" w:rsidP="000068E3">
            <w:pPr>
              <w:cnfStyle w:val="000000000000" w:firstRow="0" w:lastRow="0" w:firstColumn="0" w:lastColumn="0" w:oddVBand="0" w:evenVBand="0" w:oddHBand="0" w:evenHBand="0" w:firstRowFirstColumn="0" w:firstRowLastColumn="0" w:lastRowFirstColumn="0" w:lastRowLastColumn="0"/>
              <w:rPr>
                <w:lang w:val="en-GB"/>
              </w:rPr>
            </w:pPr>
            <w:proofErr w:type="gramStart"/>
            <w:r>
              <w:rPr>
                <w:lang w:val="en-GB"/>
              </w:rPr>
              <w:t>pUseFormatOf</w:t>
            </w:r>
            <w:proofErr w:type="gramEnd"/>
            <w:r>
              <w:rPr>
                <w:lang w:val="en-GB"/>
              </w:rPr>
              <w:t xml:space="preserve"> - </w:t>
            </w:r>
            <w:r w:rsidRPr="00BB0A6C">
              <w:rPr>
                <w:lang w:val="en-GB"/>
              </w:rPr>
              <w:t xml:space="preserve">ComSignedDoc </w:t>
            </w:r>
            <w:r w:rsidR="000068E3">
              <w:rPr>
                <w:lang w:val="en-GB"/>
              </w:rPr>
              <w:t xml:space="preserve">object whose format version is used. </w:t>
            </w:r>
          </w:p>
        </w:tc>
      </w:tr>
    </w:tbl>
    <w:p w:rsidR="00BF57C5" w:rsidRPr="00B152D1" w:rsidRDefault="00BF57C5" w:rsidP="00B152D1">
      <w:pPr>
        <w:rPr>
          <w:lang w:val="en-GB"/>
        </w:rPr>
      </w:pPr>
    </w:p>
    <w:p w:rsidR="00B152D1" w:rsidRPr="00BF57C5" w:rsidRDefault="00B152D1" w:rsidP="003822AB">
      <w:pPr>
        <w:pStyle w:val="apHeading2"/>
      </w:pPr>
      <w:bookmarkStart w:id="66" w:name="_Toc345343819"/>
      <w:bookmarkStart w:id="67" w:name="_Toc346288045"/>
      <w:r w:rsidRPr="00B152D1">
        <w:t>ComCertSearchStore</w:t>
      </w:r>
      <w:bookmarkEnd w:id="66"/>
      <w:bookmarkEnd w:id="67"/>
      <w:r w:rsidRPr="00B152D1">
        <w:t xml:space="preserve"> </w:t>
      </w:r>
    </w:p>
    <w:p w:rsidR="00B152D1" w:rsidRPr="00B152D1" w:rsidRDefault="000068E3" w:rsidP="000068E3">
      <w:pPr>
        <w:rPr>
          <w:lang w:val="en-GB"/>
        </w:rPr>
      </w:pPr>
      <w:proofErr w:type="gramStart"/>
      <w:r>
        <w:rPr>
          <w:lang w:val="en-GB"/>
        </w:rPr>
        <w:t>Subclass for certificates’ search from MS certificate store.</w:t>
      </w:r>
      <w:proofErr w:type="gramEnd"/>
      <w:r>
        <w:rPr>
          <w:lang w:val="en-GB"/>
        </w:rPr>
        <w:t xml:space="preserve"> The class should only be used via ComCertSearch class. </w:t>
      </w:r>
    </w:p>
    <w:p w:rsidR="00B152D1" w:rsidRPr="00B152D1" w:rsidRDefault="00B152D1" w:rsidP="00B152D1">
      <w:pPr>
        <w:rPr>
          <w:lang w:val="en-GB"/>
        </w:rPr>
      </w:pPr>
      <w:r w:rsidRPr="00B152D1">
        <w:rPr>
          <w:lang w:val="en-GB"/>
        </w:rPr>
        <w:t xml:space="preserve"> </w:t>
      </w:r>
      <w:r w:rsidR="00C26357" w:rsidRPr="00C26357">
        <w:rPr>
          <w:b/>
          <w:u w:val="single"/>
          <w:lang w:val="en-GB"/>
        </w:rPr>
        <w:t>Attributes</w:t>
      </w:r>
      <w:r w:rsidRPr="00B152D1">
        <w:rPr>
          <w:lang w:val="en-GB"/>
        </w:rPr>
        <w:t xml:space="preserve"> </w:t>
      </w:r>
    </w:p>
    <w:tbl>
      <w:tblPr>
        <w:tblStyle w:val="Parameters"/>
        <w:tblW w:w="4955" w:type="pct"/>
        <w:tblLayout w:type="fixed"/>
        <w:tblLook w:val="04A0" w:firstRow="1" w:lastRow="0" w:firstColumn="1" w:lastColumn="0" w:noHBand="0" w:noVBand="1"/>
      </w:tblPr>
      <w:tblGrid>
        <w:gridCol w:w="2660"/>
        <w:gridCol w:w="5700"/>
      </w:tblGrid>
      <w:tr w:rsidR="00CF49B2" w:rsidRPr="00C26357" w:rsidTr="00CF49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1" w:type="pct"/>
          </w:tcPr>
          <w:p w:rsidR="00CF49B2" w:rsidRPr="00C26357" w:rsidRDefault="00CF49B2" w:rsidP="006C7144">
            <w:pPr>
              <w:rPr>
                <w:b/>
                <w:lang w:val="en-GB"/>
              </w:rPr>
            </w:pPr>
            <w:r w:rsidRPr="00C26357">
              <w:rPr>
                <w:b/>
                <w:lang w:val="en-GB"/>
              </w:rPr>
              <w:t>Name</w:t>
            </w:r>
          </w:p>
        </w:tc>
        <w:tc>
          <w:tcPr>
            <w:tcW w:w="3409" w:type="pct"/>
          </w:tcPr>
          <w:p w:rsidR="00CF49B2" w:rsidRPr="00C26357" w:rsidRDefault="00CF49B2" w:rsidP="006C7144">
            <w:pPr>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BB0A6C" w:rsidRPr="00BB0A6C" w:rsidTr="00CF49B2">
        <w:tc>
          <w:tcPr>
            <w:cnfStyle w:val="001000000000" w:firstRow="0" w:lastRow="0" w:firstColumn="1" w:lastColumn="0" w:oddVBand="0" w:evenVBand="0" w:oddHBand="0" w:evenHBand="0" w:firstRowFirstColumn="0" w:firstRowLastColumn="0" w:lastRowFirstColumn="0" w:lastRowLastColumn="0"/>
            <w:tcW w:w="1591" w:type="pct"/>
          </w:tcPr>
          <w:p w:rsidR="00BB0A6C" w:rsidRPr="00BB0A6C" w:rsidRDefault="00BB0A6C" w:rsidP="006C7144">
            <w:pPr>
              <w:rPr>
                <w:lang w:val="en-GB"/>
              </w:rPr>
            </w:pPr>
            <w:r w:rsidRPr="00BB0A6C">
              <w:rPr>
                <w:lang w:val="en-GB"/>
              </w:rPr>
              <w:t xml:space="preserve">szStoreName </w:t>
            </w:r>
          </w:p>
        </w:tc>
        <w:tc>
          <w:tcPr>
            <w:tcW w:w="3409" w:type="pct"/>
          </w:tcPr>
          <w:p w:rsidR="00BB0A6C" w:rsidRPr="00BB0A6C" w:rsidRDefault="00BB0A6C" w:rsidP="000068E3">
            <w:pPr>
              <w:cnfStyle w:val="000000000000" w:firstRow="0" w:lastRow="0" w:firstColumn="0" w:lastColumn="0" w:oddVBand="0" w:evenVBand="0" w:oddHBand="0" w:evenHBand="0" w:firstRowFirstColumn="0" w:firstRowLastColumn="0" w:lastRowFirstColumn="0" w:lastRowLastColumn="0"/>
              <w:rPr>
                <w:lang w:val="en-GB"/>
              </w:rPr>
            </w:pPr>
            <w:r w:rsidRPr="00BB0A6C">
              <w:rPr>
                <w:lang w:val="en-GB"/>
              </w:rPr>
              <w:t xml:space="preserve"> </w:t>
            </w:r>
            <w:r w:rsidR="000068E3">
              <w:rPr>
                <w:lang w:val="en-GB"/>
              </w:rPr>
              <w:t xml:space="preserve">Name of the certificate store. String data type. </w:t>
            </w:r>
          </w:p>
        </w:tc>
      </w:tr>
      <w:tr w:rsidR="00BB0A6C" w:rsidRPr="00BB0A6C" w:rsidTr="00CF49B2">
        <w:tc>
          <w:tcPr>
            <w:cnfStyle w:val="001000000000" w:firstRow="0" w:lastRow="0" w:firstColumn="1" w:lastColumn="0" w:oddVBand="0" w:evenVBand="0" w:oddHBand="0" w:evenHBand="0" w:firstRowFirstColumn="0" w:firstRowLastColumn="0" w:lastRowFirstColumn="0" w:lastRowLastColumn="0"/>
            <w:tcW w:w="1591" w:type="pct"/>
          </w:tcPr>
          <w:p w:rsidR="00BB0A6C" w:rsidRPr="00BB0A6C" w:rsidRDefault="00BB0A6C" w:rsidP="006C7144">
            <w:pPr>
              <w:rPr>
                <w:lang w:val="en-GB"/>
              </w:rPr>
            </w:pPr>
            <w:r w:rsidRPr="00BB0A6C">
              <w:rPr>
                <w:lang w:val="en-GB"/>
              </w:rPr>
              <w:t xml:space="preserve">nCertSerial </w:t>
            </w:r>
          </w:p>
        </w:tc>
        <w:tc>
          <w:tcPr>
            <w:tcW w:w="3409" w:type="pct"/>
          </w:tcPr>
          <w:p w:rsidR="00BB0A6C" w:rsidRPr="00BB0A6C" w:rsidRDefault="00BB0A6C" w:rsidP="000068E3">
            <w:pPr>
              <w:cnfStyle w:val="000000000000" w:firstRow="0" w:lastRow="0" w:firstColumn="0" w:lastColumn="0" w:oddVBand="0" w:evenVBand="0" w:oddHBand="0" w:evenHBand="0" w:firstRowFirstColumn="0" w:firstRowLastColumn="0" w:lastRowFirstColumn="0" w:lastRowLastColumn="0"/>
              <w:rPr>
                <w:lang w:val="en-GB"/>
              </w:rPr>
            </w:pPr>
            <w:r w:rsidRPr="00BB0A6C">
              <w:rPr>
                <w:lang w:val="en-GB"/>
              </w:rPr>
              <w:t xml:space="preserve"> </w:t>
            </w:r>
            <w:r w:rsidR="000068E3">
              <w:rPr>
                <w:lang w:val="en-GB"/>
              </w:rPr>
              <w:t xml:space="preserve">Certificate’s serial number. Long data type. </w:t>
            </w:r>
          </w:p>
        </w:tc>
      </w:tr>
      <w:tr w:rsidR="00BB0A6C" w:rsidRPr="00BB0A6C" w:rsidTr="00CF49B2">
        <w:tc>
          <w:tcPr>
            <w:cnfStyle w:val="001000000000" w:firstRow="0" w:lastRow="0" w:firstColumn="1" w:lastColumn="0" w:oddVBand="0" w:evenVBand="0" w:oddHBand="0" w:evenHBand="0" w:firstRowFirstColumn="0" w:firstRowLastColumn="0" w:lastRowFirstColumn="0" w:lastRowLastColumn="0"/>
            <w:tcW w:w="1591" w:type="pct"/>
          </w:tcPr>
          <w:p w:rsidR="00BB0A6C" w:rsidRPr="00BB0A6C" w:rsidRDefault="00BB0A6C" w:rsidP="006C7144">
            <w:pPr>
              <w:rPr>
                <w:lang w:val="en-GB"/>
              </w:rPr>
            </w:pPr>
            <w:r w:rsidRPr="00BB0A6C">
              <w:rPr>
                <w:lang w:val="en-GB"/>
              </w:rPr>
              <w:t xml:space="preserve">nSubDNCriterias </w:t>
            </w:r>
          </w:p>
        </w:tc>
        <w:tc>
          <w:tcPr>
            <w:tcW w:w="3409" w:type="pct"/>
          </w:tcPr>
          <w:p w:rsidR="00BB0A6C" w:rsidRPr="00BB0A6C" w:rsidRDefault="00BB0A6C" w:rsidP="000068E3">
            <w:pPr>
              <w:cnfStyle w:val="000000000000" w:firstRow="0" w:lastRow="0" w:firstColumn="0" w:lastColumn="0" w:oddVBand="0" w:evenVBand="0" w:oddHBand="0" w:evenHBand="0" w:firstRowFirstColumn="0" w:firstRowLastColumn="0" w:lastRowFirstColumn="0" w:lastRowLastColumn="0"/>
              <w:rPr>
                <w:lang w:val="en-GB"/>
              </w:rPr>
            </w:pPr>
            <w:r w:rsidRPr="00BB0A6C">
              <w:rPr>
                <w:lang w:val="en-GB"/>
              </w:rPr>
              <w:t xml:space="preserve"> </w:t>
            </w:r>
            <w:r w:rsidR="00B951DC">
              <w:rPr>
                <w:lang w:val="en-GB"/>
              </w:rPr>
              <w:t>Number of criteria</w:t>
            </w:r>
            <w:r w:rsidR="000068E3">
              <w:rPr>
                <w:lang w:val="en-GB"/>
              </w:rPr>
              <w:t xml:space="preserve"> which determine the subject’s name. Long data type, not editable. </w:t>
            </w:r>
          </w:p>
        </w:tc>
      </w:tr>
      <w:tr w:rsidR="00BB0A6C" w:rsidRPr="00BB0A6C" w:rsidTr="00CF49B2">
        <w:tc>
          <w:tcPr>
            <w:cnfStyle w:val="001000000000" w:firstRow="0" w:lastRow="0" w:firstColumn="1" w:lastColumn="0" w:oddVBand="0" w:evenVBand="0" w:oddHBand="0" w:evenHBand="0" w:firstRowFirstColumn="0" w:firstRowLastColumn="0" w:lastRowFirstColumn="0" w:lastRowLastColumn="0"/>
            <w:tcW w:w="1591" w:type="pct"/>
          </w:tcPr>
          <w:p w:rsidR="00BB0A6C" w:rsidRPr="00BB0A6C" w:rsidRDefault="00BB0A6C" w:rsidP="006C7144">
            <w:pPr>
              <w:rPr>
                <w:lang w:val="en-GB"/>
              </w:rPr>
            </w:pPr>
            <w:r w:rsidRPr="00BB0A6C">
              <w:rPr>
                <w:lang w:val="en-GB"/>
              </w:rPr>
              <w:t xml:space="preserve">saSubDNCriterias </w:t>
            </w:r>
          </w:p>
        </w:tc>
        <w:tc>
          <w:tcPr>
            <w:tcW w:w="3409" w:type="pct"/>
          </w:tcPr>
          <w:p w:rsidR="00BB0A6C" w:rsidRPr="00BB0A6C" w:rsidRDefault="00BB0A6C" w:rsidP="00B951DC">
            <w:pPr>
              <w:cnfStyle w:val="000000000000" w:firstRow="0" w:lastRow="0" w:firstColumn="0" w:lastColumn="0" w:oddVBand="0" w:evenVBand="0" w:oddHBand="0" w:evenHBand="0" w:firstRowFirstColumn="0" w:firstRowLastColumn="0" w:lastRowFirstColumn="0" w:lastRowLastColumn="0"/>
              <w:rPr>
                <w:lang w:val="en-GB"/>
              </w:rPr>
            </w:pPr>
            <w:r w:rsidRPr="00BB0A6C">
              <w:rPr>
                <w:lang w:val="en-GB"/>
              </w:rPr>
              <w:t xml:space="preserve"> </w:t>
            </w:r>
            <w:r w:rsidR="005A3156">
              <w:rPr>
                <w:lang w:val="en-GB"/>
              </w:rPr>
              <w:t>Cr</w:t>
            </w:r>
            <w:r w:rsidR="000068E3">
              <w:rPr>
                <w:lang w:val="en-GB"/>
              </w:rPr>
              <w:t xml:space="preserve">iteria of the subject’s name. String vector. </w:t>
            </w:r>
          </w:p>
        </w:tc>
      </w:tr>
      <w:tr w:rsidR="00BB0A6C" w:rsidRPr="00BB0A6C" w:rsidTr="00CF49B2">
        <w:tc>
          <w:tcPr>
            <w:cnfStyle w:val="001000000000" w:firstRow="0" w:lastRow="0" w:firstColumn="1" w:lastColumn="0" w:oddVBand="0" w:evenVBand="0" w:oddHBand="0" w:evenHBand="0" w:firstRowFirstColumn="0" w:firstRowLastColumn="0" w:lastRowFirstColumn="0" w:lastRowLastColumn="0"/>
            <w:tcW w:w="1591" w:type="pct"/>
          </w:tcPr>
          <w:p w:rsidR="00BB0A6C" w:rsidRPr="00BB0A6C" w:rsidRDefault="00BB0A6C" w:rsidP="006C7144">
            <w:pPr>
              <w:rPr>
                <w:lang w:val="en-GB"/>
              </w:rPr>
            </w:pPr>
            <w:r w:rsidRPr="00BB0A6C">
              <w:rPr>
                <w:lang w:val="en-GB"/>
              </w:rPr>
              <w:t xml:space="preserve">nIssuerDNCriterias  </w:t>
            </w:r>
          </w:p>
        </w:tc>
        <w:tc>
          <w:tcPr>
            <w:tcW w:w="3409" w:type="pct"/>
          </w:tcPr>
          <w:p w:rsidR="00BB0A6C" w:rsidRPr="00BB0A6C" w:rsidRDefault="00BB0A6C" w:rsidP="005A3156">
            <w:pPr>
              <w:cnfStyle w:val="000000000000" w:firstRow="0" w:lastRow="0" w:firstColumn="0" w:lastColumn="0" w:oddVBand="0" w:evenVBand="0" w:oddHBand="0" w:evenHBand="0" w:firstRowFirstColumn="0" w:firstRowLastColumn="0" w:lastRowFirstColumn="0" w:lastRowLastColumn="0"/>
              <w:rPr>
                <w:lang w:val="en-GB"/>
              </w:rPr>
            </w:pPr>
            <w:r w:rsidRPr="00BB0A6C">
              <w:rPr>
                <w:lang w:val="en-GB"/>
              </w:rPr>
              <w:t xml:space="preserve"> </w:t>
            </w:r>
            <w:r w:rsidR="00B951DC">
              <w:rPr>
                <w:lang w:val="en-GB"/>
              </w:rPr>
              <w:t>Number of criteria</w:t>
            </w:r>
            <w:r w:rsidR="005A3156">
              <w:rPr>
                <w:lang w:val="en-GB"/>
              </w:rPr>
              <w:t xml:space="preserve"> of the certificate’s issuer. Long data type, not editable. </w:t>
            </w:r>
          </w:p>
        </w:tc>
      </w:tr>
      <w:tr w:rsidR="00BB0A6C" w:rsidRPr="00BB0A6C" w:rsidTr="00CF49B2">
        <w:tc>
          <w:tcPr>
            <w:cnfStyle w:val="001000000000" w:firstRow="0" w:lastRow="0" w:firstColumn="1" w:lastColumn="0" w:oddVBand="0" w:evenVBand="0" w:oddHBand="0" w:evenHBand="0" w:firstRowFirstColumn="0" w:firstRowLastColumn="0" w:lastRowFirstColumn="0" w:lastRowLastColumn="0"/>
            <w:tcW w:w="1591" w:type="pct"/>
          </w:tcPr>
          <w:p w:rsidR="00BB0A6C" w:rsidRPr="00BB0A6C" w:rsidRDefault="00BB0A6C" w:rsidP="006C7144">
            <w:pPr>
              <w:rPr>
                <w:lang w:val="en-GB"/>
              </w:rPr>
            </w:pPr>
            <w:r w:rsidRPr="00BB0A6C">
              <w:rPr>
                <w:lang w:val="en-GB"/>
              </w:rPr>
              <w:t xml:space="preserve">saIssuerDNCriterias </w:t>
            </w:r>
          </w:p>
        </w:tc>
        <w:tc>
          <w:tcPr>
            <w:tcW w:w="3409" w:type="pct"/>
          </w:tcPr>
          <w:p w:rsidR="00BB0A6C" w:rsidRPr="00BB0A6C" w:rsidRDefault="00BB0A6C" w:rsidP="005A3156">
            <w:pPr>
              <w:cnfStyle w:val="000000000000" w:firstRow="0" w:lastRow="0" w:firstColumn="0" w:lastColumn="0" w:oddVBand="0" w:evenVBand="0" w:oddHBand="0" w:evenHBand="0" w:firstRowFirstColumn="0" w:firstRowLastColumn="0" w:lastRowFirstColumn="0" w:lastRowLastColumn="0"/>
              <w:rPr>
                <w:lang w:val="en-GB"/>
              </w:rPr>
            </w:pPr>
            <w:r w:rsidRPr="00BB0A6C">
              <w:rPr>
                <w:lang w:val="en-GB"/>
              </w:rPr>
              <w:t xml:space="preserve"> </w:t>
            </w:r>
            <w:r w:rsidR="00B951DC">
              <w:rPr>
                <w:lang w:val="en-GB"/>
              </w:rPr>
              <w:t>Criteria</w:t>
            </w:r>
            <w:r w:rsidR="005A3156">
              <w:rPr>
                <w:lang w:val="en-GB"/>
              </w:rPr>
              <w:t xml:space="preserve"> of the certificate’s issuer. String vector. </w:t>
            </w:r>
          </w:p>
        </w:tc>
      </w:tr>
    </w:tbl>
    <w:p w:rsidR="00B152D1" w:rsidRPr="00B152D1" w:rsidRDefault="00B152D1" w:rsidP="00B152D1">
      <w:pPr>
        <w:rPr>
          <w:lang w:val="en-GB"/>
        </w:rPr>
      </w:pPr>
      <w:r w:rsidRPr="00B152D1">
        <w:rPr>
          <w:lang w:val="en-GB"/>
        </w:rPr>
        <w:t xml:space="preserve"> </w:t>
      </w:r>
    </w:p>
    <w:p w:rsidR="00B152D1" w:rsidRPr="00B152D1" w:rsidRDefault="00B92676" w:rsidP="00B152D1">
      <w:pPr>
        <w:rPr>
          <w:lang w:val="en-GB"/>
        </w:rPr>
      </w:pPr>
      <w:r w:rsidRPr="00B92676">
        <w:rPr>
          <w:b/>
          <w:u w:val="single"/>
          <w:lang w:val="en-GB"/>
        </w:rPr>
        <w:t>Methods</w:t>
      </w:r>
      <w:r w:rsidR="00B152D1" w:rsidRPr="00B152D1">
        <w:rPr>
          <w:lang w:val="en-GB"/>
        </w:rPr>
        <w:t xml:space="preserve"> </w:t>
      </w:r>
    </w:p>
    <w:tbl>
      <w:tblPr>
        <w:tblStyle w:val="Parameters"/>
        <w:tblW w:w="4955" w:type="pct"/>
        <w:tblLayout w:type="fixed"/>
        <w:tblLook w:val="04A0" w:firstRow="1" w:lastRow="0" w:firstColumn="1" w:lastColumn="0" w:noHBand="0" w:noVBand="1"/>
      </w:tblPr>
      <w:tblGrid>
        <w:gridCol w:w="2660"/>
        <w:gridCol w:w="5700"/>
      </w:tblGrid>
      <w:tr w:rsidR="00CF49B2" w:rsidRPr="00C26357" w:rsidTr="00CF49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1" w:type="pct"/>
          </w:tcPr>
          <w:p w:rsidR="00CF49B2" w:rsidRPr="00C26357" w:rsidRDefault="00CF49B2" w:rsidP="006C7144">
            <w:pPr>
              <w:rPr>
                <w:b/>
                <w:lang w:val="en-GB"/>
              </w:rPr>
            </w:pPr>
            <w:r w:rsidRPr="00C26357">
              <w:rPr>
                <w:b/>
                <w:lang w:val="en-GB"/>
              </w:rPr>
              <w:t>Name</w:t>
            </w:r>
          </w:p>
        </w:tc>
        <w:tc>
          <w:tcPr>
            <w:tcW w:w="3409" w:type="pct"/>
          </w:tcPr>
          <w:p w:rsidR="00CF49B2" w:rsidRPr="00C26357" w:rsidRDefault="00CF49B2" w:rsidP="006C7144">
            <w:pPr>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CF49B2" w:rsidRPr="00CF49B2" w:rsidTr="00CF49B2">
        <w:tc>
          <w:tcPr>
            <w:cnfStyle w:val="001000000000" w:firstRow="0" w:lastRow="0" w:firstColumn="1" w:lastColumn="0" w:oddVBand="0" w:evenVBand="0" w:oddHBand="0" w:evenHBand="0" w:firstRowFirstColumn="0" w:firstRowLastColumn="0" w:lastRowFirstColumn="0" w:lastRowLastColumn="0"/>
            <w:tcW w:w="1591" w:type="pct"/>
          </w:tcPr>
          <w:p w:rsidR="00CF49B2" w:rsidRPr="00CF49B2" w:rsidRDefault="00CF49B2" w:rsidP="00CF49B2">
            <w:pPr>
              <w:rPr>
                <w:lang w:val="en-GB"/>
              </w:rPr>
            </w:pPr>
            <w:r w:rsidRPr="00CF49B2">
              <w:rPr>
                <w:lang w:val="en-GB"/>
              </w:rPr>
              <w:t>addSearchType</w:t>
            </w:r>
          </w:p>
        </w:tc>
        <w:tc>
          <w:tcPr>
            <w:tcW w:w="3409" w:type="pct"/>
          </w:tcPr>
          <w:p w:rsidR="00CF49B2" w:rsidRDefault="005A3156" w:rsidP="006C7144">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Adds </w:t>
            </w:r>
            <w:r w:rsidR="00B951DC">
              <w:rPr>
                <w:lang w:val="en-GB"/>
              </w:rPr>
              <w:t>a search criterion</w:t>
            </w:r>
            <w:r>
              <w:rPr>
                <w:lang w:val="en-GB"/>
              </w:rPr>
              <w:t xml:space="preserve">. </w:t>
            </w:r>
          </w:p>
          <w:p w:rsidR="00CF49B2" w:rsidRPr="00CF49B2" w:rsidRDefault="00CF49B2" w:rsidP="005A3156">
            <w:pPr>
              <w:cnfStyle w:val="000000000000" w:firstRow="0" w:lastRow="0" w:firstColumn="0" w:lastColumn="0" w:oddVBand="0" w:evenVBand="0" w:oddHBand="0" w:evenHBand="0" w:firstRowFirstColumn="0" w:firstRowLastColumn="0" w:lastRowFirstColumn="0" w:lastRowLastColumn="0"/>
              <w:rPr>
                <w:lang w:val="en-GB"/>
              </w:rPr>
            </w:pPr>
            <w:proofErr w:type="gramStart"/>
            <w:r w:rsidRPr="00CF49B2">
              <w:rPr>
                <w:lang w:val="en-GB"/>
              </w:rPr>
              <w:t>nCertSearchStoreType</w:t>
            </w:r>
            <w:proofErr w:type="gramEnd"/>
            <w:r w:rsidR="005A3156">
              <w:rPr>
                <w:lang w:val="en-GB"/>
              </w:rPr>
              <w:t xml:space="preserve"> – one </w:t>
            </w:r>
            <w:r w:rsidR="00B951DC">
              <w:rPr>
                <w:lang w:val="en-GB"/>
              </w:rPr>
              <w:t>of the search criterion</w:t>
            </w:r>
            <w:r w:rsidR="005A3156">
              <w:rPr>
                <w:lang w:val="en-GB"/>
              </w:rPr>
              <w:t xml:space="preserve">’s constants </w:t>
            </w:r>
            <w:r w:rsidRPr="00EA29B6">
              <w:rPr>
                <w:lang w:val="en-GB"/>
              </w:rPr>
              <w:t>CERT_STORE_SEARCH_BY_xxx.</w:t>
            </w:r>
          </w:p>
        </w:tc>
      </w:tr>
      <w:tr w:rsidR="00CF49B2" w:rsidRPr="00CF49B2" w:rsidTr="00CF49B2">
        <w:tc>
          <w:tcPr>
            <w:cnfStyle w:val="001000000000" w:firstRow="0" w:lastRow="0" w:firstColumn="1" w:lastColumn="0" w:oddVBand="0" w:evenVBand="0" w:oddHBand="0" w:evenHBand="0" w:firstRowFirstColumn="0" w:firstRowLastColumn="0" w:lastRowFirstColumn="0" w:lastRowLastColumn="0"/>
            <w:tcW w:w="1591" w:type="pct"/>
          </w:tcPr>
          <w:p w:rsidR="00CF49B2" w:rsidRPr="00CF49B2" w:rsidRDefault="00CF49B2" w:rsidP="00CF49B2">
            <w:pPr>
              <w:rPr>
                <w:lang w:val="en-GB"/>
              </w:rPr>
            </w:pPr>
            <w:r w:rsidRPr="00CF49B2">
              <w:rPr>
                <w:lang w:val="en-GB"/>
              </w:rPr>
              <w:t>removeSearchType</w:t>
            </w:r>
          </w:p>
        </w:tc>
        <w:tc>
          <w:tcPr>
            <w:tcW w:w="3409" w:type="pct"/>
          </w:tcPr>
          <w:p w:rsidR="00CF49B2" w:rsidRDefault="005A3156" w:rsidP="006C7144">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Removes </w:t>
            </w:r>
            <w:r w:rsidR="00B951DC">
              <w:rPr>
                <w:lang w:val="en-GB"/>
              </w:rPr>
              <w:t>a search criterion</w:t>
            </w:r>
            <w:r>
              <w:rPr>
                <w:lang w:val="en-GB"/>
              </w:rPr>
              <w:t>.</w:t>
            </w:r>
          </w:p>
          <w:p w:rsidR="00CF49B2" w:rsidRPr="00CF49B2" w:rsidRDefault="00CF49B2" w:rsidP="00B951DC">
            <w:pPr>
              <w:cnfStyle w:val="000000000000" w:firstRow="0" w:lastRow="0" w:firstColumn="0" w:lastColumn="0" w:oddVBand="0" w:evenVBand="0" w:oddHBand="0" w:evenHBand="0" w:firstRowFirstColumn="0" w:firstRowLastColumn="0" w:lastRowFirstColumn="0" w:lastRowLastColumn="0"/>
              <w:rPr>
                <w:lang w:val="en-GB"/>
              </w:rPr>
            </w:pPr>
            <w:proofErr w:type="gramStart"/>
            <w:r w:rsidRPr="00CF49B2">
              <w:rPr>
                <w:lang w:val="en-GB"/>
              </w:rPr>
              <w:t>nCertSearchStoreType</w:t>
            </w:r>
            <w:proofErr w:type="gramEnd"/>
            <w:r w:rsidRPr="00CF49B2">
              <w:rPr>
                <w:lang w:val="en-GB"/>
              </w:rPr>
              <w:t xml:space="preserve"> </w:t>
            </w:r>
            <w:r w:rsidR="005A3156">
              <w:rPr>
                <w:lang w:val="en-GB"/>
              </w:rPr>
              <w:t>- one of the search criteri</w:t>
            </w:r>
            <w:r w:rsidR="00B951DC">
              <w:rPr>
                <w:lang w:val="en-GB"/>
              </w:rPr>
              <w:t>on</w:t>
            </w:r>
            <w:r w:rsidR="005A3156">
              <w:rPr>
                <w:lang w:val="en-GB"/>
              </w:rPr>
              <w:t xml:space="preserve">’s constants </w:t>
            </w:r>
            <w:r w:rsidR="005A3156" w:rsidRPr="00EA29B6">
              <w:rPr>
                <w:lang w:val="en-GB"/>
              </w:rPr>
              <w:t>CERT_STORE_SEARCH_BY_xxx.</w:t>
            </w:r>
          </w:p>
        </w:tc>
      </w:tr>
    </w:tbl>
    <w:p w:rsidR="00BF57C5" w:rsidRPr="00B152D1" w:rsidRDefault="00BF57C5" w:rsidP="00B152D1">
      <w:pPr>
        <w:rPr>
          <w:lang w:val="en-GB"/>
        </w:rPr>
      </w:pPr>
    </w:p>
    <w:p w:rsidR="00B152D1" w:rsidRPr="00BF57C5" w:rsidRDefault="00B152D1" w:rsidP="003822AB">
      <w:pPr>
        <w:pStyle w:val="apHeading2"/>
      </w:pPr>
      <w:bookmarkStart w:id="68" w:name="_Toc345343820"/>
      <w:bookmarkStart w:id="69" w:name="_Toc346288046"/>
      <w:r w:rsidRPr="00B152D1">
        <w:t>ComCertSearch</w:t>
      </w:r>
      <w:bookmarkEnd w:id="68"/>
      <w:bookmarkEnd w:id="69"/>
      <w:r w:rsidRPr="00B152D1">
        <w:t xml:space="preserve"> </w:t>
      </w:r>
    </w:p>
    <w:p w:rsidR="00B152D1" w:rsidRPr="00B152D1" w:rsidRDefault="00793053" w:rsidP="00793053">
      <w:pPr>
        <w:rPr>
          <w:lang w:val="en-GB"/>
        </w:rPr>
      </w:pPr>
      <w:proofErr w:type="gramStart"/>
      <w:r>
        <w:rPr>
          <w:lang w:val="en-GB"/>
        </w:rPr>
        <w:t>C</w:t>
      </w:r>
      <w:r w:rsidR="00B951DC">
        <w:rPr>
          <w:lang w:val="en-GB"/>
        </w:rPr>
        <w:t xml:space="preserve">ommon class for searching </w:t>
      </w:r>
      <w:r>
        <w:rPr>
          <w:lang w:val="en-GB"/>
        </w:rPr>
        <w:t xml:space="preserve">certificates </w:t>
      </w:r>
      <w:r w:rsidR="00B951DC">
        <w:rPr>
          <w:lang w:val="en-GB"/>
        </w:rPr>
        <w:t xml:space="preserve">and forwarding </w:t>
      </w:r>
      <w:r>
        <w:rPr>
          <w:lang w:val="en-GB"/>
        </w:rPr>
        <w:t>them to methods of other classes.</w:t>
      </w:r>
      <w:proofErr w:type="gramEnd"/>
    </w:p>
    <w:p w:rsidR="00B152D1" w:rsidRPr="00B152D1" w:rsidRDefault="00C26357" w:rsidP="00B152D1">
      <w:pPr>
        <w:rPr>
          <w:lang w:val="en-GB"/>
        </w:rPr>
      </w:pPr>
      <w:r w:rsidRPr="00C26357">
        <w:rPr>
          <w:b/>
          <w:u w:val="single"/>
          <w:lang w:val="en-GB"/>
        </w:rPr>
        <w:t>Attributes</w:t>
      </w:r>
      <w:r w:rsidR="00B152D1" w:rsidRPr="00B152D1">
        <w:rPr>
          <w:lang w:val="en-GB"/>
        </w:rPr>
        <w:t xml:space="preserve"> </w:t>
      </w:r>
    </w:p>
    <w:tbl>
      <w:tblPr>
        <w:tblStyle w:val="Parameters"/>
        <w:tblW w:w="5000" w:type="pct"/>
        <w:tblLayout w:type="fixed"/>
        <w:tblLook w:val="04A0" w:firstRow="1" w:lastRow="0" w:firstColumn="1" w:lastColumn="0" w:noHBand="0" w:noVBand="1"/>
      </w:tblPr>
      <w:tblGrid>
        <w:gridCol w:w="2661"/>
        <w:gridCol w:w="5775"/>
      </w:tblGrid>
      <w:tr w:rsidR="00CF49B2" w:rsidRPr="00C26357" w:rsidTr="00CF49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7" w:type="pct"/>
          </w:tcPr>
          <w:p w:rsidR="00CF49B2" w:rsidRPr="00C26357" w:rsidRDefault="00CF49B2" w:rsidP="006C7144">
            <w:pPr>
              <w:rPr>
                <w:b/>
                <w:lang w:val="en-GB"/>
              </w:rPr>
            </w:pPr>
            <w:r w:rsidRPr="00C26357">
              <w:rPr>
                <w:b/>
                <w:lang w:val="en-GB"/>
              </w:rPr>
              <w:t>Name</w:t>
            </w:r>
          </w:p>
        </w:tc>
        <w:tc>
          <w:tcPr>
            <w:tcW w:w="3423" w:type="pct"/>
          </w:tcPr>
          <w:p w:rsidR="00CF49B2" w:rsidRPr="00C26357" w:rsidRDefault="00CF49B2" w:rsidP="006C7144">
            <w:pPr>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CF49B2" w:rsidRPr="00CF49B2" w:rsidTr="00CF49B2">
        <w:tc>
          <w:tcPr>
            <w:cnfStyle w:val="001000000000" w:firstRow="0" w:lastRow="0" w:firstColumn="1" w:lastColumn="0" w:oddVBand="0" w:evenVBand="0" w:oddHBand="0" w:evenHBand="0" w:firstRowFirstColumn="0" w:firstRowLastColumn="0" w:lastRowFirstColumn="0" w:lastRowLastColumn="0"/>
            <w:tcW w:w="1577" w:type="pct"/>
          </w:tcPr>
          <w:p w:rsidR="00CF49B2" w:rsidRPr="00CF49B2" w:rsidRDefault="00CF49B2" w:rsidP="00CF49B2">
            <w:pPr>
              <w:rPr>
                <w:lang w:val="en-GB"/>
              </w:rPr>
            </w:pPr>
            <w:r w:rsidRPr="00CF49B2">
              <w:rPr>
                <w:lang w:val="en-GB"/>
              </w:rPr>
              <w:t>nCertSearchBy</w:t>
            </w:r>
          </w:p>
        </w:tc>
        <w:tc>
          <w:tcPr>
            <w:tcW w:w="3423" w:type="pct"/>
          </w:tcPr>
          <w:p w:rsidR="00793053" w:rsidRDefault="00793053" w:rsidP="00793053">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Determines the search type. Possible values: </w:t>
            </w:r>
          </w:p>
          <w:p w:rsidR="00793053" w:rsidRDefault="00CF49B2" w:rsidP="00793053">
            <w:pPr>
              <w:pStyle w:val="ListParagraph"/>
              <w:numPr>
                <w:ilvl w:val="0"/>
                <w:numId w:val="20"/>
              </w:numPr>
              <w:cnfStyle w:val="000000000000" w:firstRow="0" w:lastRow="0" w:firstColumn="0" w:lastColumn="0" w:oddVBand="0" w:evenVBand="0" w:oddHBand="0" w:evenHBand="0" w:firstRowFirstColumn="0" w:firstRowLastColumn="0" w:lastRowFirstColumn="0" w:lastRowLastColumn="0"/>
              <w:rPr>
                <w:lang w:val="en-GB"/>
              </w:rPr>
            </w:pPr>
            <w:r w:rsidRPr="00793053">
              <w:rPr>
                <w:lang w:val="en-GB"/>
              </w:rPr>
              <w:t xml:space="preserve">CERT_SEARCH_BY_STORE, </w:t>
            </w:r>
          </w:p>
          <w:p w:rsidR="00793053" w:rsidRDefault="00CF49B2" w:rsidP="00793053">
            <w:pPr>
              <w:pStyle w:val="ListParagraph"/>
              <w:numPr>
                <w:ilvl w:val="0"/>
                <w:numId w:val="20"/>
              </w:numPr>
              <w:cnfStyle w:val="000000000000" w:firstRow="0" w:lastRow="0" w:firstColumn="0" w:lastColumn="0" w:oddVBand="0" w:evenVBand="0" w:oddHBand="0" w:evenHBand="0" w:firstRowFirstColumn="0" w:firstRowLastColumn="0" w:lastRowFirstColumn="0" w:lastRowLastColumn="0"/>
              <w:rPr>
                <w:lang w:val="en-GB"/>
              </w:rPr>
            </w:pPr>
            <w:r w:rsidRPr="00793053">
              <w:rPr>
                <w:lang w:val="en-GB"/>
              </w:rPr>
              <w:t>CERT_SEARCH_BY_X509</w:t>
            </w:r>
          </w:p>
          <w:p w:rsidR="00CF49B2" w:rsidRPr="00793053" w:rsidRDefault="00CF49B2" w:rsidP="00793053">
            <w:pPr>
              <w:pStyle w:val="ListParagraph"/>
              <w:numPr>
                <w:ilvl w:val="0"/>
                <w:numId w:val="20"/>
              </w:numPr>
              <w:cnfStyle w:val="000000000000" w:firstRow="0" w:lastRow="0" w:firstColumn="0" w:lastColumn="0" w:oddVBand="0" w:evenVBand="0" w:oddHBand="0" w:evenHBand="0" w:firstRowFirstColumn="0" w:firstRowLastColumn="0" w:lastRowFirstColumn="0" w:lastRowLastColumn="0"/>
              <w:rPr>
                <w:lang w:val="en-GB"/>
              </w:rPr>
            </w:pPr>
            <w:r w:rsidRPr="00793053">
              <w:rPr>
                <w:lang w:val="en-GB"/>
              </w:rPr>
              <w:t>CERT_SEARCH_BY_PKCS12</w:t>
            </w:r>
            <w:r w:rsidR="001C0503">
              <w:rPr>
                <w:lang w:val="en-GB"/>
              </w:rPr>
              <w:t xml:space="preserve"> – can be used to search for the OCSP responder access certificate’s PKCS#12 file</w:t>
            </w:r>
          </w:p>
        </w:tc>
      </w:tr>
      <w:tr w:rsidR="00CF49B2" w:rsidRPr="00CF49B2" w:rsidTr="00CF49B2">
        <w:tc>
          <w:tcPr>
            <w:cnfStyle w:val="001000000000" w:firstRow="0" w:lastRow="0" w:firstColumn="1" w:lastColumn="0" w:oddVBand="0" w:evenVBand="0" w:oddHBand="0" w:evenHBand="0" w:firstRowFirstColumn="0" w:firstRowLastColumn="0" w:lastRowFirstColumn="0" w:lastRowLastColumn="0"/>
            <w:tcW w:w="1577" w:type="pct"/>
          </w:tcPr>
          <w:p w:rsidR="00CF49B2" w:rsidRPr="00CF49B2" w:rsidRDefault="00CF49B2" w:rsidP="00CF49B2">
            <w:pPr>
              <w:rPr>
                <w:lang w:val="en-GB"/>
              </w:rPr>
            </w:pPr>
            <w:r w:rsidRPr="00CF49B2">
              <w:rPr>
                <w:lang w:val="en-GB"/>
              </w:rPr>
              <w:t>szX509FileName</w:t>
            </w:r>
          </w:p>
        </w:tc>
        <w:tc>
          <w:tcPr>
            <w:tcW w:w="3423" w:type="pct"/>
          </w:tcPr>
          <w:p w:rsidR="00CF49B2" w:rsidRPr="00CF49B2" w:rsidRDefault="00793053" w:rsidP="00793053">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Name of the certificate file. String data type. </w:t>
            </w:r>
          </w:p>
        </w:tc>
      </w:tr>
      <w:tr w:rsidR="00CF49B2" w:rsidRPr="00CF49B2" w:rsidTr="00CF49B2">
        <w:tc>
          <w:tcPr>
            <w:cnfStyle w:val="001000000000" w:firstRow="0" w:lastRow="0" w:firstColumn="1" w:lastColumn="0" w:oddVBand="0" w:evenVBand="0" w:oddHBand="0" w:evenHBand="0" w:firstRowFirstColumn="0" w:firstRowLastColumn="0" w:lastRowFirstColumn="0" w:lastRowLastColumn="0"/>
            <w:tcW w:w="1577" w:type="pct"/>
          </w:tcPr>
          <w:p w:rsidR="00CF49B2" w:rsidRPr="00CF49B2" w:rsidRDefault="008D2676" w:rsidP="00CF49B2">
            <w:pPr>
              <w:rPr>
                <w:lang w:val="en-GB"/>
              </w:rPr>
            </w:pPr>
            <w:r>
              <w:rPr>
                <w:lang w:val="en-GB"/>
              </w:rPr>
              <w:t>szKeyFileName</w:t>
            </w:r>
            <w:r w:rsidR="00CF49B2" w:rsidRPr="00CF49B2">
              <w:rPr>
                <w:lang w:val="en-GB"/>
              </w:rPr>
              <w:t xml:space="preserve"> </w:t>
            </w:r>
          </w:p>
        </w:tc>
        <w:tc>
          <w:tcPr>
            <w:tcW w:w="3423" w:type="pct"/>
          </w:tcPr>
          <w:p w:rsidR="00CF49B2" w:rsidRPr="00CF49B2" w:rsidRDefault="00793053" w:rsidP="00793053">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Name of the private key file. String data type. </w:t>
            </w:r>
          </w:p>
        </w:tc>
      </w:tr>
      <w:tr w:rsidR="00CF49B2" w:rsidRPr="00CF49B2" w:rsidTr="00CF49B2">
        <w:tc>
          <w:tcPr>
            <w:cnfStyle w:val="001000000000" w:firstRow="0" w:lastRow="0" w:firstColumn="1" w:lastColumn="0" w:oddVBand="0" w:evenVBand="0" w:oddHBand="0" w:evenHBand="0" w:firstRowFirstColumn="0" w:firstRowLastColumn="0" w:lastRowFirstColumn="0" w:lastRowLastColumn="0"/>
            <w:tcW w:w="1577" w:type="pct"/>
          </w:tcPr>
          <w:p w:rsidR="00CF49B2" w:rsidRPr="00CF49B2" w:rsidRDefault="00CF49B2" w:rsidP="00CF49B2">
            <w:pPr>
              <w:rPr>
                <w:lang w:val="en-GB"/>
              </w:rPr>
            </w:pPr>
            <w:r w:rsidRPr="00CF49B2">
              <w:rPr>
                <w:lang w:val="en-GB"/>
              </w:rPr>
              <w:t>pswd</w:t>
            </w:r>
          </w:p>
        </w:tc>
        <w:tc>
          <w:tcPr>
            <w:tcW w:w="3423" w:type="pct"/>
          </w:tcPr>
          <w:p w:rsidR="00CF49B2" w:rsidRPr="00CF49B2" w:rsidRDefault="00CF49B2" w:rsidP="00793053">
            <w:pPr>
              <w:cnfStyle w:val="000000000000" w:firstRow="0" w:lastRow="0" w:firstColumn="0" w:lastColumn="0" w:oddVBand="0" w:evenVBand="0" w:oddHBand="0" w:evenHBand="0" w:firstRowFirstColumn="0" w:firstRowLastColumn="0" w:lastRowFirstColumn="0" w:lastRowLastColumn="0"/>
              <w:rPr>
                <w:lang w:val="en-GB"/>
              </w:rPr>
            </w:pPr>
            <w:r w:rsidRPr="00CF49B2">
              <w:rPr>
                <w:lang w:val="en-GB"/>
              </w:rPr>
              <w:t xml:space="preserve">PKCS#12 </w:t>
            </w:r>
            <w:r w:rsidR="00793053">
              <w:rPr>
                <w:lang w:val="en-GB"/>
              </w:rPr>
              <w:t>password</w:t>
            </w:r>
            <w:r w:rsidRPr="00CF49B2">
              <w:rPr>
                <w:lang w:val="en-GB"/>
              </w:rPr>
              <w:t>.</w:t>
            </w:r>
          </w:p>
        </w:tc>
      </w:tr>
      <w:tr w:rsidR="00CF49B2" w:rsidRPr="00CF49B2" w:rsidTr="00CF49B2">
        <w:tc>
          <w:tcPr>
            <w:cnfStyle w:val="001000000000" w:firstRow="0" w:lastRow="0" w:firstColumn="1" w:lastColumn="0" w:oddVBand="0" w:evenVBand="0" w:oddHBand="0" w:evenHBand="0" w:firstRowFirstColumn="0" w:firstRowLastColumn="0" w:lastRowFirstColumn="0" w:lastRowLastColumn="0"/>
            <w:tcW w:w="1577" w:type="pct"/>
          </w:tcPr>
          <w:p w:rsidR="00CF49B2" w:rsidRPr="00CF49B2" w:rsidRDefault="00CF49B2" w:rsidP="00CF49B2">
            <w:pPr>
              <w:rPr>
                <w:lang w:val="en-GB"/>
              </w:rPr>
            </w:pPr>
            <w:r w:rsidRPr="00CF49B2">
              <w:rPr>
                <w:lang w:val="en-GB"/>
              </w:rPr>
              <w:lastRenderedPageBreak/>
              <w:t>szPkcs12FileName</w:t>
            </w:r>
          </w:p>
        </w:tc>
        <w:tc>
          <w:tcPr>
            <w:tcW w:w="3423" w:type="pct"/>
          </w:tcPr>
          <w:p w:rsidR="00CF49B2" w:rsidRPr="00CF49B2" w:rsidRDefault="00CF49B2" w:rsidP="00793053">
            <w:pPr>
              <w:cnfStyle w:val="000000000000" w:firstRow="0" w:lastRow="0" w:firstColumn="0" w:lastColumn="0" w:oddVBand="0" w:evenVBand="0" w:oddHBand="0" w:evenHBand="0" w:firstRowFirstColumn="0" w:firstRowLastColumn="0" w:lastRowFirstColumn="0" w:lastRowLastColumn="0"/>
              <w:rPr>
                <w:lang w:val="en-GB"/>
              </w:rPr>
            </w:pPr>
            <w:r w:rsidRPr="00CF49B2">
              <w:rPr>
                <w:lang w:val="en-GB"/>
              </w:rPr>
              <w:t xml:space="preserve">PKCS#12 </w:t>
            </w:r>
            <w:r w:rsidR="00793053">
              <w:rPr>
                <w:lang w:val="en-GB"/>
              </w:rPr>
              <w:t xml:space="preserve">container’s name. String data type. </w:t>
            </w:r>
          </w:p>
        </w:tc>
      </w:tr>
    </w:tbl>
    <w:p w:rsidR="00B152D1" w:rsidRPr="00B152D1" w:rsidRDefault="00B152D1" w:rsidP="00B152D1">
      <w:pPr>
        <w:rPr>
          <w:lang w:val="en-GB"/>
        </w:rPr>
      </w:pPr>
      <w:r w:rsidRPr="00B152D1">
        <w:rPr>
          <w:lang w:val="en-GB"/>
        </w:rPr>
        <w:t xml:space="preserve"> </w:t>
      </w:r>
    </w:p>
    <w:p w:rsidR="00B152D1" w:rsidRPr="00B152D1" w:rsidRDefault="00B92676" w:rsidP="00B152D1">
      <w:pPr>
        <w:rPr>
          <w:lang w:val="en-GB"/>
        </w:rPr>
      </w:pPr>
      <w:r w:rsidRPr="00B92676">
        <w:rPr>
          <w:b/>
          <w:u w:val="single"/>
          <w:lang w:val="en-GB"/>
        </w:rPr>
        <w:t>Methods</w:t>
      </w:r>
      <w:r w:rsidR="00B152D1" w:rsidRPr="00B152D1">
        <w:rPr>
          <w:lang w:val="en-GB"/>
        </w:rPr>
        <w:t xml:space="preserve"> </w:t>
      </w:r>
    </w:p>
    <w:tbl>
      <w:tblPr>
        <w:tblStyle w:val="Parameters"/>
        <w:tblW w:w="4955" w:type="pct"/>
        <w:tblLayout w:type="fixed"/>
        <w:tblLook w:val="04A0" w:firstRow="1" w:lastRow="0" w:firstColumn="1" w:lastColumn="0" w:noHBand="0" w:noVBand="1"/>
      </w:tblPr>
      <w:tblGrid>
        <w:gridCol w:w="2660"/>
        <w:gridCol w:w="5700"/>
      </w:tblGrid>
      <w:tr w:rsidR="00277CDD" w:rsidRPr="00C26357" w:rsidTr="00277C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1" w:type="pct"/>
          </w:tcPr>
          <w:p w:rsidR="00277CDD" w:rsidRPr="00C26357" w:rsidRDefault="00277CDD" w:rsidP="006C7144">
            <w:pPr>
              <w:rPr>
                <w:b/>
                <w:lang w:val="en-GB"/>
              </w:rPr>
            </w:pPr>
            <w:r w:rsidRPr="00C26357">
              <w:rPr>
                <w:b/>
                <w:lang w:val="en-GB"/>
              </w:rPr>
              <w:t>Name</w:t>
            </w:r>
          </w:p>
        </w:tc>
        <w:tc>
          <w:tcPr>
            <w:tcW w:w="3409" w:type="pct"/>
          </w:tcPr>
          <w:p w:rsidR="00277CDD" w:rsidRPr="00C26357" w:rsidRDefault="00277CDD" w:rsidP="006C7144">
            <w:pPr>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277CDD" w:rsidRPr="00277CDD" w:rsidTr="00277CDD">
        <w:tc>
          <w:tcPr>
            <w:cnfStyle w:val="001000000000" w:firstRow="0" w:lastRow="0" w:firstColumn="1" w:lastColumn="0" w:oddVBand="0" w:evenVBand="0" w:oddHBand="0" w:evenHBand="0" w:firstRowFirstColumn="0" w:firstRowLastColumn="0" w:lastRowFirstColumn="0" w:lastRowLastColumn="0"/>
            <w:tcW w:w="1591" w:type="pct"/>
          </w:tcPr>
          <w:p w:rsidR="00277CDD" w:rsidRPr="00277CDD" w:rsidRDefault="00277CDD" w:rsidP="006C7144">
            <w:pPr>
              <w:rPr>
                <w:lang w:val="en-GB"/>
              </w:rPr>
            </w:pPr>
            <w:r w:rsidRPr="00277CDD">
              <w:rPr>
                <w:lang w:val="en-GB"/>
              </w:rPr>
              <w:t>getCertSearchStore</w:t>
            </w:r>
          </w:p>
        </w:tc>
        <w:tc>
          <w:tcPr>
            <w:tcW w:w="3409" w:type="pct"/>
          </w:tcPr>
          <w:p w:rsidR="00BD5296" w:rsidRDefault="00BD5296" w:rsidP="00BD5296">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Returns </w:t>
            </w:r>
            <w:r w:rsidR="00277CDD" w:rsidRPr="00277CDD">
              <w:rPr>
                <w:lang w:val="en-GB"/>
              </w:rPr>
              <w:t xml:space="preserve">ComCertSearchStore </w:t>
            </w:r>
            <w:r>
              <w:rPr>
                <w:lang w:val="en-GB"/>
              </w:rPr>
              <w:t>object</w:t>
            </w:r>
            <w:r w:rsidR="00277CDD" w:rsidRPr="00277CDD">
              <w:rPr>
                <w:lang w:val="en-GB"/>
              </w:rPr>
              <w:t xml:space="preserve">. </w:t>
            </w:r>
            <w:r>
              <w:rPr>
                <w:lang w:val="en-GB"/>
              </w:rPr>
              <w:t>If the object doesn’t exist then a new object is created.</w:t>
            </w:r>
          </w:p>
          <w:p w:rsidR="00277CDD" w:rsidRPr="00277CDD" w:rsidRDefault="00277CDD" w:rsidP="007F2F9E">
            <w:pPr>
              <w:cnfStyle w:val="000000000000" w:firstRow="0" w:lastRow="0" w:firstColumn="0" w:lastColumn="0" w:oddVBand="0" w:evenVBand="0" w:oddHBand="0" w:evenHBand="0" w:firstRowFirstColumn="0" w:firstRowLastColumn="0" w:lastRowFirstColumn="0" w:lastRowLastColumn="0"/>
              <w:rPr>
                <w:lang w:val="en-GB"/>
              </w:rPr>
            </w:pPr>
            <w:proofErr w:type="gramStart"/>
            <w:r w:rsidRPr="00277CDD">
              <w:rPr>
                <w:lang w:val="en-GB"/>
              </w:rPr>
              <w:t>pStoreTo</w:t>
            </w:r>
            <w:proofErr w:type="gramEnd"/>
            <w:r w:rsidRPr="00277CDD">
              <w:rPr>
                <w:lang w:val="en-GB"/>
              </w:rPr>
              <w:t xml:space="preserve"> - ComCertSearchStore </w:t>
            </w:r>
            <w:r w:rsidR="007F2F9E">
              <w:rPr>
                <w:lang w:val="en-GB"/>
              </w:rPr>
              <w:t>object for storing the result.</w:t>
            </w:r>
          </w:p>
        </w:tc>
      </w:tr>
      <w:tr w:rsidR="00277CDD" w:rsidRPr="00277CDD" w:rsidTr="00277CDD">
        <w:tc>
          <w:tcPr>
            <w:cnfStyle w:val="001000000000" w:firstRow="0" w:lastRow="0" w:firstColumn="1" w:lastColumn="0" w:oddVBand="0" w:evenVBand="0" w:oddHBand="0" w:evenHBand="0" w:firstRowFirstColumn="0" w:firstRowLastColumn="0" w:lastRowFirstColumn="0" w:lastRowLastColumn="0"/>
            <w:tcW w:w="1591" w:type="pct"/>
          </w:tcPr>
          <w:p w:rsidR="00277CDD" w:rsidRPr="00277CDD" w:rsidRDefault="00277CDD" w:rsidP="006C7144">
            <w:pPr>
              <w:rPr>
                <w:lang w:val="en-GB"/>
              </w:rPr>
            </w:pPr>
            <w:r w:rsidRPr="00277CDD">
              <w:rPr>
                <w:lang w:val="en-GB"/>
              </w:rPr>
              <w:t xml:space="preserve"> lookup</w:t>
            </w:r>
          </w:p>
        </w:tc>
        <w:tc>
          <w:tcPr>
            <w:tcW w:w="3409" w:type="pct"/>
          </w:tcPr>
          <w:p w:rsidR="00277CDD" w:rsidRPr="00277CDD" w:rsidRDefault="00BD5296" w:rsidP="00BD5296">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Certificate’s search. If certificate is found then returns ‘true’, else ‘false’. </w:t>
            </w:r>
          </w:p>
        </w:tc>
      </w:tr>
    </w:tbl>
    <w:p w:rsidR="00BF57C5" w:rsidRPr="00B152D1" w:rsidRDefault="00BF57C5" w:rsidP="00B152D1">
      <w:pPr>
        <w:rPr>
          <w:lang w:val="en-GB"/>
        </w:rPr>
      </w:pPr>
    </w:p>
    <w:p w:rsidR="00B152D1" w:rsidRPr="00BF57C5" w:rsidRDefault="00B152D1" w:rsidP="003822AB">
      <w:pPr>
        <w:pStyle w:val="apHeading2"/>
      </w:pPr>
      <w:bookmarkStart w:id="70" w:name="_Toc345343821"/>
      <w:bookmarkStart w:id="71" w:name="_Toc346288047"/>
      <w:r w:rsidRPr="00B152D1">
        <w:t>ComCertificate</w:t>
      </w:r>
      <w:bookmarkEnd w:id="70"/>
      <w:bookmarkEnd w:id="71"/>
      <w:r w:rsidRPr="00B152D1">
        <w:t xml:space="preserve"> </w:t>
      </w:r>
    </w:p>
    <w:p w:rsidR="00BD5296" w:rsidRDefault="00BD5296" w:rsidP="00B152D1">
      <w:pPr>
        <w:rPr>
          <w:lang w:val="en-GB"/>
        </w:rPr>
      </w:pPr>
      <w:proofErr w:type="gramStart"/>
      <w:r>
        <w:rPr>
          <w:lang w:val="en-GB"/>
        </w:rPr>
        <w:t>A class which holds and intermediates data of a certificate.</w:t>
      </w:r>
      <w:proofErr w:type="gramEnd"/>
      <w:r>
        <w:rPr>
          <w:lang w:val="en-GB"/>
        </w:rPr>
        <w:t xml:space="preserve"> </w:t>
      </w:r>
    </w:p>
    <w:p w:rsidR="00B152D1" w:rsidRPr="00B152D1" w:rsidRDefault="00C26357" w:rsidP="00B152D1">
      <w:pPr>
        <w:rPr>
          <w:lang w:val="en-GB"/>
        </w:rPr>
      </w:pPr>
      <w:r w:rsidRPr="00C26357">
        <w:rPr>
          <w:b/>
          <w:u w:val="single"/>
          <w:lang w:val="en-GB"/>
        </w:rPr>
        <w:t>Attributes</w:t>
      </w:r>
      <w:r w:rsidR="00B152D1" w:rsidRPr="00B152D1">
        <w:rPr>
          <w:lang w:val="en-GB"/>
        </w:rPr>
        <w:t xml:space="preserve"> </w:t>
      </w:r>
    </w:p>
    <w:tbl>
      <w:tblPr>
        <w:tblStyle w:val="Parameters"/>
        <w:tblW w:w="4955" w:type="pct"/>
        <w:tblLayout w:type="fixed"/>
        <w:tblLook w:val="04A0" w:firstRow="1" w:lastRow="0" w:firstColumn="1" w:lastColumn="0" w:noHBand="0" w:noVBand="1"/>
      </w:tblPr>
      <w:tblGrid>
        <w:gridCol w:w="2660"/>
        <w:gridCol w:w="5700"/>
      </w:tblGrid>
      <w:tr w:rsidR="00D205E3" w:rsidRPr="00C26357" w:rsidTr="00D205E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591" w:type="pct"/>
          </w:tcPr>
          <w:p w:rsidR="00D205E3" w:rsidRPr="00C26357" w:rsidRDefault="00D205E3" w:rsidP="006C7144">
            <w:pPr>
              <w:rPr>
                <w:b/>
                <w:lang w:val="en-GB"/>
              </w:rPr>
            </w:pPr>
            <w:r w:rsidRPr="00C26357">
              <w:rPr>
                <w:b/>
                <w:lang w:val="en-GB"/>
              </w:rPr>
              <w:t>Name</w:t>
            </w:r>
          </w:p>
        </w:tc>
        <w:tc>
          <w:tcPr>
            <w:tcW w:w="3409" w:type="pct"/>
          </w:tcPr>
          <w:p w:rsidR="00D205E3" w:rsidRPr="00C26357" w:rsidRDefault="00D205E3" w:rsidP="006C7144">
            <w:pPr>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D205E3" w:rsidRPr="00D205E3" w:rsidTr="00D205E3">
        <w:trPr>
          <w:cantSplit/>
        </w:trPr>
        <w:tc>
          <w:tcPr>
            <w:cnfStyle w:val="001000000000" w:firstRow="0" w:lastRow="0" w:firstColumn="1" w:lastColumn="0" w:oddVBand="0" w:evenVBand="0" w:oddHBand="0" w:evenHBand="0" w:firstRowFirstColumn="0" w:firstRowLastColumn="0" w:lastRowFirstColumn="0" w:lastRowLastColumn="0"/>
            <w:tcW w:w="1591" w:type="pct"/>
          </w:tcPr>
          <w:p w:rsidR="00D205E3" w:rsidRPr="00D205E3" w:rsidRDefault="00D205E3" w:rsidP="006C7144">
            <w:pPr>
              <w:rPr>
                <w:lang w:val="en-GB"/>
              </w:rPr>
            </w:pPr>
            <w:r w:rsidRPr="00D205E3">
              <w:rPr>
                <w:lang w:val="en-GB"/>
              </w:rPr>
              <w:t xml:space="preserve">hHandle  </w:t>
            </w:r>
          </w:p>
        </w:tc>
        <w:tc>
          <w:tcPr>
            <w:tcW w:w="3409" w:type="pct"/>
          </w:tcPr>
          <w:p w:rsidR="00D205E3" w:rsidRPr="00D205E3" w:rsidRDefault="00BD5296" w:rsidP="00D06CB0">
            <w:pPr>
              <w:cnfStyle w:val="000000000000" w:firstRow="0" w:lastRow="0" w:firstColumn="0" w:lastColumn="0" w:oddVBand="0" w:evenVBand="0" w:oddHBand="0" w:evenHBand="0" w:firstRowFirstColumn="0" w:firstRowLastColumn="0" w:lastRowFirstColumn="0" w:lastRowLastColumn="0"/>
              <w:rPr>
                <w:lang w:val="en-GB"/>
              </w:rPr>
            </w:pPr>
            <w:r>
              <w:rPr>
                <w:lang w:val="en-GB"/>
              </w:rPr>
              <w:t>Handle which represents a concrete certificate.</w:t>
            </w:r>
            <w:r w:rsidR="00D06CB0">
              <w:rPr>
                <w:lang w:val="en-GB"/>
              </w:rPr>
              <w:t xml:space="preserve"> Can be used when calling out methods which use certificates. Long data type, not editable. </w:t>
            </w:r>
          </w:p>
        </w:tc>
      </w:tr>
      <w:tr w:rsidR="00D205E3" w:rsidRPr="00D205E3" w:rsidTr="00D205E3">
        <w:trPr>
          <w:cantSplit/>
        </w:trPr>
        <w:tc>
          <w:tcPr>
            <w:cnfStyle w:val="001000000000" w:firstRow="0" w:lastRow="0" w:firstColumn="1" w:lastColumn="0" w:oddVBand="0" w:evenVBand="0" w:oddHBand="0" w:evenHBand="0" w:firstRowFirstColumn="0" w:firstRowLastColumn="0" w:lastRowFirstColumn="0" w:lastRowLastColumn="0"/>
            <w:tcW w:w="1591" w:type="pct"/>
          </w:tcPr>
          <w:p w:rsidR="00D205E3" w:rsidRPr="00D205E3" w:rsidRDefault="00D205E3" w:rsidP="006C7144">
            <w:pPr>
              <w:rPr>
                <w:lang w:val="en-GB"/>
              </w:rPr>
            </w:pPr>
            <w:r w:rsidRPr="00D205E3">
              <w:rPr>
                <w:lang w:val="en-GB"/>
              </w:rPr>
              <w:t>containsCert</w:t>
            </w:r>
          </w:p>
        </w:tc>
        <w:tc>
          <w:tcPr>
            <w:tcW w:w="3409" w:type="pct"/>
          </w:tcPr>
          <w:p w:rsidR="00D205E3" w:rsidRPr="00D205E3" w:rsidRDefault="00D06CB0" w:rsidP="00D06CB0">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Checks if object represents one concrete certificate or not. Variant/bool data type, not editable. </w:t>
            </w:r>
          </w:p>
        </w:tc>
      </w:tr>
      <w:tr w:rsidR="00D205E3" w:rsidRPr="00D205E3" w:rsidTr="00D205E3">
        <w:trPr>
          <w:cantSplit/>
        </w:trPr>
        <w:tc>
          <w:tcPr>
            <w:cnfStyle w:val="001000000000" w:firstRow="0" w:lastRow="0" w:firstColumn="1" w:lastColumn="0" w:oddVBand="0" w:evenVBand="0" w:oddHBand="0" w:evenHBand="0" w:firstRowFirstColumn="0" w:firstRowLastColumn="0" w:lastRowFirstColumn="0" w:lastRowLastColumn="0"/>
            <w:tcW w:w="1591" w:type="pct"/>
          </w:tcPr>
          <w:p w:rsidR="00D205E3" w:rsidRPr="00D205E3" w:rsidRDefault="00D205E3" w:rsidP="006C7144">
            <w:pPr>
              <w:rPr>
                <w:lang w:val="en-GB"/>
              </w:rPr>
            </w:pPr>
            <w:r w:rsidRPr="00D205E3">
              <w:rPr>
                <w:lang w:val="en-GB"/>
              </w:rPr>
              <w:t xml:space="preserve">szPropSubjectName  </w:t>
            </w:r>
          </w:p>
        </w:tc>
        <w:tc>
          <w:tcPr>
            <w:tcW w:w="3409" w:type="pct"/>
          </w:tcPr>
          <w:p w:rsidR="00D06CB0" w:rsidRDefault="00D06CB0" w:rsidP="00D06CB0">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Name of the certificate’s subject. </w:t>
            </w:r>
          </w:p>
          <w:p w:rsidR="00D205E3" w:rsidRPr="00D205E3" w:rsidRDefault="00D06CB0" w:rsidP="00D06CB0">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Otherwise equivalent to </w:t>
            </w:r>
            <w:proofErr w:type="gramStart"/>
            <w:r w:rsidR="00D205E3" w:rsidRPr="00D205E3">
              <w:rPr>
                <w:lang w:val="en-GB"/>
              </w:rPr>
              <w:t>ComDigiDocLib.getCertSubjectName</w:t>
            </w:r>
            <w:r>
              <w:rPr>
                <w:lang w:val="en-GB"/>
              </w:rPr>
              <w:t>(</w:t>
            </w:r>
            <w:proofErr w:type="gramEnd"/>
            <w:r>
              <w:rPr>
                <w:lang w:val="en-GB"/>
              </w:rPr>
              <w:t>)</w:t>
            </w:r>
            <w:r w:rsidR="00D205E3" w:rsidRPr="00D205E3">
              <w:rPr>
                <w:lang w:val="en-GB"/>
              </w:rPr>
              <w:t xml:space="preserve"> </w:t>
            </w:r>
            <w:r>
              <w:rPr>
                <w:lang w:val="en-GB"/>
              </w:rPr>
              <w:t xml:space="preserve">method, except that error handling is not implemented – thus, should not be trusted. Exists only in the purpose of convenience. String data type, not editable. </w:t>
            </w:r>
          </w:p>
        </w:tc>
      </w:tr>
      <w:tr w:rsidR="00D205E3" w:rsidRPr="00D205E3" w:rsidTr="00D205E3">
        <w:trPr>
          <w:cantSplit/>
        </w:trPr>
        <w:tc>
          <w:tcPr>
            <w:cnfStyle w:val="001000000000" w:firstRow="0" w:lastRow="0" w:firstColumn="1" w:lastColumn="0" w:oddVBand="0" w:evenVBand="0" w:oddHBand="0" w:evenHBand="0" w:firstRowFirstColumn="0" w:firstRowLastColumn="0" w:lastRowFirstColumn="0" w:lastRowLastColumn="0"/>
            <w:tcW w:w="1591" w:type="pct"/>
          </w:tcPr>
          <w:p w:rsidR="00D205E3" w:rsidRPr="00D205E3" w:rsidRDefault="00D205E3" w:rsidP="006C7144">
            <w:pPr>
              <w:rPr>
                <w:lang w:val="en-GB"/>
              </w:rPr>
            </w:pPr>
            <w:r w:rsidRPr="00D205E3">
              <w:rPr>
                <w:lang w:val="en-GB"/>
              </w:rPr>
              <w:t xml:space="preserve">szPropIssuerName  </w:t>
            </w:r>
          </w:p>
        </w:tc>
        <w:tc>
          <w:tcPr>
            <w:tcW w:w="3409" w:type="pct"/>
          </w:tcPr>
          <w:p w:rsidR="00D06CB0" w:rsidRDefault="00D06CB0" w:rsidP="006C7144">
            <w:pPr>
              <w:cnfStyle w:val="000000000000" w:firstRow="0" w:lastRow="0" w:firstColumn="0" w:lastColumn="0" w:oddVBand="0" w:evenVBand="0" w:oddHBand="0" w:evenHBand="0" w:firstRowFirstColumn="0" w:firstRowLastColumn="0" w:lastRowFirstColumn="0" w:lastRowLastColumn="0"/>
              <w:rPr>
                <w:lang w:val="en-GB"/>
              </w:rPr>
            </w:pPr>
            <w:r>
              <w:rPr>
                <w:lang w:val="en-GB"/>
              </w:rPr>
              <w:t>Name of the certificate’s issuer.</w:t>
            </w:r>
            <w:r w:rsidR="00D205E3" w:rsidRPr="00D205E3">
              <w:rPr>
                <w:lang w:val="en-GB"/>
              </w:rPr>
              <w:t xml:space="preserve"> </w:t>
            </w:r>
          </w:p>
          <w:p w:rsidR="00D205E3" w:rsidRPr="00D205E3" w:rsidRDefault="00D06CB0" w:rsidP="00D06CB0">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Otherwise equivalent to </w:t>
            </w:r>
            <w:proofErr w:type="gramStart"/>
            <w:r w:rsidR="007F2F9E">
              <w:rPr>
                <w:lang w:val="en-GB"/>
              </w:rPr>
              <w:t>ComDigiDocLib.</w:t>
            </w:r>
            <w:r>
              <w:rPr>
                <w:lang w:val="en-GB"/>
              </w:rPr>
              <w:t>getCertIssuerName(</w:t>
            </w:r>
            <w:proofErr w:type="gramEnd"/>
            <w:r>
              <w:rPr>
                <w:lang w:val="en-GB"/>
              </w:rPr>
              <w:t>)</w:t>
            </w:r>
            <w:r w:rsidRPr="00D205E3">
              <w:rPr>
                <w:lang w:val="en-GB"/>
              </w:rPr>
              <w:t xml:space="preserve"> </w:t>
            </w:r>
            <w:r>
              <w:rPr>
                <w:lang w:val="en-GB"/>
              </w:rPr>
              <w:t xml:space="preserve">method, except that error handling is not implemented – thus, should not be trusted. Exists only in the purpose of convenience. String data type, not editable. </w:t>
            </w:r>
          </w:p>
        </w:tc>
      </w:tr>
      <w:tr w:rsidR="00D205E3" w:rsidRPr="00D205E3" w:rsidTr="00D205E3">
        <w:trPr>
          <w:cantSplit/>
        </w:trPr>
        <w:tc>
          <w:tcPr>
            <w:cnfStyle w:val="001000000000" w:firstRow="0" w:lastRow="0" w:firstColumn="1" w:lastColumn="0" w:oddVBand="0" w:evenVBand="0" w:oddHBand="0" w:evenHBand="0" w:firstRowFirstColumn="0" w:firstRowLastColumn="0" w:lastRowFirstColumn="0" w:lastRowLastColumn="0"/>
            <w:tcW w:w="1591" w:type="pct"/>
          </w:tcPr>
          <w:p w:rsidR="00D205E3" w:rsidRPr="00D205E3" w:rsidRDefault="00D205E3" w:rsidP="006C7144">
            <w:pPr>
              <w:rPr>
                <w:lang w:val="en-GB"/>
              </w:rPr>
            </w:pPr>
            <w:r w:rsidRPr="00D205E3">
              <w:rPr>
                <w:lang w:val="en-GB"/>
              </w:rPr>
              <w:t xml:space="preserve">nPropSerialNumber </w:t>
            </w:r>
          </w:p>
        </w:tc>
        <w:tc>
          <w:tcPr>
            <w:tcW w:w="3409" w:type="pct"/>
          </w:tcPr>
          <w:p w:rsidR="00D06CB0" w:rsidRDefault="00D06CB0" w:rsidP="00D06CB0">
            <w:pPr>
              <w:cnfStyle w:val="000000000000" w:firstRow="0" w:lastRow="0" w:firstColumn="0" w:lastColumn="0" w:oddVBand="0" w:evenVBand="0" w:oddHBand="0" w:evenHBand="0" w:firstRowFirstColumn="0" w:firstRowLastColumn="0" w:lastRowFirstColumn="0" w:lastRowLastColumn="0"/>
              <w:rPr>
                <w:lang w:val="en-GB"/>
              </w:rPr>
            </w:pPr>
            <w:r>
              <w:rPr>
                <w:lang w:val="en-GB"/>
              </w:rPr>
              <w:t>Certificate’s serial number.</w:t>
            </w:r>
          </w:p>
          <w:p w:rsidR="00D205E3" w:rsidRPr="00D205E3" w:rsidRDefault="00D06CB0" w:rsidP="00D06CB0">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Otherwise equivalent to </w:t>
            </w:r>
            <w:proofErr w:type="gramStart"/>
            <w:r w:rsidR="007F2F9E">
              <w:rPr>
                <w:lang w:val="en-GB"/>
              </w:rPr>
              <w:t>ComDigiDocLib.</w:t>
            </w:r>
            <w:r>
              <w:rPr>
                <w:lang w:val="en-GB"/>
              </w:rPr>
              <w:t>getCertSerialNumber(</w:t>
            </w:r>
            <w:proofErr w:type="gramEnd"/>
            <w:r>
              <w:rPr>
                <w:lang w:val="en-GB"/>
              </w:rPr>
              <w:t>)</w:t>
            </w:r>
            <w:r w:rsidRPr="00D205E3">
              <w:rPr>
                <w:lang w:val="en-GB"/>
              </w:rPr>
              <w:t xml:space="preserve"> </w:t>
            </w:r>
            <w:r>
              <w:rPr>
                <w:lang w:val="en-GB"/>
              </w:rPr>
              <w:t xml:space="preserve">method, except that error handling is not implemented – thus, should not be trusted. Exists only in the purpose of convenience. String data type, not editable. </w:t>
            </w:r>
          </w:p>
        </w:tc>
      </w:tr>
    </w:tbl>
    <w:p w:rsidR="00BF57C5" w:rsidRPr="00B152D1" w:rsidRDefault="00BF57C5" w:rsidP="00B152D1">
      <w:pPr>
        <w:rPr>
          <w:lang w:val="en-GB"/>
        </w:rPr>
      </w:pPr>
    </w:p>
    <w:p w:rsidR="00B152D1" w:rsidRPr="00BF57C5" w:rsidRDefault="00B152D1" w:rsidP="003822AB">
      <w:pPr>
        <w:pStyle w:val="apHeading2"/>
      </w:pPr>
      <w:bookmarkStart w:id="72" w:name="_Toc345343822"/>
      <w:bookmarkStart w:id="73" w:name="_Toc346288048"/>
      <w:r w:rsidRPr="00B152D1">
        <w:t>ComCertArray</w:t>
      </w:r>
      <w:bookmarkEnd w:id="72"/>
      <w:bookmarkEnd w:id="73"/>
      <w:r w:rsidRPr="00B152D1">
        <w:t xml:space="preserve"> </w:t>
      </w:r>
    </w:p>
    <w:p w:rsidR="00B152D1" w:rsidRPr="00B152D1" w:rsidRDefault="00E64E22" w:rsidP="00B152D1">
      <w:pPr>
        <w:rPr>
          <w:lang w:val="en-GB"/>
        </w:rPr>
      </w:pPr>
      <w:proofErr w:type="gramStart"/>
      <w:r>
        <w:rPr>
          <w:lang w:val="en-GB"/>
        </w:rPr>
        <w:t xml:space="preserve">Vector of </w:t>
      </w:r>
      <w:r w:rsidR="00B152D1" w:rsidRPr="00B152D1">
        <w:rPr>
          <w:lang w:val="en-GB"/>
        </w:rPr>
        <w:t xml:space="preserve">ComCertificate </w:t>
      </w:r>
      <w:r>
        <w:rPr>
          <w:lang w:val="en-GB"/>
        </w:rPr>
        <w:t>objects.</w:t>
      </w:r>
      <w:proofErr w:type="gramEnd"/>
      <w:r>
        <w:rPr>
          <w:lang w:val="en-GB"/>
        </w:rPr>
        <w:t xml:space="preserve"> Enables searching from MS certificate store if the search returns more than one certificate. </w:t>
      </w:r>
    </w:p>
    <w:p w:rsidR="00B152D1" w:rsidRPr="00B152D1" w:rsidRDefault="00B152D1" w:rsidP="00B152D1">
      <w:pPr>
        <w:rPr>
          <w:lang w:val="en-GB"/>
        </w:rPr>
      </w:pPr>
      <w:r w:rsidRPr="00B152D1">
        <w:rPr>
          <w:lang w:val="en-GB"/>
        </w:rPr>
        <w:t xml:space="preserve"> </w:t>
      </w:r>
      <w:r w:rsidR="00C26357" w:rsidRPr="00C26357">
        <w:rPr>
          <w:b/>
          <w:u w:val="single"/>
          <w:lang w:val="en-GB"/>
        </w:rPr>
        <w:t>Attributes</w:t>
      </w:r>
      <w:r w:rsidRPr="00B152D1">
        <w:rPr>
          <w:lang w:val="en-GB"/>
        </w:rPr>
        <w:t xml:space="preserve"> </w:t>
      </w:r>
    </w:p>
    <w:tbl>
      <w:tblPr>
        <w:tblStyle w:val="Parameters"/>
        <w:tblW w:w="4955" w:type="pct"/>
        <w:tblLayout w:type="fixed"/>
        <w:tblLook w:val="04A0" w:firstRow="1" w:lastRow="0" w:firstColumn="1" w:lastColumn="0" w:noHBand="0" w:noVBand="1"/>
      </w:tblPr>
      <w:tblGrid>
        <w:gridCol w:w="2660"/>
        <w:gridCol w:w="5700"/>
      </w:tblGrid>
      <w:tr w:rsidR="00D205E3" w:rsidRPr="00C26357" w:rsidTr="00D205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1" w:type="pct"/>
          </w:tcPr>
          <w:p w:rsidR="00D205E3" w:rsidRPr="00C26357" w:rsidRDefault="00D205E3" w:rsidP="006C7144">
            <w:pPr>
              <w:rPr>
                <w:b/>
                <w:lang w:val="en-GB"/>
              </w:rPr>
            </w:pPr>
            <w:r w:rsidRPr="00C26357">
              <w:rPr>
                <w:b/>
                <w:lang w:val="en-GB"/>
              </w:rPr>
              <w:t>Name</w:t>
            </w:r>
          </w:p>
        </w:tc>
        <w:tc>
          <w:tcPr>
            <w:tcW w:w="3409" w:type="pct"/>
          </w:tcPr>
          <w:p w:rsidR="00D205E3" w:rsidRPr="00C26357" w:rsidRDefault="00D205E3" w:rsidP="006C7144">
            <w:pPr>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D205E3" w:rsidRPr="00D205E3" w:rsidTr="00D205E3">
        <w:tc>
          <w:tcPr>
            <w:cnfStyle w:val="001000000000" w:firstRow="0" w:lastRow="0" w:firstColumn="1" w:lastColumn="0" w:oddVBand="0" w:evenVBand="0" w:oddHBand="0" w:evenHBand="0" w:firstRowFirstColumn="0" w:firstRowLastColumn="0" w:lastRowFirstColumn="0" w:lastRowLastColumn="0"/>
            <w:tcW w:w="1591" w:type="pct"/>
          </w:tcPr>
          <w:p w:rsidR="00D205E3" w:rsidRPr="00D205E3" w:rsidRDefault="00D205E3" w:rsidP="006C7144">
            <w:pPr>
              <w:rPr>
                <w:lang w:val="en-GB"/>
              </w:rPr>
            </w:pPr>
            <w:r w:rsidRPr="00D205E3">
              <w:rPr>
                <w:lang w:val="en-GB"/>
              </w:rPr>
              <w:lastRenderedPageBreak/>
              <w:t xml:space="preserve">nCerts </w:t>
            </w:r>
          </w:p>
        </w:tc>
        <w:tc>
          <w:tcPr>
            <w:tcW w:w="3409" w:type="pct"/>
          </w:tcPr>
          <w:p w:rsidR="00D205E3" w:rsidRPr="00D205E3" w:rsidRDefault="00E64E22" w:rsidP="00E64E22">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Number of certificates in vector. </w:t>
            </w:r>
          </w:p>
        </w:tc>
      </w:tr>
    </w:tbl>
    <w:p w:rsidR="00B152D1" w:rsidRPr="00B152D1" w:rsidRDefault="00B152D1" w:rsidP="00B152D1">
      <w:pPr>
        <w:rPr>
          <w:lang w:val="en-GB"/>
        </w:rPr>
      </w:pPr>
    </w:p>
    <w:p w:rsidR="00B152D1" w:rsidRPr="00B152D1" w:rsidRDefault="00B92676" w:rsidP="00B152D1">
      <w:pPr>
        <w:rPr>
          <w:lang w:val="en-GB"/>
        </w:rPr>
      </w:pPr>
      <w:r w:rsidRPr="00B92676">
        <w:rPr>
          <w:b/>
          <w:u w:val="single"/>
          <w:lang w:val="en-GB"/>
        </w:rPr>
        <w:t>Methods</w:t>
      </w:r>
      <w:r w:rsidR="00B152D1" w:rsidRPr="00B152D1">
        <w:rPr>
          <w:lang w:val="en-GB"/>
        </w:rPr>
        <w:t xml:space="preserve"> </w:t>
      </w:r>
    </w:p>
    <w:tbl>
      <w:tblPr>
        <w:tblStyle w:val="Parameters"/>
        <w:tblW w:w="4955" w:type="pct"/>
        <w:tblLayout w:type="fixed"/>
        <w:tblLook w:val="04A0" w:firstRow="1" w:lastRow="0" w:firstColumn="1" w:lastColumn="0" w:noHBand="0" w:noVBand="1"/>
      </w:tblPr>
      <w:tblGrid>
        <w:gridCol w:w="2660"/>
        <w:gridCol w:w="5700"/>
      </w:tblGrid>
      <w:tr w:rsidR="00B40957" w:rsidRPr="00C26357" w:rsidTr="00B409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1" w:type="pct"/>
          </w:tcPr>
          <w:p w:rsidR="00B40957" w:rsidRPr="00C26357" w:rsidRDefault="00B40957" w:rsidP="006C7144">
            <w:pPr>
              <w:rPr>
                <w:b/>
                <w:lang w:val="en-GB"/>
              </w:rPr>
            </w:pPr>
            <w:r w:rsidRPr="00C26357">
              <w:rPr>
                <w:b/>
                <w:lang w:val="en-GB"/>
              </w:rPr>
              <w:t>Name</w:t>
            </w:r>
          </w:p>
        </w:tc>
        <w:tc>
          <w:tcPr>
            <w:tcW w:w="3409" w:type="pct"/>
          </w:tcPr>
          <w:p w:rsidR="00B40957" w:rsidRPr="00C26357" w:rsidRDefault="00B40957" w:rsidP="006C7144">
            <w:pPr>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B40957" w:rsidRPr="00B40957" w:rsidTr="00B40957">
        <w:tc>
          <w:tcPr>
            <w:cnfStyle w:val="001000000000" w:firstRow="0" w:lastRow="0" w:firstColumn="1" w:lastColumn="0" w:oddVBand="0" w:evenVBand="0" w:oddHBand="0" w:evenHBand="0" w:firstRowFirstColumn="0" w:firstRowLastColumn="0" w:lastRowFirstColumn="0" w:lastRowLastColumn="0"/>
            <w:tcW w:w="1591" w:type="pct"/>
          </w:tcPr>
          <w:p w:rsidR="00B40957" w:rsidRPr="00B40957" w:rsidRDefault="00B40957" w:rsidP="006C7144">
            <w:pPr>
              <w:rPr>
                <w:lang w:val="en-GB"/>
              </w:rPr>
            </w:pPr>
            <w:r w:rsidRPr="00B40957">
              <w:rPr>
                <w:lang w:val="en-GB"/>
              </w:rPr>
              <w:t xml:space="preserve"> getCertByIndex</w:t>
            </w:r>
          </w:p>
        </w:tc>
        <w:tc>
          <w:tcPr>
            <w:tcW w:w="3409" w:type="pct"/>
          </w:tcPr>
          <w:p w:rsidR="00B40957" w:rsidRDefault="00E64E22" w:rsidP="006C7144">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Determines the ComCertificate object </w:t>
            </w:r>
            <w:r w:rsidR="009D1733">
              <w:rPr>
                <w:lang w:val="en-GB"/>
              </w:rPr>
              <w:t xml:space="preserve">in the vector with the provided index value. </w:t>
            </w:r>
          </w:p>
          <w:p w:rsidR="00B40957" w:rsidRDefault="00B40957" w:rsidP="006C7144">
            <w:pPr>
              <w:cnfStyle w:val="000000000000" w:firstRow="0" w:lastRow="0" w:firstColumn="0" w:lastColumn="0" w:oddVBand="0" w:evenVBand="0" w:oddHBand="0" w:evenHBand="0" w:firstRowFirstColumn="0" w:firstRowLastColumn="0" w:lastRowFirstColumn="0" w:lastRowLastColumn="0"/>
              <w:rPr>
                <w:lang w:val="en-GB"/>
              </w:rPr>
            </w:pPr>
            <w:proofErr w:type="gramStart"/>
            <w:r w:rsidRPr="00B40957">
              <w:rPr>
                <w:lang w:val="en-GB"/>
              </w:rPr>
              <w:t>nIndex</w:t>
            </w:r>
            <w:proofErr w:type="gramEnd"/>
            <w:r w:rsidRPr="00B40957">
              <w:rPr>
                <w:lang w:val="en-GB"/>
              </w:rPr>
              <w:t xml:space="preserve"> </w:t>
            </w:r>
            <w:r w:rsidR="009D1733">
              <w:rPr>
                <w:lang w:val="en-GB"/>
              </w:rPr>
              <w:t>–</w:t>
            </w:r>
            <w:r w:rsidRPr="00B40957">
              <w:rPr>
                <w:lang w:val="en-GB"/>
              </w:rPr>
              <w:t xml:space="preserve"> </w:t>
            </w:r>
            <w:r w:rsidR="009D1733">
              <w:rPr>
                <w:lang w:val="en-GB"/>
              </w:rPr>
              <w:t xml:space="preserve">index in the vector. Allowed values are in the range of </w:t>
            </w:r>
            <w:r w:rsidRPr="00B40957">
              <w:rPr>
                <w:lang w:val="en-GB"/>
              </w:rPr>
              <w:t>[0</w:t>
            </w:r>
            <w:proofErr w:type="gramStart"/>
            <w:r w:rsidRPr="00B40957">
              <w:rPr>
                <w:lang w:val="en-GB"/>
              </w:rPr>
              <w:t>..nCerts</w:t>
            </w:r>
            <w:proofErr w:type="gramEnd"/>
            <w:r w:rsidRPr="00B40957">
              <w:rPr>
                <w:lang w:val="en-GB"/>
              </w:rPr>
              <w:t xml:space="preserve">-1]. </w:t>
            </w:r>
            <w:r w:rsidR="009D1733">
              <w:rPr>
                <w:lang w:val="en-GB"/>
              </w:rPr>
              <w:t xml:space="preserve">Long data type. </w:t>
            </w:r>
          </w:p>
          <w:p w:rsidR="00B40957" w:rsidRPr="00B40957" w:rsidRDefault="00B40957" w:rsidP="009D1733">
            <w:pPr>
              <w:cnfStyle w:val="000000000000" w:firstRow="0" w:lastRow="0" w:firstColumn="0" w:lastColumn="0" w:oddVBand="0" w:evenVBand="0" w:oddHBand="0" w:evenHBand="0" w:firstRowFirstColumn="0" w:firstRowLastColumn="0" w:lastRowFirstColumn="0" w:lastRowLastColumn="0"/>
              <w:rPr>
                <w:lang w:val="en-GB"/>
              </w:rPr>
            </w:pPr>
            <w:proofErr w:type="gramStart"/>
            <w:r w:rsidRPr="00B40957">
              <w:rPr>
                <w:lang w:val="en-GB"/>
              </w:rPr>
              <w:t>pStoreTo</w:t>
            </w:r>
            <w:proofErr w:type="gramEnd"/>
            <w:r w:rsidRPr="00B40957">
              <w:rPr>
                <w:lang w:val="en-GB"/>
              </w:rPr>
              <w:t xml:space="preserve"> - ComCertificate </w:t>
            </w:r>
            <w:r w:rsidR="009D1733">
              <w:rPr>
                <w:lang w:val="en-GB"/>
              </w:rPr>
              <w:t xml:space="preserve">object for storing the certificate. </w:t>
            </w:r>
          </w:p>
        </w:tc>
      </w:tr>
      <w:tr w:rsidR="00B40957" w:rsidRPr="00B40957" w:rsidTr="00B40957">
        <w:tc>
          <w:tcPr>
            <w:cnfStyle w:val="001000000000" w:firstRow="0" w:lastRow="0" w:firstColumn="1" w:lastColumn="0" w:oddVBand="0" w:evenVBand="0" w:oddHBand="0" w:evenHBand="0" w:firstRowFirstColumn="0" w:firstRowLastColumn="0" w:lastRowFirstColumn="0" w:lastRowLastColumn="0"/>
            <w:tcW w:w="1591" w:type="pct"/>
          </w:tcPr>
          <w:p w:rsidR="00B40957" w:rsidRPr="00B40957" w:rsidRDefault="00B40957" w:rsidP="006C7144">
            <w:pPr>
              <w:rPr>
                <w:lang w:val="en-GB"/>
              </w:rPr>
            </w:pPr>
            <w:r w:rsidRPr="00B40957">
              <w:rPr>
                <w:lang w:val="en-GB"/>
              </w:rPr>
              <w:t xml:space="preserve"> clear</w:t>
            </w:r>
          </w:p>
        </w:tc>
        <w:tc>
          <w:tcPr>
            <w:tcW w:w="3409" w:type="pct"/>
          </w:tcPr>
          <w:p w:rsidR="00B40957" w:rsidRPr="00B40957" w:rsidRDefault="009D1733" w:rsidP="009D1733">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Clears the whole vector. </w:t>
            </w:r>
          </w:p>
        </w:tc>
      </w:tr>
      <w:tr w:rsidR="00B40957" w:rsidRPr="00B40957" w:rsidTr="00B40957">
        <w:tc>
          <w:tcPr>
            <w:cnfStyle w:val="001000000000" w:firstRow="0" w:lastRow="0" w:firstColumn="1" w:lastColumn="0" w:oddVBand="0" w:evenVBand="0" w:oddHBand="0" w:evenHBand="0" w:firstRowFirstColumn="0" w:firstRowLastColumn="0" w:lastRowFirstColumn="0" w:lastRowLastColumn="0"/>
            <w:tcW w:w="1591" w:type="pct"/>
          </w:tcPr>
          <w:p w:rsidR="00B40957" w:rsidRPr="00B40957" w:rsidRDefault="00B40957" w:rsidP="006C7144">
            <w:pPr>
              <w:rPr>
                <w:lang w:val="en-GB"/>
              </w:rPr>
            </w:pPr>
            <w:r w:rsidRPr="00B40957">
              <w:rPr>
                <w:lang w:val="en-GB"/>
              </w:rPr>
              <w:t>searchBySearchStore</w:t>
            </w:r>
          </w:p>
        </w:tc>
        <w:tc>
          <w:tcPr>
            <w:tcW w:w="3409" w:type="pct"/>
          </w:tcPr>
          <w:p w:rsidR="00B40957" w:rsidRDefault="009D1733" w:rsidP="006C7144">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Searches for certificates from MS certificate store. Stores the search results to vector. Returns error code. </w:t>
            </w:r>
          </w:p>
          <w:p w:rsidR="00B40957" w:rsidRPr="00B40957" w:rsidRDefault="00B40957" w:rsidP="009D1733">
            <w:pPr>
              <w:cnfStyle w:val="000000000000" w:firstRow="0" w:lastRow="0" w:firstColumn="0" w:lastColumn="0" w:oddVBand="0" w:evenVBand="0" w:oddHBand="0" w:evenHBand="0" w:firstRowFirstColumn="0" w:firstRowLastColumn="0" w:lastRowFirstColumn="0" w:lastRowLastColumn="0"/>
              <w:rPr>
                <w:lang w:val="en-GB"/>
              </w:rPr>
            </w:pPr>
            <w:proofErr w:type="gramStart"/>
            <w:r w:rsidRPr="00B40957">
              <w:rPr>
                <w:lang w:val="en-GB"/>
              </w:rPr>
              <w:t>pSearchStore</w:t>
            </w:r>
            <w:proofErr w:type="gramEnd"/>
            <w:r w:rsidRPr="00B40957">
              <w:rPr>
                <w:lang w:val="en-GB"/>
              </w:rPr>
              <w:t xml:space="preserve"> - ComCertSearchStore </w:t>
            </w:r>
            <w:r w:rsidR="009D1733">
              <w:rPr>
                <w:lang w:val="en-GB"/>
              </w:rPr>
              <w:t xml:space="preserve">object which determines the search criteria. </w:t>
            </w:r>
          </w:p>
        </w:tc>
      </w:tr>
    </w:tbl>
    <w:p w:rsidR="00BF57C5" w:rsidRPr="00B152D1" w:rsidRDefault="00BF57C5" w:rsidP="00B152D1">
      <w:pPr>
        <w:rPr>
          <w:lang w:val="en-GB"/>
        </w:rPr>
      </w:pPr>
    </w:p>
    <w:p w:rsidR="00B152D1" w:rsidRPr="00BF57C5" w:rsidRDefault="00B152D1" w:rsidP="003822AB">
      <w:pPr>
        <w:pStyle w:val="apHeading2"/>
      </w:pPr>
      <w:bookmarkStart w:id="74" w:name="_Toc345343823"/>
      <w:bookmarkStart w:id="75" w:name="_Toc346288049"/>
      <w:r w:rsidRPr="00B152D1">
        <w:t>ComPolicyIdentifierArray</w:t>
      </w:r>
      <w:bookmarkEnd w:id="74"/>
      <w:bookmarkEnd w:id="75"/>
      <w:r w:rsidRPr="00B152D1">
        <w:t xml:space="preserve"> </w:t>
      </w:r>
    </w:p>
    <w:p w:rsidR="001F6FA7" w:rsidRDefault="001F6FA7" w:rsidP="00B152D1">
      <w:pPr>
        <w:rPr>
          <w:lang w:val="en-GB"/>
        </w:rPr>
      </w:pPr>
      <w:proofErr w:type="gramStart"/>
      <w:r>
        <w:rPr>
          <w:lang w:val="en-GB"/>
        </w:rPr>
        <w:t>Vector which holds the rules of certificate’s usage.</w:t>
      </w:r>
      <w:proofErr w:type="gramEnd"/>
    </w:p>
    <w:p w:rsidR="00B152D1" w:rsidRPr="00B152D1" w:rsidRDefault="00B152D1" w:rsidP="00B152D1">
      <w:pPr>
        <w:rPr>
          <w:lang w:val="en-GB"/>
        </w:rPr>
      </w:pPr>
      <w:r w:rsidRPr="00B152D1">
        <w:rPr>
          <w:lang w:val="en-GB"/>
        </w:rPr>
        <w:t xml:space="preserve"> </w:t>
      </w:r>
      <w:r w:rsidR="00C26357" w:rsidRPr="00C26357">
        <w:rPr>
          <w:b/>
          <w:u w:val="single"/>
          <w:lang w:val="en-GB"/>
        </w:rPr>
        <w:t>Attributes</w:t>
      </w:r>
      <w:r w:rsidRPr="00B152D1">
        <w:rPr>
          <w:lang w:val="en-GB"/>
        </w:rPr>
        <w:t xml:space="preserve"> </w:t>
      </w:r>
    </w:p>
    <w:tbl>
      <w:tblPr>
        <w:tblStyle w:val="Parameters"/>
        <w:tblW w:w="4955" w:type="pct"/>
        <w:tblLayout w:type="fixed"/>
        <w:tblLook w:val="04A0" w:firstRow="1" w:lastRow="0" w:firstColumn="1" w:lastColumn="0" w:noHBand="0" w:noVBand="1"/>
      </w:tblPr>
      <w:tblGrid>
        <w:gridCol w:w="2660"/>
        <w:gridCol w:w="5700"/>
      </w:tblGrid>
      <w:tr w:rsidR="00655042" w:rsidRPr="00C26357" w:rsidTr="006550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1" w:type="pct"/>
          </w:tcPr>
          <w:p w:rsidR="00655042" w:rsidRPr="00C26357" w:rsidRDefault="00655042" w:rsidP="006C7144">
            <w:pPr>
              <w:rPr>
                <w:b/>
                <w:lang w:val="en-GB"/>
              </w:rPr>
            </w:pPr>
            <w:r w:rsidRPr="00C26357">
              <w:rPr>
                <w:b/>
                <w:lang w:val="en-GB"/>
              </w:rPr>
              <w:t>Name</w:t>
            </w:r>
          </w:p>
        </w:tc>
        <w:tc>
          <w:tcPr>
            <w:tcW w:w="3409" w:type="pct"/>
          </w:tcPr>
          <w:p w:rsidR="00655042" w:rsidRPr="00C26357" w:rsidRDefault="00655042" w:rsidP="006C7144">
            <w:pPr>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655042" w:rsidRPr="00655042" w:rsidTr="00655042">
        <w:tc>
          <w:tcPr>
            <w:cnfStyle w:val="001000000000" w:firstRow="0" w:lastRow="0" w:firstColumn="1" w:lastColumn="0" w:oddVBand="0" w:evenVBand="0" w:oddHBand="0" w:evenHBand="0" w:firstRowFirstColumn="0" w:firstRowLastColumn="0" w:lastRowFirstColumn="0" w:lastRowLastColumn="0"/>
            <w:tcW w:w="1591" w:type="pct"/>
          </w:tcPr>
          <w:p w:rsidR="00655042" w:rsidRPr="00655042" w:rsidRDefault="00655042" w:rsidP="00655042">
            <w:pPr>
              <w:rPr>
                <w:lang w:val="en-GB"/>
              </w:rPr>
            </w:pPr>
            <w:r w:rsidRPr="00655042">
              <w:rPr>
                <w:lang w:val="en-GB"/>
              </w:rPr>
              <w:t>m_nPolicyIdentifierCount</w:t>
            </w:r>
          </w:p>
        </w:tc>
        <w:tc>
          <w:tcPr>
            <w:tcW w:w="3409" w:type="pct"/>
          </w:tcPr>
          <w:p w:rsidR="00655042" w:rsidRPr="00655042" w:rsidRDefault="001F6FA7" w:rsidP="001F6FA7">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Number of rules for certificate’s usage. </w:t>
            </w:r>
          </w:p>
        </w:tc>
      </w:tr>
    </w:tbl>
    <w:p w:rsidR="00B152D1" w:rsidRPr="00B152D1" w:rsidRDefault="00B152D1" w:rsidP="00B152D1">
      <w:pPr>
        <w:rPr>
          <w:lang w:val="en-GB"/>
        </w:rPr>
      </w:pPr>
      <w:r w:rsidRPr="00B152D1">
        <w:rPr>
          <w:lang w:val="en-GB"/>
        </w:rPr>
        <w:t xml:space="preserve"> </w:t>
      </w:r>
    </w:p>
    <w:p w:rsidR="00B152D1" w:rsidRPr="00B152D1" w:rsidRDefault="00B92676" w:rsidP="00B152D1">
      <w:pPr>
        <w:rPr>
          <w:lang w:val="en-GB"/>
        </w:rPr>
      </w:pPr>
      <w:r w:rsidRPr="00B92676">
        <w:rPr>
          <w:b/>
          <w:u w:val="single"/>
          <w:lang w:val="en-GB"/>
        </w:rPr>
        <w:t>Methods</w:t>
      </w:r>
      <w:r w:rsidR="00B152D1" w:rsidRPr="00B152D1">
        <w:rPr>
          <w:lang w:val="en-GB"/>
        </w:rPr>
        <w:t xml:space="preserve"> </w:t>
      </w:r>
    </w:p>
    <w:tbl>
      <w:tblPr>
        <w:tblStyle w:val="Parameters"/>
        <w:tblW w:w="4955" w:type="pct"/>
        <w:tblLayout w:type="fixed"/>
        <w:tblLook w:val="04A0" w:firstRow="1" w:lastRow="0" w:firstColumn="1" w:lastColumn="0" w:noHBand="0" w:noVBand="1"/>
      </w:tblPr>
      <w:tblGrid>
        <w:gridCol w:w="2660"/>
        <w:gridCol w:w="5700"/>
      </w:tblGrid>
      <w:tr w:rsidR="00ED24FA" w:rsidRPr="00C26357" w:rsidTr="00ED24F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591" w:type="pct"/>
          </w:tcPr>
          <w:p w:rsidR="00ED24FA" w:rsidRPr="00C26357" w:rsidRDefault="00ED24FA" w:rsidP="006C7144">
            <w:pPr>
              <w:rPr>
                <w:b/>
                <w:lang w:val="en-GB"/>
              </w:rPr>
            </w:pPr>
            <w:r w:rsidRPr="00C26357">
              <w:rPr>
                <w:b/>
                <w:lang w:val="en-GB"/>
              </w:rPr>
              <w:t>Name</w:t>
            </w:r>
          </w:p>
        </w:tc>
        <w:tc>
          <w:tcPr>
            <w:tcW w:w="3409" w:type="pct"/>
          </w:tcPr>
          <w:p w:rsidR="00ED24FA" w:rsidRPr="00C26357" w:rsidRDefault="00ED24FA" w:rsidP="006C7144">
            <w:pPr>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655042" w:rsidRPr="00655042" w:rsidTr="00ED24FA">
        <w:tc>
          <w:tcPr>
            <w:cnfStyle w:val="001000000000" w:firstRow="0" w:lastRow="0" w:firstColumn="1" w:lastColumn="0" w:oddVBand="0" w:evenVBand="0" w:oddHBand="0" w:evenHBand="0" w:firstRowFirstColumn="0" w:firstRowLastColumn="0" w:lastRowFirstColumn="0" w:lastRowLastColumn="0"/>
            <w:tcW w:w="1591" w:type="pct"/>
          </w:tcPr>
          <w:p w:rsidR="00655042" w:rsidRPr="00655042" w:rsidRDefault="00655042" w:rsidP="006C7144">
            <w:pPr>
              <w:rPr>
                <w:lang w:val="en-GB"/>
              </w:rPr>
            </w:pPr>
            <w:r w:rsidRPr="00655042">
              <w:rPr>
                <w:lang w:val="en-GB"/>
              </w:rPr>
              <w:t>read_CertPolicies</w:t>
            </w:r>
          </w:p>
        </w:tc>
        <w:tc>
          <w:tcPr>
            <w:tcW w:w="3409" w:type="pct"/>
          </w:tcPr>
          <w:p w:rsidR="00655042" w:rsidRDefault="001F6FA7" w:rsidP="006C7144">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Reads the usage rules of the specified certificate. Returns the number of usage rules in vector (the same value as in attribute </w:t>
            </w:r>
            <w:r w:rsidRPr="00655042">
              <w:rPr>
                <w:lang w:val="en-GB"/>
              </w:rPr>
              <w:t>nPolicyIdentifierCount</w:t>
            </w:r>
            <w:r>
              <w:rPr>
                <w:lang w:val="en-GB"/>
              </w:rPr>
              <w:t>).</w:t>
            </w:r>
          </w:p>
          <w:p w:rsidR="00655042" w:rsidRPr="00655042" w:rsidRDefault="00655042" w:rsidP="001F6FA7">
            <w:pPr>
              <w:cnfStyle w:val="000000000000" w:firstRow="0" w:lastRow="0" w:firstColumn="0" w:lastColumn="0" w:oddVBand="0" w:evenVBand="0" w:oddHBand="0" w:evenHBand="0" w:firstRowFirstColumn="0" w:firstRowLastColumn="0" w:lastRowFirstColumn="0" w:lastRowLastColumn="0"/>
              <w:rPr>
                <w:lang w:val="en-GB"/>
              </w:rPr>
            </w:pPr>
            <w:r w:rsidRPr="00655042">
              <w:rPr>
                <w:lang w:val="en-GB"/>
              </w:rPr>
              <w:t xml:space="preserve">X509 </w:t>
            </w:r>
            <w:r w:rsidR="001F6FA7">
              <w:rPr>
                <w:lang w:val="en-GB"/>
              </w:rPr>
              <w:t xml:space="preserve">– reference to the certificate’s X509 structure. </w:t>
            </w:r>
          </w:p>
        </w:tc>
      </w:tr>
      <w:tr w:rsidR="00655042" w:rsidRPr="00655042" w:rsidTr="00ED24FA">
        <w:tc>
          <w:tcPr>
            <w:cnfStyle w:val="001000000000" w:firstRow="0" w:lastRow="0" w:firstColumn="1" w:lastColumn="0" w:oddVBand="0" w:evenVBand="0" w:oddHBand="0" w:evenHBand="0" w:firstRowFirstColumn="0" w:firstRowLastColumn="0" w:lastRowFirstColumn="0" w:lastRowLastColumn="0"/>
            <w:tcW w:w="1591" w:type="pct"/>
          </w:tcPr>
          <w:p w:rsidR="00655042" w:rsidRPr="00655042" w:rsidRDefault="00655042" w:rsidP="006C7144">
            <w:pPr>
              <w:rPr>
                <w:lang w:val="en-GB"/>
              </w:rPr>
            </w:pPr>
            <w:r w:rsidRPr="00655042">
              <w:rPr>
                <w:lang w:val="en-GB"/>
              </w:rPr>
              <w:t xml:space="preserve">get_szCPS </w:t>
            </w:r>
          </w:p>
        </w:tc>
        <w:tc>
          <w:tcPr>
            <w:tcW w:w="3409" w:type="pct"/>
          </w:tcPr>
          <w:p w:rsidR="00655042" w:rsidRPr="00655042" w:rsidRDefault="00655042" w:rsidP="001F6FA7">
            <w:pPr>
              <w:cnfStyle w:val="000000000000" w:firstRow="0" w:lastRow="0" w:firstColumn="0" w:lastColumn="0" w:oddVBand="0" w:evenVBand="0" w:oddHBand="0" w:evenHBand="0" w:firstRowFirstColumn="0" w:firstRowLastColumn="0" w:lastRowFirstColumn="0" w:lastRowLastColumn="0"/>
              <w:rPr>
                <w:lang w:val="en-GB"/>
              </w:rPr>
            </w:pPr>
            <w:proofErr w:type="gramStart"/>
            <w:r w:rsidRPr="00655042">
              <w:rPr>
                <w:lang w:val="en-GB"/>
              </w:rPr>
              <w:t>nIndex</w:t>
            </w:r>
            <w:proofErr w:type="gramEnd"/>
            <w:r w:rsidRPr="00655042">
              <w:rPr>
                <w:lang w:val="en-GB"/>
              </w:rPr>
              <w:t xml:space="preserve"> </w:t>
            </w:r>
            <w:r w:rsidR="001F6FA7">
              <w:rPr>
                <w:lang w:val="en-GB"/>
              </w:rPr>
              <w:t>–</w:t>
            </w:r>
            <w:r w:rsidRPr="00655042">
              <w:rPr>
                <w:lang w:val="en-GB"/>
              </w:rPr>
              <w:t xml:space="preserve"> </w:t>
            </w:r>
            <w:r w:rsidR="001F6FA7">
              <w:rPr>
                <w:lang w:val="en-GB"/>
              </w:rPr>
              <w:t xml:space="preserve">index in vector. Allowed values are in the range of </w:t>
            </w:r>
            <w:r w:rsidRPr="00655042">
              <w:rPr>
                <w:lang w:val="en-GB"/>
              </w:rPr>
              <w:t>[0</w:t>
            </w:r>
            <w:proofErr w:type="gramStart"/>
            <w:r w:rsidRPr="00655042">
              <w:rPr>
                <w:lang w:val="en-GB"/>
              </w:rPr>
              <w:t>..m</w:t>
            </w:r>
            <w:proofErr w:type="gramEnd"/>
            <w:r w:rsidRPr="00655042">
              <w:rPr>
                <w:lang w:val="en-GB"/>
              </w:rPr>
              <w:t xml:space="preserve">_nPolicyIdentifierCount-1]. </w:t>
            </w:r>
            <w:r w:rsidR="001F6FA7">
              <w:rPr>
                <w:lang w:val="en-GB"/>
              </w:rPr>
              <w:t>Long data type.</w:t>
            </w:r>
          </w:p>
        </w:tc>
      </w:tr>
      <w:tr w:rsidR="00655042" w:rsidRPr="00655042" w:rsidTr="00ED24FA">
        <w:tc>
          <w:tcPr>
            <w:cnfStyle w:val="001000000000" w:firstRow="0" w:lastRow="0" w:firstColumn="1" w:lastColumn="0" w:oddVBand="0" w:evenVBand="0" w:oddHBand="0" w:evenHBand="0" w:firstRowFirstColumn="0" w:firstRowLastColumn="0" w:lastRowFirstColumn="0" w:lastRowLastColumn="0"/>
            <w:tcW w:w="1591" w:type="pct"/>
          </w:tcPr>
          <w:p w:rsidR="00655042" w:rsidRPr="00655042" w:rsidRDefault="00655042" w:rsidP="006C7144">
            <w:pPr>
              <w:rPr>
                <w:lang w:val="en-GB"/>
              </w:rPr>
            </w:pPr>
            <w:r w:rsidRPr="00655042">
              <w:rPr>
                <w:lang w:val="en-GB"/>
              </w:rPr>
              <w:t xml:space="preserve"> get_szOID</w:t>
            </w:r>
          </w:p>
        </w:tc>
        <w:tc>
          <w:tcPr>
            <w:tcW w:w="3409" w:type="pct"/>
          </w:tcPr>
          <w:p w:rsidR="00655042" w:rsidRPr="00655042" w:rsidRDefault="00655042" w:rsidP="001F6FA7">
            <w:pPr>
              <w:cnfStyle w:val="000000000000" w:firstRow="0" w:lastRow="0" w:firstColumn="0" w:lastColumn="0" w:oddVBand="0" w:evenVBand="0" w:oddHBand="0" w:evenHBand="0" w:firstRowFirstColumn="0" w:firstRowLastColumn="0" w:lastRowFirstColumn="0" w:lastRowLastColumn="0"/>
              <w:rPr>
                <w:lang w:val="en-GB"/>
              </w:rPr>
            </w:pPr>
            <w:proofErr w:type="gramStart"/>
            <w:r w:rsidRPr="00655042">
              <w:rPr>
                <w:lang w:val="en-GB"/>
              </w:rPr>
              <w:t>nIndex</w:t>
            </w:r>
            <w:proofErr w:type="gramEnd"/>
            <w:r w:rsidRPr="00655042">
              <w:rPr>
                <w:lang w:val="en-GB"/>
              </w:rPr>
              <w:t xml:space="preserve"> </w:t>
            </w:r>
            <w:r w:rsidR="001F6FA7">
              <w:rPr>
                <w:lang w:val="en-GB"/>
              </w:rPr>
              <w:t>–</w:t>
            </w:r>
            <w:r w:rsidRPr="00655042">
              <w:rPr>
                <w:lang w:val="en-GB"/>
              </w:rPr>
              <w:t xml:space="preserve"> </w:t>
            </w:r>
            <w:r w:rsidR="001F6FA7">
              <w:rPr>
                <w:lang w:val="en-GB"/>
              </w:rPr>
              <w:t xml:space="preserve">index in vector. Allowed values are in the range of </w:t>
            </w:r>
            <w:r w:rsidR="001F6FA7" w:rsidRPr="00655042">
              <w:rPr>
                <w:lang w:val="en-GB"/>
              </w:rPr>
              <w:t>[0</w:t>
            </w:r>
            <w:proofErr w:type="gramStart"/>
            <w:r w:rsidR="001F6FA7" w:rsidRPr="00655042">
              <w:rPr>
                <w:lang w:val="en-GB"/>
              </w:rPr>
              <w:t>..m</w:t>
            </w:r>
            <w:proofErr w:type="gramEnd"/>
            <w:r w:rsidR="001F6FA7" w:rsidRPr="00655042">
              <w:rPr>
                <w:lang w:val="en-GB"/>
              </w:rPr>
              <w:t xml:space="preserve">_nPolicyIdentifierCount-1]. </w:t>
            </w:r>
            <w:r w:rsidR="001F6FA7">
              <w:rPr>
                <w:lang w:val="en-GB"/>
              </w:rPr>
              <w:t>Long data type.</w:t>
            </w:r>
          </w:p>
        </w:tc>
      </w:tr>
      <w:tr w:rsidR="00655042" w:rsidRPr="00655042" w:rsidTr="00ED24FA">
        <w:tc>
          <w:tcPr>
            <w:cnfStyle w:val="001000000000" w:firstRow="0" w:lastRow="0" w:firstColumn="1" w:lastColumn="0" w:oddVBand="0" w:evenVBand="0" w:oddHBand="0" w:evenHBand="0" w:firstRowFirstColumn="0" w:firstRowLastColumn="0" w:lastRowFirstColumn="0" w:lastRowLastColumn="0"/>
            <w:tcW w:w="1591" w:type="pct"/>
          </w:tcPr>
          <w:p w:rsidR="00655042" w:rsidRPr="00655042" w:rsidRDefault="00655042" w:rsidP="006C7144">
            <w:pPr>
              <w:rPr>
                <w:lang w:val="en-GB"/>
              </w:rPr>
            </w:pPr>
            <w:r w:rsidRPr="00655042">
              <w:rPr>
                <w:lang w:val="en-GB"/>
              </w:rPr>
              <w:t xml:space="preserve">get_szUserNotice </w:t>
            </w:r>
          </w:p>
        </w:tc>
        <w:tc>
          <w:tcPr>
            <w:tcW w:w="3409" w:type="pct"/>
          </w:tcPr>
          <w:p w:rsidR="00655042" w:rsidRPr="00655042" w:rsidRDefault="00655042" w:rsidP="006C7144">
            <w:pPr>
              <w:cnfStyle w:val="000000000000" w:firstRow="0" w:lastRow="0" w:firstColumn="0" w:lastColumn="0" w:oddVBand="0" w:evenVBand="0" w:oddHBand="0" w:evenHBand="0" w:firstRowFirstColumn="0" w:firstRowLastColumn="0" w:lastRowFirstColumn="0" w:lastRowLastColumn="0"/>
              <w:rPr>
                <w:lang w:val="en-GB"/>
              </w:rPr>
            </w:pPr>
            <w:proofErr w:type="gramStart"/>
            <w:r w:rsidRPr="00655042">
              <w:rPr>
                <w:lang w:val="en-GB"/>
              </w:rPr>
              <w:t>nIndex</w:t>
            </w:r>
            <w:proofErr w:type="gramEnd"/>
            <w:r w:rsidRPr="00655042">
              <w:rPr>
                <w:lang w:val="en-GB"/>
              </w:rPr>
              <w:t xml:space="preserve"> - </w:t>
            </w:r>
            <w:r w:rsidR="001F6FA7">
              <w:rPr>
                <w:lang w:val="en-GB"/>
              </w:rPr>
              <w:t xml:space="preserve">index in vector. Allowed values are in the range of </w:t>
            </w:r>
            <w:r w:rsidR="001F6FA7" w:rsidRPr="00655042">
              <w:rPr>
                <w:lang w:val="en-GB"/>
              </w:rPr>
              <w:t>[0</w:t>
            </w:r>
            <w:proofErr w:type="gramStart"/>
            <w:r w:rsidR="001F6FA7" w:rsidRPr="00655042">
              <w:rPr>
                <w:lang w:val="en-GB"/>
              </w:rPr>
              <w:t>..m</w:t>
            </w:r>
            <w:proofErr w:type="gramEnd"/>
            <w:r w:rsidR="001F6FA7" w:rsidRPr="00655042">
              <w:rPr>
                <w:lang w:val="en-GB"/>
              </w:rPr>
              <w:t xml:space="preserve">_nPolicyIdentifierCount-1]. </w:t>
            </w:r>
            <w:r w:rsidR="001F6FA7">
              <w:rPr>
                <w:lang w:val="en-GB"/>
              </w:rPr>
              <w:t>Long data type.</w:t>
            </w:r>
          </w:p>
        </w:tc>
      </w:tr>
      <w:tr w:rsidR="00655042" w:rsidRPr="00655042" w:rsidTr="00ED24FA">
        <w:tc>
          <w:tcPr>
            <w:cnfStyle w:val="001000000000" w:firstRow="0" w:lastRow="0" w:firstColumn="1" w:lastColumn="0" w:oddVBand="0" w:evenVBand="0" w:oddHBand="0" w:evenHBand="0" w:firstRowFirstColumn="0" w:firstRowLastColumn="0" w:lastRowFirstColumn="0" w:lastRowLastColumn="0"/>
            <w:tcW w:w="1591" w:type="pct"/>
          </w:tcPr>
          <w:p w:rsidR="00655042" w:rsidRPr="00655042" w:rsidRDefault="00655042" w:rsidP="006C7144">
            <w:pPr>
              <w:rPr>
                <w:lang w:val="en-GB"/>
              </w:rPr>
            </w:pPr>
            <w:r w:rsidRPr="00655042">
              <w:rPr>
                <w:lang w:val="en-GB"/>
              </w:rPr>
              <w:t xml:space="preserve"> get_isCompanyPolicy </w:t>
            </w:r>
          </w:p>
        </w:tc>
        <w:tc>
          <w:tcPr>
            <w:tcW w:w="3409" w:type="pct"/>
          </w:tcPr>
          <w:p w:rsidR="001F6FA7" w:rsidRDefault="00655042" w:rsidP="006C7144">
            <w:pPr>
              <w:cnfStyle w:val="000000000000" w:firstRow="0" w:lastRow="0" w:firstColumn="0" w:lastColumn="0" w:oddVBand="0" w:evenVBand="0" w:oddHBand="0" w:evenHBand="0" w:firstRowFirstColumn="0" w:firstRowLastColumn="0" w:lastRowFirstColumn="0" w:lastRowLastColumn="0"/>
              <w:rPr>
                <w:lang w:val="en-GB"/>
              </w:rPr>
            </w:pPr>
            <w:proofErr w:type="gramStart"/>
            <w:r w:rsidRPr="00655042">
              <w:rPr>
                <w:lang w:val="en-GB"/>
              </w:rPr>
              <w:t>nIndex</w:t>
            </w:r>
            <w:proofErr w:type="gramEnd"/>
            <w:r w:rsidRPr="00655042">
              <w:rPr>
                <w:lang w:val="en-GB"/>
              </w:rPr>
              <w:t xml:space="preserve"> - </w:t>
            </w:r>
            <w:r w:rsidR="001F6FA7">
              <w:rPr>
                <w:lang w:val="en-GB"/>
              </w:rPr>
              <w:t xml:space="preserve">index in vector. Allowed values are in the range of </w:t>
            </w:r>
            <w:r w:rsidR="001F6FA7" w:rsidRPr="00655042">
              <w:rPr>
                <w:lang w:val="en-GB"/>
              </w:rPr>
              <w:t>[0</w:t>
            </w:r>
            <w:proofErr w:type="gramStart"/>
            <w:r w:rsidR="001F6FA7" w:rsidRPr="00655042">
              <w:rPr>
                <w:lang w:val="en-GB"/>
              </w:rPr>
              <w:t>..m</w:t>
            </w:r>
            <w:proofErr w:type="gramEnd"/>
            <w:r w:rsidR="001F6FA7" w:rsidRPr="00655042">
              <w:rPr>
                <w:lang w:val="en-GB"/>
              </w:rPr>
              <w:t xml:space="preserve">_nPolicyIdentifierCount-1]. </w:t>
            </w:r>
            <w:r w:rsidR="001F6FA7">
              <w:rPr>
                <w:lang w:val="en-GB"/>
              </w:rPr>
              <w:t>Long data type.</w:t>
            </w:r>
          </w:p>
          <w:p w:rsidR="00655042" w:rsidRPr="00655042" w:rsidRDefault="001F6FA7" w:rsidP="001F6FA7">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Returns long-type value 1 if true, otherwise 0. </w:t>
            </w:r>
          </w:p>
        </w:tc>
      </w:tr>
    </w:tbl>
    <w:p w:rsidR="00B152D1" w:rsidRPr="00B152D1" w:rsidRDefault="00B152D1" w:rsidP="00B152D1">
      <w:pPr>
        <w:rPr>
          <w:lang w:val="en-GB"/>
        </w:rPr>
      </w:pPr>
      <w:r w:rsidRPr="00B152D1">
        <w:rPr>
          <w:lang w:val="en-GB"/>
        </w:rPr>
        <w:t xml:space="preserve"> </w:t>
      </w:r>
    </w:p>
    <w:p w:rsidR="00B152D1" w:rsidRPr="00BF57C5" w:rsidRDefault="00B152D1" w:rsidP="003822AB">
      <w:pPr>
        <w:pStyle w:val="apHeading2"/>
      </w:pPr>
      <w:bookmarkStart w:id="76" w:name="_Toc345343824"/>
      <w:bookmarkStart w:id="77" w:name="_Toc346288050"/>
      <w:r w:rsidRPr="00B152D1">
        <w:lastRenderedPageBreak/>
        <w:t>ComFilePathArray</w:t>
      </w:r>
      <w:bookmarkEnd w:id="76"/>
      <w:bookmarkEnd w:id="77"/>
      <w:r w:rsidRPr="00B152D1">
        <w:t xml:space="preserve"> </w:t>
      </w:r>
    </w:p>
    <w:p w:rsidR="00B152D1" w:rsidRPr="00B152D1" w:rsidRDefault="001F6FA7" w:rsidP="00B152D1">
      <w:pPr>
        <w:rPr>
          <w:lang w:val="en-GB"/>
        </w:rPr>
      </w:pPr>
      <w:proofErr w:type="gramStart"/>
      <w:r>
        <w:rPr>
          <w:lang w:val="en-GB"/>
        </w:rPr>
        <w:t>Vector of file names.</w:t>
      </w:r>
      <w:proofErr w:type="gramEnd"/>
      <w:r>
        <w:rPr>
          <w:lang w:val="en-GB"/>
        </w:rPr>
        <w:t xml:space="preserve"> </w:t>
      </w:r>
    </w:p>
    <w:p w:rsidR="00B152D1" w:rsidRPr="00B152D1" w:rsidRDefault="00C26357" w:rsidP="00B152D1">
      <w:pPr>
        <w:rPr>
          <w:lang w:val="en-GB"/>
        </w:rPr>
      </w:pPr>
      <w:r w:rsidRPr="00C26357">
        <w:rPr>
          <w:b/>
          <w:u w:val="single"/>
          <w:lang w:val="en-GB"/>
        </w:rPr>
        <w:t>Attributes</w:t>
      </w:r>
      <w:r w:rsidR="00B152D1" w:rsidRPr="00B152D1">
        <w:rPr>
          <w:lang w:val="en-GB"/>
        </w:rPr>
        <w:t xml:space="preserve"> </w:t>
      </w:r>
    </w:p>
    <w:tbl>
      <w:tblPr>
        <w:tblStyle w:val="Parameters"/>
        <w:tblW w:w="4955" w:type="pct"/>
        <w:tblLayout w:type="fixed"/>
        <w:tblLook w:val="04A0" w:firstRow="1" w:lastRow="0" w:firstColumn="1" w:lastColumn="0" w:noHBand="0" w:noVBand="1"/>
      </w:tblPr>
      <w:tblGrid>
        <w:gridCol w:w="2660"/>
        <w:gridCol w:w="5700"/>
      </w:tblGrid>
      <w:tr w:rsidR="00ED24FA" w:rsidRPr="00C26357" w:rsidTr="00ED24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1" w:type="pct"/>
          </w:tcPr>
          <w:p w:rsidR="00ED24FA" w:rsidRPr="00C26357" w:rsidRDefault="00ED24FA" w:rsidP="006C7144">
            <w:pPr>
              <w:rPr>
                <w:b/>
                <w:lang w:val="en-GB"/>
              </w:rPr>
            </w:pPr>
            <w:r w:rsidRPr="00C26357">
              <w:rPr>
                <w:b/>
                <w:lang w:val="en-GB"/>
              </w:rPr>
              <w:t>Name</w:t>
            </w:r>
          </w:p>
        </w:tc>
        <w:tc>
          <w:tcPr>
            <w:tcW w:w="3409" w:type="pct"/>
          </w:tcPr>
          <w:p w:rsidR="00ED24FA" w:rsidRPr="00C26357" w:rsidRDefault="00ED24FA" w:rsidP="006C7144">
            <w:pPr>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ED24FA" w:rsidRPr="00ED24FA" w:rsidTr="00ED24FA">
        <w:tc>
          <w:tcPr>
            <w:cnfStyle w:val="001000000000" w:firstRow="0" w:lastRow="0" w:firstColumn="1" w:lastColumn="0" w:oddVBand="0" w:evenVBand="0" w:oddHBand="0" w:evenHBand="0" w:firstRowFirstColumn="0" w:firstRowLastColumn="0" w:lastRowFirstColumn="0" w:lastRowLastColumn="0"/>
            <w:tcW w:w="1591" w:type="pct"/>
          </w:tcPr>
          <w:p w:rsidR="00ED24FA" w:rsidRPr="00ED24FA" w:rsidRDefault="00ED24FA" w:rsidP="006C7144">
            <w:pPr>
              <w:rPr>
                <w:lang w:val="en-GB"/>
              </w:rPr>
            </w:pPr>
            <w:r w:rsidRPr="00ED24FA">
              <w:rPr>
                <w:lang w:val="en-GB"/>
              </w:rPr>
              <w:t>m_nFilePathCount</w:t>
            </w:r>
          </w:p>
        </w:tc>
        <w:tc>
          <w:tcPr>
            <w:tcW w:w="3409" w:type="pct"/>
          </w:tcPr>
          <w:p w:rsidR="00ED24FA" w:rsidRPr="00ED24FA" w:rsidRDefault="00B308E9" w:rsidP="00B308E9">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Number of files on the vector. </w:t>
            </w:r>
          </w:p>
        </w:tc>
      </w:tr>
    </w:tbl>
    <w:p w:rsidR="00BF57C5" w:rsidRDefault="00BF57C5" w:rsidP="00B152D1">
      <w:pPr>
        <w:rPr>
          <w:lang w:val="en-GB"/>
        </w:rPr>
      </w:pPr>
    </w:p>
    <w:p w:rsidR="00B152D1" w:rsidRPr="00B152D1" w:rsidRDefault="00B92676" w:rsidP="00B152D1">
      <w:pPr>
        <w:rPr>
          <w:lang w:val="en-GB"/>
        </w:rPr>
      </w:pPr>
      <w:r w:rsidRPr="00B92676">
        <w:rPr>
          <w:b/>
          <w:u w:val="single"/>
          <w:lang w:val="en-GB"/>
        </w:rPr>
        <w:t>Methods</w:t>
      </w:r>
      <w:r w:rsidR="00B152D1" w:rsidRPr="00B152D1">
        <w:rPr>
          <w:lang w:val="en-GB"/>
        </w:rPr>
        <w:t xml:space="preserve">  </w:t>
      </w:r>
    </w:p>
    <w:tbl>
      <w:tblPr>
        <w:tblStyle w:val="Parameters"/>
        <w:tblW w:w="4955" w:type="pct"/>
        <w:tblLayout w:type="fixed"/>
        <w:tblLook w:val="04A0" w:firstRow="1" w:lastRow="0" w:firstColumn="1" w:lastColumn="0" w:noHBand="0" w:noVBand="1"/>
      </w:tblPr>
      <w:tblGrid>
        <w:gridCol w:w="2660"/>
        <w:gridCol w:w="5700"/>
      </w:tblGrid>
      <w:tr w:rsidR="00ED24FA" w:rsidRPr="00C26357" w:rsidTr="00ED24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1" w:type="pct"/>
          </w:tcPr>
          <w:p w:rsidR="00ED24FA" w:rsidRPr="00C26357" w:rsidRDefault="00ED24FA" w:rsidP="006C7144">
            <w:pPr>
              <w:rPr>
                <w:b/>
                <w:lang w:val="en-GB"/>
              </w:rPr>
            </w:pPr>
            <w:r w:rsidRPr="00C26357">
              <w:rPr>
                <w:b/>
                <w:lang w:val="en-GB"/>
              </w:rPr>
              <w:t>Name</w:t>
            </w:r>
          </w:p>
        </w:tc>
        <w:tc>
          <w:tcPr>
            <w:tcW w:w="3409" w:type="pct"/>
          </w:tcPr>
          <w:p w:rsidR="00ED24FA" w:rsidRPr="00C26357" w:rsidRDefault="00ED24FA" w:rsidP="006C7144">
            <w:pPr>
              <w:cnfStyle w:val="100000000000" w:firstRow="1" w:lastRow="0" w:firstColumn="0" w:lastColumn="0" w:oddVBand="0" w:evenVBand="0" w:oddHBand="0" w:evenHBand="0" w:firstRowFirstColumn="0" w:firstRowLastColumn="0" w:lastRowFirstColumn="0" w:lastRowLastColumn="0"/>
              <w:rPr>
                <w:b/>
                <w:lang w:val="en-GB"/>
              </w:rPr>
            </w:pPr>
            <w:r w:rsidRPr="00C26357">
              <w:rPr>
                <w:b/>
                <w:lang w:val="en-GB"/>
              </w:rPr>
              <w:t>Description</w:t>
            </w:r>
          </w:p>
        </w:tc>
      </w:tr>
      <w:tr w:rsidR="00ED24FA" w:rsidRPr="00ED24FA" w:rsidTr="00ED24FA">
        <w:tc>
          <w:tcPr>
            <w:cnfStyle w:val="001000000000" w:firstRow="0" w:lastRow="0" w:firstColumn="1" w:lastColumn="0" w:oddVBand="0" w:evenVBand="0" w:oddHBand="0" w:evenHBand="0" w:firstRowFirstColumn="0" w:firstRowLastColumn="0" w:lastRowFirstColumn="0" w:lastRowLastColumn="0"/>
            <w:tcW w:w="1591" w:type="pct"/>
          </w:tcPr>
          <w:p w:rsidR="00ED24FA" w:rsidRPr="00ED24FA" w:rsidRDefault="00ED24FA" w:rsidP="006C7144">
            <w:pPr>
              <w:rPr>
                <w:lang w:val="en-GB"/>
              </w:rPr>
            </w:pPr>
            <w:r>
              <w:rPr>
                <w:lang w:val="en-GB"/>
              </w:rPr>
              <w:t>get_FileName</w:t>
            </w:r>
            <w:r w:rsidRPr="00ED24FA">
              <w:rPr>
                <w:lang w:val="en-GB"/>
              </w:rPr>
              <w:t xml:space="preserve"> </w:t>
            </w:r>
          </w:p>
        </w:tc>
        <w:tc>
          <w:tcPr>
            <w:tcW w:w="3409" w:type="pct"/>
          </w:tcPr>
          <w:p w:rsidR="00B308E9" w:rsidRDefault="00B308E9" w:rsidP="00B308E9">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Reads the file name (without path). </w:t>
            </w:r>
          </w:p>
          <w:p w:rsidR="00ED24FA" w:rsidRPr="00ED24FA" w:rsidRDefault="00ED24FA" w:rsidP="00B308E9">
            <w:pPr>
              <w:cnfStyle w:val="000000000000" w:firstRow="0" w:lastRow="0" w:firstColumn="0" w:lastColumn="0" w:oddVBand="0" w:evenVBand="0" w:oddHBand="0" w:evenHBand="0" w:firstRowFirstColumn="0" w:firstRowLastColumn="0" w:lastRowFirstColumn="0" w:lastRowLastColumn="0"/>
              <w:rPr>
                <w:lang w:val="en-GB"/>
              </w:rPr>
            </w:pPr>
            <w:proofErr w:type="gramStart"/>
            <w:r w:rsidRPr="00ED24FA">
              <w:rPr>
                <w:lang w:val="en-GB"/>
              </w:rPr>
              <w:t>nIndex</w:t>
            </w:r>
            <w:proofErr w:type="gramEnd"/>
            <w:r w:rsidRPr="00ED24FA">
              <w:rPr>
                <w:lang w:val="en-GB"/>
              </w:rPr>
              <w:t xml:space="preserve"> </w:t>
            </w:r>
            <w:r w:rsidR="00B308E9">
              <w:rPr>
                <w:lang w:val="en-GB"/>
              </w:rPr>
              <w:t>–</w:t>
            </w:r>
            <w:r w:rsidRPr="00ED24FA">
              <w:rPr>
                <w:lang w:val="en-GB"/>
              </w:rPr>
              <w:t xml:space="preserve"> </w:t>
            </w:r>
            <w:r w:rsidR="00B308E9">
              <w:rPr>
                <w:lang w:val="en-GB"/>
              </w:rPr>
              <w:t xml:space="preserve">index in vector. Allowed values are in the range of </w:t>
            </w:r>
            <w:r w:rsidR="00B308E9" w:rsidRPr="00ED24FA">
              <w:rPr>
                <w:lang w:val="en-GB"/>
              </w:rPr>
              <w:t>[0</w:t>
            </w:r>
            <w:proofErr w:type="gramStart"/>
            <w:r w:rsidR="00B308E9" w:rsidRPr="00ED24FA">
              <w:rPr>
                <w:lang w:val="en-GB"/>
              </w:rPr>
              <w:t>..</w:t>
            </w:r>
            <w:proofErr w:type="gramEnd"/>
            <w:r w:rsidR="00B308E9" w:rsidRPr="00ED24FA">
              <w:rPr>
                <w:lang w:val="en-GB"/>
              </w:rPr>
              <w:t xml:space="preserve"> nFilePathCount -1]</w:t>
            </w:r>
            <w:r w:rsidR="00B308E9">
              <w:rPr>
                <w:lang w:val="en-GB"/>
              </w:rPr>
              <w:t>. Long data type.</w:t>
            </w:r>
          </w:p>
        </w:tc>
      </w:tr>
      <w:tr w:rsidR="00ED24FA" w:rsidRPr="00ED24FA" w:rsidTr="00ED24FA">
        <w:tc>
          <w:tcPr>
            <w:cnfStyle w:val="001000000000" w:firstRow="0" w:lastRow="0" w:firstColumn="1" w:lastColumn="0" w:oddVBand="0" w:evenVBand="0" w:oddHBand="0" w:evenHBand="0" w:firstRowFirstColumn="0" w:firstRowLastColumn="0" w:lastRowFirstColumn="0" w:lastRowLastColumn="0"/>
            <w:tcW w:w="1591" w:type="pct"/>
          </w:tcPr>
          <w:p w:rsidR="00ED24FA" w:rsidRPr="00ED24FA" w:rsidRDefault="00ED24FA" w:rsidP="006C7144">
            <w:pPr>
              <w:rPr>
                <w:lang w:val="en-GB"/>
              </w:rPr>
            </w:pPr>
            <w:r w:rsidRPr="00ED24FA">
              <w:rPr>
                <w:lang w:val="en-GB"/>
              </w:rPr>
              <w:t xml:space="preserve"> get_FilePath </w:t>
            </w:r>
          </w:p>
        </w:tc>
        <w:tc>
          <w:tcPr>
            <w:tcW w:w="3409" w:type="pct"/>
          </w:tcPr>
          <w:p w:rsidR="00B308E9" w:rsidRDefault="00B308E9" w:rsidP="00B308E9">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Reads the file name with full path value. </w:t>
            </w:r>
          </w:p>
          <w:p w:rsidR="00ED24FA" w:rsidRPr="00ED24FA" w:rsidRDefault="00ED24FA" w:rsidP="00B308E9">
            <w:pPr>
              <w:cnfStyle w:val="000000000000" w:firstRow="0" w:lastRow="0" w:firstColumn="0" w:lastColumn="0" w:oddVBand="0" w:evenVBand="0" w:oddHBand="0" w:evenHBand="0" w:firstRowFirstColumn="0" w:firstRowLastColumn="0" w:lastRowFirstColumn="0" w:lastRowLastColumn="0"/>
              <w:rPr>
                <w:lang w:val="en-GB"/>
              </w:rPr>
            </w:pPr>
            <w:proofErr w:type="gramStart"/>
            <w:r w:rsidRPr="00ED24FA">
              <w:rPr>
                <w:lang w:val="en-GB"/>
              </w:rPr>
              <w:t>nIndex</w:t>
            </w:r>
            <w:proofErr w:type="gramEnd"/>
            <w:r w:rsidRPr="00ED24FA">
              <w:rPr>
                <w:lang w:val="en-GB"/>
              </w:rPr>
              <w:t xml:space="preserve"> </w:t>
            </w:r>
            <w:r w:rsidR="00B308E9">
              <w:rPr>
                <w:lang w:val="en-GB"/>
              </w:rPr>
              <w:t>–</w:t>
            </w:r>
            <w:r w:rsidRPr="00ED24FA">
              <w:rPr>
                <w:lang w:val="en-GB"/>
              </w:rPr>
              <w:t xml:space="preserve"> </w:t>
            </w:r>
            <w:r w:rsidR="00B308E9">
              <w:rPr>
                <w:lang w:val="en-GB"/>
              </w:rPr>
              <w:t xml:space="preserve">index in vector. Allowed values are in the range of </w:t>
            </w:r>
            <w:r w:rsidR="00B308E9" w:rsidRPr="00ED24FA">
              <w:rPr>
                <w:lang w:val="en-GB"/>
              </w:rPr>
              <w:t>[0</w:t>
            </w:r>
            <w:proofErr w:type="gramStart"/>
            <w:r w:rsidR="00B308E9" w:rsidRPr="00ED24FA">
              <w:rPr>
                <w:lang w:val="en-GB"/>
              </w:rPr>
              <w:t>..</w:t>
            </w:r>
            <w:proofErr w:type="gramEnd"/>
            <w:r w:rsidR="00B308E9" w:rsidRPr="00ED24FA">
              <w:rPr>
                <w:lang w:val="en-GB"/>
              </w:rPr>
              <w:t xml:space="preserve"> nFilePathCount -1]</w:t>
            </w:r>
            <w:r w:rsidR="00B308E9">
              <w:rPr>
                <w:lang w:val="en-GB"/>
              </w:rPr>
              <w:t>. Long data type.</w:t>
            </w:r>
          </w:p>
        </w:tc>
      </w:tr>
      <w:tr w:rsidR="00ED24FA" w:rsidRPr="00ED24FA" w:rsidTr="00ED24FA">
        <w:tc>
          <w:tcPr>
            <w:cnfStyle w:val="001000000000" w:firstRow="0" w:lastRow="0" w:firstColumn="1" w:lastColumn="0" w:oddVBand="0" w:evenVBand="0" w:oddHBand="0" w:evenHBand="0" w:firstRowFirstColumn="0" w:firstRowLastColumn="0" w:lastRowFirstColumn="0" w:lastRowLastColumn="0"/>
            <w:tcW w:w="1591" w:type="pct"/>
          </w:tcPr>
          <w:p w:rsidR="00ED24FA" w:rsidRPr="00ED24FA" w:rsidRDefault="00ED24FA" w:rsidP="006C7144">
            <w:pPr>
              <w:rPr>
                <w:lang w:val="en-GB"/>
              </w:rPr>
            </w:pPr>
            <w:r w:rsidRPr="00ED24FA">
              <w:rPr>
                <w:lang w:val="en-GB"/>
              </w:rPr>
              <w:t xml:space="preserve"> set_FilePath </w:t>
            </w:r>
          </w:p>
        </w:tc>
        <w:tc>
          <w:tcPr>
            <w:tcW w:w="3409" w:type="pct"/>
          </w:tcPr>
          <w:p w:rsidR="00B308E9" w:rsidRDefault="00B308E9" w:rsidP="00B308E9">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Saves the file name with full path value. </w:t>
            </w:r>
          </w:p>
          <w:p w:rsidR="00ED24FA" w:rsidRPr="00ED24FA" w:rsidRDefault="00ED24FA" w:rsidP="00B308E9">
            <w:pPr>
              <w:cnfStyle w:val="000000000000" w:firstRow="0" w:lastRow="0" w:firstColumn="0" w:lastColumn="0" w:oddVBand="0" w:evenVBand="0" w:oddHBand="0" w:evenHBand="0" w:firstRowFirstColumn="0" w:firstRowLastColumn="0" w:lastRowFirstColumn="0" w:lastRowLastColumn="0"/>
              <w:rPr>
                <w:lang w:val="en-GB"/>
              </w:rPr>
            </w:pPr>
            <w:proofErr w:type="gramStart"/>
            <w:r w:rsidRPr="00ED24FA">
              <w:rPr>
                <w:lang w:val="en-GB"/>
              </w:rPr>
              <w:t>nIndex</w:t>
            </w:r>
            <w:proofErr w:type="gramEnd"/>
            <w:r w:rsidRPr="00ED24FA">
              <w:rPr>
                <w:lang w:val="en-GB"/>
              </w:rPr>
              <w:t xml:space="preserve"> </w:t>
            </w:r>
            <w:r w:rsidR="00B308E9">
              <w:rPr>
                <w:lang w:val="en-GB"/>
              </w:rPr>
              <w:t>–</w:t>
            </w:r>
            <w:r w:rsidRPr="00ED24FA">
              <w:rPr>
                <w:lang w:val="en-GB"/>
              </w:rPr>
              <w:t xml:space="preserve"> </w:t>
            </w:r>
            <w:r w:rsidR="00B308E9">
              <w:rPr>
                <w:lang w:val="en-GB"/>
              </w:rPr>
              <w:t xml:space="preserve">index in vector. Allowed values are in the range of </w:t>
            </w:r>
            <w:r w:rsidR="00B308E9" w:rsidRPr="00ED24FA">
              <w:rPr>
                <w:lang w:val="en-GB"/>
              </w:rPr>
              <w:t>[0</w:t>
            </w:r>
            <w:proofErr w:type="gramStart"/>
            <w:r w:rsidR="00B308E9" w:rsidRPr="00ED24FA">
              <w:rPr>
                <w:lang w:val="en-GB"/>
              </w:rPr>
              <w:t>..</w:t>
            </w:r>
            <w:proofErr w:type="gramEnd"/>
            <w:r w:rsidR="00B308E9" w:rsidRPr="00ED24FA">
              <w:rPr>
                <w:lang w:val="en-GB"/>
              </w:rPr>
              <w:t xml:space="preserve"> nFilePathCount -1]</w:t>
            </w:r>
            <w:r w:rsidR="00B308E9">
              <w:rPr>
                <w:lang w:val="en-GB"/>
              </w:rPr>
              <w:t>. Long data type.</w:t>
            </w:r>
          </w:p>
        </w:tc>
      </w:tr>
    </w:tbl>
    <w:p w:rsidR="00B152D1" w:rsidRPr="00B152D1" w:rsidRDefault="00B152D1" w:rsidP="00ED24FA">
      <w:pPr>
        <w:rPr>
          <w:lang w:val="en-GB"/>
        </w:rPr>
      </w:pPr>
    </w:p>
    <w:sectPr w:rsidR="00B152D1" w:rsidRPr="00B152D1" w:rsidSect="00933DAD">
      <w:headerReference w:type="default" r:id="rId28"/>
      <w:footerReference w:type="even" r:id="rId29"/>
      <w:footerReference w:type="default" r:id="rId30"/>
      <w:headerReference w:type="first" r:id="rId31"/>
      <w:footerReference w:type="first" r:id="rId32"/>
      <w:pgSz w:w="11906" w:h="16838" w:code="9"/>
      <w:pgMar w:top="1418" w:right="1134" w:bottom="1418" w:left="2552"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56D" w:rsidRDefault="00CA356D">
      <w:r>
        <w:separator/>
      </w:r>
    </w:p>
  </w:endnote>
  <w:endnote w:type="continuationSeparator" w:id="0">
    <w:p w:rsidR="00CA356D" w:rsidRDefault="00CA3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45">
    <w:altName w:val="Arial"/>
    <w:panose1 w:val="00000000000000000000"/>
    <w:charset w:val="00"/>
    <w:family w:val="swiss"/>
    <w:notTrueType/>
    <w:pitch w:val="variable"/>
    <w:sig w:usb0="00000003" w:usb1="00000000" w:usb2="00000000" w:usb3="00000000" w:csb0="00000001" w:csb1="00000000"/>
  </w:font>
  <w:font w:name="StarSymbol">
    <w:charset w:val="02"/>
    <w:family w:val="auto"/>
    <w:pitch w:val="default"/>
  </w:font>
  <w:font w:name="Arial">
    <w:panose1 w:val="020B0604020202020204"/>
    <w:charset w:val="BA"/>
    <w:family w:val="swiss"/>
    <w:pitch w:val="variable"/>
    <w:sig w:usb0="E0002AFF" w:usb1="C0007843" w:usb2="00000009" w:usb3="00000000" w:csb0="000001FF" w:csb1="00000000"/>
  </w:font>
  <w:font w:name="Helvetica 65">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Thorndale">
    <w:altName w:val="Times New Roman"/>
    <w:charset w:val="00"/>
    <w:family w:val="auto"/>
    <w:pitch w:val="default"/>
  </w:font>
  <w:font w:name="HG Mincho Light J">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BA"/>
    <w:family w:val="modern"/>
    <w:pitch w:val="fixed"/>
    <w:sig w:usb0="E10002FF" w:usb1="4000FCFF" w:usb2="00000009" w:usb3="00000000" w:csb0="0000019F" w:csb1="00000000"/>
  </w:font>
  <w:font w:name="HelveticaNeue-Light">
    <w:altName w:val="Arial"/>
    <w:panose1 w:val="00000000000000000000"/>
    <w:charset w:val="00"/>
    <w:family w:val="swiss"/>
    <w:notTrueType/>
    <w:pitch w:val="default"/>
    <w:sig w:usb0="00000003" w:usb1="00000000" w:usb2="00000000" w:usb3="00000000" w:csb0="00000001" w:csb1="00000000"/>
  </w:font>
  <w:font w:name="HelveticaNeue-LightItalic">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CD2" w:rsidRDefault="00395C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5CD2" w:rsidRDefault="00395C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CD2" w:rsidRDefault="00395CD2" w:rsidP="002B6DA3">
    <w:pPr>
      <w:pStyle w:val="Footer"/>
      <w:jc w:val="left"/>
    </w:pPr>
    <w:r>
      <w:rPr>
        <w:b/>
      </w:rPr>
      <w:pict>
        <v:rect id="_x0000_i1027" style="width:411pt;height:1pt" o:hralign="center" o:hrstd="t" o:hrnoshade="t" o:hr="t" fillcolor="#333" stroked="f"/>
      </w:pict>
    </w:r>
  </w:p>
  <w:p w:rsidR="00395CD2" w:rsidRPr="000A243B" w:rsidRDefault="00395CD2" w:rsidP="00E941B8">
    <w:pPr>
      <w:pStyle w:val="Footer"/>
      <w:jc w:val="left"/>
      <w:rPr>
        <w:sz w:val="18"/>
        <w:szCs w:val="18"/>
      </w:rPr>
    </w:pPr>
    <w:r w:rsidRPr="008A4E58">
      <w:rPr>
        <w:sz w:val="16"/>
        <w:szCs w:val="16"/>
      </w:rPr>
      <w:t>AS Sertifitseerimiskeskus</w:t>
    </w:r>
    <w:r>
      <w:rPr>
        <w:sz w:val="16"/>
        <w:szCs w:val="16"/>
      </w:rPr>
      <w:t xml:space="preserve"> (Certification Centre Ltd.)</w:t>
    </w:r>
    <w:r>
      <w:rPr>
        <w:sz w:val="16"/>
        <w:szCs w:val="16"/>
      </w:rPr>
      <w:tab/>
    </w:r>
    <w:r>
      <w:rPr>
        <w:sz w:val="16"/>
        <w:szCs w:val="16"/>
      </w:rPr>
      <w:tab/>
    </w:r>
    <w:r w:rsidRPr="00E16B04">
      <w:rPr>
        <w:sz w:val="16"/>
        <w:szCs w:val="16"/>
      </w:rPr>
      <w:tab/>
    </w:r>
    <w:r w:rsidRPr="00E16B04">
      <w:rPr>
        <w:sz w:val="16"/>
        <w:szCs w:val="16"/>
      </w:rPr>
      <w:tab/>
    </w:r>
    <w:r>
      <w:rPr>
        <w:sz w:val="16"/>
      </w:rPr>
      <w:tab/>
    </w:r>
    <w:proofErr w:type="gramStart"/>
    <w:r>
      <w:rPr>
        <w:sz w:val="16"/>
      </w:rPr>
      <w:t xml:space="preserve">Page  </w:t>
    </w:r>
    <w:proofErr w:type="gramEnd"/>
    <w:r w:rsidRPr="00E16B04">
      <w:rPr>
        <w:rStyle w:val="PageNumber"/>
        <w:sz w:val="18"/>
        <w:szCs w:val="18"/>
      </w:rPr>
      <w:fldChar w:fldCharType="begin"/>
    </w:r>
    <w:r w:rsidRPr="00E16B04">
      <w:rPr>
        <w:rStyle w:val="PageNumber"/>
        <w:sz w:val="18"/>
        <w:szCs w:val="18"/>
      </w:rPr>
      <w:instrText xml:space="preserve"> PAGE </w:instrText>
    </w:r>
    <w:r w:rsidRPr="00E16B04">
      <w:rPr>
        <w:rStyle w:val="PageNumber"/>
        <w:sz w:val="18"/>
        <w:szCs w:val="18"/>
      </w:rPr>
      <w:fldChar w:fldCharType="separate"/>
    </w:r>
    <w:r w:rsidR="00C01CA3">
      <w:rPr>
        <w:rStyle w:val="PageNumber"/>
        <w:noProof/>
        <w:sz w:val="18"/>
        <w:szCs w:val="18"/>
      </w:rPr>
      <w:t>9</w:t>
    </w:r>
    <w:r w:rsidRPr="00E16B04">
      <w:rPr>
        <w:rStyle w:val="PageNumber"/>
        <w:sz w:val="18"/>
        <w:szCs w:val="18"/>
      </w:rPr>
      <w:fldChar w:fldCharType="end"/>
    </w:r>
    <w:r w:rsidRPr="00E16B04">
      <w:rPr>
        <w:rStyle w:val="PageNumber"/>
        <w:sz w:val="18"/>
        <w:szCs w:val="18"/>
      </w:rPr>
      <w:t xml:space="preserve"> / </w:t>
    </w:r>
    <w:r w:rsidRPr="00E16B04">
      <w:rPr>
        <w:rStyle w:val="PageNumber"/>
        <w:sz w:val="18"/>
        <w:szCs w:val="18"/>
      </w:rPr>
      <w:fldChar w:fldCharType="begin"/>
    </w:r>
    <w:r w:rsidRPr="00E16B04">
      <w:rPr>
        <w:rStyle w:val="PageNumber"/>
        <w:sz w:val="18"/>
        <w:szCs w:val="18"/>
      </w:rPr>
      <w:instrText xml:space="preserve"> NUMPAGES </w:instrText>
    </w:r>
    <w:r w:rsidRPr="00E16B04">
      <w:rPr>
        <w:rStyle w:val="PageNumber"/>
        <w:sz w:val="18"/>
        <w:szCs w:val="18"/>
      </w:rPr>
      <w:fldChar w:fldCharType="separate"/>
    </w:r>
    <w:r w:rsidR="00C01CA3">
      <w:rPr>
        <w:rStyle w:val="PageNumber"/>
        <w:noProof/>
        <w:sz w:val="18"/>
        <w:szCs w:val="18"/>
      </w:rPr>
      <w:t>37</w:t>
    </w:r>
    <w:r w:rsidRPr="00E16B04">
      <w:rPr>
        <w:rStyle w:val="PageNumbe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CD2" w:rsidRPr="00E16B04" w:rsidRDefault="00395CD2" w:rsidP="00967562">
    <w:pPr>
      <w:pStyle w:val="Footer"/>
      <w:rPr>
        <w:sz w:val="18"/>
        <w:szCs w:val="18"/>
      </w:rPr>
    </w:pPr>
    <w:r>
      <w:rPr>
        <w:b/>
      </w:rPr>
      <w:pict>
        <v:rect id="_x0000_i1030" style="width:411pt;height:1pt" o:hralign="center" o:hrstd="t" o:hrnoshade="t" o:hr="t" fillcolor="#333" stroked="f"/>
      </w:pict>
    </w:r>
    <w:r w:rsidRPr="008A4E58">
      <w:rPr>
        <w:sz w:val="16"/>
        <w:szCs w:val="16"/>
      </w:rPr>
      <w:t>AS Sertifitseerimiskeskus</w:t>
    </w:r>
    <w:r w:rsidRPr="00DF7E5A">
      <w:rPr>
        <w:sz w:val="16"/>
        <w:szCs w:val="16"/>
      </w:rPr>
      <w:t xml:space="preserve"> (Certification Centre Ltd.)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56D" w:rsidRDefault="00CA356D">
      <w:r>
        <w:separator/>
      </w:r>
    </w:p>
  </w:footnote>
  <w:footnote w:type="continuationSeparator" w:id="0">
    <w:p w:rsidR="00CA356D" w:rsidRDefault="00CA35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7308"/>
      <w:gridCol w:w="1052"/>
    </w:tblGrid>
    <w:tr w:rsidR="00395CD2" w:rsidTr="00692598">
      <w:tc>
        <w:tcPr>
          <w:tcW w:w="7308" w:type="dxa"/>
          <w:shd w:val="clear" w:color="auto" w:fill="auto"/>
        </w:tcPr>
        <w:p w:rsidR="00395CD2" w:rsidRDefault="00395CD2" w:rsidP="00EB56D7">
          <w:pPr>
            <w:pStyle w:val="Header"/>
          </w:pPr>
        </w:p>
        <w:p w:rsidR="00395CD2" w:rsidRDefault="00395CD2" w:rsidP="00692598">
          <w:pPr>
            <w:pStyle w:val="Header"/>
            <w:jc w:val="left"/>
            <w:rPr>
              <w:rFonts w:ascii="Helvetica 65" w:hAnsi="Helvetica 65"/>
              <w:b/>
              <w:sz w:val="22"/>
              <w:szCs w:val="22"/>
            </w:rPr>
          </w:pPr>
          <w:r w:rsidRPr="00692598">
            <w:rPr>
              <w:rFonts w:ascii="Helvetica 65" w:hAnsi="Helvetica 65"/>
              <w:b/>
              <w:sz w:val="22"/>
              <w:szCs w:val="22"/>
            </w:rPr>
            <w:t>SK-</w:t>
          </w:r>
          <w:r>
            <w:rPr>
              <w:rFonts w:ascii="Helvetica 65" w:hAnsi="Helvetica 65"/>
              <w:b/>
              <w:sz w:val="22"/>
              <w:szCs w:val="22"/>
            </w:rPr>
            <w:t>COM-PRG-GUIDE</w:t>
          </w:r>
        </w:p>
        <w:p w:rsidR="00395CD2" w:rsidRPr="00F054AA" w:rsidRDefault="00395CD2" w:rsidP="00692598">
          <w:pPr>
            <w:pStyle w:val="Header"/>
            <w:jc w:val="left"/>
            <w:rPr>
              <w:rFonts w:ascii="Helvetica 65" w:hAnsi="Helvetica 65"/>
              <w:b/>
              <w:sz w:val="22"/>
              <w:szCs w:val="22"/>
            </w:rPr>
          </w:pPr>
          <w:r>
            <w:rPr>
              <w:rFonts w:ascii="Helvetica 65" w:hAnsi="Helvetica 65"/>
              <w:b/>
              <w:sz w:val="22"/>
              <w:szCs w:val="22"/>
            </w:rPr>
            <w:t>DigiDoc COM</w:t>
          </w:r>
          <w:r w:rsidRPr="00692598">
            <w:rPr>
              <w:rFonts w:ascii="Helvetica 65" w:hAnsi="Helvetica 65"/>
              <w:b/>
              <w:sz w:val="22"/>
              <w:szCs w:val="22"/>
            </w:rPr>
            <w:t xml:space="preserve"> </w:t>
          </w:r>
          <w:r>
            <w:rPr>
              <w:rFonts w:ascii="Helvetica 65" w:hAnsi="Helvetica 65"/>
              <w:b/>
              <w:sz w:val="22"/>
              <w:szCs w:val="22"/>
            </w:rPr>
            <w:t>Programmer’s Guide</w:t>
          </w:r>
        </w:p>
      </w:tc>
      <w:tc>
        <w:tcPr>
          <w:tcW w:w="1052" w:type="dxa"/>
          <w:shd w:val="clear" w:color="auto" w:fill="auto"/>
          <w:vAlign w:val="center"/>
        </w:tcPr>
        <w:p w:rsidR="00395CD2" w:rsidRDefault="00395CD2" w:rsidP="00692598">
          <w:pPr>
            <w:pStyle w:val="Header"/>
            <w:jc w:val="center"/>
          </w:pPr>
          <w:r>
            <w:object w:dxaOrig="810" w:dyaOrig="7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39pt" o:ole="">
                <v:imagedata r:id="rId1" o:title=""/>
              </v:shape>
              <o:OLEObject Type="Embed" ProgID="PBrush" ShapeID="_x0000_i1025" DrawAspect="Content" ObjectID="_1420381852" r:id="rId2"/>
            </w:object>
          </w:r>
        </w:p>
      </w:tc>
    </w:tr>
  </w:tbl>
  <w:p w:rsidR="00395CD2" w:rsidRDefault="00395CD2" w:rsidP="00492786">
    <w:r>
      <w:rPr>
        <w:rFonts w:ascii="Helvetica 65" w:hAnsi="Helvetica 65"/>
        <w:b/>
        <w:sz w:val="22"/>
        <w:szCs w:val="22"/>
      </w:rPr>
      <w:pict>
        <v:rect id="_x0000_i1026" style="width:411pt;height:1.5pt" o:hralign="center" o:hrstd="t" o:hrnoshade="t" o:hr="t" fillcolor="#333" strok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7308"/>
      <w:gridCol w:w="1052"/>
    </w:tblGrid>
    <w:tr w:rsidR="00395CD2" w:rsidTr="00814C8D">
      <w:tc>
        <w:tcPr>
          <w:tcW w:w="7308" w:type="dxa"/>
          <w:shd w:val="clear" w:color="auto" w:fill="auto"/>
        </w:tcPr>
        <w:p w:rsidR="00395CD2" w:rsidRDefault="00395CD2" w:rsidP="00814C8D">
          <w:pPr>
            <w:pStyle w:val="Header"/>
          </w:pPr>
        </w:p>
        <w:p w:rsidR="00395CD2" w:rsidRDefault="00395CD2" w:rsidP="00814C8D">
          <w:pPr>
            <w:pStyle w:val="Header"/>
            <w:jc w:val="left"/>
          </w:pPr>
        </w:p>
      </w:tc>
      <w:tc>
        <w:tcPr>
          <w:tcW w:w="1052" w:type="dxa"/>
          <w:shd w:val="clear" w:color="auto" w:fill="auto"/>
          <w:vAlign w:val="center"/>
        </w:tcPr>
        <w:p w:rsidR="00395CD2" w:rsidRDefault="00395CD2" w:rsidP="00814C8D">
          <w:pPr>
            <w:pStyle w:val="Header"/>
            <w:jc w:val="center"/>
          </w:pPr>
          <w:r>
            <w:object w:dxaOrig="810" w:dyaOrig="7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1.25pt;height:39pt" o:ole="">
                <v:imagedata r:id="rId1" o:title=""/>
              </v:shape>
              <o:OLEObject Type="Embed" ProgID="PBrush" ShapeID="_x0000_i1028" DrawAspect="Content" ObjectID="_1420381853" r:id="rId2"/>
            </w:object>
          </w:r>
        </w:p>
      </w:tc>
    </w:tr>
  </w:tbl>
  <w:p w:rsidR="00395CD2" w:rsidRPr="002C768D" w:rsidRDefault="00395CD2" w:rsidP="002C768D">
    <w:pPr>
      <w:pStyle w:val="Header"/>
      <w:jc w:val="left"/>
      <w:rPr>
        <w:b/>
      </w:rPr>
    </w:pPr>
    <w:r>
      <w:rPr>
        <w:rFonts w:ascii="Helvetica 65" w:hAnsi="Helvetica 65"/>
        <w:b/>
        <w:sz w:val="22"/>
        <w:szCs w:val="22"/>
      </w:rPr>
      <w:pict>
        <v:rect id="_x0000_i1029" style="width:411pt;height:1.5pt" o:hralign="center" o:hrstd="t" o:hrnoshade="t" o:hr="t" fillcolor="#333"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4"/>
    <w:lvl w:ilvl="0">
      <w:start w:val="1"/>
      <w:numFmt w:val="decimal"/>
      <w:lvlText w:val="%1."/>
      <w:lvlJc w:val="left"/>
      <w:pPr>
        <w:tabs>
          <w:tab w:val="num" w:pos="720"/>
        </w:tabs>
        <w:ind w:left="720" w:hanging="360"/>
      </w:pPr>
    </w:lvl>
  </w:abstractNum>
  <w:abstractNum w:abstractNumId="1">
    <w:nsid w:val="0000002C"/>
    <w:multiLevelType w:val="singleLevel"/>
    <w:tmpl w:val="0000002C"/>
    <w:name w:val="WW8Num49"/>
    <w:lvl w:ilvl="0">
      <w:start w:val="1"/>
      <w:numFmt w:val="bullet"/>
      <w:lvlText w:val=""/>
      <w:lvlJc w:val="left"/>
      <w:pPr>
        <w:tabs>
          <w:tab w:val="num" w:pos="720"/>
        </w:tabs>
        <w:ind w:left="720" w:hanging="360"/>
      </w:pPr>
      <w:rPr>
        <w:rFonts w:ascii="Symbol" w:hAnsi="Symbol"/>
        <w:sz w:val="20"/>
      </w:rPr>
    </w:lvl>
  </w:abstractNum>
  <w:abstractNum w:abstractNumId="2">
    <w:nsid w:val="0000007E"/>
    <w:multiLevelType w:val="singleLevel"/>
    <w:tmpl w:val="0000007E"/>
    <w:name w:val="WW8Num138"/>
    <w:lvl w:ilvl="0">
      <w:start w:val="1"/>
      <w:numFmt w:val="bullet"/>
      <w:lvlText w:val=""/>
      <w:lvlJc w:val="left"/>
      <w:pPr>
        <w:tabs>
          <w:tab w:val="num" w:pos="720"/>
        </w:tabs>
        <w:ind w:left="720" w:hanging="360"/>
      </w:pPr>
      <w:rPr>
        <w:rFonts w:ascii="Symbol" w:hAnsi="Symbol"/>
        <w:sz w:val="20"/>
      </w:rPr>
    </w:lvl>
  </w:abstractNum>
  <w:abstractNum w:abstractNumId="3">
    <w:nsid w:val="00590C8B"/>
    <w:multiLevelType w:val="hybridMultilevel"/>
    <w:tmpl w:val="2DA0C150"/>
    <w:lvl w:ilvl="0" w:tplc="90D4A33E">
      <w:start w:val="5"/>
      <w:numFmt w:val="bullet"/>
      <w:lvlText w:val=""/>
      <w:lvlJc w:val="left"/>
      <w:pPr>
        <w:tabs>
          <w:tab w:val="num" w:pos="1080"/>
        </w:tabs>
        <w:ind w:left="1080" w:hanging="360"/>
      </w:pPr>
      <w:rPr>
        <w:rFonts w:ascii="Symbol" w:eastAsia="Times New Roman"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4">
    <w:nsid w:val="07921133"/>
    <w:multiLevelType w:val="hybridMultilevel"/>
    <w:tmpl w:val="2CDEC1D6"/>
    <w:lvl w:ilvl="0" w:tplc="04250001">
      <w:start w:val="1"/>
      <w:numFmt w:val="bullet"/>
      <w:lvlText w:val=""/>
      <w:lvlJc w:val="left"/>
      <w:pPr>
        <w:ind w:left="1440" w:hanging="360"/>
      </w:pPr>
      <w:rPr>
        <w:rFonts w:ascii="Symbol" w:hAnsi="Symbol" w:hint="default"/>
      </w:rPr>
    </w:lvl>
    <w:lvl w:ilvl="1" w:tplc="04250003">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nsid w:val="0D5E7335"/>
    <w:multiLevelType w:val="hybridMultilevel"/>
    <w:tmpl w:val="F9B89B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D6A58E2"/>
    <w:multiLevelType w:val="hybridMultilevel"/>
    <w:tmpl w:val="8A24083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ECC1A5C">
      <w:numFmt w:val="bullet"/>
      <w:lvlText w:val="•"/>
      <w:lvlJc w:val="left"/>
      <w:pPr>
        <w:ind w:left="2520" w:hanging="360"/>
      </w:pPr>
      <w:rPr>
        <w:rFonts w:ascii="Helvetica 45" w:eastAsia="Times New Roman" w:hAnsi="Helvetica 45" w:cs="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18F464D"/>
    <w:multiLevelType w:val="hybridMultilevel"/>
    <w:tmpl w:val="78443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F84DD8"/>
    <w:multiLevelType w:val="hybridMultilevel"/>
    <w:tmpl w:val="1862B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7868A0"/>
    <w:multiLevelType w:val="hybridMultilevel"/>
    <w:tmpl w:val="FA589E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nsid w:val="15DF4263"/>
    <w:multiLevelType w:val="hybridMultilevel"/>
    <w:tmpl w:val="152A4BC8"/>
    <w:lvl w:ilvl="0" w:tplc="B02AEF4E">
      <w:start w:val="1"/>
      <w:numFmt w:val="decimal"/>
      <w:pStyle w:val="apHeading2"/>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nsid w:val="16AD0FD6"/>
    <w:multiLevelType w:val="hybridMultilevel"/>
    <w:tmpl w:val="783AA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85B181E"/>
    <w:multiLevelType w:val="hybridMultilevel"/>
    <w:tmpl w:val="C896A7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A1D0CE9"/>
    <w:multiLevelType w:val="hybridMultilevel"/>
    <w:tmpl w:val="0A0E3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D15EF2"/>
    <w:multiLevelType w:val="hybridMultilevel"/>
    <w:tmpl w:val="43E8AC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844588"/>
    <w:multiLevelType w:val="hybridMultilevel"/>
    <w:tmpl w:val="8BC0DF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28DD5AA7"/>
    <w:multiLevelType w:val="hybridMultilevel"/>
    <w:tmpl w:val="DE202A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nsid w:val="2DDC08C8"/>
    <w:multiLevelType w:val="hybridMultilevel"/>
    <w:tmpl w:val="132240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nsid w:val="323974F3"/>
    <w:multiLevelType w:val="hybridMultilevel"/>
    <w:tmpl w:val="C5781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D320B6"/>
    <w:multiLevelType w:val="hybridMultilevel"/>
    <w:tmpl w:val="019E7F60"/>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0">
    <w:nsid w:val="37904333"/>
    <w:multiLevelType w:val="hybridMultilevel"/>
    <w:tmpl w:val="5E4C1FE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1">
    <w:nsid w:val="3EA3319D"/>
    <w:multiLevelType w:val="hybridMultilevel"/>
    <w:tmpl w:val="9FBEC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360E25B4">
      <w:numFmt w:val="bullet"/>
      <w:lvlText w:val="-"/>
      <w:lvlJc w:val="left"/>
      <w:pPr>
        <w:ind w:left="2160" w:hanging="360"/>
      </w:pPr>
      <w:rPr>
        <w:rFonts w:ascii="Helvetica 45" w:eastAsia="Times New Roman" w:hAnsi="Helvetica 45" w:cs="Times New Roman"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502936"/>
    <w:multiLevelType w:val="multilevel"/>
    <w:tmpl w:val="53BCBC0A"/>
    <w:lvl w:ilvl="0">
      <w:start w:val="1"/>
      <w:numFmt w:val="bullet"/>
      <w:lvlText w:val=""/>
      <w:lvlJc w:val="left"/>
      <w:pPr>
        <w:ind w:left="283" w:hanging="283"/>
      </w:pPr>
      <w:rPr>
        <w:rFonts w:ascii="Symbol" w:hAnsi="Symbol" w:hint="default"/>
        <w:sz w:val="18"/>
        <w:szCs w:val="18"/>
      </w:rPr>
    </w:lvl>
    <w:lvl w:ilvl="1">
      <w:numFmt w:val="bullet"/>
      <w:lvlText w:val="•"/>
      <w:lvlJc w:val="left"/>
      <w:pPr>
        <w:ind w:left="567" w:hanging="283"/>
      </w:pPr>
      <w:rPr>
        <w:rFonts w:ascii="StarSymbol" w:eastAsia="StarSymbol" w:hAnsi="StarSymbol" w:cs="StarSymbol"/>
        <w:sz w:val="18"/>
        <w:szCs w:val="18"/>
      </w:rPr>
    </w:lvl>
    <w:lvl w:ilvl="2">
      <w:numFmt w:val="bullet"/>
      <w:lvlText w:val="•"/>
      <w:lvlJc w:val="left"/>
      <w:pPr>
        <w:ind w:left="850" w:hanging="283"/>
      </w:pPr>
      <w:rPr>
        <w:rFonts w:ascii="StarSymbol" w:eastAsia="StarSymbol" w:hAnsi="StarSymbol" w:cs="StarSymbol"/>
        <w:sz w:val="18"/>
        <w:szCs w:val="18"/>
      </w:rPr>
    </w:lvl>
    <w:lvl w:ilvl="3">
      <w:numFmt w:val="bullet"/>
      <w:lvlText w:val="•"/>
      <w:lvlJc w:val="left"/>
      <w:pPr>
        <w:ind w:left="1134" w:hanging="283"/>
      </w:pPr>
      <w:rPr>
        <w:rFonts w:ascii="StarSymbol" w:eastAsia="StarSymbol" w:hAnsi="StarSymbol" w:cs="StarSymbol"/>
        <w:sz w:val="18"/>
        <w:szCs w:val="18"/>
      </w:rPr>
    </w:lvl>
    <w:lvl w:ilvl="4">
      <w:numFmt w:val="bullet"/>
      <w:lvlText w:val="•"/>
      <w:lvlJc w:val="left"/>
      <w:pPr>
        <w:ind w:left="1417" w:hanging="283"/>
      </w:pPr>
      <w:rPr>
        <w:rFonts w:ascii="StarSymbol" w:eastAsia="StarSymbol" w:hAnsi="StarSymbol" w:cs="StarSymbol"/>
        <w:sz w:val="18"/>
        <w:szCs w:val="18"/>
      </w:rPr>
    </w:lvl>
    <w:lvl w:ilvl="5">
      <w:numFmt w:val="bullet"/>
      <w:lvlText w:val="•"/>
      <w:lvlJc w:val="left"/>
      <w:pPr>
        <w:ind w:left="1701" w:hanging="283"/>
      </w:pPr>
      <w:rPr>
        <w:rFonts w:ascii="StarSymbol" w:eastAsia="StarSymbol" w:hAnsi="StarSymbol" w:cs="StarSymbol"/>
        <w:sz w:val="18"/>
        <w:szCs w:val="18"/>
      </w:rPr>
    </w:lvl>
    <w:lvl w:ilvl="6">
      <w:numFmt w:val="bullet"/>
      <w:lvlText w:val="•"/>
      <w:lvlJc w:val="left"/>
      <w:pPr>
        <w:ind w:left="1984" w:hanging="283"/>
      </w:pPr>
      <w:rPr>
        <w:rFonts w:ascii="StarSymbol" w:eastAsia="StarSymbol" w:hAnsi="StarSymbol" w:cs="StarSymbol"/>
        <w:sz w:val="18"/>
        <w:szCs w:val="18"/>
      </w:rPr>
    </w:lvl>
    <w:lvl w:ilvl="7">
      <w:numFmt w:val="bullet"/>
      <w:lvlText w:val="•"/>
      <w:lvlJc w:val="left"/>
      <w:pPr>
        <w:ind w:left="2268" w:hanging="283"/>
      </w:pPr>
      <w:rPr>
        <w:rFonts w:ascii="StarSymbol" w:eastAsia="StarSymbol" w:hAnsi="StarSymbol" w:cs="StarSymbol"/>
        <w:sz w:val="18"/>
        <w:szCs w:val="18"/>
      </w:rPr>
    </w:lvl>
    <w:lvl w:ilvl="8">
      <w:numFmt w:val="bullet"/>
      <w:lvlText w:val="•"/>
      <w:lvlJc w:val="left"/>
      <w:pPr>
        <w:ind w:left="2551" w:hanging="283"/>
      </w:pPr>
      <w:rPr>
        <w:rFonts w:ascii="StarSymbol" w:eastAsia="StarSymbol" w:hAnsi="StarSymbol" w:cs="StarSymbol"/>
        <w:sz w:val="18"/>
        <w:szCs w:val="18"/>
      </w:rPr>
    </w:lvl>
  </w:abstractNum>
  <w:abstractNum w:abstractNumId="23">
    <w:nsid w:val="42963651"/>
    <w:multiLevelType w:val="multilevel"/>
    <w:tmpl w:val="53BCBC0A"/>
    <w:lvl w:ilvl="0">
      <w:start w:val="1"/>
      <w:numFmt w:val="bullet"/>
      <w:lvlText w:val=""/>
      <w:lvlJc w:val="left"/>
      <w:pPr>
        <w:ind w:left="566" w:hanging="283"/>
      </w:pPr>
      <w:rPr>
        <w:rFonts w:ascii="Symbol" w:hAnsi="Symbol" w:hint="default"/>
        <w:sz w:val="18"/>
        <w:szCs w:val="18"/>
      </w:rPr>
    </w:lvl>
    <w:lvl w:ilvl="1">
      <w:numFmt w:val="bullet"/>
      <w:lvlText w:val="•"/>
      <w:lvlJc w:val="left"/>
      <w:pPr>
        <w:ind w:left="850" w:hanging="283"/>
      </w:pPr>
      <w:rPr>
        <w:rFonts w:ascii="StarSymbol" w:eastAsia="StarSymbol" w:hAnsi="StarSymbol" w:cs="StarSymbol"/>
        <w:sz w:val="18"/>
        <w:szCs w:val="18"/>
      </w:rPr>
    </w:lvl>
    <w:lvl w:ilvl="2">
      <w:numFmt w:val="bullet"/>
      <w:lvlText w:val="•"/>
      <w:lvlJc w:val="left"/>
      <w:pPr>
        <w:ind w:left="1133" w:hanging="283"/>
      </w:pPr>
      <w:rPr>
        <w:rFonts w:ascii="StarSymbol" w:eastAsia="StarSymbol" w:hAnsi="StarSymbol" w:cs="StarSymbol"/>
        <w:sz w:val="18"/>
        <w:szCs w:val="18"/>
      </w:rPr>
    </w:lvl>
    <w:lvl w:ilvl="3">
      <w:numFmt w:val="bullet"/>
      <w:lvlText w:val="•"/>
      <w:lvlJc w:val="left"/>
      <w:pPr>
        <w:ind w:left="1417" w:hanging="283"/>
      </w:pPr>
      <w:rPr>
        <w:rFonts w:ascii="StarSymbol" w:eastAsia="StarSymbol" w:hAnsi="StarSymbol" w:cs="StarSymbol"/>
        <w:sz w:val="18"/>
        <w:szCs w:val="18"/>
      </w:rPr>
    </w:lvl>
    <w:lvl w:ilvl="4">
      <w:numFmt w:val="bullet"/>
      <w:lvlText w:val="•"/>
      <w:lvlJc w:val="left"/>
      <w:pPr>
        <w:ind w:left="1700" w:hanging="283"/>
      </w:pPr>
      <w:rPr>
        <w:rFonts w:ascii="StarSymbol" w:eastAsia="StarSymbol" w:hAnsi="StarSymbol" w:cs="StarSymbol"/>
        <w:sz w:val="18"/>
        <w:szCs w:val="18"/>
      </w:rPr>
    </w:lvl>
    <w:lvl w:ilvl="5">
      <w:numFmt w:val="bullet"/>
      <w:lvlText w:val="•"/>
      <w:lvlJc w:val="left"/>
      <w:pPr>
        <w:ind w:left="1984" w:hanging="283"/>
      </w:pPr>
      <w:rPr>
        <w:rFonts w:ascii="StarSymbol" w:eastAsia="StarSymbol" w:hAnsi="StarSymbol" w:cs="StarSymbol"/>
        <w:sz w:val="18"/>
        <w:szCs w:val="18"/>
      </w:rPr>
    </w:lvl>
    <w:lvl w:ilvl="6">
      <w:numFmt w:val="bullet"/>
      <w:lvlText w:val="•"/>
      <w:lvlJc w:val="left"/>
      <w:pPr>
        <w:ind w:left="2267" w:hanging="283"/>
      </w:pPr>
      <w:rPr>
        <w:rFonts w:ascii="StarSymbol" w:eastAsia="StarSymbol" w:hAnsi="StarSymbol" w:cs="StarSymbol"/>
        <w:sz w:val="18"/>
        <w:szCs w:val="18"/>
      </w:rPr>
    </w:lvl>
    <w:lvl w:ilvl="7">
      <w:numFmt w:val="bullet"/>
      <w:lvlText w:val="•"/>
      <w:lvlJc w:val="left"/>
      <w:pPr>
        <w:ind w:left="2551" w:hanging="283"/>
      </w:pPr>
      <w:rPr>
        <w:rFonts w:ascii="StarSymbol" w:eastAsia="StarSymbol" w:hAnsi="StarSymbol" w:cs="StarSymbol"/>
        <w:sz w:val="18"/>
        <w:szCs w:val="18"/>
      </w:rPr>
    </w:lvl>
    <w:lvl w:ilvl="8">
      <w:numFmt w:val="bullet"/>
      <w:lvlText w:val="•"/>
      <w:lvlJc w:val="left"/>
      <w:pPr>
        <w:ind w:left="2834" w:hanging="283"/>
      </w:pPr>
      <w:rPr>
        <w:rFonts w:ascii="StarSymbol" w:eastAsia="StarSymbol" w:hAnsi="StarSymbol" w:cs="StarSymbol"/>
        <w:sz w:val="18"/>
        <w:szCs w:val="18"/>
      </w:rPr>
    </w:lvl>
  </w:abstractNum>
  <w:abstractNum w:abstractNumId="24">
    <w:nsid w:val="44CA4AC6"/>
    <w:multiLevelType w:val="hybridMultilevel"/>
    <w:tmpl w:val="F1E6B07C"/>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nsid w:val="51E74FB5"/>
    <w:multiLevelType w:val="multilevel"/>
    <w:tmpl w:val="53BCBC0A"/>
    <w:lvl w:ilvl="0">
      <w:start w:val="1"/>
      <w:numFmt w:val="bullet"/>
      <w:lvlText w:val=""/>
      <w:lvlJc w:val="left"/>
      <w:pPr>
        <w:ind w:left="283" w:hanging="283"/>
      </w:pPr>
      <w:rPr>
        <w:rFonts w:ascii="Symbol" w:hAnsi="Symbol" w:hint="default"/>
        <w:sz w:val="18"/>
        <w:szCs w:val="18"/>
      </w:rPr>
    </w:lvl>
    <w:lvl w:ilvl="1">
      <w:numFmt w:val="bullet"/>
      <w:lvlText w:val="•"/>
      <w:lvlJc w:val="left"/>
      <w:pPr>
        <w:ind w:left="567" w:hanging="283"/>
      </w:pPr>
      <w:rPr>
        <w:rFonts w:ascii="StarSymbol" w:eastAsia="StarSymbol" w:hAnsi="StarSymbol" w:cs="StarSymbol"/>
        <w:sz w:val="18"/>
        <w:szCs w:val="18"/>
      </w:rPr>
    </w:lvl>
    <w:lvl w:ilvl="2">
      <w:numFmt w:val="bullet"/>
      <w:lvlText w:val="•"/>
      <w:lvlJc w:val="left"/>
      <w:pPr>
        <w:ind w:left="850" w:hanging="283"/>
      </w:pPr>
      <w:rPr>
        <w:rFonts w:ascii="StarSymbol" w:eastAsia="StarSymbol" w:hAnsi="StarSymbol" w:cs="StarSymbol"/>
        <w:sz w:val="18"/>
        <w:szCs w:val="18"/>
      </w:rPr>
    </w:lvl>
    <w:lvl w:ilvl="3">
      <w:numFmt w:val="bullet"/>
      <w:lvlText w:val="•"/>
      <w:lvlJc w:val="left"/>
      <w:pPr>
        <w:ind w:left="1134" w:hanging="283"/>
      </w:pPr>
      <w:rPr>
        <w:rFonts w:ascii="StarSymbol" w:eastAsia="StarSymbol" w:hAnsi="StarSymbol" w:cs="StarSymbol"/>
        <w:sz w:val="18"/>
        <w:szCs w:val="18"/>
      </w:rPr>
    </w:lvl>
    <w:lvl w:ilvl="4">
      <w:numFmt w:val="bullet"/>
      <w:lvlText w:val="•"/>
      <w:lvlJc w:val="left"/>
      <w:pPr>
        <w:ind w:left="1417" w:hanging="283"/>
      </w:pPr>
      <w:rPr>
        <w:rFonts w:ascii="StarSymbol" w:eastAsia="StarSymbol" w:hAnsi="StarSymbol" w:cs="StarSymbol"/>
        <w:sz w:val="18"/>
        <w:szCs w:val="18"/>
      </w:rPr>
    </w:lvl>
    <w:lvl w:ilvl="5">
      <w:numFmt w:val="bullet"/>
      <w:lvlText w:val="•"/>
      <w:lvlJc w:val="left"/>
      <w:pPr>
        <w:ind w:left="1701" w:hanging="283"/>
      </w:pPr>
      <w:rPr>
        <w:rFonts w:ascii="StarSymbol" w:eastAsia="StarSymbol" w:hAnsi="StarSymbol" w:cs="StarSymbol"/>
        <w:sz w:val="18"/>
        <w:szCs w:val="18"/>
      </w:rPr>
    </w:lvl>
    <w:lvl w:ilvl="6">
      <w:numFmt w:val="bullet"/>
      <w:lvlText w:val="•"/>
      <w:lvlJc w:val="left"/>
      <w:pPr>
        <w:ind w:left="1984" w:hanging="283"/>
      </w:pPr>
      <w:rPr>
        <w:rFonts w:ascii="StarSymbol" w:eastAsia="StarSymbol" w:hAnsi="StarSymbol" w:cs="StarSymbol"/>
        <w:sz w:val="18"/>
        <w:szCs w:val="18"/>
      </w:rPr>
    </w:lvl>
    <w:lvl w:ilvl="7">
      <w:numFmt w:val="bullet"/>
      <w:lvlText w:val="•"/>
      <w:lvlJc w:val="left"/>
      <w:pPr>
        <w:ind w:left="2268" w:hanging="283"/>
      </w:pPr>
      <w:rPr>
        <w:rFonts w:ascii="StarSymbol" w:eastAsia="StarSymbol" w:hAnsi="StarSymbol" w:cs="StarSymbol"/>
        <w:sz w:val="18"/>
        <w:szCs w:val="18"/>
      </w:rPr>
    </w:lvl>
    <w:lvl w:ilvl="8">
      <w:numFmt w:val="bullet"/>
      <w:lvlText w:val="•"/>
      <w:lvlJc w:val="left"/>
      <w:pPr>
        <w:ind w:left="2551" w:hanging="283"/>
      </w:pPr>
      <w:rPr>
        <w:rFonts w:ascii="StarSymbol" w:eastAsia="StarSymbol" w:hAnsi="StarSymbol" w:cs="StarSymbol"/>
        <w:sz w:val="18"/>
        <w:szCs w:val="18"/>
      </w:rPr>
    </w:lvl>
  </w:abstractNum>
  <w:abstractNum w:abstractNumId="26">
    <w:nsid w:val="51ED3942"/>
    <w:multiLevelType w:val="hybridMultilevel"/>
    <w:tmpl w:val="A87E88E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7">
    <w:nsid w:val="560D0BAD"/>
    <w:multiLevelType w:val="hybridMultilevel"/>
    <w:tmpl w:val="6DE4571E"/>
    <w:lvl w:ilvl="0" w:tplc="9D426630">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915BF7"/>
    <w:multiLevelType w:val="hybridMultilevel"/>
    <w:tmpl w:val="0FFEEFD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nsid w:val="59D16A12"/>
    <w:multiLevelType w:val="hybridMultilevel"/>
    <w:tmpl w:val="0EAA05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6C1E1898">
      <w:start w:val="1"/>
      <w:numFmt w:val="bullet"/>
      <w:pStyle w:val="OSCPresponders"/>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A094E70"/>
    <w:multiLevelType w:val="hybridMultilevel"/>
    <w:tmpl w:val="D7C8C7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nsid w:val="5B297F17"/>
    <w:multiLevelType w:val="hybridMultilevel"/>
    <w:tmpl w:val="4B9E6C6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nsid w:val="61B4075F"/>
    <w:multiLevelType w:val="hybridMultilevel"/>
    <w:tmpl w:val="CA1056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53854E2"/>
    <w:multiLevelType w:val="hybridMultilevel"/>
    <w:tmpl w:val="8012D0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nsid w:val="68472B7F"/>
    <w:multiLevelType w:val="hybridMultilevel"/>
    <w:tmpl w:val="AF9C80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nsid w:val="6C9729E5"/>
    <w:multiLevelType w:val="hybridMultilevel"/>
    <w:tmpl w:val="F88805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nsid w:val="6D231A0B"/>
    <w:multiLevelType w:val="hybridMultilevel"/>
    <w:tmpl w:val="7848D7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F84688B"/>
    <w:multiLevelType w:val="hybridMultilevel"/>
    <w:tmpl w:val="E6700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116514"/>
    <w:multiLevelType w:val="hybridMultilevel"/>
    <w:tmpl w:val="09E4F0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nsid w:val="71A804E6"/>
    <w:multiLevelType w:val="multilevel"/>
    <w:tmpl w:val="53BCBC0A"/>
    <w:lvl w:ilvl="0">
      <w:start w:val="1"/>
      <w:numFmt w:val="bullet"/>
      <w:lvlText w:val=""/>
      <w:lvlJc w:val="left"/>
      <w:pPr>
        <w:ind w:left="283" w:hanging="283"/>
      </w:pPr>
      <w:rPr>
        <w:rFonts w:ascii="Symbol" w:hAnsi="Symbol" w:hint="default"/>
        <w:sz w:val="18"/>
        <w:szCs w:val="18"/>
      </w:rPr>
    </w:lvl>
    <w:lvl w:ilvl="1">
      <w:numFmt w:val="bullet"/>
      <w:lvlText w:val="•"/>
      <w:lvlJc w:val="left"/>
      <w:pPr>
        <w:ind w:left="567" w:hanging="283"/>
      </w:pPr>
      <w:rPr>
        <w:rFonts w:ascii="StarSymbol" w:eastAsia="StarSymbol" w:hAnsi="StarSymbol" w:cs="StarSymbol"/>
        <w:sz w:val="18"/>
        <w:szCs w:val="18"/>
      </w:rPr>
    </w:lvl>
    <w:lvl w:ilvl="2">
      <w:numFmt w:val="bullet"/>
      <w:lvlText w:val="•"/>
      <w:lvlJc w:val="left"/>
      <w:pPr>
        <w:ind w:left="850" w:hanging="283"/>
      </w:pPr>
      <w:rPr>
        <w:rFonts w:ascii="StarSymbol" w:eastAsia="StarSymbol" w:hAnsi="StarSymbol" w:cs="StarSymbol"/>
        <w:sz w:val="18"/>
        <w:szCs w:val="18"/>
      </w:rPr>
    </w:lvl>
    <w:lvl w:ilvl="3">
      <w:numFmt w:val="bullet"/>
      <w:lvlText w:val="•"/>
      <w:lvlJc w:val="left"/>
      <w:pPr>
        <w:ind w:left="1134" w:hanging="283"/>
      </w:pPr>
      <w:rPr>
        <w:rFonts w:ascii="StarSymbol" w:eastAsia="StarSymbol" w:hAnsi="StarSymbol" w:cs="StarSymbol"/>
        <w:sz w:val="18"/>
        <w:szCs w:val="18"/>
      </w:rPr>
    </w:lvl>
    <w:lvl w:ilvl="4">
      <w:numFmt w:val="bullet"/>
      <w:lvlText w:val="•"/>
      <w:lvlJc w:val="left"/>
      <w:pPr>
        <w:ind w:left="1417" w:hanging="283"/>
      </w:pPr>
      <w:rPr>
        <w:rFonts w:ascii="StarSymbol" w:eastAsia="StarSymbol" w:hAnsi="StarSymbol" w:cs="StarSymbol"/>
        <w:sz w:val="18"/>
        <w:szCs w:val="18"/>
      </w:rPr>
    </w:lvl>
    <w:lvl w:ilvl="5">
      <w:numFmt w:val="bullet"/>
      <w:lvlText w:val="•"/>
      <w:lvlJc w:val="left"/>
      <w:pPr>
        <w:ind w:left="1701" w:hanging="283"/>
      </w:pPr>
      <w:rPr>
        <w:rFonts w:ascii="StarSymbol" w:eastAsia="StarSymbol" w:hAnsi="StarSymbol" w:cs="StarSymbol"/>
        <w:sz w:val="18"/>
        <w:szCs w:val="18"/>
      </w:rPr>
    </w:lvl>
    <w:lvl w:ilvl="6">
      <w:numFmt w:val="bullet"/>
      <w:lvlText w:val="•"/>
      <w:lvlJc w:val="left"/>
      <w:pPr>
        <w:ind w:left="1984" w:hanging="283"/>
      </w:pPr>
      <w:rPr>
        <w:rFonts w:ascii="StarSymbol" w:eastAsia="StarSymbol" w:hAnsi="StarSymbol" w:cs="StarSymbol"/>
        <w:sz w:val="18"/>
        <w:szCs w:val="18"/>
      </w:rPr>
    </w:lvl>
    <w:lvl w:ilvl="7">
      <w:numFmt w:val="bullet"/>
      <w:lvlText w:val="•"/>
      <w:lvlJc w:val="left"/>
      <w:pPr>
        <w:ind w:left="2268" w:hanging="283"/>
      </w:pPr>
      <w:rPr>
        <w:rFonts w:ascii="StarSymbol" w:eastAsia="StarSymbol" w:hAnsi="StarSymbol" w:cs="StarSymbol"/>
        <w:sz w:val="18"/>
        <w:szCs w:val="18"/>
      </w:rPr>
    </w:lvl>
    <w:lvl w:ilvl="8">
      <w:numFmt w:val="bullet"/>
      <w:lvlText w:val="•"/>
      <w:lvlJc w:val="left"/>
      <w:pPr>
        <w:ind w:left="2551" w:hanging="283"/>
      </w:pPr>
      <w:rPr>
        <w:rFonts w:ascii="StarSymbol" w:eastAsia="StarSymbol" w:hAnsi="StarSymbol" w:cs="StarSymbol"/>
        <w:sz w:val="18"/>
        <w:szCs w:val="18"/>
      </w:rPr>
    </w:lvl>
  </w:abstractNum>
  <w:abstractNum w:abstractNumId="40">
    <w:nsid w:val="72422E8F"/>
    <w:multiLevelType w:val="hybridMultilevel"/>
    <w:tmpl w:val="D8D644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2DD65C5"/>
    <w:multiLevelType w:val="multilevel"/>
    <w:tmpl w:val="78280D74"/>
    <w:lvl w:ilvl="0">
      <w:start w:val="1"/>
      <w:numFmt w:val="decimal"/>
      <w:pStyle w:val="Pealkiri11"/>
      <w:lvlText w:val="%1."/>
      <w:lvlJc w:val="left"/>
      <w:pPr>
        <w:tabs>
          <w:tab w:val="num" w:pos="360"/>
        </w:tabs>
        <w:ind w:left="0" w:firstLine="0"/>
      </w:pPr>
      <w:rPr>
        <w:rFonts w:hint="default"/>
      </w:rPr>
    </w:lvl>
    <w:lvl w:ilvl="1">
      <w:start w:val="1"/>
      <w:numFmt w:val="decimal"/>
      <w:pStyle w:val="Heading2"/>
      <w:lvlText w:val="%1.%2."/>
      <w:lvlJc w:val="left"/>
      <w:pPr>
        <w:tabs>
          <w:tab w:val="num" w:pos="357"/>
        </w:tabs>
        <w:ind w:left="357" w:firstLine="3"/>
      </w:pPr>
      <w:rPr>
        <w:rFonts w:hint="default"/>
      </w:rPr>
    </w:lvl>
    <w:lvl w:ilvl="2">
      <w:start w:val="1"/>
      <w:numFmt w:val="decimal"/>
      <w:pStyle w:val="Pealkiri21"/>
      <w:lvlText w:val="%1.%2.%3."/>
      <w:lvlJc w:val="left"/>
      <w:pPr>
        <w:tabs>
          <w:tab w:val="num" w:pos="720"/>
        </w:tabs>
        <w:ind w:left="737" w:hanging="1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Heading3"/>
      <w:lvlText w:val="%1.%2.%3.%4."/>
      <w:lvlJc w:val="left"/>
      <w:pPr>
        <w:tabs>
          <w:tab w:val="num" w:pos="1800"/>
        </w:tabs>
        <w:ind w:left="1728" w:hanging="648"/>
      </w:pPr>
      <w:rPr>
        <w:rFonts w:hint="default"/>
      </w:rPr>
    </w:lvl>
    <w:lvl w:ilvl="4">
      <w:start w:val="1"/>
      <w:numFmt w:val="decimal"/>
      <w:pStyle w:val="Pealkiri31"/>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nsid w:val="73450039"/>
    <w:multiLevelType w:val="hybridMultilevel"/>
    <w:tmpl w:val="4E7C6E22"/>
    <w:lvl w:ilvl="0" w:tplc="8BCA3D44">
      <w:start w:val="1"/>
      <w:numFmt w:val="decimal"/>
      <w:lvlText w:val="%1."/>
      <w:lvlJc w:val="left"/>
      <w:pPr>
        <w:ind w:left="1446" w:hanging="360"/>
      </w:pPr>
    </w:lvl>
    <w:lvl w:ilvl="1" w:tplc="04250019" w:tentative="1">
      <w:start w:val="1"/>
      <w:numFmt w:val="lowerLetter"/>
      <w:lvlText w:val="%2."/>
      <w:lvlJc w:val="left"/>
      <w:pPr>
        <w:ind w:left="2166" w:hanging="360"/>
      </w:pPr>
    </w:lvl>
    <w:lvl w:ilvl="2" w:tplc="0425001B" w:tentative="1">
      <w:start w:val="1"/>
      <w:numFmt w:val="lowerRoman"/>
      <w:lvlText w:val="%3."/>
      <w:lvlJc w:val="right"/>
      <w:pPr>
        <w:ind w:left="2886" w:hanging="180"/>
      </w:pPr>
    </w:lvl>
    <w:lvl w:ilvl="3" w:tplc="0425000F" w:tentative="1">
      <w:start w:val="1"/>
      <w:numFmt w:val="decimal"/>
      <w:lvlText w:val="%4."/>
      <w:lvlJc w:val="left"/>
      <w:pPr>
        <w:ind w:left="3606" w:hanging="360"/>
      </w:pPr>
    </w:lvl>
    <w:lvl w:ilvl="4" w:tplc="04250019" w:tentative="1">
      <w:start w:val="1"/>
      <w:numFmt w:val="lowerLetter"/>
      <w:lvlText w:val="%5."/>
      <w:lvlJc w:val="left"/>
      <w:pPr>
        <w:ind w:left="4326" w:hanging="360"/>
      </w:pPr>
    </w:lvl>
    <w:lvl w:ilvl="5" w:tplc="0425001B" w:tentative="1">
      <w:start w:val="1"/>
      <w:numFmt w:val="lowerRoman"/>
      <w:lvlText w:val="%6."/>
      <w:lvlJc w:val="right"/>
      <w:pPr>
        <w:ind w:left="5046" w:hanging="180"/>
      </w:pPr>
    </w:lvl>
    <w:lvl w:ilvl="6" w:tplc="0425000F" w:tentative="1">
      <w:start w:val="1"/>
      <w:numFmt w:val="decimal"/>
      <w:lvlText w:val="%7."/>
      <w:lvlJc w:val="left"/>
      <w:pPr>
        <w:ind w:left="5766" w:hanging="360"/>
      </w:pPr>
    </w:lvl>
    <w:lvl w:ilvl="7" w:tplc="04250019" w:tentative="1">
      <w:start w:val="1"/>
      <w:numFmt w:val="lowerLetter"/>
      <w:lvlText w:val="%8."/>
      <w:lvlJc w:val="left"/>
      <w:pPr>
        <w:ind w:left="6486" w:hanging="360"/>
      </w:pPr>
    </w:lvl>
    <w:lvl w:ilvl="8" w:tplc="0425001B" w:tentative="1">
      <w:start w:val="1"/>
      <w:numFmt w:val="lowerRoman"/>
      <w:lvlText w:val="%9."/>
      <w:lvlJc w:val="right"/>
      <w:pPr>
        <w:ind w:left="7206" w:hanging="180"/>
      </w:pPr>
    </w:lvl>
  </w:abstractNum>
  <w:abstractNum w:abstractNumId="43">
    <w:nsid w:val="73457964"/>
    <w:multiLevelType w:val="hybridMultilevel"/>
    <w:tmpl w:val="8888481E"/>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44">
    <w:nsid w:val="749F56D7"/>
    <w:multiLevelType w:val="hybridMultilevel"/>
    <w:tmpl w:val="3F7E59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nsid w:val="7B11086F"/>
    <w:multiLevelType w:val="hybridMultilevel"/>
    <w:tmpl w:val="8B501740"/>
    <w:lvl w:ilvl="0" w:tplc="360E25B4">
      <w:numFmt w:val="bullet"/>
      <w:lvlText w:val="-"/>
      <w:lvlJc w:val="left"/>
      <w:pPr>
        <w:ind w:left="720" w:hanging="360"/>
      </w:pPr>
      <w:rPr>
        <w:rFonts w:ascii="Helvetica 45" w:eastAsia="Times New Roman" w:hAnsi="Helvetica 45"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nsid w:val="7DED458A"/>
    <w:multiLevelType w:val="hybridMultilevel"/>
    <w:tmpl w:val="2892BC7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nsid w:val="7F093D71"/>
    <w:multiLevelType w:val="hybridMultilevel"/>
    <w:tmpl w:val="73C2735A"/>
    <w:lvl w:ilvl="0" w:tplc="04250003">
      <w:start w:val="1"/>
      <w:numFmt w:val="bullet"/>
      <w:lvlText w:val="o"/>
      <w:lvlJc w:val="left"/>
      <w:pPr>
        <w:ind w:left="1287" w:hanging="360"/>
      </w:pPr>
      <w:rPr>
        <w:rFonts w:ascii="Courier New" w:hAnsi="Courier New" w:cs="Courier New"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num w:numId="1">
    <w:abstractNumId w:val="41"/>
  </w:num>
  <w:num w:numId="2">
    <w:abstractNumId w:val="36"/>
  </w:num>
  <w:num w:numId="3">
    <w:abstractNumId w:val="27"/>
  </w:num>
  <w:num w:numId="4">
    <w:abstractNumId w:val="21"/>
  </w:num>
  <w:num w:numId="5">
    <w:abstractNumId w:val="5"/>
  </w:num>
  <w:num w:numId="6">
    <w:abstractNumId w:val="6"/>
  </w:num>
  <w:num w:numId="7">
    <w:abstractNumId w:val="23"/>
  </w:num>
  <w:num w:numId="8">
    <w:abstractNumId w:val="39"/>
  </w:num>
  <w:num w:numId="9">
    <w:abstractNumId w:val="22"/>
  </w:num>
  <w:num w:numId="10">
    <w:abstractNumId w:val="25"/>
  </w:num>
  <w:num w:numId="11">
    <w:abstractNumId w:val="26"/>
  </w:num>
  <w:num w:numId="12">
    <w:abstractNumId w:val="20"/>
  </w:num>
  <w:num w:numId="13">
    <w:abstractNumId w:val="43"/>
  </w:num>
  <w:num w:numId="14">
    <w:abstractNumId w:val="12"/>
  </w:num>
  <w:num w:numId="15">
    <w:abstractNumId w:val="18"/>
  </w:num>
  <w:num w:numId="16">
    <w:abstractNumId w:val="14"/>
  </w:num>
  <w:num w:numId="17">
    <w:abstractNumId w:val="13"/>
  </w:num>
  <w:num w:numId="18">
    <w:abstractNumId w:val="11"/>
  </w:num>
  <w:num w:numId="19">
    <w:abstractNumId w:val="32"/>
  </w:num>
  <w:num w:numId="20">
    <w:abstractNumId w:val="8"/>
  </w:num>
  <w:num w:numId="21">
    <w:abstractNumId w:val="24"/>
  </w:num>
  <w:num w:numId="22">
    <w:abstractNumId w:val="40"/>
  </w:num>
  <w:num w:numId="23">
    <w:abstractNumId w:val="29"/>
  </w:num>
  <w:num w:numId="24">
    <w:abstractNumId w:val="7"/>
  </w:num>
  <w:num w:numId="25">
    <w:abstractNumId w:val="37"/>
  </w:num>
  <w:num w:numId="26">
    <w:abstractNumId w:val="31"/>
  </w:num>
  <w:num w:numId="27">
    <w:abstractNumId w:val="35"/>
  </w:num>
  <w:num w:numId="28">
    <w:abstractNumId w:val="15"/>
  </w:num>
  <w:num w:numId="29">
    <w:abstractNumId w:val="9"/>
  </w:num>
  <w:num w:numId="30">
    <w:abstractNumId w:val="33"/>
  </w:num>
  <w:num w:numId="31">
    <w:abstractNumId w:val="30"/>
  </w:num>
  <w:num w:numId="32">
    <w:abstractNumId w:val="19"/>
  </w:num>
  <w:num w:numId="33">
    <w:abstractNumId w:val="28"/>
  </w:num>
  <w:num w:numId="34">
    <w:abstractNumId w:val="17"/>
  </w:num>
  <w:num w:numId="35">
    <w:abstractNumId w:val="34"/>
  </w:num>
  <w:num w:numId="36">
    <w:abstractNumId w:val="47"/>
  </w:num>
  <w:num w:numId="37">
    <w:abstractNumId w:val="38"/>
  </w:num>
  <w:num w:numId="38">
    <w:abstractNumId w:val="44"/>
  </w:num>
  <w:num w:numId="39">
    <w:abstractNumId w:val="4"/>
  </w:num>
  <w:num w:numId="40">
    <w:abstractNumId w:val="45"/>
  </w:num>
  <w:num w:numId="41">
    <w:abstractNumId w:val="46"/>
  </w:num>
  <w:num w:numId="42">
    <w:abstractNumId w:val="42"/>
  </w:num>
  <w:num w:numId="43">
    <w:abstractNumId w:val="10"/>
  </w:num>
  <w:num w:numId="44">
    <w:abstractNumId w:val="3"/>
  </w:num>
  <w:num w:numId="45">
    <w:abstractNumId w:val="1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749"/>
    <w:rsid w:val="00001589"/>
    <w:rsid w:val="000019FD"/>
    <w:rsid w:val="00001C88"/>
    <w:rsid w:val="00002345"/>
    <w:rsid w:val="0000272D"/>
    <w:rsid w:val="00003C74"/>
    <w:rsid w:val="00004E0E"/>
    <w:rsid w:val="00006486"/>
    <w:rsid w:val="000068E3"/>
    <w:rsid w:val="00006F88"/>
    <w:rsid w:val="000073E6"/>
    <w:rsid w:val="0000765C"/>
    <w:rsid w:val="00007FE3"/>
    <w:rsid w:val="00011138"/>
    <w:rsid w:val="0001282A"/>
    <w:rsid w:val="00012D47"/>
    <w:rsid w:val="00013781"/>
    <w:rsid w:val="000161F3"/>
    <w:rsid w:val="00017063"/>
    <w:rsid w:val="0001719D"/>
    <w:rsid w:val="00017F24"/>
    <w:rsid w:val="000214A6"/>
    <w:rsid w:val="000215E4"/>
    <w:rsid w:val="00021D5E"/>
    <w:rsid w:val="0002277D"/>
    <w:rsid w:val="0002346D"/>
    <w:rsid w:val="000243C0"/>
    <w:rsid w:val="000248C5"/>
    <w:rsid w:val="000248D8"/>
    <w:rsid w:val="00024EFE"/>
    <w:rsid w:val="000269C7"/>
    <w:rsid w:val="00030A97"/>
    <w:rsid w:val="00030BFC"/>
    <w:rsid w:val="0003240D"/>
    <w:rsid w:val="00032E3B"/>
    <w:rsid w:val="00034AAE"/>
    <w:rsid w:val="00034CD1"/>
    <w:rsid w:val="00035B8F"/>
    <w:rsid w:val="000366FD"/>
    <w:rsid w:val="00040360"/>
    <w:rsid w:val="0004050E"/>
    <w:rsid w:val="00040A0E"/>
    <w:rsid w:val="00040C67"/>
    <w:rsid w:val="00041584"/>
    <w:rsid w:val="00042055"/>
    <w:rsid w:val="00043291"/>
    <w:rsid w:val="00043B70"/>
    <w:rsid w:val="00043FD8"/>
    <w:rsid w:val="00044946"/>
    <w:rsid w:val="00044E99"/>
    <w:rsid w:val="00045889"/>
    <w:rsid w:val="00046B9C"/>
    <w:rsid w:val="00047176"/>
    <w:rsid w:val="0004750B"/>
    <w:rsid w:val="00047F6D"/>
    <w:rsid w:val="000506F2"/>
    <w:rsid w:val="00050D9C"/>
    <w:rsid w:val="00050DB3"/>
    <w:rsid w:val="00052769"/>
    <w:rsid w:val="00052EB3"/>
    <w:rsid w:val="00052F6D"/>
    <w:rsid w:val="00052FA3"/>
    <w:rsid w:val="00053582"/>
    <w:rsid w:val="00054FA2"/>
    <w:rsid w:val="0005532A"/>
    <w:rsid w:val="00055E78"/>
    <w:rsid w:val="00056F6D"/>
    <w:rsid w:val="00057575"/>
    <w:rsid w:val="0006002C"/>
    <w:rsid w:val="0006016A"/>
    <w:rsid w:val="00060891"/>
    <w:rsid w:val="000609A3"/>
    <w:rsid w:val="00060FE0"/>
    <w:rsid w:val="0006217C"/>
    <w:rsid w:val="00062A3C"/>
    <w:rsid w:val="00062C63"/>
    <w:rsid w:val="00063324"/>
    <w:rsid w:val="000638F5"/>
    <w:rsid w:val="000646F7"/>
    <w:rsid w:val="00065C57"/>
    <w:rsid w:val="00065EF3"/>
    <w:rsid w:val="00067809"/>
    <w:rsid w:val="00070942"/>
    <w:rsid w:val="00070BBE"/>
    <w:rsid w:val="00071416"/>
    <w:rsid w:val="00071C05"/>
    <w:rsid w:val="00071D28"/>
    <w:rsid w:val="00072586"/>
    <w:rsid w:val="00074A3C"/>
    <w:rsid w:val="00075C55"/>
    <w:rsid w:val="000763AD"/>
    <w:rsid w:val="00076FCC"/>
    <w:rsid w:val="000773BA"/>
    <w:rsid w:val="000774CF"/>
    <w:rsid w:val="00077B22"/>
    <w:rsid w:val="00077BF0"/>
    <w:rsid w:val="00080187"/>
    <w:rsid w:val="00080B0C"/>
    <w:rsid w:val="000816E7"/>
    <w:rsid w:val="00081B69"/>
    <w:rsid w:val="00081BF6"/>
    <w:rsid w:val="000855D2"/>
    <w:rsid w:val="000858F4"/>
    <w:rsid w:val="00086F2E"/>
    <w:rsid w:val="000871AF"/>
    <w:rsid w:val="00087AAA"/>
    <w:rsid w:val="00090644"/>
    <w:rsid w:val="00091074"/>
    <w:rsid w:val="00091385"/>
    <w:rsid w:val="0009309A"/>
    <w:rsid w:val="000932D8"/>
    <w:rsid w:val="00094246"/>
    <w:rsid w:val="000943D0"/>
    <w:rsid w:val="00095223"/>
    <w:rsid w:val="00095C3E"/>
    <w:rsid w:val="0009633D"/>
    <w:rsid w:val="000978C0"/>
    <w:rsid w:val="00097B2E"/>
    <w:rsid w:val="000A0335"/>
    <w:rsid w:val="000A0CC6"/>
    <w:rsid w:val="000A0DCC"/>
    <w:rsid w:val="000A1458"/>
    <w:rsid w:val="000A19CC"/>
    <w:rsid w:val="000A21A6"/>
    <w:rsid w:val="000A23A8"/>
    <w:rsid w:val="000A243B"/>
    <w:rsid w:val="000A24C2"/>
    <w:rsid w:val="000A28B0"/>
    <w:rsid w:val="000A29E3"/>
    <w:rsid w:val="000A3504"/>
    <w:rsid w:val="000A3700"/>
    <w:rsid w:val="000A38D0"/>
    <w:rsid w:val="000A4E94"/>
    <w:rsid w:val="000A55CC"/>
    <w:rsid w:val="000B17B9"/>
    <w:rsid w:val="000B22B4"/>
    <w:rsid w:val="000B3E06"/>
    <w:rsid w:val="000B4400"/>
    <w:rsid w:val="000B54E4"/>
    <w:rsid w:val="000B558B"/>
    <w:rsid w:val="000B690F"/>
    <w:rsid w:val="000B7054"/>
    <w:rsid w:val="000C09E4"/>
    <w:rsid w:val="000C138C"/>
    <w:rsid w:val="000C1B15"/>
    <w:rsid w:val="000C1E7E"/>
    <w:rsid w:val="000C30A0"/>
    <w:rsid w:val="000C409B"/>
    <w:rsid w:val="000C5864"/>
    <w:rsid w:val="000C6C41"/>
    <w:rsid w:val="000C705E"/>
    <w:rsid w:val="000C79D9"/>
    <w:rsid w:val="000D0015"/>
    <w:rsid w:val="000D093C"/>
    <w:rsid w:val="000D0D8D"/>
    <w:rsid w:val="000D0E92"/>
    <w:rsid w:val="000D14AC"/>
    <w:rsid w:val="000D2D84"/>
    <w:rsid w:val="000D508E"/>
    <w:rsid w:val="000D5FDC"/>
    <w:rsid w:val="000D62EE"/>
    <w:rsid w:val="000E03AA"/>
    <w:rsid w:val="000E35A6"/>
    <w:rsid w:val="000E3A64"/>
    <w:rsid w:val="000E3F30"/>
    <w:rsid w:val="000E458E"/>
    <w:rsid w:val="000E47DF"/>
    <w:rsid w:val="000E4DE6"/>
    <w:rsid w:val="000E4DEE"/>
    <w:rsid w:val="000E4FBE"/>
    <w:rsid w:val="000E7FE9"/>
    <w:rsid w:val="000F0E31"/>
    <w:rsid w:val="000F1018"/>
    <w:rsid w:val="000F158D"/>
    <w:rsid w:val="000F1CF1"/>
    <w:rsid w:val="000F33B2"/>
    <w:rsid w:val="000F4402"/>
    <w:rsid w:val="000F4448"/>
    <w:rsid w:val="000F4A9A"/>
    <w:rsid w:val="000F62D2"/>
    <w:rsid w:val="000F65A2"/>
    <w:rsid w:val="000F66F1"/>
    <w:rsid w:val="000F6D7C"/>
    <w:rsid w:val="000F7608"/>
    <w:rsid w:val="000F779E"/>
    <w:rsid w:val="001006FB"/>
    <w:rsid w:val="00100922"/>
    <w:rsid w:val="00102114"/>
    <w:rsid w:val="001025AA"/>
    <w:rsid w:val="001025B1"/>
    <w:rsid w:val="00102C36"/>
    <w:rsid w:val="00102D78"/>
    <w:rsid w:val="00104819"/>
    <w:rsid w:val="00105B03"/>
    <w:rsid w:val="00105BEA"/>
    <w:rsid w:val="00105C37"/>
    <w:rsid w:val="00107160"/>
    <w:rsid w:val="00107734"/>
    <w:rsid w:val="0011030E"/>
    <w:rsid w:val="00111A9A"/>
    <w:rsid w:val="00111CA5"/>
    <w:rsid w:val="00112B2A"/>
    <w:rsid w:val="00112F60"/>
    <w:rsid w:val="0011324A"/>
    <w:rsid w:val="00113641"/>
    <w:rsid w:val="00114D9B"/>
    <w:rsid w:val="00115E98"/>
    <w:rsid w:val="00116419"/>
    <w:rsid w:val="00116795"/>
    <w:rsid w:val="00116EBC"/>
    <w:rsid w:val="0011748D"/>
    <w:rsid w:val="00120489"/>
    <w:rsid w:val="00120C3B"/>
    <w:rsid w:val="00120EAC"/>
    <w:rsid w:val="00120EFE"/>
    <w:rsid w:val="00121A86"/>
    <w:rsid w:val="00122123"/>
    <w:rsid w:val="00122A91"/>
    <w:rsid w:val="00122BCE"/>
    <w:rsid w:val="00123CBB"/>
    <w:rsid w:val="00123EF8"/>
    <w:rsid w:val="0012557D"/>
    <w:rsid w:val="00126E2D"/>
    <w:rsid w:val="00130230"/>
    <w:rsid w:val="0013121C"/>
    <w:rsid w:val="001317E4"/>
    <w:rsid w:val="00131B26"/>
    <w:rsid w:val="001320ED"/>
    <w:rsid w:val="00132D00"/>
    <w:rsid w:val="00134CCD"/>
    <w:rsid w:val="001350D7"/>
    <w:rsid w:val="0013576D"/>
    <w:rsid w:val="001360D3"/>
    <w:rsid w:val="0013639A"/>
    <w:rsid w:val="00136F13"/>
    <w:rsid w:val="0013712B"/>
    <w:rsid w:val="001377FC"/>
    <w:rsid w:val="0014062B"/>
    <w:rsid w:val="001411EE"/>
    <w:rsid w:val="00141A69"/>
    <w:rsid w:val="00141C1D"/>
    <w:rsid w:val="00141DAA"/>
    <w:rsid w:val="00142891"/>
    <w:rsid w:val="0014294F"/>
    <w:rsid w:val="00142FE2"/>
    <w:rsid w:val="00143C73"/>
    <w:rsid w:val="00143C88"/>
    <w:rsid w:val="00144970"/>
    <w:rsid w:val="00144A5B"/>
    <w:rsid w:val="00145373"/>
    <w:rsid w:val="00145D49"/>
    <w:rsid w:val="001461C4"/>
    <w:rsid w:val="001468AC"/>
    <w:rsid w:val="00146F70"/>
    <w:rsid w:val="001472D1"/>
    <w:rsid w:val="00150A0D"/>
    <w:rsid w:val="001512B1"/>
    <w:rsid w:val="00151336"/>
    <w:rsid w:val="001522ED"/>
    <w:rsid w:val="001532FA"/>
    <w:rsid w:val="00153882"/>
    <w:rsid w:val="00153B13"/>
    <w:rsid w:val="00153BAC"/>
    <w:rsid w:val="00153BFE"/>
    <w:rsid w:val="00154955"/>
    <w:rsid w:val="00154DF4"/>
    <w:rsid w:val="0015507D"/>
    <w:rsid w:val="00156629"/>
    <w:rsid w:val="0015720C"/>
    <w:rsid w:val="00157543"/>
    <w:rsid w:val="00160A22"/>
    <w:rsid w:val="00160AC2"/>
    <w:rsid w:val="00160B7B"/>
    <w:rsid w:val="00161D9B"/>
    <w:rsid w:val="0016238A"/>
    <w:rsid w:val="00162750"/>
    <w:rsid w:val="001627F4"/>
    <w:rsid w:val="00162D80"/>
    <w:rsid w:val="0016338A"/>
    <w:rsid w:val="00163E4B"/>
    <w:rsid w:val="00165D81"/>
    <w:rsid w:val="0016634F"/>
    <w:rsid w:val="0016661D"/>
    <w:rsid w:val="0016711D"/>
    <w:rsid w:val="00167852"/>
    <w:rsid w:val="001707FB"/>
    <w:rsid w:val="00170933"/>
    <w:rsid w:val="001714F6"/>
    <w:rsid w:val="001716C0"/>
    <w:rsid w:val="00171A4C"/>
    <w:rsid w:val="00172C1A"/>
    <w:rsid w:val="0017320A"/>
    <w:rsid w:val="0017328A"/>
    <w:rsid w:val="001737E0"/>
    <w:rsid w:val="00173AAF"/>
    <w:rsid w:val="00174158"/>
    <w:rsid w:val="00174350"/>
    <w:rsid w:val="001748DA"/>
    <w:rsid w:val="00174BE0"/>
    <w:rsid w:val="00177995"/>
    <w:rsid w:val="00180848"/>
    <w:rsid w:val="001827DB"/>
    <w:rsid w:val="001828B7"/>
    <w:rsid w:val="001836E6"/>
    <w:rsid w:val="0018467C"/>
    <w:rsid w:val="00184F60"/>
    <w:rsid w:val="00185C6D"/>
    <w:rsid w:val="00185DDC"/>
    <w:rsid w:val="00186B8D"/>
    <w:rsid w:val="00186C93"/>
    <w:rsid w:val="00187204"/>
    <w:rsid w:val="001878BF"/>
    <w:rsid w:val="00190092"/>
    <w:rsid w:val="0019042C"/>
    <w:rsid w:val="00190972"/>
    <w:rsid w:val="00190B4A"/>
    <w:rsid w:val="00193206"/>
    <w:rsid w:val="00193547"/>
    <w:rsid w:val="00194391"/>
    <w:rsid w:val="001943F0"/>
    <w:rsid w:val="001955D3"/>
    <w:rsid w:val="001A0EB6"/>
    <w:rsid w:val="001A120E"/>
    <w:rsid w:val="001A1645"/>
    <w:rsid w:val="001A1952"/>
    <w:rsid w:val="001A402F"/>
    <w:rsid w:val="001A47AA"/>
    <w:rsid w:val="001A58DF"/>
    <w:rsid w:val="001B061A"/>
    <w:rsid w:val="001B0C9E"/>
    <w:rsid w:val="001B11C1"/>
    <w:rsid w:val="001B1601"/>
    <w:rsid w:val="001B1736"/>
    <w:rsid w:val="001B1D1D"/>
    <w:rsid w:val="001B433B"/>
    <w:rsid w:val="001B4446"/>
    <w:rsid w:val="001B4527"/>
    <w:rsid w:val="001B5E70"/>
    <w:rsid w:val="001B5FA6"/>
    <w:rsid w:val="001B78A5"/>
    <w:rsid w:val="001B79AD"/>
    <w:rsid w:val="001B7AB4"/>
    <w:rsid w:val="001B7ABA"/>
    <w:rsid w:val="001B7D92"/>
    <w:rsid w:val="001C0006"/>
    <w:rsid w:val="001C0503"/>
    <w:rsid w:val="001C26DB"/>
    <w:rsid w:val="001C3654"/>
    <w:rsid w:val="001C3788"/>
    <w:rsid w:val="001C4680"/>
    <w:rsid w:val="001C4703"/>
    <w:rsid w:val="001C4A6F"/>
    <w:rsid w:val="001C574C"/>
    <w:rsid w:val="001C6732"/>
    <w:rsid w:val="001C79CC"/>
    <w:rsid w:val="001C7A26"/>
    <w:rsid w:val="001D037B"/>
    <w:rsid w:val="001D12F2"/>
    <w:rsid w:val="001D1B3D"/>
    <w:rsid w:val="001D2668"/>
    <w:rsid w:val="001D2886"/>
    <w:rsid w:val="001D3D52"/>
    <w:rsid w:val="001D48C0"/>
    <w:rsid w:val="001D520C"/>
    <w:rsid w:val="001D5FE5"/>
    <w:rsid w:val="001D6D54"/>
    <w:rsid w:val="001D6EFF"/>
    <w:rsid w:val="001D7D95"/>
    <w:rsid w:val="001D7EFA"/>
    <w:rsid w:val="001E202B"/>
    <w:rsid w:val="001E26B1"/>
    <w:rsid w:val="001E3243"/>
    <w:rsid w:val="001E348A"/>
    <w:rsid w:val="001E4994"/>
    <w:rsid w:val="001E4CA8"/>
    <w:rsid w:val="001E5866"/>
    <w:rsid w:val="001E59B0"/>
    <w:rsid w:val="001E5A54"/>
    <w:rsid w:val="001E6469"/>
    <w:rsid w:val="001E6879"/>
    <w:rsid w:val="001E6F55"/>
    <w:rsid w:val="001F321F"/>
    <w:rsid w:val="001F32A3"/>
    <w:rsid w:val="001F3834"/>
    <w:rsid w:val="001F472E"/>
    <w:rsid w:val="001F47EB"/>
    <w:rsid w:val="001F4860"/>
    <w:rsid w:val="001F4AA9"/>
    <w:rsid w:val="001F672C"/>
    <w:rsid w:val="001F6E55"/>
    <w:rsid w:val="001F6FA7"/>
    <w:rsid w:val="001F7BDD"/>
    <w:rsid w:val="002004C5"/>
    <w:rsid w:val="00200830"/>
    <w:rsid w:val="0020194E"/>
    <w:rsid w:val="00202CC4"/>
    <w:rsid w:val="00202DC6"/>
    <w:rsid w:val="002035ED"/>
    <w:rsid w:val="00204760"/>
    <w:rsid w:val="00205656"/>
    <w:rsid w:val="002070DC"/>
    <w:rsid w:val="00207556"/>
    <w:rsid w:val="00210040"/>
    <w:rsid w:val="00211278"/>
    <w:rsid w:val="0021202E"/>
    <w:rsid w:val="00213CB6"/>
    <w:rsid w:val="00214987"/>
    <w:rsid w:val="0021557D"/>
    <w:rsid w:val="00216018"/>
    <w:rsid w:val="002173CA"/>
    <w:rsid w:val="002178B3"/>
    <w:rsid w:val="002202F5"/>
    <w:rsid w:val="00220690"/>
    <w:rsid w:val="002223F2"/>
    <w:rsid w:val="00223D0D"/>
    <w:rsid w:val="00224097"/>
    <w:rsid w:val="002241DD"/>
    <w:rsid w:val="00225004"/>
    <w:rsid w:val="00225768"/>
    <w:rsid w:val="002258E7"/>
    <w:rsid w:val="00226413"/>
    <w:rsid w:val="00226E29"/>
    <w:rsid w:val="00227788"/>
    <w:rsid w:val="002326A4"/>
    <w:rsid w:val="0023404D"/>
    <w:rsid w:val="00235185"/>
    <w:rsid w:val="00235711"/>
    <w:rsid w:val="0023667F"/>
    <w:rsid w:val="00236AE4"/>
    <w:rsid w:val="00236B94"/>
    <w:rsid w:val="00236BCD"/>
    <w:rsid w:val="0023765E"/>
    <w:rsid w:val="00237BEB"/>
    <w:rsid w:val="0024094F"/>
    <w:rsid w:val="00240E83"/>
    <w:rsid w:val="00241141"/>
    <w:rsid w:val="002416EA"/>
    <w:rsid w:val="002417FF"/>
    <w:rsid w:val="00241FFF"/>
    <w:rsid w:val="002431FF"/>
    <w:rsid w:val="002435CB"/>
    <w:rsid w:val="00243B2A"/>
    <w:rsid w:val="00244427"/>
    <w:rsid w:val="0024468B"/>
    <w:rsid w:val="0024490C"/>
    <w:rsid w:val="00245812"/>
    <w:rsid w:val="00245AD9"/>
    <w:rsid w:val="00245D0A"/>
    <w:rsid w:val="00246CC8"/>
    <w:rsid w:val="00247C47"/>
    <w:rsid w:val="002516EC"/>
    <w:rsid w:val="00251A0E"/>
    <w:rsid w:val="00252DC3"/>
    <w:rsid w:val="002532BD"/>
    <w:rsid w:val="002538FE"/>
    <w:rsid w:val="00253CAE"/>
    <w:rsid w:val="00253CE5"/>
    <w:rsid w:val="002545A6"/>
    <w:rsid w:val="002547E0"/>
    <w:rsid w:val="00255941"/>
    <w:rsid w:val="002564A6"/>
    <w:rsid w:val="00256E86"/>
    <w:rsid w:val="002577E6"/>
    <w:rsid w:val="00260DB1"/>
    <w:rsid w:val="00260F78"/>
    <w:rsid w:val="002619D5"/>
    <w:rsid w:val="00262C06"/>
    <w:rsid w:val="00263447"/>
    <w:rsid w:val="00263687"/>
    <w:rsid w:val="00263FC2"/>
    <w:rsid w:val="0026422C"/>
    <w:rsid w:val="00266171"/>
    <w:rsid w:val="00266EB7"/>
    <w:rsid w:val="00270B3E"/>
    <w:rsid w:val="00273939"/>
    <w:rsid w:val="00273B1C"/>
    <w:rsid w:val="00274B1A"/>
    <w:rsid w:val="0027650C"/>
    <w:rsid w:val="00276A51"/>
    <w:rsid w:val="0027708C"/>
    <w:rsid w:val="00277CDD"/>
    <w:rsid w:val="0028095C"/>
    <w:rsid w:val="00280E01"/>
    <w:rsid w:val="00281DAB"/>
    <w:rsid w:val="00282F39"/>
    <w:rsid w:val="00284890"/>
    <w:rsid w:val="002854F5"/>
    <w:rsid w:val="002858AD"/>
    <w:rsid w:val="00285A57"/>
    <w:rsid w:val="00286912"/>
    <w:rsid w:val="00287DE5"/>
    <w:rsid w:val="00292445"/>
    <w:rsid w:val="002941CD"/>
    <w:rsid w:val="002952D2"/>
    <w:rsid w:val="0029543A"/>
    <w:rsid w:val="002964CE"/>
    <w:rsid w:val="002A04F1"/>
    <w:rsid w:val="002A0ACD"/>
    <w:rsid w:val="002A1573"/>
    <w:rsid w:val="002A22A2"/>
    <w:rsid w:val="002A2820"/>
    <w:rsid w:val="002A3E19"/>
    <w:rsid w:val="002A3F11"/>
    <w:rsid w:val="002A4355"/>
    <w:rsid w:val="002A4E22"/>
    <w:rsid w:val="002A52C1"/>
    <w:rsid w:val="002A7036"/>
    <w:rsid w:val="002A7AE6"/>
    <w:rsid w:val="002A7E80"/>
    <w:rsid w:val="002B0022"/>
    <w:rsid w:val="002B0668"/>
    <w:rsid w:val="002B0CAE"/>
    <w:rsid w:val="002B4DE9"/>
    <w:rsid w:val="002B4E89"/>
    <w:rsid w:val="002B57FB"/>
    <w:rsid w:val="002B6A6E"/>
    <w:rsid w:val="002B6DA3"/>
    <w:rsid w:val="002C00C6"/>
    <w:rsid w:val="002C3ACC"/>
    <w:rsid w:val="002C41C6"/>
    <w:rsid w:val="002C4C83"/>
    <w:rsid w:val="002C5A95"/>
    <w:rsid w:val="002C5BAF"/>
    <w:rsid w:val="002C6542"/>
    <w:rsid w:val="002C6926"/>
    <w:rsid w:val="002C6FB8"/>
    <w:rsid w:val="002C768D"/>
    <w:rsid w:val="002D007B"/>
    <w:rsid w:val="002D0FC4"/>
    <w:rsid w:val="002D176C"/>
    <w:rsid w:val="002D3000"/>
    <w:rsid w:val="002D6A73"/>
    <w:rsid w:val="002D7034"/>
    <w:rsid w:val="002D76CD"/>
    <w:rsid w:val="002D7EF7"/>
    <w:rsid w:val="002E2366"/>
    <w:rsid w:val="002E3C44"/>
    <w:rsid w:val="002E45F4"/>
    <w:rsid w:val="002E4D0A"/>
    <w:rsid w:val="002E5681"/>
    <w:rsid w:val="002E5CD1"/>
    <w:rsid w:val="002E5D4C"/>
    <w:rsid w:val="002E6C8A"/>
    <w:rsid w:val="002E7645"/>
    <w:rsid w:val="002E771B"/>
    <w:rsid w:val="002E7D68"/>
    <w:rsid w:val="002E7DFB"/>
    <w:rsid w:val="002F064E"/>
    <w:rsid w:val="002F081F"/>
    <w:rsid w:val="002F2AAF"/>
    <w:rsid w:val="002F2D38"/>
    <w:rsid w:val="002F4126"/>
    <w:rsid w:val="002F46BF"/>
    <w:rsid w:val="002F552D"/>
    <w:rsid w:val="002F562E"/>
    <w:rsid w:val="002F56A0"/>
    <w:rsid w:val="002F579A"/>
    <w:rsid w:val="002F6931"/>
    <w:rsid w:val="002F694E"/>
    <w:rsid w:val="002F6987"/>
    <w:rsid w:val="002F77ED"/>
    <w:rsid w:val="002F7AA9"/>
    <w:rsid w:val="00300F6A"/>
    <w:rsid w:val="00301A88"/>
    <w:rsid w:val="00303393"/>
    <w:rsid w:val="003034E0"/>
    <w:rsid w:val="003056BD"/>
    <w:rsid w:val="003064F0"/>
    <w:rsid w:val="003065E4"/>
    <w:rsid w:val="00306725"/>
    <w:rsid w:val="003072E6"/>
    <w:rsid w:val="0031017C"/>
    <w:rsid w:val="00310931"/>
    <w:rsid w:val="0031248C"/>
    <w:rsid w:val="003128E1"/>
    <w:rsid w:val="003145A2"/>
    <w:rsid w:val="003150F4"/>
    <w:rsid w:val="0031553D"/>
    <w:rsid w:val="003158FA"/>
    <w:rsid w:val="003170A2"/>
    <w:rsid w:val="00317C48"/>
    <w:rsid w:val="00320CF6"/>
    <w:rsid w:val="00321FF3"/>
    <w:rsid w:val="003223E8"/>
    <w:rsid w:val="00323419"/>
    <w:rsid w:val="00324663"/>
    <w:rsid w:val="00324A79"/>
    <w:rsid w:val="003267E4"/>
    <w:rsid w:val="00326F06"/>
    <w:rsid w:val="003273DA"/>
    <w:rsid w:val="0033008A"/>
    <w:rsid w:val="00330BC3"/>
    <w:rsid w:val="00334CA4"/>
    <w:rsid w:val="003357FE"/>
    <w:rsid w:val="00335D27"/>
    <w:rsid w:val="003362D2"/>
    <w:rsid w:val="0033739D"/>
    <w:rsid w:val="00337A46"/>
    <w:rsid w:val="00337BC3"/>
    <w:rsid w:val="00341651"/>
    <w:rsid w:val="00341BD7"/>
    <w:rsid w:val="00341D33"/>
    <w:rsid w:val="003422A1"/>
    <w:rsid w:val="00342DA0"/>
    <w:rsid w:val="00343AD2"/>
    <w:rsid w:val="00344307"/>
    <w:rsid w:val="00344322"/>
    <w:rsid w:val="00344ABD"/>
    <w:rsid w:val="00345552"/>
    <w:rsid w:val="00347024"/>
    <w:rsid w:val="0035039E"/>
    <w:rsid w:val="00350E23"/>
    <w:rsid w:val="00351040"/>
    <w:rsid w:val="00351450"/>
    <w:rsid w:val="00351D79"/>
    <w:rsid w:val="00351EDB"/>
    <w:rsid w:val="0035446D"/>
    <w:rsid w:val="003553D6"/>
    <w:rsid w:val="00355737"/>
    <w:rsid w:val="00355833"/>
    <w:rsid w:val="00355A85"/>
    <w:rsid w:val="0035607F"/>
    <w:rsid w:val="0036025B"/>
    <w:rsid w:val="003606CF"/>
    <w:rsid w:val="00360F6B"/>
    <w:rsid w:val="003610D2"/>
    <w:rsid w:val="00361591"/>
    <w:rsid w:val="00361D59"/>
    <w:rsid w:val="00361E57"/>
    <w:rsid w:val="00362AC1"/>
    <w:rsid w:val="00363324"/>
    <w:rsid w:val="003642DB"/>
    <w:rsid w:val="00364616"/>
    <w:rsid w:val="00365FF0"/>
    <w:rsid w:val="00367910"/>
    <w:rsid w:val="0037058E"/>
    <w:rsid w:val="00371CEA"/>
    <w:rsid w:val="00372E42"/>
    <w:rsid w:val="0037455A"/>
    <w:rsid w:val="00375A04"/>
    <w:rsid w:val="00375DF2"/>
    <w:rsid w:val="00376778"/>
    <w:rsid w:val="003768F4"/>
    <w:rsid w:val="00380563"/>
    <w:rsid w:val="003822AB"/>
    <w:rsid w:val="00382938"/>
    <w:rsid w:val="0038382F"/>
    <w:rsid w:val="00383B43"/>
    <w:rsid w:val="00383BBE"/>
    <w:rsid w:val="00384BFE"/>
    <w:rsid w:val="003911EB"/>
    <w:rsid w:val="00391F65"/>
    <w:rsid w:val="00392603"/>
    <w:rsid w:val="003947AF"/>
    <w:rsid w:val="00395A8D"/>
    <w:rsid w:val="00395CD2"/>
    <w:rsid w:val="00397781"/>
    <w:rsid w:val="00397B1B"/>
    <w:rsid w:val="00397EFA"/>
    <w:rsid w:val="003A0C25"/>
    <w:rsid w:val="003A0EBA"/>
    <w:rsid w:val="003A0F79"/>
    <w:rsid w:val="003A1702"/>
    <w:rsid w:val="003A237E"/>
    <w:rsid w:val="003A2806"/>
    <w:rsid w:val="003A29A4"/>
    <w:rsid w:val="003A2BE3"/>
    <w:rsid w:val="003A4948"/>
    <w:rsid w:val="003A534D"/>
    <w:rsid w:val="003A5B83"/>
    <w:rsid w:val="003A6131"/>
    <w:rsid w:val="003A67F9"/>
    <w:rsid w:val="003A7A1D"/>
    <w:rsid w:val="003A7EBD"/>
    <w:rsid w:val="003B14D8"/>
    <w:rsid w:val="003B3042"/>
    <w:rsid w:val="003B359F"/>
    <w:rsid w:val="003B372B"/>
    <w:rsid w:val="003B3855"/>
    <w:rsid w:val="003B3C46"/>
    <w:rsid w:val="003B3D94"/>
    <w:rsid w:val="003B4342"/>
    <w:rsid w:val="003B5005"/>
    <w:rsid w:val="003B54F6"/>
    <w:rsid w:val="003B57DA"/>
    <w:rsid w:val="003B6146"/>
    <w:rsid w:val="003B6340"/>
    <w:rsid w:val="003B7190"/>
    <w:rsid w:val="003B7A1E"/>
    <w:rsid w:val="003B7E69"/>
    <w:rsid w:val="003C1D70"/>
    <w:rsid w:val="003C292C"/>
    <w:rsid w:val="003C2CFC"/>
    <w:rsid w:val="003C2E82"/>
    <w:rsid w:val="003C3480"/>
    <w:rsid w:val="003C37C8"/>
    <w:rsid w:val="003C4349"/>
    <w:rsid w:val="003C4685"/>
    <w:rsid w:val="003C525C"/>
    <w:rsid w:val="003C5E5C"/>
    <w:rsid w:val="003C69FB"/>
    <w:rsid w:val="003C6A37"/>
    <w:rsid w:val="003C712B"/>
    <w:rsid w:val="003C74A3"/>
    <w:rsid w:val="003C7F3E"/>
    <w:rsid w:val="003D0162"/>
    <w:rsid w:val="003D16EF"/>
    <w:rsid w:val="003D1BC8"/>
    <w:rsid w:val="003D1E99"/>
    <w:rsid w:val="003D24ED"/>
    <w:rsid w:val="003D2BD0"/>
    <w:rsid w:val="003D2C03"/>
    <w:rsid w:val="003D2FD3"/>
    <w:rsid w:val="003D328D"/>
    <w:rsid w:val="003D43C7"/>
    <w:rsid w:val="003D4650"/>
    <w:rsid w:val="003D46C9"/>
    <w:rsid w:val="003D4DAB"/>
    <w:rsid w:val="003D559A"/>
    <w:rsid w:val="003D6710"/>
    <w:rsid w:val="003E09FF"/>
    <w:rsid w:val="003E0D81"/>
    <w:rsid w:val="003E1483"/>
    <w:rsid w:val="003E2FD0"/>
    <w:rsid w:val="003E4ABF"/>
    <w:rsid w:val="003E4B14"/>
    <w:rsid w:val="003E56F2"/>
    <w:rsid w:val="003E5789"/>
    <w:rsid w:val="003E5943"/>
    <w:rsid w:val="003E5BD1"/>
    <w:rsid w:val="003E6192"/>
    <w:rsid w:val="003E6507"/>
    <w:rsid w:val="003E66C0"/>
    <w:rsid w:val="003E67D8"/>
    <w:rsid w:val="003E6C14"/>
    <w:rsid w:val="003E6CF9"/>
    <w:rsid w:val="003F0642"/>
    <w:rsid w:val="003F1088"/>
    <w:rsid w:val="003F1D59"/>
    <w:rsid w:val="003F265E"/>
    <w:rsid w:val="003F2B72"/>
    <w:rsid w:val="003F2D77"/>
    <w:rsid w:val="003F3444"/>
    <w:rsid w:val="003F36BC"/>
    <w:rsid w:val="003F421B"/>
    <w:rsid w:val="003F58C0"/>
    <w:rsid w:val="003F5BF9"/>
    <w:rsid w:val="003F5C7B"/>
    <w:rsid w:val="003F6A33"/>
    <w:rsid w:val="003F7DCD"/>
    <w:rsid w:val="00400007"/>
    <w:rsid w:val="00400886"/>
    <w:rsid w:val="00400941"/>
    <w:rsid w:val="00400E51"/>
    <w:rsid w:val="0040262E"/>
    <w:rsid w:val="00403A8F"/>
    <w:rsid w:val="0040446A"/>
    <w:rsid w:val="00404856"/>
    <w:rsid w:val="0040504B"/>
    <w:rsid w:val="00405060"/>
    <w:rsid w:val="00405134"/>
    <w:rsid w:val="004052F6"/>
    <w:rsid w:val="004075E0"/>
    <w:rsid w:val="004079F2"/>
    <w:rsid w:val="00407A21"/>
    <w:rsid w:val="00407BF8"/>
    <w:rsid w:val="00410858"/>
    <w:rsid w:val="00410F1D"/>
    <w:rsid w:val="004125D4"/>
    <w:rsid w:val="004143EB"/>
    <w:rsid w:val="00416936"/>
    <w:rsid w:val="00417313"/>
    <w:rsid w:val="00422204"/>
    <w:rsid w:val="004223A8"/>
    <w:rsid w:val="00423221"/>
    <w:rsid w:val="004239F6"/>
    <w:rsid w:val="00423B23"/>
    <w:rsid w:val="00424BB9"/>
    <w:rsid w:val="00424FCC"/>
    <w:rsid w:val="00425A72"/>
    <w:rsid w:val="00425AD8"/>
    <w:rsid w:val="00426151"/>
    <w:rsid w:val="00427D45"/>
    <w:rsid w:val="00430379"/>
    <w:rsid w:val="00431CCE"/>
    <w:rsid w:val="0043263E"/>
    <w:rsid w:val="00433B87"/>
    <w:rsid w:val="00434102"/>
    <w:rsid w:val="00434812"/>
    <w:rsid w:val="004358D9"/>
    <w:rsid w:val="004362CE"/>
    <w:rsid w:val="00436F61"/>
    <w:rsid w:val="00437AE3"/>
    <w:rsid w:val="00440FA2"/>
    <w:rsid w:val="0044121A"/>
    <w:rsid w:val="00441A52"/>
    <w:rsid w:val="004436CB"/>
    <w:rsid w:val="00443FA2"/>
    <w:rsid w:val="00444CB3"/>
    <w:rsid w:val="00444DA4"/>
    <w:rsid w:val="00445237"/>
    <w:rsid w:val="00446C0E"/>
    <w:rsid w:val="00447094"/>
    <w:rsid w:val="00447524"/>
    <w:rsid w:val="0044766E"/>
    <w:rsid w:val="0045013D"/>
    <w:rsid w:val="00451B4E"/>
    <w:rsid w:val="0045226C"/>
    <w:rsid w:val="004530C7"/>
    <w:rsid w:val="004531FF"/>
    <w:rsid w:val="00454038"/>
    <w:rsid w:val="0045452F"/>
    <w:rsid w:val="00454564"/>
    <w:rsid w:val="004553E4"/>
    <w:rsid w:val="00456A46"/>
    <w:rsid w:val="00457820"/>
    <w:rsid w:val="00460FE0"/>
    <w:rsid w:val="004613E9"/>
    <w:rsid w:val="0046294A"/>
    <w:rsid w:val="00462E65"/>
    <w:rsid w:val="004633B5"/>
    <w:rsid w:val="00463A80"/>
    <w:rsid w:val="004646EC"/>
    <w:rsid w:val="00464A7E"/>
    <w:rsid w:val="00465D06"/>
    <w:rsid w:val="004671EF"/>
    <w:rsid w:val="004673B1"/>
    <w:rsid w:val="0047034E"/>
    <w:rsid w:val="004703AA"/>
    <w:rsid w:val="00470EE9"/>
    <w:rsid w:val="004715ED"/>
    <w:rsid w:val="0047259D"/>
    <w:rsid w:val="00472961"/>
    <w:rsid w:val="00475A7A"/>
    <w:rsid w:val="00480356"/>
    <w:rsid w:val="00480694"/>
    <w:rsid w:val="00481170"/>
    <w:rsid w:val="00481713"/>
    <w:rsid w:val="00481E78"/>
    <w:rsid w:val="0048271D"/>
    <w:rsid w:val="0048398E"/>
    <w:rsid w:val="00484D64"/>
    <w:rsid w:val="004856FA"/>
    <w:rsid w:val="00485BEA"/>
    <w:rsid w:val="004865E9"/>
    <w:rsid w:val="00486A2B"/>
    <w:rsid w:val="004874E5"/>
    <w:rsid w:val="004875CA"/>
    <w:rsid w:val="004877B0"/>
    <w:rsid w:val="004877B8"/>
    <w:rsid w:val="004900EE"/>
    <w:rsid w:val="00492786"/>
    <w:rsid w:val="004929D6"/>
    <w:rsid w:val="004933D7"/>
    <w:rsid w:val="00493757"/>
    <w:rsid w:val="00494681"/>
    <w:rsid w:val="0049562D"/>
    <w:rsid w:val="00497221"/>
    <w:rsid w:val="00497460"/>
    <w:rsid w:val="00497C29"/>
    <w:rsid w:val="004A1F1F"/>
    <w:rsid w:val="004A2DA8"/>
    <w:rsid w:val="004A377E"/>
    <w:rsid w:val="004A486C"/>
    <w:rsid w:val="004A4FEC"/>
    <w:rsid w:val="004A5014"/>
    <w:rsid w:val="004A6118"/>
    <w:rsid w:val="004A63FB"/>
    <w:rsid w:val="004A66F6"/>
    <w:rsid w:val="004A67E5"/>
    <w:rsid w:val="004A69E7"/>
    <w:rsid w:val="004A7708"/>
    <w:rsid w:val="004A7807"/>
    <w:rsid w:val="004B185F"/>
    <w:rsid w:val="004B2003"/>
    <w:rsid w:val="004B310E"/>
    <w:rsid w:val="004B32A8"/>
    <w:rsid w:val="004B3479"/>
    <w:rsid w:val="004B4173"/>
    <w:rsid w:val="004B5F48"/>
    <w:rsid w:val="004B6282"/>
    <w:rsid w:val="004B6927"/>
    <w:rsid w:val="004B6C97"/>
    <w:rsid w:val="004C03C4"/>
    <w:rsid w:val="004C0523"/>
    <w:rsid w:val="004C0B1B"/>
    <w:rsid w:val="004C113B"/>
    <w:rsid w:val="004C12E8"/>
    <w:rsid w:val="004C1B7F"/>
    <w:rsid w:val="004C3686"/>
    <w:rsid w:val="004C54D4"/>
    <w:rsid w:val="004C5779"/>
    <w:rsid w:val="004C6111"/>
    <w:rsid w:val="004C6D3D"/>
    <w:rsid w:val="004C74AA"/>
    <w:rsid w:val="004D0358"/>
    <w:rsid w:val="004D0563"/>
    <w:rsid w:val="004D0751"/>
    <w:rsid w:val="004D07BD"/>
    <w:rsid w:val="004D0B16"/>
    <w:rsid w:val="004D1112"/>
    <w:rsid w:val="004D1985"/>
    <w:rsid w:val="004D1BEA"/>
    <w:rsid w:val="004D2483"/>
    <w:rsid w:val="004D2FFD"/>
    <w:rsid w:val="004D346C"/>
    <w:rsid w:val="004D37F9"/>
    <w:rsid w:val="004D39E8"/>
    <w:rsid w:val="004D4BB3"/>
    <w:rsid w:val="004D573A"/>
    <w:rsid w:val="004D6A6F"/>
    <w:rsid w:val="004D6B72"/>
    <w:rsid w:val="004D6B92"/>
    <w:rsid w:val="004E0468"/>
    <w:rsid w:val="004E0E97"/>
    <w:rsid w:val="004E139E"/>
    <w:rsid w:val="004E14A0"/>
    <w:rsid w:val="004E177F"/>
    <w:rsid w:val="004E1E05"/>
    <w:rsid w:val="004E2156"/>
    <w:rsid w:val="004E2910"/>
    <w:rsid w:val="004E2982"/>
    <w:rsid w:val="004E2C76"/>
    <w:rsid w:val="004E360A"/>
    <w:rsid w:val="004E56A7"/>
    <w:rsid w:val="004E575B"/>
    <w:rsid w:val="004E5FA0"/>
    <w:rsid w:val="004E67BF"/>
    <w:rsid w:val="004E79FC"/>
    <w:rsid w:val="004E7E6A"/>
    <w:rsid w:val="004E7F44"/>
    <w:rsid w:val="004F06D4"/>
    <w:rsid w:val="004F090D"/>
    <w:rsid w:val="004F0A23"/>
    <w:rsid w:val="004F0ED2"/>
    <w:rsid w:val="004F163C"/>
    <w:rsid w:val="004F19BB"/>
    <w:rsid w:val="004F3D82"/>
    <w:rsid w:val="004F45B9"/>
    <w:rsid w:val="004F474C"/>
    <w:rsid w:val="004F4EF2"/>
    <w:rsid w:val="004F4F4D"/>
    <w:rsid w:val="004F5ADE"/>
    <w:rsid w:val="004F6DAA"/>
    <w:rsid w:val="004F7008"/>
    <w:rsid w:val="004F741F"/>
    <w:rsid w:val="004F77B8"/>
    <w:rsid w:val="004F7C22"/>
    <w:rsid w:val="0050201B"/>
    <w:rsid w:val="00502FAA"/>
    <w:rsid w:val="005038EF"/>
    <w:rsid w:val="00503B43"/>
    <w:rsid w:val="0050469E"/>
    <w:rsid w:val="00504EE8"/>
    <w:rsid w:val="0050620F"/>
    <w:rsid w:val="00507A5A"/>
    <w:rsid w:val="00507CDB"/>
    <w:rsid w:val="00507DDC"/>
    <w:rsid w:val="00510679"/>
    <w:rsid w:val="00511C30"/>
    <w:rsid w:val="005120D1"/>
    <w:rsid w:val="0051256A"/>
    <w:rsid w:val="00512684"/>
    <w:rsid w:val="00512D8C"/>
    <w:rsid w:val="00513669"/>
    <w:rsid w:val="00514772"/>
    <w:rsid w:val="00514D1C"/>
    <w:rsid w:val="0051590D"/>
    <w:rsid w:val="00515BC5"/>
    <w:rsid w:val="00515E89"/>
    <w:rsid w:val="0051602B"/>
    <w:rsid w:val="00516992"/>
    <w:rsid w:val="00516B8C"/>
    <w:rsid w:val="00517C2D"/>
    <w:rsid w:val="00520205"/>
    <w:rsid w:val="005205F5"/>
    <w:rsid w:val="00520E66"/>
    <w:rsid w:val="005221D0"/>
    <w:rsid w:val="005225D8"/>
    <w:rsid w:val="00523D53"/>
    <w:rsid w:val="005243CF"/>
    <w:rsid w:val="0052464B"/>
    <w:rsid w:val="00525537"/>
    <w:rsid w:val="0052600F"/>
    <w:rsid w:val="005266A4"/>
    <w:rsid w:val="005269C3"/>
    <w:rsid w:val="00526C3A"/>
    <w:rsid w:val="0052756D"/>
    <w:rsid w:val="0053149E"/>
    <w:rsid w:val="00532081"/>
    <w:rsid w:val="005339DA"/>
    <w:rsid w:val="00534037"/>
    <w:rsid w:val="005344D8"/>
    <w:rsid w:val="0053488C"/>
    <w:rsid w:val="0053493F"/>
    <w:rsid w:val="005369CC"/>
    <w:rsid w:val="00536C6D"/>
    <w:rsid w:val="00537E9F"/>
    <w:rsid w:val="00541173"/>
    <w:rsid w:val="00541200"/>
    <w:rsid w:val="0054176A"/>
    <w:rsid w:val="00541783"/>
    <w:rsid w:val="005420E3"/>
    <w:rsid w:val="00543805"/>
    <w:rsid w:val="00543974"/>
    <w:rsid w:val="005441D6"/>
    <w:rsid w:val="00544B2D"/>
    <w:rsid w:val="00544C5B"/>
    <w:rsid w:val="005457A6"/>
    <w:rsid w:val="00545F6E"/>
    <w:rsid w:val="00546DCA"/>
    <w:rsid w:val="00547486"/>
    <w:rsid w:val="00547DD9"/>
    <w:rsid w:val="0055035B"/>
    <w:rsid w:val="005503CF"/>
    <w:rsid w:val="00550F56"/>
    <w:rsid w:val="005522A4"/>
    <w:rsid w:val="00552ADD"/>
    <w:rsid w:val="00552FB8"/>
    <w:rsid w:val="00553741"/>
    <w:rsid w:val="005546CA"/>
    <w:rsid w:val="00554E93"/>
    <w:rsid w:val="005552EE"/>
    <w:rsid w:val="005554B0"/>
    <w:rsid w:val="00555533"/>
    <w:rsid w:val="005560A2"/>
    <w:rsid w:val="00556EFA"/>
    <w:rsid w:val="0056064A"/>
    <w:rsid w:val="005606D4"/>
    <w:rsid w:val="00560725"/>
    <w:rsid w:val="005608D0"/>
    <w:rsid w:val="00561720"/>
    <w:rsid w:val="00563357"/>
    <w:rsid w:val="00563EC6"/>
    <w:rsid w:val="005655E6"/>
    <w:rsid w:val="00566D37"/>
    <w:rsid w:val="0056784A"/>
    <w:rsid w:val="00570E76"/>
    <w:rsid w:val="005715DF"/>
    <w:rsid w:val="005722FB"/>
    <w:rsid w:val="00572915"/>
    <w:rsid w:val="00575B62"/>
    <w:rsid w:val="00575CFF"/>
    <w:rsid w:val="00576470"/>
    <w:rsid w:val="0057662C"/>
    <w:rsid w:val="00576C70"/>
    <w:rsid w:val="00577546"/>
    <w:rsid w:val="00580626"/>
    <w:rsid w:val="005810E0"/>
    <w:rsid w:val="0058171D"/>
    <w:rsid w:val="005831FE"/>
    <w:rsid w:val="00583A15"/>
    <w:rsid w:val="005841DD"/>
    <w:rsid w:val="005852E9"/>
    <w:rsid w:val="0058575D"/>
    <w:rsid w:val="00587005"/>
    <w:rsid w:val="00587135"/>
    <w:rsid w:val="00590D90"/>
    <w:rsid w:val="00590E2E"/>
    <w:rsid w:val="005914A4"/>
    <w:rsid w:val="00591D2A"/>
    <w:rsid w:val="00591D7F"/>
    <w:rsid w:val="00593047"/>
    <w:rsid w:val="005933A3"/>
    <w:rsid w:val="005933D4"/>
    <w:rsid w:val="00594434"/>
    <w:rsid w:val="00597682"/>
    <w:rsid w:val="00597D4B"/>
    <w:rsid w:val="005A0C4A"/>
    <w:rsid w:val="005A1294"/>
    <w:rsid w:val="005A13AC"/>
    <w:rsid w:val="005A20AB"/>
    <w:rsid w:val="005A3156"/>
    <w:rsid w:val="005A40A4"/>
    <w:rsid w:val="005A5446"/>
    <w:rsid w:val="005A636B"/>
    <w:rsid w:val="005A73D0"/>
    <w:rsid w:val="005A7BDC"/>
    <w:rsid w:val="005B062B"/>
    <w:rsid w:val="005B1B68"/>
    <w:rsid w:val="005B2C4A"/>
    <w:rsid w:val="005B30E8"/>
    <w:rsid w:val="005B3862"/>
    <w:rsid w:val="005B4986"/>
    <w:rsid w:val="005B4E1A"/>
    <w:rsid w:val="005B5715"/>
    <w:rsid w:val="005B5A52"/>
    <w:rsid w:val="005B6682"/>
    <w:rsid w:val="005B6877"/>
    <w:rsid w:val="005B6BBE"/>
    <w:rsid w:val="005B79B5"/>
    <w:rsid w:val="005B7B64"/>
    <w:rsid w:val="005B7F4C"/>
    <w:rsid w:val="005C07C2"/>
    <w:rsid w:val="005C4885"/>
    <w:rsid w:val="005C4C03"/>
    <w:rsid w:val="005C533D"/>
    <w:rsid w:val="005C60CE"/>
    <w:rsid w:val="005C6E69"/>
    <w:rsid w:val="005C723F"/>
    <w:rsid w:val="005C7362"/>
    <w:rsid w:val="005C7740"/>
    <w:rsid w:val="005D0092"/>
    <w:rsid w:val="005D1396"/>
    <w:rsid w:val="005D168F"/>
    <w:rsid w:val="005D1A70"/>
    <w:rsid w:val="005D1FCF"/>
    <w:rsid w:val="005D227B"/>
    <w:rsid w:val="005D30A6"/>
    <w:rsid w:val="005D3335"/>
    <w:rsid w:val="005D55FF"/>
    <w:rsid w:val="005D5641"/>
    <w:rsid w:val="005D67CC"/>
    <w:rsid w:val="005E06AB"/>
    <w:rsid w:val="005E1A82"/>
    <w:rsid w:val="005E3162"/>
    <w:rsid w:val="005E354D"/>
    <w:rsid w:val="005E45A2"/>
    <w:rsid w:val="005E5421"/>
    <w:rsid w:val="005E5708"/>
    <w:rsid w:val="005E6A6E"/>
    <w:rsid w:val="005F0D1F"/>
    <w:rsid w:val="005F0F07"/>
    <w:rsid w:val="005F1EC4"/>
    <w:rsid w:val="005F2A66"/>
    <w:rsid w:val="005F2C22"/>
    <w:rsid w:val="005F42B9"/>
    <w:rsid w:val="005F47F9"/>
    <w:rsid w:val="005F48DF"/>
    <w:rsid w:val="005F494F"/>
    <w:rsid w:val="005F4953"/>
    <w:rsid w:val="005F4C6A"/>
    <w:rsid w:val="005F5CE3"/>
    <w:rsid w:val="005F69BD"/>
    <w:rsid w:val="005F74EE"/>
    <w:rsid w:val="00600A69"/>
    <w:rsid w:val="00601658"/>
    <w:rsid w:val="00601683"/>
    <w:rsid w:val="0060179F"/>
    <w:rsid w:val="00601D35"/>
    <w:rsid w:val="00601EB6"/>
    <w:rsid w:val="00602C32"/>
    <w:rsid w:val="00602D53"/>
    <w:rsid w:val="006036C7"/>
    <w:rsid w:val="00605B9D"/>
    <w:rsid w:val="00606F7D"/>
    <w:rsid w:val="00606FC9"/>
    <w:rsid w:val="0060705A"/>
    <w:rsid w:val="00607E83"/>
    <w:rsid w:val="006101CA"/>
    <w:rsid w:val="00610747"/>
    <w:rsid w:val="00610E0E"/>
    <w:rsid w:val="006111ED"/>
    <w:rsid w:val="006119E6"/>
    <w:rsid w:val="00611C32"/>
    <w:rsid w:val="0061252C"/>
    <w:rsid w:val="006131BE"/>
    <w:rsid w:val="00613508"/>
    <w:rsid w:val="00613597"/>
    <w:rsid w:val="00614838"/>
    <w:rsid w:val="0061616A"/>
    <w:rsid w:val="006166B1"/>
    <w:rsid w:val="00616E10"/>
    <w:rsid w:val="00617752"/>
    <w:rsid w:val="0062004B"/>
    <w:rsid w:val="006202AF"/>
    <w:rsid w:val="00620889"/>
    <w:rsid w:val="0062094D"/>
    <w:rsid w:val="0062121E"/>
    <w:rsid w:val="00621279"/>
    <w:rsid w:val="00621635"/>
    <w:rsid w:val="006223EF"/>
    <w:rsid w:val="006224F8"/>
    <w:rsid w:val="00623FE0"/>
    <w:rsid w:val="00624E4E"/>
    <w:rsid w:val="00625069"/>
    <w:rsid w:val="00625B70"/>
    <w:rsid w:val="00626112"/>
    <w:rsid w:val="00626F93"/>
    <w:rsid w:val="0063000A"/>
    <w:rsid w:val="00630353"/>
    <w:rsid w:val="0063070D"/>
    <w:rsid w:val="006308D6"/>
    <w:rsid w:val="0063521D"/>
    <w:rsid w:val="00636086"/>
    <w:rsid w:val="0064025F"/>
    <w:rsid w:val="0064041D"/>
    <w:rsid w:val="00640630"/>
    <w:rsid w:val="0064178D"/>
    <w:rsid w:val="006418F9"/>
    <w:rsid w:val="0064244D"/>
    <w:rsid w:val="0064299F"/>
    <w:rsid w:val="00642C6B"/>
    <w:rsid w:val="006436BE"/>
    <w:rsid w:val="00644C4D"/>
    <w:rsid w:val="006479AB"/>
    <w:rsid w:val="0065015E"/>
    <w:rsid w:val="0065047F"/>
    <w:rsid w:val="006507F4"/>
    <w:rsid w:val="0065080D"/>
    <w:rsid w:val="00650AE6"/>
    <w:rsid w:val="0065180C"/>
    <w:rsid w:val="00652CA0"/>
    <w:rsid w:val="00652E7C"/>
    <w:rsid w:val="00653842"/>
    <w:rsid w:val="00654204"/>
    <w:rsid w:val="00655042"/>
    <w:rsid w:val="006551F1"/>
    <w:rsid w:val="00655ADC"/>
    <w:rsid w:val="00655E10"/>
    <w:rsid w:val="00656A57"/>
    <w:rsid w:val="00656F28"/>
    <w:rsid w:val="00657407"/>
    <w:rsid w:val="00657857"/>
    <w:rsid w:val="006579F5"/>
    <w:rsid w:val="0066084C"/>
    <w:rsid w:val="0066101C"/>
    <w:rsid w:val="00661C82"/>
    <w:rsid w:val="0066217F"/>
    <w:rsid w:val="006627BE"/>
    <w:rsid w:val="00663181"/>
    <w:rsid w:val="00663197"/>
    <w:rsid w:val="00663263"/>
    <w:rsid w:val="00663865"/>
    <w:rsid w:val="00664C5D"/>
    <w:rsid w:val="00664EA6"/>
    <w:rsid w:val="00667074"/>
    <w:rsid w:val="00667442"/>
    <w:rsid w:val="00667D4A"/>
    <w:rsid w:val="0067081D"/>
    <w:rsid w:val="00670919"/>
    <w:rsid w:val="00670C93"/>
    <w:rsid w:val="00670D9E"/>
    <w:rsid w:val="006713EF"/>
    <w:rsid w:val="0067140D"/>
    <w:rsid w:val="00671CAA"/>
    <w:rsid w:val="00671D6A"/>
    <w:rsid w:val="0067206E"/>
    <w:rsid w:val="00672F27"/>
    <w:rsid w:val="00674963"/>
    <w:rsid w:val="00676785"/>
    <w:rsid w:val="00677042"/>
    <w:rsid w:val="006775A0"/>
    <w:rsid w:val="00677FB1"/>
    <w:rsid w:val="00680179"/>
    <w:rsid w:val="006814F7"/>
    <w:rsid w:val="00681B9B"/>
    <w:rsid w:val="0068217C"/>
    <w:rsid w:val="006828AB"/>
    <w:rsid w:val="0068346E"/>
    <w:rsid w:val="006857FA"/>
    <w:rsid w:val="00686A81"/>
    <w:rsid w:val="0068734E"/>
    <w:rsid w:val="00687B92"/>
    <w:rsid w:val="00687E2B"/>
    <w:rsid w:val="00690A48"/>
    <w:rsid w:val="00691851"/>
    <w:rsid w:val="00692598"/>
    <w:rsid w:val="00693812"/>
    <w:rsid w:val="00693EDD"/>
    <w:rsid w:val="00696075"/>
    <w:rsid w:val="00696094"/>
    <w:rsid w:val="006960FB"/>
    <w:rsid w:val="00696827"/>
    <w:rsid w:val="00697359"/>
    <w:rsid w:val="006A0E43"/>
    <w:rsid w:val="006A1073"/>
    <w:rsid w:val="006A2AE6"/>
    <w:rsid w:val="006A33A9"/>
    <w:rsid w:val="006A439A"/>
    <w:rsid w:val="006A4544"/>
    <w:rsid w:val="006A488C"/>
    <w:rsid w:val="006A5AF7"/>
    <w:rsid w:val="006A5E3F"/>
    <w:rsid w:val="006B0167"/>
    <w:rsid w:val="006B105D"/>
    <w:rsid w:val="006B229F"/>
    <w:rsid w:val="006B2446"/>
    <w:rsid w:val="006B2E6B"/>
    <w:rsid w:val="006B341F"/>
    <w:rsid w:val="006B3790"/>
    <w:rsid w:val="006B4467"/>
    <w:rsid w:val="006B459E"/>
    <w:rsid w:val="006B4C78"/>
    <w:rsid w:val="006B5298"/>
    <w:rsid w:val="006B6672"/>
    <w:rsid w:val="006B6D42"/>
    <w:rsid w:val="006B7028"/>
    <w:rsid w:val="006B74BE"/>
    <w:rsid w:val="006B79F1"/>
    <w:rsid w:val="006C028F"/>
    <w:rsid w:val="006C0FF8"/>
    <w:rsid w:val="006C103B"/>
    <w:rsid w:val="006C180A"/>
    <w:rsid w:val="006C1932"/>
    <w:rsid w:val="006C1AC1"/>
    <w:rsid w:val="006C1E6F"/>
    <w:rsid w:val="006C296B"/>
    <w:rsid w:val="006C3128"/>
    <w:rsid w:val="006C3702"/>
    <w:rsid w:val="006C44FC"/>
    <w:rsid w:val="006C4ABB"/>
    <w:rsid w:val="006C5581"/>
    <w:rsid w:val="006C6566"/>
    <w:rsid w:val="006C7144"/>
    <w:rsid w:val="006D1E5A"/>
    <w:rsid w:val="006D1F3D"/>
    <w:rsid w:val="006D203F"/>
    <w:rsid w:val="006D5335"/>
    <w:rsid w:val="006D5C7E"/>
    <w:rsid w:val="006D6C5A"/>
    <w:rsid w:val="006D771C"/>
    <w:rsid w:val="006E0D33"/>
    <w:rsid w:val="006E0E92"/>
    <w:rsid w:val="006E21F6"/>
    <w:rsid w:val="006E3238"/>
    <w:rsid w:val="006E34F1"/>
    <w:rsid w:val="006E37A6"/>
    <w:rsid w:val="006E517B"/>
    <w:rsid w:val="006E5DC0"/>
    <w:rsid w:val="006E715A"/>
    <w:rsid w:val="006E7B87"/>
    <w:rsid w:val="006F0726"/>
    <w:rsid w:val="006F164D"/>
    <w:rsid w:val="006F1A81"/>
    <w:rsid w:val="006F1EAB"/>
    <w:rsid w:val="006F2189"/>
    <w:rsid w:val="006F4355"/>
    <w:rsid w:val="006F444F"/>
    <w:rsid w:val="006F4D36"/>
    <w:rsid w:val="006F5039"/>
    <w:rsid w:val="006F693C"/>
    <w:rsid w:val="006F7592"/>
    <w:rsid w:val="006F769A"/>
    <w:rsid w:val="006F7EA5"/>
    <w:rsid w:val="00700387"/>
    <w:rsid w:val="007021A3"/>
    <w:rsid w:val="00702A89"/>
    <w:rsid w:val="0070362C"/>
    <w:rsid w:val="0070381F"/>
    <w:rsid w:val="0070497D"/>
    <w:rsid w:val="00704A7E"/>
    <w:rsid w:val="00705D2A"/>
    <w:rsid w:val="007072AA"/>
    <w:rsid w:val="00712E71"/>
    <w:rsid w:val="00713CB5"/>
    <w:rsid w:val="00713E86"/>
    <w:rsid w:val="00713FAE"/>
    <w:rsid w:val="007144E9"/>
    <w:rsid w:val="0071533C"/>
    <w:rsid w:val="00715D6D"/>
    <w:rsid w:val="00716401"/>
    <w:rsid w:val="007169FA"/>
    <w:rsid w:val="00716ADA"/>
    <w:rsid w:val="00717118"/>
    <w:rsid w:val="00717592"/>
    <w:rsid w:val="00720211"/>
    <w:rsid w:val="00720337"/>
    <w:rsid w:val="00720F8D"/>
    <w:rsid w:val="00721145"/>
    <w:rsid w:val="00721612"/>
    <w:rsid w:val="00723B61"/>
    <w:rsid w:val="007248B4"/>
    <w:rsid w:val="00724D4D"/>
    <w:rsid w:val="00724EA3"/>
    <w:rsid w:val="007251C6"/>
    <w:rsid w:val="00725D1E"/>
    <w:rsid w:val="00726162"/>
    <w:rsid w:val="0072776A"/>
    <w:rsid w:val="007277DE"/>
    <w:rsid w:val="00730267"/>
    <w:rsid w:val="00730322"/>
    <w:rsid w:val="00730F5E"/>
    <w:rsid w:val="00731388"/>
    <w:rsid w:val="007314B9"/>
    <w:rsid w:val="00731D44"/>
    <w:rsid w:val="00732F81"/>
    <w:rsid w:val="00734A2C"/>
    <w:rsid w:val="00734A54"/>
    <w:rsid w:val="00735044"/>
    <w:rsid w:val="00735352"/>
    <w:rsid w:val="007356E5"/>
    <w:rsid w:val="00735F19"/>
    <w:rsid w:val="0073734D"/>
    <w:rsid w:val="007376F3"/>
    <w:rsid w:val="00737915"/>
    <w:rsid w:val="00740406"/>
    <w:rsid w:val="00740E40"/>
    <w:rsid w:val="007410F0"/>
    <w:rsid w:val="0074167B"/>
    <w:rsid w:val="007418A0"/>
    <w:rsid w:val="0074211B"/>
    <w:rsid w:val="00742A19"/>
    <w:rsid w:val="00742F82"/>
    <w:rsid w:val="00743387"/>
    <w:rsid w:val="007436D5"/>
    <w:rsid w:val="00744438"/>
    <w:rsid w:val="00744EE8"/>
    <w:rsid w:val="007460FA"/>
    <w:rsid w:val="00747583"/>
    <w:rsid w:val="00747CBC"/>
    <w:rsid w:val="007518EF"/>
    <w:rsid w:val="00751DBB"/>
    <w:rsid w:val="007532CF"/>
    <w:rsid w:val="00753F04"/>
    <w:rsid w:val="007546B1"/>
    <w:rsid w:val="00754A45"/>
    <w:rsid w:val="00754FB3"/>
    <w:rsid w:val="00755851"/>
    <w:rsid w:val="007559BD"/>
    <w:rsid w:val="00756901"/>
    <w:rsid w:val="00756AFB"/>
    <w:rsid w:val="00756DA8"/>
    <w:rsid w:val="00760016"/>
    <w:rsid w:val="007605FD"/>
    <w:rsid w:val="00761C19"/>
    <w:rsid w:val="0076249B"/>
    <w:rsid w:val="00762EFB"/>
    <w:rsid w:val="0076401C"/>
    <w:rsid w:val="0076497F"/>
    <w:rsid w:val="00764FA8"/>
    <w:rsid w:val="00766FD6"/>
    <w:rsid w:val="00767892"/>
    <w:rsid w:val="00770027"/>
    <w:rsid w:val="00770C51"/>
    <w:rsid w:val="00774592"/>
    <w:rsid w:val="00774A47"/>
    <w:rsid w:val="0077598C"/>
    <w:rsid w:val="00775AD0"/>
    <w:rsid w:val="00775E93"/>
    <w:rsid w:val="00775EB3"/>
    <w:rsid w:val="00776508"/>
    <w:rsid w:val="00776F37"/>
    <w:rsid w:val="00776FFD"/>
    <w:rsid w:val="00777BC8"/>
    <w:rsid w:val="00780351"/>
    <w:rsid w:val="0078143A"/>
    <w:rsid w:val="00781FA9"/>
    <w:rsid w:val="007822E8"/>
    <w:rsid w:val="00782367"/>
    <w:rsid w:val="00783099"/>
    <w:rsid w:val="00783140"/>
    <w:rsid w:val="00783AFF"/>
    <w:rsid w:val="00784D4F"/>
    <w:rsid w:val="00785029"/>
    <w:rsid w:val="007853CC"/>
    <w:rsid w:val="00785CB0"/>
    <w:rsid w:val="0079086B"/>
    <w:rsid w:val="00792211"/>
    <w:rsid w:val="0079235E"/>
    <w:rsid w:val="00792518"/>
    <w:rsid w:val="007928D0"/>
    <w:rsid w:val="00792BCF"/>
    <w:rsid w:val="00792E79"/>
    <w:rsid w:val="00793053"/>
    <w:rsid w:val="00793214"/>
    <w:rsid w:val="007932B1"/>
    <w:rsid w:val="007937CD"/>
    <w:rsid w:val="00793849"/>
    <w:rsid w:val="00794688"/>
    <w:rsid w:val="00796899"/>
    <w:rsid w:val="007968FB"/>
    <w:rsid w:val="00796CBE"/>
    <w:rsid w:val="0079732F"/>
    <w:rsid w:val="00797497"/>
    <w:rsid w:val="007977D1"/>
    <w:rsid w:val="00797BDA"/>
    <w:rsid w:val="007A0311"/>
    <w:rsid w:val="007A08F4"/>
    <w:rsid w:val="007A19B9"/>
    <w:rsid w:val="007A1DE3"/>
    <w:rsid w:val="007A4069"/>
    <w:rsid w:val="007A5076"/>
    <w:rsid w:val="007A5E98"/>
    <w:rsid w:val="007A6393"/>
    <w:rsid w:val="007A6B28"/>
    <w:rsid w:val="007A6C72"/>
    <w:rsid w:val="007A78A8"/>
    <w:rsid w:val="007A7B68"/>
    <w:rsid w:val="007B07CD"/>
    <w:rsid w:val="007B129F"/>
    <w:rsid w:val="007B18CF"/>
    <w:rsid w:val="007B3441"/>
    <w:rsid w:val="007B4318"/>
    <w:rsid w:val="007B575C"/>
    <w:rsid w:val="007B6177"/>
    <w:rsid w:val="007B73F8"/>
    <w:rsid w:val="007C0A4E"/>
    <w:rsid w:val="007C110E"/>
    <w:rsid w:val="007C178D"/>
    <w:rsid w:val="007C18F9"/>
    <w:rsid w:val="007C2504"/>
    <w:rsid w:val="007C384E"/>
    <w:rsid w:val="007C3ADB"/>
    <w:rsid w:val="007C49D9"/>
    <w:rsid w:val="007C4B93"/>
    <w:rsid w:val="007C5360"/>
    <w:rsid w:val="007C58FD"/>
    <w:rsid w:val="007C6442"/>
    <w:rsid w:val="007C75CF"/>
    <w:rsid w:val="007C783B"/>
    <w:rsid w:val="007C7C13"/>
    <w:rsid w:val="007D077C"/>
    <w:rsid w:val="007D1204"/>
    <w:rsid w:val="007D185F"/>
    <w:rsid w:val="007D1C3C"/>
    <w:rsid w:val="007D457C"/>
    <w:rsid w:val="007D46CA"/>
    <w:rsid w:val="007D4DB4"/>
    <w:rsid w:val="007D56F4"/>
    <w:rsid w:val="007D693E"/>
    <w:rsid w:val="007D7EC8"/>
    <w:rsid w:val="007E0FFE"/>
    <w:rsid w:val="007E1E9A"/>
    <w:rsid w:val="007E1F65"/>
    <w:rsid w:val="007E2D91"/>
    <w:rsid w:val="007E46EA"/>
    <w:rsid w:val="007E4C81"/>
    <w:rsid w:val="007E4C8C"/>
    <w:rsid w:val="007E4DC5"/>
    <w:rsid w:val="007E4DED"/>
    <w:rsid w:val="007E5F41"/>
    <w:rsid w:val="007E6C60"/>
    <w:rsid w:val="007E6FE2"/>
    <w:rsid w:val="007E769E"/>
    <w:rsid w:val="007E7980"/>
    <w:rsid w:val="007F149A"/>
    <w:rsid w:val="007F14AA"/>
    <w:rsid w:val="007F161B"/>
    <w:rsid w:val="007F16E9"/>
    <w:rsid w:val="007F1BA4"/>
    <w:rsid w:val="007F264B"/>
    <w:rsid w:val="007F2D60"/>
    <w:rsid w:val="007F2F9E"/>
    <w:rsid w:val="007F3D56"/>
    <w:rsid w:val="007F4041"/>
    <w:rsid w:val="007F4406"/>
    <w:rsid w:val="007F4ED5"/>
    <w:rsid w:val="007F64D9"/>
    <w:rsid w:val="007F66E0"/>
    <w:rsid w:val="008000E7"/>
    <w:rsid w:val="0080039C"/>
    <w:rsid w:val="00800457"/>
    <w:rsid w:val="00800792"/>
    <w:rsid w:val="00801078"/>
    <w:rsid w:val="0080113D"/>
    <w:rsid w:val="00801CFF"/>
    <w:rsid w:val="008023B8"/>
    <w:rsid w:val="00802494"/>
    <w:rsid w:val="008049A6"/>
    <w:rsid w:val="008057AF"/>
    <w:rsid w:val="00805B70"/>
    <w:rsid w:val="00805D95"/>
    <w:rsid w:val="0080784E"/>
    <w:rsid w:val="00807F70"/>
    <w:rsid w:val="00810DDE"/>
    <w:rsid w:val="0081158D"/>
    <w:rsid w:val="00811B01"/>
    <w:rsid w:val="00812155"/>
    <w:rsid w:val="008124CA"/>
    <w:rsid w:val="00814C8D"/>
    <w:rsid w:val="0081513A"/>
    <w:rsid w:val="008168C7"/>
    <w:rsid w:val="00817422"/>
    <w:rsid w:val="008204A5"/>
    <w:rsid w:val="00820814"/>
    <w:rsid w:val="00820D7B"/>
    <w:rsid w:val="00821BB5"/>
    <w:rsid w:val="008229DC"/>
    <w:rsid w:val="00822A3E"/>
    <w:rsid w:val="00822DB6"/>
    <w:rsid w:val="00823369"/>
    <w:rsid w:val="00823F84"/>
    <w:rsid w:val="008243C2"/>
    <w:rsid w:val="00824D6F"/>
    <w:rsid w:val="00824DEC"/>
    <w:rsid w:val="00825CFD"/>
    <w:rsid w:val="00826727"/>
    <w:rsid w:val="00826AB5"/>
    <w:rsid w:val="00826D6F"/>
    <w:rsid w:val="0082709B"/>
    <w:rsid w:val="00827CDE"/>
    <w:rsid w:val="00830A74"/>
    <w:rsid w:val="00830C7E"/>
    <w:rsid w:val="00830F94"/>
    <w:rsid w:val="00831CD9"/>
    <w:rsid w:val="00832AA8"/>
    <w:rsid w:val="008339BB"/>
    <w:rsid w:val="00836CCE"/>
    <w:rsid w:val="00836EE7"/>
    <w:rsid w:val="0083715B"/>
    <w:rsid w:val="0083753E"/>
    <w:rsid w:val="00840D5D"/>
    <w:rsid w:val="00841043"/>
    <w:rsid w:val="008414FD"/>
    <w:rsid w:val="008420CB"/>
    <w:rsid w:val="0084269D"/>
    <w:rsid w:val="0084279D"/>
    <w:rsid w:val="00842C5A"/>
    <w:rsid w:val="00842FCC"/>
    <w:rsid w:val="0084453A"/>
    <w:rsid w:val="0084495F"/>
    <w:rsid w:val="00844C45"/>
    <w:rsid w:val="00845614"/>
    <w:rsid w:val="00845FA8"/>
    <w:rsid w:val="00846D5E"/>
    <w:rsid w:val="00850B28"/>
    <w:rsid w:val="00851D72"/>
    <w:rsid w:val="00853035"/>
    <w:rsid w:val="00853397"/>
    <w:rsid w:val="00853758"/>
    <w:rsid w:val="00854908"/>
    <w:rsid w:val="00854AB2"/>
    <w:rsid w:val="008557EA"/>
    <w:rsid w:val="008567A4"/>
    <w:rsid w:val="008579FB"/>
    <w:rsid w:val="00857FA3"/>
    <w:rsid w:val="00860A2D"/>
    <w:rsid w:val="00860EA4"/>
    <w:rsid w:val="00860F5D"/>
    <w:rsid w:val="0086154D"/>
    <w:rsid w:val="0086178B"/>
    <w:rsid w:val="00861814"/>
    <w:rsid w:val="008618EF"/>
    <w:rsid w:val="00861DDC"/>
    <w:rsid w:val="008626F5"/>
    <w:rsid w:val="00863FAB"/>
    <w:rsid w:val="00864AAA"/>
    <w:rsid w:val="00864C46"/>
    <w:rsid w:val="00866265"/>
    <w:rsid w:val="0087043A"/>
    <w:rsid w:val="00873E9B"/>
    <w:rsid w:val="00874CB1"/>
    <w:rsid w:val="00875674"/>
    <w:rsid w:val="00875BBF"/>
    <w:rsid w:val="00881E46"/>
    <w:rsid w:val="00883A13"/>
    <w:rsid w:val="00883C08"/>
    <w:rsid w:val="00883CED"/>
    <w:rsid w:val="00883F0D"/>
    <w:rsid w:val="00883F1D"/>
    <w:rsid w:val="00885070"/>
    <w:rsid w:val="00885FDB"/>
    <w:rsid w:val="00886201"/>
    <w:rsid w:val="0088644B"/>
    <w:rsid w:val="00886BF2"/>
    <w:rsid w:val="008876C6"/>
    <w:rsid w:val="00887824"/>
    <w:rsid w:val="008879D9"/>
    <w:rsid w:val="00887CC3"/>
    <w:rsid w:val="008909F8"/>
    <w:rsid w:val="00891708"/>
    <w:rsid w:val="00893150"/>
    <w:rsid w:val="00893292"/>
    <w:rsid w:val="008933DE"/>
    <w:rsid w:val="008935E4"/>
    <w:rsid w:val="008936CB"/>
    <w:rsid w:val="008941AC"/>
    <w:rsid w:val="00897007"/>
    <w:rsid w:val="008A0565"/>
    <w:rsid w:val="008A0DD4"/>
    <w:rsid w:val="008A10AF"/>
    <w:rsid w:val="008A1489"/>
    <w:rsid w:val="008A1FD8"/>
    <w:rsid w:val="008A231D"/>
    <w:rsid w:val="008A2EAD"/>
    <w:rsid w:val="008A3656"/>
    <w:rsid w:val="008A3727"/>
    <w:rsid w:val="008A38B4"/>
    <w:rsid w:val="008A4E58"/>
    <w:rsid w:val="008A5116"/>
    <w:rsid w:val="008A59E9"/>
    <w:rsid w:val="008A76D0"/>
    <w:rsid w:val="008B04BA"/>
    <w:rsid w:val="008B10C9"/>
    <w:rsid w:val="008B122C"/>
    <w:rsid w:val="008B1B4E"/>
    <w:rsid w:val="008B221A"/>
    <w:rsid w:val="008B277F"/>
    <w:rsid w:val="008B3E38"/>
    <w:rsid w:val="008B4DCA"/>
    <w:rsid w:val="008B5549"/>
    <w:rsid w:val="008B61FE"/>
    <w:rsid w:val="008B662D"/>
    <w:rsid w:val="008B6C5A"/>
    <w:rsid w:val="008B77ED"/>
    <w:rsid w:val="008C0582"/>
    <w:rsid w:val="008C06DD"/>
    <w:rsid w:val="008C0C0E"/>
    <w:rsid w:val="008C2861"/>
    <w:rsid w:val="008C2D2D"/>
    <w:rsid w:val="008C3BF9"/>
    <w:rsid w:val="008C3C6B"/>
    <w:rsid w:val="008C5987"/>
    <w:rsid w:val="008C5C94"/>
    <w:rsid w:val="008C62E8"/>
    <w:rsid w:val="008C6B02"/>
    <w:rsid w:val="008C7B52"/>
    <w:rsid w:val="008D0AC1"/>
    <w:rsid w:val="008D0F80"/>
    <w:rsid w:val="008D242F"/>
    <w:rsid w:val="008D248C"/>
    <w:rsid w:val="008D2676"/>
    <w:rsid w:val="008D2801"/>
    <w:rsid w:val="008D3C55"/>
    <w:rsid w:val="008D3FC6"/>
    <w:rsid w:val="008D432F"/>
    <w:rsid w:val="008D51C8"/>
    <w:rsid w:val="008D5E57"/>
    <w:rsid w:val="008D6F9D"/>
    <w:rsid w:val="008D772F"/>
    <w:rsid w:val="008D79D5"/>
    <w:rsid w:val="008E0C62"/>
    <w:rsid w:val="008E17AC"/>
    <w:rsid w:val="008E1F56"/>
    <w:rsid w:val="008E23D7"/>
    <w:rsid w:val="008E24D5"/>
    <w:rsid w:val="008E273C"/>
    <w:rsid w:val="008E3166"/>
    <w:rsid w:val="008E337B"/>
    <w:rsid w:val="008E3B90"/>
    <w:rsid w:val="008E3BF3"/>
    <w:rsid w:val="008E3CA9"/>
    <w:rsid w:val="008E3CF6"/>
    <w:rsid w:val="008E4F23"/>
    <w:rsid w:val="008E54A3"/>
    <w:rsid w:val="008F0198"/>
    <w:rsid w:val="008F0E44"/>
    <w:rsid w:val="008F2018"/>
    <w:rsid w:val="008F2443"/>
    <w:rsid w:val="008F2964"/>
    <w:rsid w:val="008F2DB8"/>
    <w:rsid w:val="008F3021"/>
    <w:rsid w:val="008F3418"/>
    <w:rsid w:val="008F3881"/>
    <w:rsid w:val="008F3B99"/>
    <w:rsid w:val="008F3CC8"/>
    <w:rsid w:val="008F4943"/>
    <w:rsid w:val="008F4AA0"/>
    <w:rsid w:val="008F4B74"/>
    <w:rsid w:val="008F52D1"/>
    <w:rsid w:val="008F5726"/>
    <w:rsid w:val="008F5D46"/>
    <w:rsid w:val="008F7500"/>
    <w:rsid w:val="009001B4"/>
    <w:rsid w:val="00902B45"/>
    <w:rsid w:val="00905CE9"/>
    <w:rsid w:val="00905F63"/>
    <w:rsid w:val="009074A3"/>
    <w:rsid w:val="00907973"/>
    <w:rsid w:val="00907B0B"/>
    <w:rsid w:val="00907FB1"/>
    <w:rsid w:val="00911478"/>
    <w:rsid w:val="00911B8B"/>
    <w:rsid w:val="00911C7B"/>
    <w:rsid w:val="00911DCB"/>
    <w:rsid w:val="0091249F"/>
    <w:rsid w:val="00912526"/>
    <w:rsid w:val="009134D4"/>
    <w:rsid w:val="00913750"/>
    <w:rsid w:val="00913B54"/>
    <w:rsid w:val="00914648"/>
    <w:rsid w:val="00914A6D"/>
    <w:rsid w:val="00915569"/>
    <w:rsid w:val="0091582C"/>
    <w:rsid w:val="0091596F"/>
    <w:rsid w:val="00916DF5"/>
    <w:rsid w:val="0091709C"/>
    <w:rsid w:val="00917239"/>
    <w:rsid w:val="0091760C"/>
    <w:rsid w:val="00917AF3"/>
    <w:rsid w:val="0092019B"/>
    <w:rsid w:val="00920B8F"/>
    <w:rsid w:val="0092103F"/>
    <w:rsid w:val="00922062"/>
    <w:rsid w:val="009221F7"/>
    <w:rsid w:val="00923085"/>
    <w:rsid w:val="00923CB0"/>
    <w:rsid w:val="00924168"/>
    <w:rsid w:val="009247FC"/>
    <w:rsid w:val="00924DD3"/>
    <w:rsid w:val="00925923"/>
    <w:rsid w:val="00925AFF"/>
    <w:rsid w:val="00926068"/>
    <w:rsid w:val="00926CD8"/>
    <w:rsid w:val="00927A28"/>
    <w:rsid w:val="00931344"/>
    <w:rsid w:val="00931943"/>
    <w:rsid w:val="009324E7"/>
    <w:rsid w:val="00932643"/>
    <w:rsid w:val="00933639"/>
    <w:rsid w:val="009339C2"/>
    <w:rsid w:val="00933BA6"/>
    <w:rsid w:val="00933DAD"/>
    <w:rsid w:val="00934336"/>
    <w:rsid w:val="00935957"/>
    <w:rsid w:val="009374E8"/>
    <w:rsid w:val="009404CE"/>
    <w:rsid w:val="00940C09"/>
    <w:rsid w:val="00941B55"/>
    <w:rsid w:val="00942A6B"/>
    <w:rsid w:val="00942C63"/>
    <w:rsid w:val="00942EB9"/>
    <w:rsid w:val="009434FC"/>
    <w:rsid w:val="00944ED3"/>
    <w:rsid w:val="00945465"/>
    <w:rsid w:val="009467BA"/>
    <w:rsid w:val="00947122"/>
    <w:rsid w:val="00950047"/>
    <w:rsid w:val="00950A43"/>
    <w:rsid w:val="00950FD7"/>
    <w:rsid w:val="009511F2"/>
    <w:rsid w:val="00951256"/>
    <w:rsid w:val="00951E74"/>
    <w:rsid w:val="00952242"/>
    <w:rsid w:val="009523CD"/>
    <w:rsid w:val="00952CC4"/>
    <w:rsid w:val="00952FA4"/>
    <w:rsid w:val="00953123"/>
    <w:rsid w:val="009542A5"/>
    <w:rsid w:val="00954891"/>
    <w:rsid w:val="00954DE3"/>
    <w:rsid w:val="00956E55"/>
    <w:rsid w:val="00957751"/>
    <w:rsid w:val="009609F5"/>
    <w:rsid w:val="00960D9E"/>
    <w:rsid w:val="00961F8A"/>
    <w:rsid w:val="00964554"/>
    <w:rsid w:val="009649FC"/>
    <w:rsid w:val="009650F1"/>
    <w:rsid w:val="00965862"/>
    <w:rsid w:val="009663F5"/>
    <w:rsid w:val="00966689"/>
    <w:rsid w:val="00966B16"/>
    <w:rsid w:val="00967562"/>
    <w:rsid w:val="0096777F"/>
    <w:rsid w:val="00967D54"/>
    <w:rsid w:val="009717F7"/>
    <w:rsid w:val="00971964"/>
    <w:rsid w:val="0097235D"/>
    <w:rsid w:val="0097257C"/>
    <w:rsid w:val="00973174"/>
    <w:rsid w:val="00974F27"/>
    <w:rsid w:val="0097573D"/>
    <w:rsid w:val="00976723"/>
    <w:rsid w:val="009769B9"/>
    <w:rsid w:val="00976A19"/>
    <w:rsid w:val="00976A7E"/>
    <w:rsid w:val="00976C9C"/>
    <w:rsid w:val="00976E47"/>
    <w:rsid w:val="00977D62"/>
    <w:rsid w:val="00977D84"/>
    <w:rsid w:val="00977DBC"/>
    <w:rsid w:val="009802F5"/>
    <w:rsid w:val="0098087D"/>
    <w:rsid w:val="00980FD6"/>
    <w:rsid w:val="009811B4"/>
    <w:rsid w:val="00982F95"/>
    <w:rsid w:val="00983474"/>
    <w:rsid w:val="0098545D"/>
    <w:rsid w:val="00985877"/>
    <w:rsid w:val="00985992"/>
    <w:rsid w:val="00985FA9"/>
    <w:rsid w:val="0098786A"/>
    <w:rsid w:val="009909D9"/>
    <w:rsid w:val="009911C2"/>
    <w:rsid w:val="0099388F"/>
    <w:rsid w:val="009938ED"/>
    <w:rsid w:val="00993E41"/>
    <w:rsid w:val="00994131"/>
    <w:rsid w:val="009950B3"/>
    <w:rsid w:val="009957BA"/>
    <w:rsid w:val="009957C2"/>
    <w:rsid w:val="00996D86"/>
    <w:rsid w:val="00996DA7"/>
    <w:rsid w:val="0099746B"/>
    <w:rsid w:val="009974B2"/>
    <w:rsid w:val="00997585"/>
    <w:rsid w:val="009978D8"/>
    <w:rsid w:val="009A007C"/>
    <w:rsid w:val="009A0B7E"/>
    <w:rsid w:val="009A1261"/>
    <w:rsid w:val="009A1FC4"/>
    <w:rsid w:val="009A202B"/>
    <w:rsid w:val="009A2635"/>
    <w:rsid w:val="009A30EF"/>
    <w:rsid w:val="009A3C7B"/>
    <w:rsid w:val="009A3E2F"/>
    <w:rsid w:val="009A3FA5"/>
    <w:rsid w:val="009A6658"/>
    <w:rsid w:val="009A677A"/>
    <w:rsid w:val="009A69E5"/>
    <w:rsid w:val="009A6CB8"/>
    <w:rsid w:val="009A6FC9"/>
    <w:rsid w:val="009B08BD"/>
    <w:rsid w:val="009B105D"/>
    <w:rsid w:val="009B1850"/>
    <w:rsid w:val="009B2BC0"/>
    <w:rsid w:val="009B2E84"/>
    <w:rsid w:val="009B3D9B"/>
    <w:rsid w:val="009B3DE5"/>
    <w:rsid w:val="009B47E5"/>
    <w:rsid w:val="009B613D"/>
    <w:rsid w:val="009B6AA7"/>
    <w:rsid w:val="009B6ED9"/>
    <w:rsid w:val="009B7638"/>
    <w:rsid w:val="009C125C"/>
    <w:rsid w:val="009C2159"/>
    <w:rsid w:val="009C4270"/>
    <w:rsid w:val="009C47AD"/>
    <w:rsid w:val="009C4BFC"/>
    <w:rsid w:val="009C54AD"/>
    <w:rsid w:val="009C784C"/>
    <w:rsid w:val="009D001E"/>
    <w:rsid w:val="009D11C0"/>
    <w:rsid w:val="009D1733"/>
    <w:rsid w:val="009D1A6C"/>
    <w:rsid w:val="009D1FA2"/>
    <w:rsid w:val="009D24B7"/>
    <w:rsid w:val="009D4859"/>
    <w:rsid w:val="009D4B36"/>
    <w:rsid w:val="009D50EB"/>
    <w:rsid w:val="009D6478"/>
    <w:rsid w:val="009D6B68"/>
    <w:rsid w:val="009D737F"/>
    <w:rsid w:val="009E0973"/>
    <w:rsid w:val="009E14E9"/>
    <w:rsid w:val="009E18C5"/>
    <w:rsid w:val="009E235A"/>
    <w:rsid w:val="009E28F8"/>
    <w:rsid w:val="009E2A56"/>
    <w:rsid w:val="009E3372"/>
    <w:rsid w:val="009E4736"/>
    <w:rsid w:val="009E6051"/>
    <w:rsid w:val="009E64F1"/>
    <w:rsid w:val="009E6FDE"/>
    <w:rsid w:val="009E7534"/>
    <w:rsid w:val="009E7A45"/>
    <w:rsid w:val="009E7DD2"/>
    <w:rsid w:val="009F10E4"/>
    <w:rsid w:val="009F28F0"/>
    <w:rsid w:val="009F2A60"/>
    <w:rsid w:val="009F368B"/>
    <w:rsid w:val="009F369D"/>
    <w:rsid w:val="009F4398"/>
    <w:rsid w:val="009F43BE"/>
    <w:rsid w:val="009F45B9"/>
    <w:rsid w:val="009F4D15"/>
    <w:rsid w:val="009F59E1"/>
    <w:rsid w:val="009F5AF4"/>
    <w:rsid w:val="00A00864"/>
    <w:rsid w:val="00A016FA"/>
    <w:rsid w:val="00A0355E"/>
    <w:rsid w:val="00A03C6C"/>
    <w:rsid w:val="00A0419E"/>
    <w:rsid w:val="00A05C56"/>
    <w:rsid w:val="00A062F1"/>
    <w:rsid w:val="00A0680E"/>
    <w:rsid w:val="00A06964"/>
    <w:rsid w:val="00A0742B"/>
    <w:rsid w:val="00A10278"/>
    <w:rsid w:val="00A10BC9"/>
    <w:rsid w:val="00A10F5F"/>
    <w:rsid w:val="00A114D9"/>
    <w:rsid w:val="00A11748"/>
    <w:rsid w:val="00A11AD5"/>
    <w:rsid w:val="00A11B51"/>
    <w:rsid w:val="00A11D2D"/>
    <w:rsid w:val="00A127A7"/>
    <w:rsid w:val="00A12CB0"/>
    <w:rsid w:val="00A13286"/>
    <w:rsid w:val="00A132BA"/>
    <w:rsid w:val="00A13AA4"/>
    <w:rsid w:val="00A20FAE"/>
    <w:rsid w:val="00A215B3"/>
    <w:rsid w:val="00A21662"/>
    <w:rsid w:val="00A228B9"/>
    <w:rsid w:val="00A228D0"/>
    <w:rsid w:val="00A22B12"/>
    <w:rsid w:val="00A22B50"/>
    <w:rsid w:val="00A24A7D"/>
    <w:rsid w:val="00A253FF"/>
    <w:rsid w:val="00A2574E"/>
    <w:rsid w:val="00A25AF8"/>
    <w:rsid w:val="00A2606E"/>
    <w:rsid w:val="00A263FF"/>
    <w:rsid w:val="00A27147"/>
    <w:rsid w:val="00A278FE"/>
    <w:rsid w:val="00A27C18"/>
    <w:rsid w:val="00A30CB9"/>
    <w:rsid w:val="00A31A00"/>
    <w:rsid w:val="00A344FE"/>
    <w:rsid w:val="00A3450A"/>
    <w:rsid w:val="00A345C8"/>
    <w:rsid w:val="00A34E2A"/>
    <w:rsid w:val="00A35B78"/>
    <w:rsid w:val="00A36C8B"/>
    <w:rsid w:val="00A36DC9"/>
    <w:rsid w:val="00A37804"/>
    <w:rsid w:val="00A37908"/>
    <w:rsid w:val="00A37A1B"/>
    <w:rsid w:val="00A40A84"/>
    <w:rsid w:val="00A40C68"/>
    <w:rsid w:val="00A4166D"/>
    <w:rsid w:val="00A416B8"/>
    <w:rsid w:val="00A432F7"/>
    <w:rsid w:val="00A4351C"/>
    <w:rsid w:val="00A4352C"/>
    <w:rsid w:val="00A43D2E"/>
    <w:rsid w:val="00A44445"/>
    <w:rsid w:val="00A445D0"/>
    <w:rsid w:val="00A46321"/>
    <w:rsid w:val="00A4668B"/>
    <w:rsid w:val="00A46878"/>
    <w:rsid w:val="00A468BF"/>
    <w:rsid w:val="00A46909"/>
    <w:rsid w:val="00A47000"/>
    <w:rsid w:val="00A47020"/>
    <w:rsid w:val="00A477C0"/>
    <w:rsid w:val="00A50239"/>
    <w:rsid w:val="00A5040A"/>
    <w:rsid w:val="00A505AE"/>
    <w:rsid w:val="00A505BF"/>
    <w:rsid w:val="00A5084C"/>
    <w:rsid w:val="00A53A95"/>
    <w:rsid w:val="00A55EAF"/>
    <w:rsid w:val="00A6005C"/>
    <w:rsid w:val="00A611ED"/>
    <w:rsid w:val="00A61368"/>
    <w:rsid w:val="00A6145F"/>
    <w:rsid w:val="00A62192"/>
    <w:rsid w:val="00A62B35"/>
    <w:rsid w:val="00A6386B"/>
    <w:rsid w:val="00A63C44"/>
    <w:rsid w:val="00A63C58"/>
    <w:rsid w:val="00A6404F"/>
    <w:rsid w:val="00A66FBF"/>
    <w:rsid w:val="00A673C1"/>
    <w:rsid w:val="00A6740E"/>
    <w:rsid w:val="00A70106"/>
    <w:rsid w:val="00A70714"/>
    <w:rsid w:val="00A735AC"/>
    <w:rsid w:val="00A7380C"/>
    <w:rsid w:val="00A740DE"/>
    <w:rsid w:val="00A757A5"/>
    <w:rsid w:val="00A75CE1"/>
    <w:rsid w:val="00A76B7A"/>
    <w:rsid w:val="00A76C91"/>
    <w:rsid w:val="00A77263"/>
    <w:rsid w:val="00A77622"/>
    <w:rsid w:val="00A77899"/>
    <w:rsid w:val="00A77D45"/>
    <w:rsid w:val="00A814E1"/>
    <w:rsid w:val="00A82094"/>
    <w:rsid w:val="00A8268C"/>
    <w:rsid w:val="00A82933"/>
    <w:rsid w:val="00A83787"/>
    <w:rsid w:val="00A8388F"/>
    <w:rsid w:val="00A839DE"/>
    <w:rsid w:val="00A83B89"/>
    <w:rsid w:val="00A84A24"/>
    <w:rsid w:val="00A84FE8"/>
    <w:rsid w:val="00A854DA"/>
    <w:rsid w:val="00A857FE"/>
    <w:rsid w:val="00A85998"/>
    <w:rsid w:val="00A85A3F"/>
    <w:rsid w:val="00A85F23"/>
    <w:rsid w:val="00A8752F"/>
    <w:rsid w:val="00A87B5B"/>
    <w:rsid w:val="00A87EDF"/>
    <w:rsid w:val="00A90853"/>
    <w:rsid w:val="00A90B50"/>
    <w:rsid w:val="00A92E58"/>
    <w:rsid w:val="00A93867"/>
    <w:rsid w:val="00A95964"/>
    <w:rsid w:val="00A95A43"/>
    <w:rsid w:val="00A96316"/>
    <w:rsid w:val="00A9762A"/>
    <w:rsid w:val="00A97CB6"/>
    <w:rsid w:val="00AA05F6"/>
    <w:rsid w:val="00AA0E97"/>
    <w:rsid w:val="00AA2084"/>
    <w:rsid w:val="00AA2202"/>
    <w:rsid w:val="00AA3FFA"/>
    <w:rsid w:val="00AA52B1"/>
    <w:rsid w:val="00AA6656"/>
    <w:rsid w:val="00AA6E5B"/>
    <w:rsid w:val="00AA6F41"/>
    <w:rsid w:val="00AA741C"/>
    <w:rsid w:val="00AA78D0"/>
    <w:rsid w:val="00AA7D24"/>
    <w:rsid w:val="00AB0BD0"/>
    <w:rsid w:val="00AB0D2B"/>
    <w:rsid w:val="00AB0FDE"/>
    <w:rsid w:val="00AB1375"/>
    <w:rsid w:val="00AB2832"/>
    <w:rsid w:val="00AB36D2"/>
    <w:rsid w:val="00AB495B"/>
    <w:rsid w:val="00AB547D"/>
    <w:rsid w:val="00AB5A8C"/>
    <w:rsid w:val="00AB5FAB"/>
    <w:rsid w:val="00AB72C3"/>
    <w:rsid w:val="00AB7610"/>
    <w:rsid w:val="00AC002B"/>
    <w:rsid w:val="00AC0A41"/>
    <w:rsid w:val="00AC1590"/>
    <w:rsid w:val="00AC18BB"/>
    <w:rsid w:val="00AC263B"/>
    <w:rsid w:val="00AC31FD"/>
    <w:rsid w:val="00AC34D6"/>
    <w:rsid w:val="00AC34D7"/>
    <w:rsid w:val="00AC61B3"/>
    <w:rsid w:val="00AC6CB1"/>
    <w:rsid w:val="00AC6F73"/>
    <w:rsid w:val="00AC712C"/>
    <w:rsid w:val="00AC73C0"/>
    <w:rsid w:val="00AC769B"/>
    <w:rsid w:val="00AC76A0"/>
    <w:rsid w:val="00AC7752"/>
    <w:rsid w:val="00AD08A6"/>
    <w:rsid w:val="00AD16F7"/>
    <w:rsid w:val="00AD212D"/>
    <w:rsid w:val="00AD241C"/>
    <w:rsid w:val="00AD3A0D"/>
    <w:rsid w:val="00AD55D5"/>
    <w:rsid w:val="00AD58E7"/>
    <w:rsid w:val="00AD5EB4"/>
    <w:rsid w:val="00AD5F81"/>
    <w:rsid w:val="00AD6F0F"/>
    <w:rsid w:val="00AD7033"/>
    <w:rsid w:val="00AD70EE"/>
    <w:rsid w:val="00AE0270"/>
    <w:rsid w:val="00AE0345"/>
    <w:rsid w:val="00AE1298"/>
    <w:rsid w:val="00AE1F7A"/>
    <w:rsid w:val="00AE26CB"/>
    <w:rsid w:val="00AE2984"/>
    <w:rsid w:val="00AE3408"/>
    <w:rsid w:val="00AE41E5"/>
    <w:rsid w:val="00AE49B9"/>
    <w:rsid w:val="00AE4A8E"/>
    <w:rsid w:val="00AE5A74"/>
    <w:rsid w:val="00AE5E95"/>
    <w:rsid w:val="00AE684D"/>
    <w:rsid w:val="00AE69BA"/>
    <w:rsid w:val="00AE7EEF"/>
    <w:rsid w:val="00AF03D5"/>
    <w:rsid w:val="00AF2CDD"/>
    <w:rsid w:val="00AF450A"/>
    <w:rsid w:val="00AF6F44"/>
    <w:rsid w:val="00B00490"/>
    <w:rsid w:val="00B01616"/>
    <w:rsid w:val="00B019AF"/>
    <w:rsid w:val="00B01A22"/>
    <w:rsid w:val="00B01E89"/>
    <w:rsid w:val="00B0323C"/>
    <w:rsid w:val="00B04941"/>
    <w:rsid w:val="00B04A45"/>
    <w:rsid w:val="00B053FE"/>
    <w:rsid w:val="00B05AC0"/>
    <w:rsid w:val="00B06B7E"/>
    <w:rsid w:val="00B10C4F"/>
    <w:rsid w:val="00B12315"/>
    <w:rsid w:val="00B1286B"/>
    <w:rsid w:val="00B13940"/>
    <w:rsid w:val="00B14871"/>
    <w:rsid w:val="00B14C1F"/>
    <w:rsid w:val="00B152D1"/>
    <w:rsid w:val="00B172B1"/>
    <w:rsid w:val="00B21EC0"/>
    <w:rsid w:val="00B2297D"/>
    <w:rsid w:val="00B234A9"/>
    <w:rsid w:val="00B23664"/>
    <w:rsid w:val="00B24ED9"/>
    <w:rsid w:val="00B252B4"/>
    <w:rsid w:val="00B25882"/>
    <w:rsid w:val="00B25A54"/>
    <w:rsid w:val="00B26B91"/>
    <w:rsid w:val="00B272AE"/>
    <w:rsid w:val="00B2731F"/>
    <w:rsid w:val="00B27A3F"/>
    <w:rsid w:val="00B27EE4"/>
    <w:rsid w:val="00B308E9"/>
    <w:rsid w:val="00B313FC"/>
    <w:rsid w:val="00B317E1"/>
    <w:rsid w:val="00B31C1A"/>
    <w:rsid w:val="00B31D25"/>
    <w:rsid w:val="00B31EFA"/>
    <w:rsid w:val="00B32891"/>
    <w:rsid w:val="00B33340"/>
    <w:rsid w:val="00B33545"/>
    <w:rsid w:val="00B337AA"/>
    <w:rsid w:val="00B33C98"/>
    <w:rsid w:val="00B3429F"/>
    <w:rsid w:val="00B3441D"/>
    <w:rsid w:val="00B35299"/>
    <w:rsid w:val="00B35E8D"/>
    <w:rsid w:val="00B3644E"/>
    <w:rsid w:val="00B36994"/>
    <w:rsid w:val="00B36B97"/>
    <w:rsid w:val="00B4044C"/>
    <w:rsid w:val="00B40831"/>
    <w:rsid w:val="00B40896"/>
    <w:rsid w:val="00B40957"/>
    <w:rsid w:val="00B422A6"/>
    <w:rsid w:val="00B42CA5"/>
    <w:rsid w:val="00B4327D"/>
    <w:rsid w:val="00B4404C"/>
    <w:rsid w:val="00B44478"/>
    <w:rsid w:val="00B45018"/>
    <w:rsid w:val="00B459A3"/>
    <w:rsid w:val="00B45FEF"/>
    <w:rsid w:val="00B46978"/>
    <w:rsid w:val="00B47DC0"/>
    <w:rsid w:val="00B5017E"/>
    <w:rsid w:val="00B5066E"/>
    <w:rsid w:val="00B5279E"/>
    <w:rsid w:val="00B5282F"/>
    <w:rsid w:val="00B53242"/>
    <w:rsid w:val="00B55A85"/>
    <w:rsid w:val="00B55E9B"/>
    <w:rsid w:val="00B5621C"/>
    <w:rsid w:val="00B5635A"/>
    <w:rsid w:val="00B56404"/>
    <w:rsid w:val="00B56AEC"/>
    <w:rsid w:val="00B573E7"/>
    <w:rsid w:val="00B57708"/>
    <w:rsid w:val="00B57BB8"/>
    <w:rsid w:val="00B57CDF"/>
    <w:rsid w:val="00B60C9F"/>
    <w:rsid w:val="00B62B2D"/>
    <w:rsid w:val="00B64635"/>
    <w:rsid w:val="00B64A94"/>
    <w:rsid w:val="00B64F41"/>
    <w:rsid w:val="00B65489"/>
    <w:rsid w:val="00B65BD3"/>
    <w:rsid w:val="00B66977"/>
    <w:rsid w:val="00B66EF1"/>
    <w:rsid w:val="00B67864"/>
    <w:rsid w:val="00B70A45"/>
    <w:rsid w:val="00B72981"/>
    <w:rsid w:val="00B72A53"/>
    <w:rsid w:val="00B7306C"/>
    <w:rsid w:val="00B730D1"/>
    <w:rsid w:val="00B73F6E"/>
    <w:rsid w:val="00B74931"/>
    <w:rsid w:val="00B74D1E"/>
    <w:rsid w:val="00B7574C"/>
    <w:rsid w:val="00B7612D"/>
    <w:rsid w:val="00B76412"/>
    <w:rsid w:val="00B76898"/>
    <w:rsid w:val="00B76D66"/>
    <w:rsid w:val="00B778FD"/>
    <w:rsid w:val="00B80177"/>
    <w:rsid w:val="00B8077F"/>
    <w:rsid w:val="00B81B4A"/>
    <w:rsid w:val="00B83AA6"/>
    <w:rsid w:val="00B844A3"/>
    <w:rsid w:val="00B84D63"/>
    <w:rsid w:val="00B85710"/>
    <w:rsid w:val="00B857FB"/>
    <w:rsid w:val="00B86ACF"/>
    <w:rsid w:val="00B86DCF"/>
    <w:rsid w:val="00B90836"/>
    <w:rsid w:val="00B90F1D"/>
    <w:rsid w:val="00B91313"/>
    <w:rsid w:val="00B91A6C"/>
    <w:rsid w:val="00B91CBA"/>
    <w:rsid w:val="00B91E57"/>
    <w:rsid w:val="00B9262B"/>
    <w:rsid w:val="00B92676"/>
    <w:rsid w:val="00B93769"/>
    <w:rsid w:val="00B9387B"/>
    <w:rsid w:val="00B94454"/>
    <w:rsid w:val="00B94589"/>
    <w:rsid w:val="00B949B4"/>
    <w:rsid w:val="00B94D62"/>
    <w:rsid w:val="00B951DC"/>
    <w:rsid w:val="00B95820"/>
    <w:rsid w:val="00B960F5"/>
    <w:rsid w:val="00B96221"/>
    <w:rsid w:val="00B969BE"/>
    <w:rsid w:val="00B978ED"/>
    <w:rsid w:val="00BA15DA"/>
    <w:rsid w:val="00BA271D"/>
    <w:rsid w:val="00BA3213"/>
    <w:rsid w:val="00BA3376"/>
    <w:rsid w:val="00BA4A73"/>
    <w:rsid w:val="00BA51AD"/>
    <w:rsid w:val="00BA548A"/>
    <w:rsid w:val="00BA54B7"/>
    <w:rsid w:val="00BA5590"/>
    <w:rsid w:val="00BA5641"/>
    <w:rsid w:val="00BA5C0A"/>
    <w:rsid w:val="00BA5C87"/>
    <w:rsid w:val="00BA5CEC"/>
    <w:rsid w:val="00BA6ACF"/>
    <w:rsid w:val="00BA7383"/>
    <w:rsid w:val="00BA7DA9"/>
    <w:rsid w:val="00BB087C"/>
    <w:rsid w:val="00BB0A6C"/>
    <w:rsid w:val="00BB0EF4"/>
    <w:rsid w:val="00BB2E11"/>
    <w:rsid w:val="00BB7E5A"/>
    <w:rsid w:val="00BB7F06"/>
    <w:rsid w:val="00BC033B"/>
    <w:rsid w:val="00BC0364"/>
    <w:rsid w:val="00BC05BD"/>
    <w:rsid w:val="00BC0DAF"/>
    <w:rsid w:val="00BC1450"/>
    <w:rsid w:val="00BC1801"/>
    <w:rsid w:val="00BC1887"/>
    <w:rsid w:val="00BC1EEE"/>
    <w:rsid w:val="00BC2B42"/>
    <w:rsid w:val="00BC2E73"/>
    <w:rsid w:val="00BC32C1"/>
    <w:rsid w:val="00BC32FF"/>
    <w:rsid w:val="00BC3574"/>
    <w:rsid w:val="00BC4311"/>
    <w:rsid w:val="00BC4835"/>
    <w:rsid w:val="00BC4CFF"/>
    <w:rsid w:val="00BC4DED"/>
    <w:rsid w:val="00BC5939"/>
    <w:rsid w:val="00BC602D"/>
    <w:rsid w:val="00BC6446"/>
    <w:rsid w:val="00BC65A4"/>
    <w:rsid w:val="00BC6B19"/>
    <w:rsid w:val="00BC76A4"/>
    <w:rsid w:val="00BC7E1B"/>
    <w:rsid w:val="00BD02C7"/>
    <w:rsid w:val="00BD2138"/>
    <w:rsid w:val="00BD4A9B"/>
    <w:rsid w:val="00BD5149"/>
    <w:rsid w:val="00BD5296"/>
    <w:rsid w:val="00BD55C9"/>
    <w:rsid w:val="00BD595F"/>
    <w:rsid w:val="00BD634A"/>
    <w:rsid w:val="00BE0C7B"/>
    <w:rsid w:val="00BE1C7A"/>
    <w:rsid w:val="00BE2227"/>
    <w:rsid w:val="00BE2749"/>
    <w:rsid w:val="00BE35F2"/>
    <w:rsid w:val="00BE3E62"/>
    <w:rsid w:val="00BE466D"/>
    <w:rsid w:val="00BE478D"/>
    <w:rsid w:val="00BE4DD3"/>
    <w:rsid w:val="00BE7A0E"/>
    <w:rsid w:val="00BF1589"/>
    <w:rsid w:val="00BF18D7"/>
    <w:rsid w:val="00BF1C13"/>
    <w:rsid w:val="00BF37DC"/>
    <w:rsid w:val="00BF3ECC"/>
    <w:rsid w:val="00BF3F23"/>
    <w:rsid w:val="00BF442A"/>
    <w:rsid w:val="00BF457B"/>
    <w:rsid w:val="00BF4775"/>
    <w:rsid w:val="00BF49FB"/>
    <w:rsid w:val="00BF4ACD"/>
    <w:rsid w:val="00BF4F18"/>
    <w:rsid w:val="00BF509D"/>
    <w:rsid w:val="00BF547E"/>
    <w:rsid w:val="00BF57C5"/>
    <w:rsid w:val="00BF5D42"/>
    <w:rsid w:val="00BF64E1"/>
    <w:rsid w:val="00C0072C"/>
    <w:rsid w:val="00C01809"/>
    <w:rsid w:val="00C01849"/>
    <w:rsid w:val="00C01CA3"/>
    <w:rsid w:val="00C0304E"/>
    <w:rsid w:val="00C054EF"/>
    <w:rsid w:val="00C058C6"/>
    <w:rsid w:val="00C0673E"/>
    <w:rsid w:val="00C07346"/>
    <w:rsid w:val="00C0738F"/>
    <w:rsid w:val="00C07AA3"/>
    <w:rsid w:val="00C1012E"/>
    <w:rsid w:val="00C10473"/>
    <w:rsid w:val="00C10E40"/>
    <w:rsid w:val="00C110DA"/>
    <w:rsid w:val="00C126DC"/>
    <w:rsid w:val="00C12BB6"/>
    <w:rsid w:val="00C15570"/>
    <w:rsid w:val="00C16437"/>
    <w:rsid w:val="00C167A8"/>
    <w:rsid w:val="00C1696B"/>
    <w:rsid w:val="00C16B82"/>
    <w:rsid w:val="00C16EAE"/>
    <w:rsid w:val="00C17773"/>
    <w:rsid w:val="00C17AB3"/>
    <w:rsid w:val="00C17BC9"/>
    <w:rsid w:val="00C2001E"/>
    <w:rsid w:val="00C201A4"/>
    <w:rsid w:val="00C20A72"/>
    <w:rsid w:val="00C21521"/>
    <w:rsid w:val="00C224D0"/>
    <w:rsid w:val="00C23C48"/>
    <w:rsid w:val="00C252A5"/>
    <w:rsid w:val="00C26357"/>
    <w:rsid w:val="00C26BCF"/>
    <w:rsid w:val="00C30E61"/>
    <w:rsid w:val="00C310AD"/>
    <w:rsid w:val="00C310B7"/>
    <w:rsid w:val="00C31D96"/>
    <w:rsid w:val="00C335C8"/>
    <w:rsid w:val="00C33619"/>
    <w:rsid w:val="00C3470D"/>
    <w:rsid w:val="00C351EF"/>
    <w:rsid w:val="00C3562E"/>
    <w:rsid w:val="00C36563"/>
    <w:rsid w:val="00C36CEA"/>
    <w:rsid w:val="00C37536"/>
    <w:rsid w:val="00C37F17"/>
    <w:rsid w:val="00C40938"/>
    <w:rsid w:val="00C40DD8"/>
    <w:rsid w:val="00C4208F"/>
    <w:rsid w:val="00C42282"/>
    <w:rsid w:val="00C426F3"/>
    <w:rsid w:val="00C42740"/>
    <w:rsid w:val="00C42C6F"/>
    <w:rsid w:val="00C439B6"/>
    <w:rsid w:val="00C43F0D"/>
    <w:rsid w:val="00C44784"/>
    <w:rsid w:val="00C44AE9"/>
    <w:rsid w:val="00C44E6C"/>
    <w:rsid w:val="00C4549B"/>
    <w:rsid w:val="00C459D6"/>
    <w:rsid w:val="00C47099"/>
    <w:rsid w:val="00C50168"/>
    <w:rsid w:val="00C50A66"/>
    <w:rsid w:val="00C50BFC"/>
    <w:rsid w:val="00C50D3B"/>
    <w:rsid w:val="00C51BC0"/>
    <w:rsid w:val="00C52C64"/>
    <w:rsid w:val="00C52E91"/>
    <w:rsid w:val="00C5372F"/>
    <w:rsid w:val="00C53D24"/>
    <w:rsid w:val="00C53DFE"/>
    <w:rsid w:val="00C53E8A"/>
    <w:rsid w:val="00C54541"/>
    <w:rsid w:val="00C55206"/>
    <w:rsid w:val="00C55C0C"/>
    <w:rsid w:val="00C56BEE"/>
    <w:rsid w:val="00C603DC"/>
    <w:rsid w:val="00C6148D"/>
    <w:rsid w:val="00C61A6A"/>
    <w:rsid w:val="00C61B2E"/>
    <w:rsid w:val="00C61DD3"/>
    <w:rsid w:val="00C622A1"/>
    <w:rsid w:val="00C62ED8"/>
    <w:rsid w:val="00C634C2"/>
    <w:rsid w:val="00C6372B"/>
    <w:rsid w:val="00C6413B"/>
    <w:rsid w:val="00C64188"/>
    <w:rsid w:val="00C65B11"/>
    <w:rsid w:val="00C65EDD"/>
    <w:rsid w:val="00C67DAD"/>
    <w:rsid w:val="00C706C2"/>
    <w:rsid w:val="00C708A0"/>
    <w:rsid w:val="00C70E54"/>
    <w:rsid w:val="00C70EE1"/>
    <w:rsid w:val="00C728D0"/>
    <w:rsid w:val="00C72935"/>
    <w:rsid w:val="00C72E1A"/>
    <w:rsid w:val="00C72E49"/>
    <w:rsid w:val="00C736C9"/>
    <w:rsid w:val="00C7381D"/>
    <w:rsid w:val="00C73AE5"/>
    <w:rsid w:val="00C763A2"/>
    <w:rsid w:val="00C76404"/>
    <w:rsid w:val="00C7672F"/>
    <w:rsid w:val="00C772E0"/>
    <w:rsid w:val="00C805E7"/>
    <w:rsid w:val="00C81B8C"/>
    <w:rsid w:val="00C823DD"/>
    <w:rsid w:val="00C827E6"/>
    <w:rsid w:val="00C82929"/>
    <w:rsid w:val="00C84588"/>
    <w:rsid w:val="00C85162"/>
    <w:rsid w:val="00C90AF1"/>
    <w:rsid w:val="00C91286"/>
    <w:rsid w:val="00C91C45"/>
    <w:rsid w:val="00C91EF8"/>
    <w:rsid w:val="00C92C6F"/>
    <w:rsid w:val="00C93A6C"/>
    <w:rsid w:val="00C96A96"/>
    <w:rsid w:val="00C97422"/>
    <w:rsid w:val="00C97BAD"/>
    <w:rsid w:val="00C97D8D"/>
    <w:rsid w:val="00CA0707"/>
    <w:rsid w:val="00CA07E9"/>
    <w:rsid w:val="00CA0B99"/>
    <w:rsid w:val="00CA2E32"/>
    <w:rsid w:val="00CA356D"/>
    <w:rsid w:val="00CA3926"/>
    <w:rsid w:val="00CA45D2"/>
    <w:rsid w:val="00CA4F69"/>
    <w:rsid w:val="00CA5145"/>
    <w:rsid w:val="00CA6237"/>
    <w:rsid w:val="00CA6483"/>
    <w:rsid w:val="00CB0B8B"/>
    <w:rsid w:val="00CB0FFE"/>
    <w:rsid w:val="00CB179E"/>
    <w:rsid w:val="00CB1A16"/>
    <w:rsid w:val="00CB1A6E"/>
    <w:rsid w:val="00CB2514"/>
    <w:rsid w:val="00CB31EE"/>
    <w:rsid w:val="00CB342E"/>
    <w:rsid w:val="00CB36CF"/>
    <w:rsid w:val="00CB3AE4"/>
    <w:rsid w:val="00CB3B9E"/>
    <w:rsid w:val="00CB4554"/>
    <w:rsid w:val="00CB5CFD"/>
    <w:rsid w:val="00CB616A"/>
    <w:rsid w:val="00CB666A"/>
    <w:rsid w:val="00CB6EAC"/>
    <w:rsid w:val="00CB776B"/>
    <w:rsid w:val="00CC06C0"/>
    <w:rsid w:val="00CC08CA"/>
    <w:rsid w:val="00CC0F7B"/>
    <w:rsid w:val="00CC2F05"/>
    <w:rsid w:val="00CC2FFD"/>
    <w:rsid w:val="00CC3544"/>
    <w:rsid w:val="00CC3AA1"/>
    <w:rsid w:val="00CC4FC8"/>
    <w:rsid w:val="00CC596C"/>
    <w:rsid w:val="00CC613F"/>
    <w:rsid w:val="00CC6A4B"/>
    <w:rsid w:val="00CC7155"/>
    <w:rsid w:val="00CC720D"/>
    <w:rsid w:val="00CC7F19"/>
    <w:rsid w:val="00CD0532"/>
    <w:rsid w:val="00CD12BF"/>
    <w:rsid w:val="00CD1AE6"/>
    <w:rsid w:val="00CD2E8F"/>
    <w:rsid w:val="00CD2EB6"/>
    <w:rsid w:val="00CD35FC"/>
    <w:rsid w:val="00CD4535"/>
    <w:rsid w:val="00CD492A"/>
    <w:rsid w:val="00CD4CBF"/>
    <w:rsid w:val="00CD531D"/>
    <w:rsid w:val="00CD6454"/>
    <w:rsid w:val="00CD65D3"/>
    <w:rsid w:val="00CD6BBF"/>
    <w:rsid w:val="00CD78F3"/>
    <w:rsid w:val="00CE097C"/>
    <w:rsid w:val="00CE1933"/>
    <w:rsid w:val="00CE1A76"/>
    <w:rsid w:val="00CE1FAB"/>
    <w:rsid w:val="00CE4EA1"/>
    <w:rsid w:val="00CE5911"/>
    <w:rsid w:val="00CE61D8"/>
    <w:rsid w:val="00CE79AC"/>
    <w:rsid w:val="00CF00D2"/>
    <w:rsid w:val="00CF0187"/>
    <w:rsid w:val="00CF06AB"/>
    <w:rsid w:val="00CF102C"/>
    <w:rsid w:val="00CF1059"/>
    <w:rsid w:val="00CF14E8"/>
    <w:rsid w:val="00CF1BCB"/>
    <w:rsid w:val="00CF2DCF"/>
    <w:rsid w:val="00CF31E4"/>
    <w:rsid w:val="00CF42A9"/>
    <w:rsid w:val="00CF43F5"/>
    <w:rsid w:val="00CF4985"/>
    <w:rsid w:val="00CF49B2"/>
    <w:rsid w:val="00CF4BAE"/>
    <w:rsid w:val="00CF4E4A"/>
    <w:rsid w:val="00CF5405"/>
    <w:rsid w:val="00CF54B5"/>
    <w:rsid w:val="00CF6254"/>
    <w:rsid w:val="00CF770B"/>
    <w:rsid w:val="00CF7867"/>
    <w:rsid w:val="00CF7A2C"/>
    <w:rsid w:val="00D00353"/>
    <w:rsid w:val="00D00B18"/>
    <w:rsid w:val="00D01BCC"/>
    <w:rsid w:val="00D023DF"/>
    <w:rsid w:val="00D032C2"/>
    <w:rsid w:val="00D03779"/>
    <w:rsid w:val="00D03AC4"/>
    <w:rsid w:val="00D03D67"/>
    <w:rsid w:val="00D03E82"/>
    <w:rsid w:val="00D04A59"/>
    <w:rsid w:val="00D050DE"/>
    <w:rsid w:val="00D051BD"/>
    <w:rsid w:val="00D067AA"/>
    <w:rsid w:val="00D06CB0"/>
    <w:rsid w:val="00D1049C"/>
    <w:rsid w:val="00D105FD"/>
    <w:rsid w:val="00D12772"/>
    <w:rsid w:val="00D12DD6"/>
    <w:rsid w:val="00D13809"/>
    <w:rsid w:val="00D13A1D"/>
    <w:rsid w:val="00D1445F"/>
    <w:rsid w:val="00D17778"/>
    <w:rsid w:val="00D205E3"/>
    <w:rsid w:val="00D2079A"/>
    <w:rsid w:val="00D2082B"/>
    <w:rsid w:val="00D2184A"/>
    <w:rsid w:val="00D21BB6"/>
    <w:rsid w:val="00D22D73"/>
    <w:rsid w:val="00D23DE4"/>
    <w:rsid w:val="00D24290"/>
    <w:rsid w:val="00D24FBA"/>
    <w:rsid w:val="00D2585A"/>
    <w:rsid w:val="00D27DB0"/>
    <w:rsid w:val="00D3139E"/>
    <w:rsid w:val="00D31DAC"/>
    <w:rsid w:val="00D3299C"/>
    <w:rsid w:val="00D32E27"/>
    <w:rsid w:val="00D33173"/>
    <w:rsid w:val="00D3578F"/>
    <w:rsid w:val="00D35F57"/>
    <w:rsid w:val="00D3645E"/>
    <w:rsid w:val="00D364CA"/>
    <w:rsid w:val="00D36E5E"/>
    <w:rsid w:val="00D3724A"/>
    <w:rsid w:val="00D4026F"/>
    <w:rsid w:val="00D403D7"/>
    <w:rsid w:val="00D40616"/>
    <w:rsid w:val="00D42394"/>
    <w:rsid w:val="00D42CEB"/>
    <w:rsid w:val="00D42D91"/>
    <w:rsid w:val="00D42D95"/>
    <w:rsid w:val="00D431C5"/>
    <w:rsid w:val="00D45C0F"/>
    <w:rsid w:val="00D50476"/>
    <w:rsid w:val="00D50FDF"/>
    <w:rsid w:val="00D51206"/>
    <w:rsid w:val="00D52CD0"/>
    <w:rsid w:val="00D53140"/>
    <w:rsid w:val="00D53C3D"/>
    <w:rsid w:val="00D54267"/>
    <w:rsid w:val="00D547E5"/>
    <w:rsid w:val="00D54A04"/>
    <w:rsid w:val="00D54A66"/>
    <w:rsid w:val="00D55352"/>
    <w:rsid w:val="00D557E4"/>
    <w:rsid w:val="00D575C2"/>
    <w:rsid w:val="00D57B5A"/>
    <w:rsid w:val="00D60F14"/>
    <w:rsid w:val="00D619E5"/>
    <w:rsid w:val="00D64065"/>
    <w:rsid w:val="00D64AAD"/>
    <w:rsid w:val="00D64BAB"/>
    <w:rsid w:val="00D651BE"/>
    <w:rsid w:val="00D653CB"/>
    <w:rsid w:val="00D65521"/>
    <w:rsid w:val="00D65F07"/>
    <w:rsid w:val="00D66914"/>
    <w:rsid w:val="00D678AE"/>
    <w:rsid w:val="00D7005A"/>
    <w:rsid w:val="00D71239"/>
    <w:rsid w:val="00D71FB5"/>
    <w:rsid w:val="00D726E7"/>
    <w:rsid w:val="00D72B52"/>
    <w:rsid w:val="00D72DA9"/>
    <w:rsid w:val="00D73821"/>
    <w:rsid w:val="00D73883"/>
    <w:rsid w:val="00D74A75"/>
    <w:rsid w:val="00D74B0A"/>
    <w:rsid w:val="00D75B46"/>
    <w:rsid w:val="00D75C75"/>
    <w:rsid w:val="00D763B2"/>
    <w:rsid w:val="00D76443"/>
    <w:rsid w:val="00D76D41"/>
    <w:rsid w:val="00D7722D"/>
    <w:rsid w:val="00D773A5"/>
    <w:rsid w:val="00D77CB5"/>
    <w:rsid w:val="00D80064"/>
    <w:rsid w:val="00D803CF"/>
    <w:rsid w:val="00D80454"/>
    <w:rsid w:val="00D81337"/>
    <w:rsid w:val="00D81A06"/>
    <w:rsid w:val="00D81C00"/>
    <w:rsid w:val="00D824BA"/>
    <w:rsid w:val="00D826D2"/>
    <w:rsid w:val="00D8328F"/>
    <w:rsid w:val="00D83EF7"/>
    <w:rsid w:val="00D84E33"/>
    <w:rsid w:val="00D8519E"/>
    <w:rsid w:val="00D85F8F"/>
    <w:rsid w:val="00D86877"/>
    <w:rsid w:val="00D868D1"/>
    <w:rsid w:val="00D87987"/>
    <w:rsid w:val="00D87D13"/>
    <w:rsid w:val="00D87D41"/>
    <w:rsid w:val="00D918A5"/>
    <w:rsid w:val="00D9371D"/>
    <w:rsid w:val="00D940DB"/>
    <w:rsid w:val="00D960B7"/>
    <w:rsid w:val="00D97344"/>
    <w:rsid w:val="00DA0192"/>
    <w:rsid w:val="00DA222D"/>
    <w:rsid w:val="00DA28E6"/>
    <w:rsid w:val="00DA4C03"/>
    <w:rsid w:val="00DA53F3"/>
    <w:rsid w:val="00DA6813"/>
    <w:rsid w:val="00DA72BC"/>
    <w:rsid w:val="00DA773D"/>
    <w:rsid w:val="00DB0455"/>
    <w:rsid w:val="00DB164C"/>
    <w:rsid w:val="00DB2093"/>
    <w:rsid w:val="00DB2265"/>
    <w:rsid w:val="00DB22A3"/>
    <w:rsid w:val="00DB2A76"/>
    <w:rsid w:val="00DB2D10"/>
    <w:rsid w:val="00DB30E3"/>
    <w:rsid w:val="00DB3F48"/>
    <w:rsid w:val="00DB4478"/>
    <w:rsid w:val="00DB5B40"/>
    <w:rsid w:val="00DB615B"/>
    <w:rsid w:val="00DB6780"/>
    <w:rsid w:val="00DB79B1"/>
    <w:rsid w:val="00DC0618"/>
    <w:rsid w:val="00DC0D01"/>
    <w:rsid w:val="00DC0E01"/>
    <w:rsid w:val="00DC35D4"/>
    <w:rsid w:val="00DC3888"/>
    <w:rsid w:val="00DC40F0"/>
    <w:rsid w:val="00DC438D"/>
    <w:rsid w:val="00DC4AD6"/>
    <w:rsid w:val="00DC4E07"/>
    <w:rsid w:val="00DC4EFF"/>
    <w:rsid w:val="00DC594E"/>
    <w:rsid w:val="00DC5C12"/>
    <w:rsid w:val="00DC5EA0"/>
    <w:rsid w:val="00DC7D5B"/>
    <w:rsid w:val="00DD2A9E"/>
    <w:rsid w:val="00DD381C"/>
    <w:rsid w:val="00DD4966"/>
    <w:rsid w:val="00DD621F"/>
    <w:rsid w:val="00DD7A9C"/>
    <w:rsid w:val="00DE0653"/>
    <w:rsid w:val="00DE0A5A"/>
    <w:rsid w:val="00DE180C"/>
    <w:rsid w:val="00DE1913"/>
    <w:rsid w:val="00DE1A87"/>
    <w:rsid w:val="00DE2CEE"/>
    <w:rsid w:val="00DE2E0D"/>
    <w:rsid w:val="00DE3539"/>
    <w:rsid w:val="00DE365C"/>
    <w:rsid w:val="00DE37A4"/>
    <w:rsid w:val="00DE39D7"/>
    <w:rsid w:val="00DE4C3C"/>
    <w:rsid w:val="00DE595F"/>
    <w:rsid w:val="00DE5AFC"/>
    <w:rsid w:val="00DE5C0B"/>
    <w:rsid w:val="00DE5CEB"/>
    <w:rsid w:val="00DE6984"/>
    <w:rsid w:val="00DE784B"/>
    <w:rsid w:val="00DF0647"/>
    <w:rsid w:val="00DF08A9"/>
    <w:rsid w:val="00DF1797"/>
    <w:rsid w:val="00DF287A"/>
    <w:rsid w:val="00DF2B83"/>
    <w:rsid w:val="00DF3593"/>
    <w:rsid w:val="00DF35C6"/>
    <w:rsid w:val="00DF408E"/>
    <w:rsid w:val="00DF65FB"/>
    <w:rsid w:val="00DF6EC9"/>
    <w:rsid w:val="00DF7133"/>
    <w:rsid w:val="00DF743E"/>
    <w:rsid w:val="00DF7CB7"/>
    <w:rsid w:val="00DF7E5A"/>
    <w:rsid w:val="00E0018F"/>
    <w:rsid w:val="00E00354"/>
    <w:rsid w:val="00E0059D"/>
    <w:rsid w:val="00E00F01"/>
    <w:rsid w:val="00E010F3"/>
    <w:rsid w:val="00E02177"/>
    <w:rsid w:val="00E02FBF"/>
    <w:rsid w:val="00E03716"/>
    <w:rsid w:val="00E041AC"/>
    <w:rsid w:val="00E0427E"/>
    <w:rsid w:val="00E04AC2"/>
    <w:rsid w:val="00E04EFF"/>
    <w:rsid w:val="00E0539A"/>
    <w:rsid w:val="00E05549"/>
    <w:rsid w:val="00E060D5"/>
    <w:rsid w:val="00E069CA"/>
    <w:rsid w:val="00E06F6C"/>
    <w:rsid w:val="00E077B2"/>
    <w:rsid w:val="00E102A2"/>
    <w:rsid w:val="00E10A01"/>
    <w:rsid w:val="00E10E88"/>
    <w:rsid w:val="00E10F9B"/>
    <w:rsid w:val="00E11001"/>
    <w:rsid w:val="00E1226D"/>
    <w:rsid w:val="00E122A1"/>
    <w:rsid w:val="00E12B7C"/>
    <w:rsid w:val="00E1376D"/>
    <w:rsid w:val="00E13AE2"/>
    <w:rsid w:val="00E143BB"/>
    <w:rsid w:val="00E14F13"/>
    <w:rsid w:val="00E14F76"/>
    <w:rsid w:val="00E15050"/>
    <w:rsid w:val="00E15C13"/>
    <w:rsid w:val="00E15C87"/>
    <w:rsid w:val="00E1672B"/>
    <w:rsid w:val="00E16B04"/>
    <w:rsid w:val="00E209A2"/>
    <w:rsid w:val="00E21243"/>
    <w:rsid w:val="00E21C31"/>
    <w:rsid w:val="00E22D39"/>
    <w:rsid w:val="00E2365A"/>
    <w:rsid w:val="00E24860"/>
    <w:rsid w:val="00E25B1F"/>
    <w:rsid w:val="00E25F0F"/>
    <w:rsid w:val="00E268C5"/>
    <w:rsid w:val="00E26DCC"/>
    <w:rsid w:val="00E279FB"/>
    <w:rsid w:val="00E27D12"/>
    <w:rsid w:val="00E31680"/>
    <w:rsid w:val="00E31F18"/>
    <w:rsid w:val="00E327F2"/>
    <w:rsid w:val="00E329DB"/>
    <w:rsid w:val="00E32B2D"/>
    <w:rsid w:val="00E33B77"/>
    <w:rsid w:val="00E34037"/>
    <w:rsid w:val="00E357F3"/>
    <w:rsid w:val="00E36E2A"/>
    <w:rsid w:val="00E372E2"/>
    <w:rsid w:val="00E37617"/>
    <w:rsid w:val="00E37688"/>
    <w:rsid w:val="00E37791"/>
    <w:rsid w:val="00E4065A"/>
    <w:rsid w:val="00E40926"/>
    <w:rsid w:val="00E40D98"/>
    <w:rsid w:val="00E41167"/>
    <w:rsid w:val="00E41F22"/>
    <w:rsid w:val="00E42E2B"/>
    <w:rsid w:val="00E43804"/>
    <w:rsid w:val="00E43820"/>
    <w:rsid w:val="00E44783"/>
    <w:rsid w:val="00E44977"/>
    <w:rsid w:val="00E454B3"/>
    <w:rsid w:val="00E45A89"/>
    <w:rsid w:val="00E45C1A"/>
    <w:rsid w:val="00E460E9"/>
    <w:rsid w:val="00E4632E"/>
    <w:rsid w:val="00E47A61"/>
    <w:rsid w:val="00E5085D"/>
    <w:rsid w:val="00E51814"/>
    <w:rsid w:val="00E52F0F"/>
    <w:rsid w:val="00E538F1"/>
    <w:rsid w:val="00E54150"/>
    <w:rsid w:val="00E55307"/>
    <w:rsid w:val="00E62230"/>
    <w:rsid w:val="00E6228C"/>
    <w:rsid w:val="00E64B6B"/>
    <w:rsid w:val="00E64E22"/>
    <w:rsid w:val="00E65E09"/>
    <w:rsid w:val="00E6644D"/>
    <w:rsid w:val="00E665C3"/>
    <w:rsid w:val="00E70AB1"/>
    <w:rsid w:val="00E70AFC"/>
    <w:rsid w:val="00E7233D"/>
    <w:rsid w:val="00E7364D"/>
    <w:rsid w:val="00E7369B"/>
    <w:rsid w:val="00E74B68"/>
    <w:rsid w:val="00E76FD3"/>
    <w:rsid w:val="00E802B2"/>
    <w:rsid w:val="00E80B6D"/>
    <w:rsid w:val="00E80F23"/>
    <w:rsid w:val="00E81508"/>
    <w:rsid w:val="00E816D4"/>
    <w:rsid w:val="00E81930"/>
    <w:rsid w:val="00E83C74"/>
    <w:rsid w:val="00E84075"/>
    <w:rsid w:val="00E84D24"/>
    <w:rsid w:val="00E85388"/>
    <w:rsid w:val="00E8568A"/>
    <w:rsid w:val="00E856D2"/>
    <w:rsid w:val="00E87167"/>
    <w:rsid w:val="00E87C50"/>
    <w:rsid w:val="00E9040B"/>
    <w:rsid w:val="00E90743"/>
    <w:rsid w:val="00E90D39"/>
    <w:rsid w:val="00E925A2"/>
    <w:rsid w:val="00E92882"/>
    <w:rsid w:val="00E92C12"/>
    <w:rsid w:val="00E9300C"/>
    <w:rsid w:val="00E94128"/>
    <w:rsid w:val="00E941B8"/>
    <w:rsid w:val="00E94678"/>
    <w:rsid w:val="00E94B4C"/>
    <w:rsid w:val="00E951F4"/>
    <w:rsid w:val="00E95619"/>
    <w:rsid w:val="00E95B6F"/>
    <w:rsid w:val="00E96037"/>
    <w:rsid w:val="00E960C0"/>
    <w:rsid w:val="00E96B33"/>
    <w:rsid w:val="00E96BF2"/>
    <w:rsid w:val="00E97000"/>
    <w:rsid w:val="00E97AAF"/>
    <w:rsid w:val="00EA01BC"/>
    <w:rsid w:val="00EA0283"/>
    <w:rsid w:val="00EA04C6"/>
    <w:rsid w:val="00EA09AA"/>
    <w:rsid w:val="00EA0BF1"/>
    <w:rsid w:val="00EA1A5C"/>
    <w:rsid w:val="00EA29B6"/>
    <w:rsid w:val="00EA4E37"/>
    <w:rsid w:val="00EA6006"/>
    <w:rsid w:val="00EA6804"/>
    <w:rsid w:val="00EB0D07"/>
    <w:rsid w:val="00EB11F9"/>
    <w:rsid w:val="00EB17E9"/>
    <w:rsid w:val="00EB1826"/>
    <w:rsid w:val="00EB1DBE"/>
    <w:rsid w:val="00EB1FB3"/>
    <w:rsid w:val="00EB3CE6"/>
    <w:rsid w:val="00EB419C"/>
    <w:rsid w:val="00EB45B9"/>
    <w:rsid w:val="00EB56D7"/>
    <w:rsid w:val="00EB5B7C"/>
    <w:rsid w:val="00EB6932"/>
    <w:rsid w:val="00EB7C80"/>
    <w:rsid w:val="00EC0340"/>
    <w:rsid w:val="00EC0EE1"/>
    <w:rsid w:val="00EC2516"/>
    <w:rsid w:val="00EC2562"/>
    <w:rsid w:val="00EC2CB1"/>
    <w:rsid w:val="00EC3CEE"/>
    <w:rsid w:val="00EC3F3E"/>
    <w:rsid w:val="00EC4034"/>
    <w:rsid w:val="00EC4063"/>
    <w:rsid w:val="00EC4069"/>
    <w:rsid w:val="00EC49FE"/>
    <w:rsid w:val="00EC5017"/>
    <w:rsid w:val="00EC6420"/>
    <w:rsid w:val="00EC71DB"/>
    <w:rsid w:val="00EC7A96"/>
    <w:rsid w:val="00ED0550"/>
    <w:rsid w:val="00ED06C5"/>
    <w:rsid w:val="00ED24FA"/>
    <w:rsid w:val="00ED3355"/>
    <w:rsid w:val="00ED6932"/>
    <w:rsid w:val="00EE0B19"/>
    <w:rsid w:val="00EE0CF9"/>
    <w:rsid w:val="00EE11E3"/>
    <w:rsid w:val="00EE2587"/>
    <w:rsid w:val="00EE2F0C"/>
    <w:rsid w:val="00EE354D"/>
    <w:rsid w:val="00EE362C"/>
    <w:rsid w:val="00EE3FB1"/>
    <w:rsid w:val="00EE412D"/>
    <w:rsid w:val="00EE430A"/>
    <w:rsid w:val="00EE4BB9"/>
    <w:rsid w:val="00EE5FA2"/>
    <w:rsid w:val="00EE6C9F"/>
    <w:rsid w:val="00EF2397"/>
    <w:rsid w:val="00EF297B"/>
    <w:rsid w:val="00EF2B8B"/>
    <w:rsid w:val="00EF3292"/>
    <w:rsid w:val="00EF42B7"/>
    <w:rsid w:val="00EF4355"/>
    <w:rsid w:val="00EF4606"/>
    <w:rsid w:val="00EF5B55"/>
    <w:rsid w:val="00EF5B6E"/>
    <w:rsid w:val="00EF68C7"/>
    <w:rsid w:val="00F00394"/>
    <w:rsid w:val="00F00AB9"/>
    <w:rsid w:val="00F01631"/>
    <w:rsid w:val="00F0200C"/>
    <w:rsid w:val="00F02E1E"/>
    <w:rsid w:val="00F03209"/>
    <w:rsid w:val="00F03225"/>
    <w:rsid w:val="00F03259"/>
    <w:rsid w:val="00F0365F"/>
    <w:rsid w:val="00F03A37"/>
    <w:rsid w:val="00F04092"/>
    <w:rsid w:val="00F046A8"/>
    <w:rsid w:val="00F054AA"/>
    <w:rsid w:val="00F069E8"/>
    <w:rsid w:val="00F0751F"/>
    <w:rsid w:val="00F076C6"/>
    <w:rsid w:val="00F1064E"/>
    <w:rsid w:val="00F110BD"/>
    <w:rsid w:val="00F112EC"/>
    <w:rsid w:val="00F1147E"/>
    <w:rsid w:val="00F128F7"/>
    <w:rsid w:val="00F12EAC"/>
    <w:rsid w:val="00F13563"/>
    <w:rsid w:val="00F13B68"/>
    <w:rsid w:val="00F14AA5"/>
    <w:rsid w:val="00F1521D"/>
    <w:rsid w:val="00F152D9"/>
    <w:rsid w:val="00F166FD"/>
    <w:rsid w:val="00F16756"/>
    <w:rsid w:val="00F17CFD"/>
    <w:rsid w:val="00F2021A"/>
    <w:rsid w:val="00F2149B"/>
    <w:rsid w:val="00F21877"/>
    <w:rsid w:val="00F21CC9"/>
    <w:rsid w:val="00F21F28"/>
    <w:rsid w:val="00F22123"/>
    <w:rsid w:val="00F22294"/>
    <w:rsid w:val="00F22C51"/>
    <w:rsid w:val="00F2396D"/>
    <w:rsid w:val="00F25C52"/>
    <w:rsid w:val="00F26494"/>
    <w:rsid w:val="00F302A7"/>
    <w:rsid w:val="00F3036F"/>
    <w:rsid w:val="00F31E96"/>
    <w:rsid w:val="00F32377"/>
    <w:rsid w:val="00F32A44"/>
    <w:rsid w:val="00F32CFB"/>
    <w:rsid w:val="00F32E12"/>
    <w:rsid w:val="00F33B64"/>
    <w:rsid w:val="00F35254"/>
    <w:rsid w:val="00F35AB3"/>
    <w:rsid w:val="00F400E1"/>
    <w:rsid w:val="00F40DE1"/>
    <w:rsid w:val="00F40FF1"/>
    <w:rsid w:val="00F42483"/>
    <w:rsid w:val="00F447FB"/>
    <w:rsid w:val="00F458D6"/>
    <w:rsid w:val="00F465A0"/>
    <w:rsid w:val="00F465D1"/>
    <w:rsid w:val="00F46BCF"/>
    <w:rsid w:val="00F4730F"/>
    <w:rsid w:val="00F47E5E"/>
    <w:rsid w:val="00F519A6"/>
    <w:rsid w:val="00F5223D"/>
    <w:rsid w:val="00F52CE8"/>
    <w:rsid w:val="00F549AC"/>
    <w:rsid w:val="00F54AC2"/>
    <w:rsid w:val="00F569D4"/>
    <w:rsid w:val="00F57963"/>
    <w:rsid w:val="00F6039A"/>
    <w:rsid w:val="00F6196F"/>
    <w:rsid w:val="00F61C66"/>
    <w:rsid w:val="00F62A99"/>
    <w:rsid w:val="00F64993"/>
    <w:rsid w:val="00F67A34"/>
    <w:rsid w:val="00F70A5B"/>
    <w:rsid w:val="00F70EE0"/>
    <w:rsid w:val="00F71CB1"/>
    <w:rsid w:val="00F73891"/>
    <w:rsid w:val="00F74F83"/>
    <w:rsid w:val="00F76348"/>
    <w:rsid w:val="00F77661"/>
    <w:rsid w:val="00F779C5"/>
    <w:rsid w:val="00F77E58"/>
    <w:rsid w:val="00F80C8C"/>
    <w:rsid w:val="00F80FDB"/>
    <w:rsid w:val="00F810B3"/>
    <w:rsid w:val="00F816DC"/>
    <w:rsid w:val="00F81FD9"/>
    <w:rsid w:val="00F82197"/>
    <w:rsid w:val="00F8240F"/>
    <w:rsid w:val="00F82B11"/>
    <w:rsid w:val="00F83196"/>
    <w:rsid w:val="00F83A01"/>
    <w:rsid w:val="00F83BB6"/>
    <w:rsid w:val="00F84450"/>
    <w:rsid w:val="00F84B05"/>
    <w:rsid w:val="00F85645"/>
    <w:rsid w:val="00F856EB"/>
    <w:rsid w:val="00F85B03"/>
    <w:rsid w:val="00F87076"/>
    <w:rsid w:val="00F87808"/>
    <w:rsid w:val="00F879E5"/>
    <w:rsid w:val="00F90CFD"/>
    <w:rsid w:val="00F91120"/>
    <w:rsid w:val="00F91958"/>
    <w:rsid w:val="00F923C3"/>
    <w:rsid w:val="00F92607"/>
    <w:rsid w:val="00F92688"/>
    <w:rsid w:val="00F93ABB"/>
    <w:rsid w:val="00F93C49"/>
    <w:rsid w:val="00F944E9"/>
    <w:rsid w:val="00F944F5"/>
    <w:rsid w:val="00F94E8E"/>
    <w:rsid w:val="00F95018"/>
    <w:rsid w:val="00F956A6"/>
    <w:rsid w:val="00F95732"/>
    <w:rsid w:val="00F97EDA"/>
    <w:rsid w:val="00FA1934"/>
    <w:rsid w:val="00FA1B0A"/>
    <w:rsid w:val="00FA259D"/>
    <w:rsid w:val="00FA3774"/>
    <w:rsid w:val="00FA396F"/>
    <w:rsid w:val="00FA4DE8"/>
    <w:rsid w:val="00FA5138"/>
    <w:rsid w:val="00FA52F1"/>
    <w:rsid w:val="00FA66EA"/>
    <w:rsid w:val="00FA6AD9"/>
    <w:rsid w:val="00FA6F35"/>
    <w:rsid w:val="00FA74E1"/>
    <w:rsid w:val="00FA7763"/>
    <w:rsid w:val="00FA79FE"/>
    <w:rsid w:val="00FA7B36"/>
    <w:rsid w:val="00FB0277"/>
    <w:rsid w:val="00FB076D"/>
    <w:rsid w:val="00FB08C1"/>
    <w:rsid w:val="00FB0D73"/>
    <w:rsid w:val="00FB1E08"/>
    <w:rsid w:val="00FB1FD6"/>
    <w:rsid w:val="00FB2089"/>
    <w:rsid w:val="00FB20A2"/>
    <w:rsid w:val="00FB25AE"/>
    <w:rsid w:val="00FB273C"/>
    <w:rsid w:val="00FB47F8"/>
    <w:rsid w:val="00FB55CF"/>
    <w:rsid w:val="00FB68FC"/>
    <w:rsid w:val="00FB70CE"/>
    <w:rsid w:val="00FC0CFA"/>
    <w:rsid w:val="00FC0F67"/>
    <w:rsid w:val="00FC3054"/>
    <w:rsid w:val="00FC4779"/>
    <w:rsid w:val="00FC5A21"/>
    <w:rsid w:val="00FC71B2"/>
    <w:rsid w:val="00FC7323"/>
    <w:rsid w:val="00FC7C32"/>
    <w:rsid w:val="00FC7D09"/>
    <w:rsid w:val="00FD07B8"/>
    <w:rsid w:val="00FD0BDA"/>
    <w:rsid w:val="00FD0D37"/>
    <w:rsid w:val="00FD1172"/>
    <w:rsid w:val="00FD12CF"/>
    <w:rsid w:val="00FD24E8"/>
    <w:rsid w:val="00FD2544"/>
    <w:rsid w:val="00FD2A55"/>
    <w:rsid w:val="00FD2C66"/>
    <w:rsid w:val="00FD30D5"/>
    <w:rsid w:val="00FD345D"/>
    <w:rsid w:val="00FD3C7A"/>
    <w:rsid w:val="00FD4154"/>
    <w:rsid w:val="00FD42E9"/>
    <w:rsid w:val="00FD600C"/>
    <w:rsid w:val="00FD6661"/>
    <w:rsid w:val="00FD666F"/>
    <w:rsid w:val="00FD6AD8"/>
    <w:rsid w:val="00FD6F04"/>
    <w:rsid w:val="00FE0972"/>
    <w:rsid w:val="00FE1EA1"/>
    <w:rsid w:val="00FE287D"/>
    <w:rsid w:val="00FE4AC8"/>
    <w:rsid w:val="00FE5E7E"/>
    <w:rsid w:val="00FE6A77"/>
    <w:rsid w:val="00FE7023"/>
    <w:rsid w:val="00FE7FD0"/>
    <w:rsid w:val="00FF2484"/>
    <w:rsid w:val="00FF2AFF"/>
    <w:rsid w:val="00FF37A4"/>
    <w:rsid w:val="00FF4108"/>
    <w:rsid w:val="00FF55F2"/>
    <w:rsid w:val="00FF6B69"/>
    <w:rsid w:val="00FF6C90"/>
    <w:rsid w:val="00FF6E32"/>
    <w:rsid w:val="00FF7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HTML Code" w:uiPriority="99"/>
    <w:lsdException w:name="HTML Preformatted" w:uiPriority="99"/>
    <w:lsdException w:name="HTML Typewriter"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4204"/>
    <w:pPr>
      <w:spacing w:after="120"/>
      <w:jc w:val="both"/>
    </w:pPr>
    <w:rPr>
      <w:rFonts w:ascii="Helvetica 45" w:hAnsi="Helvetica 45"/>
      <w:szCs w:val="24"/>
    </w:rPr>
  </w:style>
  <w:style w:type="paragraph" w:styleId="Heading1">
    <w:name w:val="heading 1"/>
    <w:basedOn w:val="Normal"/>
    <w:next w:val="Normal"/>
    <w:link w:val="Heading1Char"/>
    <w:uiPriority w:val="9"/>
    <w:qFormat/>
    <w:rsid w:val="002C768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EA04C6"/>
    <w:pPr>
      <w:keepNext/>
      <w:numPr>
        <w:ilvl w:val="1"/>
        <w:numId w:val="1"/>
      </w:numPr>
      <w:spacing w:before="240" w:after="240"/>
      <w:ind w:left="720" w:firstLine="6"/>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EC5017"/>
    <w:pPr>
      <w:keepNext/>
      <w:numPr>
        <w:ilvl w:val="3"/>
        <w:numId w:val="1"/>
      </w:numPr>
      <w:spacing w:before="240" w:after="60"/>
      <w:ind w:left="2448"/>
      <w:outlineLvl w:val="2"/>
    </w:pPr>
    <w:rPr>
      <w:rFonts w:ascii="Arial" w:hAnsi="Arial" w:cs="Arial"/>
      <w:b/>
      <w:bCs/>
      <w:sz w:val="26"/>
      <w:szCs w:val="26"/>
    </w:rPr>
  </w:style>
  <w:style w:type="paragraph" w:styleId="Heading4">
    <w:name w:val="heading 4"/>
    <w:basedOn w:val="Normal"/>
    <w:next w:val="Normal"/>
    <w:qFormat/>
    <w:rsid w:val="00C20A72"/>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C20A72"/>
    <w:pPr>
      <w:spacing w:before="240" w:after="60"/>
      <w:outlineLvl w:val="4"/>
    </w:pPr>
    <w:rPr>
      <w:b/>
      <w:bCs/>
      <w:i/>
      <w:iCs/>
      <w:sz w:val="26"/>
      <w:szCs w:val="26"/>
    </w:rPr>
  </w:style>
  <w:style w:type="paragraph" w:styleId="Heading6">
    <w:name w:val="heading 6"/>
    <w:basedOn w:val="Normal"/>
    <w:next w:val="Normal"/>
    <w:link w:val="Heading6Char"/>
    <w:qFormat/>
    <w:rsid w:val="00C20A72"/>
    <w:pPr>
      <w:spacing w:before="240" w:after="6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792518"/>
  </w:style>
  <w:style w:type="paragraph" w:customStyle="1" w:styleId="Pealkiri11">
    <w:name w:val="Pealkiri 11"/>
    <w:basedOn w:val="Heading1"/>
    <w:next w:val="Normal"/>
    <w:qFormat/>
    <w:rsid w:val="00273B1C"/>
    <w:pPr>
      <w:pageBreakBefore/>
      <w:numPr>
        <w:numId w:val="1"/>
      </w:numPr>
      <w:spacing w:before="300" w:after="300"/>
    </w:pPr>
    <w:rPr>
      <w:rFonts w:ascii="Helvetica 65" w:hAnsi="Helvetica 65"/>
      <w:b w:val="0"/>
    </w:rPr>
  </w:style>
  <w:style w:type="paragraph" w:customStyle="1" w:styleId="L6ik-tab">
    <w:name w:val="L6ik-tab"/>
    <w:basedOn w:val="Normal"/>
    <w:rsid w:val="00792518"/>
    <w:pPr>
      <w:ind w:firstLine="360"/>
    </w:pPr>
  </w:style>
  <w:style w:type="paragraph" w:customStyle="1" w:styleId="Pealkiri21">
    <w:name w:val="Pealkiri 21"/>
    <w:basedOn w:val="Heading3"/>
    <w:next w:val="Normal"/>
    <w:qFormat/>
    <w:rsid w:val="00E0018F"/>
    <w:pPr>
      <w:numPr>
        <w:ilvl w:val="2"/>
      </w:numPr>
      <w:spacing w:before="220" w:after="160"/>
    </w:pPr>
    <w:rPr>
      <w:rFonts w:ascii="Helvetica 65" w:hAnsi="Helvetica 65"/>
      <w:b w:val="0"/>
      <w:sz w:val="24"/>
    </w:rPr>
  </w:style>
  <w:style w:type="character" w:styleId="PageNumber">
    <w:name w:val="page number"/>
    <w:rsid w:val="00792518"/>
    <w:rPr>
      <w:rFonts w:ascii="Helvetica 45" w:hAnsi="Helvetica 45"/>
      <w:sz w:val="20"/>
    </w:rPr>
  </w:style>
  <w:style w:type="paragraph" w:styleId="Header">
    <w:name w:val="header"/>
    <w:basedOn w:val="Normal"/>
    <w:rsid w:val="00792518"/>
    <w:pPr>
      <w:tabs>
        <w:tab w:val="left" w:pos="4500"/>
      </w:tabs>
      <w:jc w:val="right"/>
    </w:pPr>
    <w:rPr>
      <w:sz w:val="16"/>
    </w:rPr>
  </w:style>
  <w:style w:type="paragraph" w:styleId="TOC3">
    <w:name w:val="toc 3"/>
    <w:basedOn w:val="Normal"/>
    <w:next w:val="Normal"/>
    <w:autoRedefine/>
    <w:uiPriority w:val="39"/>
    <w:rsid w:val="00792518"/>
    <w:pPr>
      <w:ind w:left="400"/>
    </w:pPr>
  </w:style>
  <w:style w:type="paragraph" w:customStyle="1" w:styleId="Pealkiri31">
    <w:name w:val="Pealkiri 31"/>
    <w:basedOn w:val="Normal"/>
    <w:next w:val="Normal"/>
    <w:rsid w:val="00EC5017"/>
    <w:pPr>
      <w:numPr>
        <w:ilvl w:val="4"/>
        <w:numId w:val="1"/>
      </w:numPr>
      <w:ind w:left="3312"/>
    </w:pPr>
    <w:rPr>
      <w:rFonts w:ascii="Helvetica 65" w:hAnsi="Helvetica 65"/>
    </w:rPr>
  </w:style>
  <w:style w:type="paragraph" w:styleId="TOC1">
    <w:name w:val="toc 1"/>
    <w:basedOn w:val="Normal"/>
    <w:next w:val="Normal"/>
    <w:autoRedefine/>
    <w:uiPriority w:val="39"/>
    <w:rsid w:val="002A04F1"/>
    <w:pPr>
      <w:tabs>
        <w:tab w:val="left" w:pos="400"/>
        <w:tab w:val="right" w:leader="dot" w:pos="8210"/>
      </w:tabs>
    </w:pPr>
  </w:style>
  <w:style w:type="paragraph" w:styleId="TOC2">
    <w:name w:val="toc 2"/>
    <w:basedOn w:val="Normal"/>
    <w:next w:val="Normal"/>
    <w:autoRedefine/>
    <w:uiPriority w:val="39"/>
    <w:rsid w:val="00792518"/>
    <w:pPr>
      <w:ind w:left="200"/>
    </w:pPr>
  </w:style>
  <w:style w:type="paragraph" w:styleId="TOC4">
    <w:name w:val="toc 4"/>
    <w:basedOn w:val="Normal"/>
    <w:next w:val="Normal"/>
    <w:autoRedefine/>
    <w:semiHidden/>
    <w:rsid w:val="00792518"/>
    <w:pPr>
      <w:ind w:left="600"/>
    </w:pPr>
  </w:style>
  <w:style w:type="paragraph" w:styleId="TOC5">
    <w:name w:val="toc 5"/>
    <w:basedOn w:val="Normal"/>
    <w:next w:val="Normal"/>
    <w:autoRedefine/>
    <w:semiHidden/>
    <w:rsid w:val="00792518"/>
    <w:pPr>
      <w:ind w:left="800"/>
    </w:pPr>
  </w:style>
  <w:style w:type="paragraph" w:styleId="TOC6">
    <w:name w:val="toc 6"/>
    <w:basedOn w:val="Normal"/>
    <w:next w:val="Normal"/>
    <w:autoRedefine/>
    <w:semiHidden/>
    <w:rsid w:val="00792518"/>
    <w:pPr>
      <w:ind w:left="1000"/>
    </w:pPr>
  </w:style>
  <w:style w:type="paragraph" w:styleId="TOC7">
    <w:name w:val="toc 7"/>
    <w:basedOn w:val="Normal"/>
    <w:next w:val="Normal"/>
    <w:autoRedefine/>
    <w:semiHidden/>
    <w:rsid w:val="00792518"/>
    <w:pPr>
      <w:ind w:left="1200"/>
    </w:pPr>
  </w:style>
  <w:style w:type="paragraph" w:styleId="TOC8">
    <w:name w:val="toc 8"/>
    <w:basedOn w:val="Normal"/>
    <w:next w:val="Normal"/>
    <w:autoRedefine/>
    <w:semiHidden/>
    <w:rsid w:val="00792518"/>
    <w:pPr>
      <w:ind w:left="1400"/>
    </w:pPr>
  </w:style>
  <w:style w:type="paragraph" w:styleId="TOC9">
    <w:name w:val="toc 9"/>
    <w:basedOn w:val="Normal"/>
    <w:next w:val="Normal"/>
    <w:autoRedefine/>
    <w:semiHidden/>
    <w:rsid w:val="00792518"/>
    <w:pPr>
      <w:ind w:left="1600"/>
    </w:pPr>
  </w:style>
  <w:style w:type="character" w:styleId="Hyperlink">
    <w:name w:val="Hyperlink"/>
    <w:uiPriority w:val="99"/>
    <w:rsid w:val="00792518"/>
    <w:rPr>
      <w:color w:val="0000FF"/>
      <w:u w:val="single"/>
    </w:rPr>
  </w:style>
  <w:style w:type="paragraph" w:styleId="DocumentMap">
    <w:name w:val="Document Map"/>
    <w:basedOn w:val="Normal"/>
    <w:semiHidden/>
    <w:rsid w:val="00236AE4"/>
    <w:pPr>
      <w:shd w:val="clear" w:color="auto" w:fill="000080"/>
    </w:pPr>
    <w:rPr>
      <w:rFonts w:ascii="Tahoma" w:hAnsi="Tahoma" w:cs="Tahoma"/>
    </w:rPr>
  </w:style>
  <w:style w:type="paragraph" w:customStyle="1" w:styleId="Tiitel1">
    <w:name w:val="Tiitel1"/>
    <w:basedOn w:val="Normal"/>
    <w:rsid w:val="00792518"/>
    <w:rPr>
      <w:rFonts w:ascii="Helvetica 65" w:hAnsi="Helvetica 65"/>
      <w:sz w:val="72"/>
    </w:rPr>
  </w:style>
  <w:style w:type="paragraph" w:styleId="BalloonText">
    <w:name w:val="Balloon Text"/>
    <w:basedOn w:val="Normal"/>
    <w:link w:val="BalloonTextChar"/>
    <w:uiPriority w:val="99"/>
    <w:semiHidden/>
    <w:rsid w:val="006C1932"/>
    <w:rPr>
      <w:rFonts w:ascii="Tahoma" w:hAnsi="Tahoma" w:cs="Tahoma"/>
      <w:sz w:val="16"/>
      <w:szCs w:val="16"/>
    </w:rPr>
  </w:style>
  <w:style w:type="character" w:customStyle="1" w:styleId="Heading2Char">
    <w:name w:val="Heading 2 Char"/>
    <w:link w:val="Heading2"/>
    <w:uiPriority w:val="9"/>
    <w:rsid w:val="00EA04C6"/>
    <w:rPr>
      <w:rFonts w:ascii="Arial" w:hAnsi="Arial" w:cs="Arial"/>
      <w:b/>
      <w:bCs/>
      <w:i/>
      <w:iCs/>
      <w:sz w:val="28"/>
      <w:szCs w:val="28"/>
    </w:rPr>
  </w:style>
  <w:style w:type="paragraph" w:styleId="BodyTextIndent">
    <w:name w:val="Body Text Indent"/>
    <w:basedOn w:val="Normal"/>
    <w:rsid w:val="008936CB"/>
    <w:pPr>
      <w:ind w:left="2160"/>
      <w:jc w:val="left"/>
    </w:pPr>
    <w:rPr>
      <w:rFonts w:ascii="Times New Roman" w:hAnsi="Times New Roman"/>
      <w:color w:val="0000FF"/>
      <w:sz w:val="22"/>
      <w:szCs w:val="20"/>
      <w:lang w:eastAsia="et-EE"/>
    </w:rPr>
  </w:style>
  <w:style w:type="table" w:styleId="TableGrid">
    <w:name w:val="Table Grid"/>
    <w:basedOn w:val="TableNormal"/>
    <w:uiPriority w:val="59"/>
    <w:rsid w:val="00492786"/>
    <w:pPr>
      <w:spacing w:line="276"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alkiri1111">
    <w:name w:val="Pealkiri 1.1.1.1"/>
    <w:basedOn w:val="Heading3"/>
    <w:qFormat/>
    <w:rsid w:val="00BC0364"/>
    <w:pPr>
      <w:spacing w:after="120"/>
      <w:ind w:left="2443" w:hanging="646"/>
    </w:pPr>
    <w:rPr>
      <w:rFonts w:ascii="Helvetica 65" w:hAnsi="Helvetica 65"/>
      <w:b w:val="0"/>
      <w:bCs w:val="0"/>
      <w:sz w:val="24"/>
    </w:rPr>
  </w:style>
  <w:style w:type="character" w:styleId="CommentReference">
    <w:name w:val="annotation reference"/>
    <w:rsid w:val="00360F6B"/>
    <w:rPr>
      <w:sz w:val="16"/>
      <w:szCs w:val="16"/>
    </w:rPr>
  </w:style>
  <w:style w:type="paragraph" w:styleId="CommentText">
    <w:name w:val="annotation text"/>
    <w:basedOn w:val="Normal"/>
    <w:link w:val="CommentTextChar"/>
    <w:rsid w:val="00360F6B"/>
    <w:rPr>
      <w:szCs w:val="20"/>
    </w:rPr>
  </w:style>
  <w:style w:type="paragraph" w:styleId="CommentSubject">
    <w:name w:val="annotation subject"/>
    <w:basedOn w:val="CommentText"/>
    <w:next w:val="CommentText"/>
    <w:semiHidden/>
    <w:rsid w:val="00360F6B"/>
    <w:rPr>
      <w:b/>
      <w:bCs/>
    </w:rPr>
  </w:style>
  <w:style w:type="paragraph" w:customStyle="1" w:styleId="kood">
    <w:name w:val="kood"/>
    <w:basedOn w:val="Normal"/>
    <w:link w:val="koodChar"/>
    <w:qFormat/>
    <w:rsid w:val="002417FF"/>
    <w:pPr>
      <w:pBdr>
        <w:top w:val="single" w:sz="4" w:space="1" w:color="auto"/>
        <w:left w:val="single" w:sz="4" w:space="4" w:color="auto"/>
        <w:bottom w:val="single" w:sz="4" w:space="1" w:color="auto"/>
        <w:right w:val="single" w:sz="4" w:space="4" w:color="auto"/>
      </w:pBdr>
      <w:shd w:val="clear" w:color="auto" w:fill="EEECE1" w:themeFill="background2"/>
      <w:spacing w:before="120"/>
      <w:ind w:left="907"/>
      <w:contextualSpacing/>
      <w:jc w:val="left"/>
      <w:textboxTightWrap w:val="allLines"/>
    </w:pPr>
    <w:rPr>
      <w:rFonts w:ascii="Courier New" w:hAnsi="Courier New"/>
      <w:sz w:val="18"/>
    </w:rPr>
  </w:style>
  <w:style w:type="character" w:customStyle="1" w:styleId="koodChar">
    <w:name w:val="kood Char"/>
    <w:link w:val="kood"/>
    <w:rsid w:val="002417FF"/>
    <w:rPr>
      <w:rFonts w:ascii="Courier New" w:hAnsi="Courier New"/>
      <w:sz w:val="18"/>
      <w:szCs w:val="24"/>
      <w:shd w:val="clear" w:color="auto" w:fill="EEECE1" w:themeFill="background2"/>
      <w:lang w:val="et-EE"/>
    </w:rPr>
  </w:style>
  <w:style w:type="character" w:customStyle="1" w:styleId="Heading1Char">
    <w:name w:val="Heading 1 Char"/>
    <w:link w:val="Heading1"/>
    <w:uiPriority w:val="9"/>
    <w:rsid w:val="00BE2749"/>
    <w:rPr>
      <w:rFonts w:ascii="Arial" w:hAnsi="Arial" w:cs="Arial"/>
      <w:b/>
      <w:bCs/>
      <w:kern w:val="32"/>
      <w:sz w:val="32"/>
      <w:szCs w:val="32"/>
      <w:lang w:val="et-EE"/>
    </w:rPr>
  </w:style>
  <w:style w:type="paragraph" w:styleId="ListParagraph">
    <w:name w:val="List Paragraph"/>
    <w:basedOn w:val="Normal"/>
    <w:link w:val="ListParagraphChar"/>
    <w:uiPriority w:val="34"/>
    <w:qFormat/>
    <w:rsid w:val="00244427"/>
    <w:pPr>
      <w:numPr>
        <w:numId w:val="3"/>
      </w:numPr>
      <w:jc w:val="left"/>
    </w:pPr>
  </w:style>
  <w:style w:type="paragraph" w:customStyle="1" w:styleId="Sourcecode">
    <w:name w:val="Sourcecode"/>
    <w:basedOn w:val="Normal"/>
    <w:link w:val="SourcecodeChar"/>
    <w:rsid w:val="00BE2749"/>
    <w:pPr>
      <w:widowControl w:val="0"/>
      <w:suppressAutoHyphens/>
      <w:autoSpaceDE w:val="0"/>
      <w:autoSpaceDN w:val="0"/>
      <w:jc w:val="left"/>
      <w:textAlignment w:val="baseline"/>
    </w:pPr>
    <w:rPr>
      <w:rFonts w:ascii="Courier" w:eastAsia="Courier New" w:hAnsi="Courier" w:cs="Courier New"/>
      <w:color w:val="000000"/>
      <w:kern w:val="3"/>
      <w:szCs w:val="20"/>
      <w:lang w:eastAsia="et-EE" w:bidi="et-EE"/>
    </w:rPr>
  </w:style>
  <w:style w:type="paragraph" w:customStyle="1" w:styleId="DecimalAligned">
    <w:name w:val="Decimal Aligned"/>
    <w:basedOn w:val="Normal"/>
    <w:uiPriority w:val="40"/>
    <w:qFormat/>
    <w:rsid w:val="00BE2749"/>
    <w:pPr>
      <w:tabs>
        <w:tab w:val="decimal" w:pos="360"/>
      </w:tabs>
      <w:spacing w:after="200"/>
      <w:jc w:val="left"/>
    </w:pPr>
    <w:rPr>
      <w:rFonts w:ascii="Calibri" w:eastAsia="Calibri" w:hAnsi="Calibri"/>
      <w:sz w:val="22"/>
      <w:szCs w:val="22"/>
      <w:lang w:eastAsia="ja-JP"/>
    </w:rPr>
  </w:style>
  <w:style w:type="paragraph" w:styleId="FootnoteText">
    <w:name w:val="footnote text"/>
    <w:basedOn w:val="Normal"/>
    <w:link w:val="FootnoteTextChar"/>
    <w:uiPriority w:val="99"/>
    <w:unhideWhenUsed/>
    <w:rsid w:val="00BE2749"/>
    <w:pPr>
      <w:jc w:val="left"/>
    </w:pPr>
    <w:rPr>
      <w:rFonts w:ascii="Calibri" w:hAnsi="Calibri"/>
      <w:szCs w:val="20"/>
      <w:lang w:eastAsia="ja-JP"/>
    </w:rPr>
  </w:style>
  <w:style w:type="character" w:customStyle="1" w:styleId="FootnoteTextChar">
    <w:name w:val="Footnote Text Char"/>
    <w:link w:val="FootnoteText"/>
    <w:uiPriority w:val="99"/>
    <w:rsid w:val="00BE2749"/>
    <w:rPr>
      <w:rFonts w:ascii="Calibri" w:hAnsi="Calibri"/>
      <w:lang w:eastAsia="ja-JP"/>
    </w:rPr>
  </w:style>
  <w:style w:type="character" w:styleId="SubtleEmphasis">
    <w:name w:val="Subtle Emphasis"/>
    <w:uiPriority w:val="19"/>
    <w:qFormat/>
    <w:rsid w:val="00BE2749"/>
    <w:rPr>
      <w:i/>
      <w:iCs/>
      <w:color w:val="7F7F7F"/>
    </w:rPr>
  </w:style>
  <w:style w:type="table" w:styleId="MediumShading2-Accent5">
    <w:name w:val="Medium Shading 2 Accent 5"/>
    <w:basedOn w:val="TableNormal"/>
    <w:uiPriority w:val="64"/>
    <w:rsid w:val="00BE2749"/>
    <w:rPr>
      <w:rFonts w:ascii="Calibri" w:hAnsi="Calibri"/>
      <w:sz w:val="22"/>
      <w:szCs w:val="22"/>
      <w:lang w:eastAsia="ja-JP"/>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Heading3Char">
    <w:name w:val="Heading 3 Char"/>
    <w:link w:val="Heading3"/>
    <w:uiPriority w:val="9"/>
    <w:rsid w:val="00BE2749"/>
    <w:rPr>
      <w:rFonts w:ascii="Arial" w:hAnsi="Arial" w:cs="Arial"/>
      <w:b/>
      <w:bCs/>
      <w:sz w:val="26"/>
      <w:szCs w:val="26"/>
    </w:rPr>
  </w:style>
  <w:style w:type="paragraph" w:styleId="HTMLPreformatted">
    <w:name w:val="HTML Preformatted"/>
    <w:basedOn w:val="Normal"/>
    <w:link w:val="HTMLPreformattedChar"/>
    <w:uiPriority w:val="99"/>
    <w:unhideWhenUsed/>
    <w:rsid w:val="00BE2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rPr>
  </w:style>
  <w:style w:type="character" w:customStyle="1" w:styleId="HTMLPreformattedChar">
    <w:name w:val="HTML Preformatted Char"/>
    <w:link w:val="HTMLPreformatted"/>
    <w:uiPriority w:val="99"/>
    <w:rsid w:val="00BE2749"/>
    <w:rPr>
      <w:rFonts w:ascii="Courier New" w:hAnsi="Courier New" w:cs="Courier New"/>
    </w:rPr>
  </w:style>
  <w:style w:type="character" w:customStyle="1" w:styleId="BalloonTextChar">
    <w:name w:val="Balloon Text Char"/>
    <w:link w:val="BalloonText"/>
    <w:uiPriority w:val="99"/>
    <w:semiHidden/>
    <w:rsid w:val="00BE2749"/>
    <w:rPr>
      <w:rFonts w:ascii="Tahoma" w:hAnsi="Tahoma" w:cs="Tahoma"/>
      <w:sz w:val="16"/>
      <w:szCs w:val="16"/>
      <w:lang w:val="et-EE"/>
    </w:rPr>
  </w:style>
  <w:style w:type="paragraph" w:customStyle="1" w:styleId="Standard">
    <w:name w:val="Standard"/>
    <w:rsid w:val="00BE2749"/>
    <w:pPr>
      <w:widowControl w:val="0"/>
      <w:suppressAutoHyphens/>
      <w:autoSpaceDN w:val="0"/>
      <w:textAlignment w:val="baseline"/>
    </w:pPr>
    <w:rPr>
      <w:rFonts w:ascii="Thorndale" w:eastAsia="HG Mincho Light J" w:hAnsi="Thorndale" w:cs="Arial Unicode MS"/>
      <w:color w:val="000000"/>
      <w:kern w:val="3"/>
      <w:sz w:val="24"/>
      <w:szCs w:val="24"/>
      <w:lang w:eastAsia="et-EE" w:bidi="et-EE"/>
    </w:rPr>
  </w:style>
  <w:style w:type="paragraph" w:customStyle="1" w:styleId="Textbody">
    <w:name w:val="Text body"/>
    <w:basedOn w:val="Standard"/>
    <w:rsid w:val="00BE2749"/>
    <w:pPr>
      <w:spacing w:after="120"/>
    </w:pPr>
    <w:rPr>
      <w:rFonts w:ascii="Arial" w:hAnsi="Arial"/>
    </w:rPr>
  </w:style>
  <w:style w:type="character" w:customStyle="1" w:styleId="Internetlink">
    <w:name w:val="Internet link"/>
    <w:rsid w:val="00BE2749"/>
    <w:rPr>
      <w:color w:val="000080"/>
      <w:u w:val="single"/>
    </w:rPr>
  </w:style>
  <w:style w:type="character" w:customStyle="1" w:styleId="CommentTextChar">
    <w:name w:val="Comment Text Char"/>
    <w:link w:val="CommentText"/>
    <w:rsid w:val="00BE2749"/>
    <w:rPr>
      <w:rFonts w:ascii="Helvetica 45" w:hAnsi="Helvetica 45"/>
      <w:lang w:val="et-EE"/>
    </w:rPr>
  </w:style>
  <w:style w:type="table" w:styleId="MediumGrid3-Accent3">
    <w:name w:val="Medium Grid 3 Accent 3"/>
    <w:basedOn w:val="TableNormal"/>
    <w:uiPriority w:val="69"/>
    <w:rsid w:val="00BE2749"/>
    <w:rPr>
      <w:rFonts w:ascii="Calibri" w:eastAsia="Calibri" w:hAnsi="Calibri"/>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5">
    <w:name w:val="Medium Grid 3 Accent 5"/>
    <w:basedOn w:val="TableNormal"/>
    <w:uiPriority w:val="69"/>
    <w:rsid w:val="00BE2749"/>
    <w:rPr>
      <w:rFonts w:ascii="Calibri" w:eastAsia="Calibri" w:hAnsi="Calibri"/>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1">
    <w:name w:val="Medium Grid 3 Accent 1"/>
    <w:basedOn w:val="TableNormal"/>
    <w:uiPriority w:val="69"/>
    <w:rsid w:val="00BE2749"/>
    <w:rPr>
      <w:rFonts w:ascii="Calibri" w:eastAsia="Calibri" w:hAnsi="Calibri"/>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
    <w:name w:val="Medium Grid 3"/>
    <w:basedOn w:val="TableNormal"/>
    <w:uiPriority w:val="69"/>
    <w:rsid w:val="00BE2749"/>
    <w:rPr>
      <w:rFonts w:ascii="Calibri" w:eastAsia="Calibri" w:hAnsi="Calibri"/>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character" w:styleId="HTMLTypewriter">
    <w:name w:val="HTML Typewriter"/>
    <w:uiPriority w:val="99"/>
    <w:unhideWhenUsed/>
    <w:rsid w:val="00BE2749"/>
    <w:rPr>
      <w:rFonts w:ascii="Courier New" w:eastAsia="Times New Roman" w:hAnsi="Courier New" w:cs="Courier New"/>
      <w:sz w:val="20"/>
      <w:szCs w:val="20"/>
    </w:rPr>
  </w:style>
  <w:style w:type="table" w:styleId="LightList">
    <w:name w:val="Light List"/>
    <w:basedOn w:val="TableNormal"/>
    <w:uiPriority w:val="61"/>
    <w:rsid w:val="00BE2749"/>
    <w:rPr>
      <w:rFonts w:ascii="Calibri" w:eastAsia="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HTMLCode">
    <w:name w:val="HTML Code"/>
    <w:uiPriority w:val="99"/>
    <w:unhideWhenUsed/>
    <w:rsid w:val="00BE2749"/>
    <w:rPr>
      <w:rFonts w:ascii="Courier New" w:eastAsia="Times New Roman" w:hAnsi="Courier New" w:cs="Courier New"/>
      <w:sz w:val="20"/>
      <w:szCs w:val="20"/>
    </w:rPr>
  </w:style>
  <w:style w:type="paragraph" w:customStyle="1" w:styleId="kooddepr">
    <w:name w:val="kood (depr)"/>
    <w:basedOn w:val="kood"/>
    <w:link w:val="kooddeprChar"/>
    <w:qFormat/>
    <w:rsid w:val="004D346C"/>
    <w:pPr>
      <w:pBdr>
        <w:top w:val="dashed" w:sz="4" w:space="1" w:color="auto"/>
        <w:left w:val="dashed" w:sz="4" w:space="4" w:color="auto"/>
        <w:bottom w:val="dashed" w:sz="4" w:space="1" w:color="auto"/>
        <w:right w:val="dashed" w:sz="4" w:space="4" w:color="auto"/>
      </w:pBdr>
    </w:pPr>
  </w:style>
  <w:style w:type="paragraph" w:customStyle="1" w:styleId="eclipse">
    <w:name w:val="eclipse"/>
    <w:basedOn w:val="Normal"/>
    <w:link w:val="eclipseChar"/>
    <w:qFormat/>
    <w:rsid w:val="00344ABD"/>
    <w:pPr>
      <w:pBdr>
        <w:top w:val="single" w:sz="4" w:space="1" w:color="auto"/>
        <w:left w:val="single" w:sz="4" w:space="4" w:color="auto"/>
        <w:bottom w:val="single" w:sz="4" w:space="1" w:color="auto"/>
        <w:right w:val="single" w:sz="4" w:space="4" w:color="auto"/>
      </w:pBdr>
      <w:shd w:val="clear" w:color="auto" w:fill="EEECE1" w:themeFill="background2"/>
      <w:autoSpaceDE w:val="0"/>
      <w:autoSpaceDN w:val="0"/>
      <w:adjustRightInd w:val="0"/>
      <w:spacing w:before="120"/>
      <w:ind w:left="851"/>
      <w:contextualSpacing/>
      <w:jc w:val="left"/>
    </w:pPr>
    <w:rPr>
      <w:rFonts w:ascii="Consolas" w:hAnsi="Consolas" w:cs="Consolas"/>
      <w:color w:val="000000"/>
      <w:sz w:val="18"/>
      <w:szCs w:val="20"/>
    </w:rPr>
  </w:style>
  <w:style w:type="character" w:customStyle="1" w:styleId="kooddeprChar">
    <w:name w:val="kood (depr) Char"/>
    <w:basedOn w:val="koodChar"/>
    <w:link w:val="kooddepr"/>
    <w:rsid w:val="004D346C"/>
    <w:rPr>
      <w:rFonts w:ascii="Courier New" w:hAnsi="Courier New"/>
      <w:sz w:val="18"/>
      <w:szCs w:val="24"/>
      <w:shd w:val="clear" w:color="auto" w:fill="EEECE1" w:themeFill="background2"/>
      <w:lang w:val="et-EE"/>
    </w:rPr>
  </w:style>
  <w:style w:type="paragraph" w:customStyle="1" w:styleId="Ecl-param">
    <w:name w:val="Ecl-param"/>
    <w:basedOn w:val="eclipse"/>
    <w:link w:val="Ecl-paramChar"/>
    <w:qFormat/>
    <w:rsid w:val="007977D1"/>
    <w:rPr>
      <w:iCs/>
      <w:color w:val="0000C0"/>
    </w:rPr>
  </w:style>
  <w:style w:type="character" w:customStyle="1" w:styleId="eclipseChar">
    <w:name w:val="eclipse Char"/>
    <w:basedOn w:val="DefaultParagraphFont"/>
    <w:link w:val="eclipse"/>
    <w:rsid w:val="00344ABD"/>
    <w:rPr>
      <w:rFonts w:ascii="Consolas" w:hAnsi="Consolas" w:cs="Consolas"/>
      <w:color w:val="000000"/>
      <w:sz w:val="18"/>
      <w:shd w:val="clear" w:color="auto" w:fill="EEECE1" w:themeFill="background2"/>
    </w:rPr>
  </w:style>
  <w:style w:type="paragraph" w:customStyle="1" w:styleId="ecl-string">
    <w:name w:val="ecl-string"/>
    <w:basedOn w:val="eclipse"/>
    <w:link w:val="ecl-stringChar"/>
    <w:qFormat/>
    <w:rsid w:val="007977D1"/>
    <w:rPr>
      <w:i/>
      <w:iCs/>
      <w:color w:val="0000C0"/>
    </w:rPr>
  </w:style>
  <w:style w:type="character" w:customStyle="1" w:styleId="Ecl-paramChar">
    <w:name w:val="Ecl-param Char"/>
    <w:basedOn w:val="eclipseChar"/>
    <w:link w:val="Ecl-param"/>
    <w:rsid w:val="007977D1"/>
    <w:rPr>
      <w:rFonts w:ascii="Consolas" w:hAnsi="Consolas" w:cs="Consolas"/>
      <w:iCs/>
      <w:color w:val="0000C0"/>
      <w:sz w:val="18"/>
      <w:shd w:val="clear" w:color="auto" w:fill="EEECE1" w:themeFill="background2"/>
    </w:rPr>
  </w:style>
  <w:style w:type="paragraph" w:customStyle="1" w:styleId="ecl-method">
    <w:name w:val="ecl-method"/>
    <w:basedOn w:val="kood"/>
    <w:link w:val="ecl-methodChar"/>
    <w:qFormat/>
    <w:rsid w:val="007977D1"/>
    <w:rPr>
      <w:rFonts w:ascii="Consolas" w:hAnsi="Consolas" w:cs="Consolas"/>
      <w:i/>
      <w:iCs/>
      <w:color w:val="000000"/>
      <w:szCs w:val="20"/>
    </w:rPr>
  </w:style>
  <w:style w:type="character" w:customStyle="1" w:styleId="ecl-stringChar">
    <w:name w:val="ecl-string Char"/>
    <w:basedOn w:val="eclipseChar"/>
    <w:link w:val="ecl-string"/>
    <w:rsid w:val="007977D1"/>
    <w:rPr>
      <w:rFonts w:ascii="Consolas" w:hAnsi="Consolas" w:cs="Consolas"/>
      <w:i/>
      <w:iCs/>
      <w:color w:val="0000C0"/>
      <w:sz w:val="18"/>
      <w:shd w:val="clear" w:color="auto" w:fill="EEECE1" w:themeFill="background2"/>
    </w:rPr>
  </w:style>
  <w:style w:type="paragraph" w:customStyle="1" w:styleId="ecl-comment">
    <w:name w:val="ecl-comment"/>
    <w:basedOn w:val="eclipse"/>
    <w:link w:val="ecl-commentChar"/>
    <w:qFormat/>
    <w:rsid w:val="003A2BE3"/>
    <w:pPr>
      <w:spacing w:before="0" w:after="0"/>
    </w:pPr>
    <w:rPr>
      <w:color w:val="339933"/>
      <w:szCs w:val="18"/>
    </w:rPr>
  </w:style>
  <w:style w:type="character" w:customStyle="1" w:styleId="ecl-methodChar">
    <w:name w:val="ecl-method Char"/>
    <w:basedOn w:val="koodChar"/>
    <w:link w:val="ecl-method"/>
    <w:rsid w:val="007977D1"/>
    <w:rPr>
      <w:rFonts w:ascii="Consolas" w:hAnsi="Consolas" w:cs="Consolas"/>
      <w:i/>
      <w:iCs/>
      <w:color w:val="000000"/>
      <w:sz w:val="18"/>
      <w:szCs w:val="24"/>
      <w:shd w:val="clear" w:color="auto" w:fill="EEECE1" w:themeFill="background2"/>
      <w:lang w:val="et-EE"/>
    </w:rPr>
  </w:style>
  <w:style w:type="paragraph" w:customStyle="1" w:styleId="ecl-depr">
    <w:name w:val="ecl-depr"/>
    <w:basedOn w:val="eclipse"/>
    <w:link w:val="ecl-deprChar"/>
    <w:qFormat/>
    <w:rsid w:val="00F71CB1"/>
    <w:pPr>
      <w:pBdr>
        <w:top w:val="dashed" w:sz="4" w:space="1" w:color="auto"/>
        <w:left w:val="dashed" w:sz="4" w:space="4" w:color="auto"/>
        <w:bottom w:val="dashed" w:sz="4" w:space="1" w:color="auto"/>
        <w:right w:val="dashed" w:sz="4" w:space="4" w:color="auto"/>
      </w:pBdr>
    </w:pPr>
    <w:rPr>
      <w:color w:val="auto"/>
      <w:szCs w:val="18"/>
    </w:rPr>
  </w:style>
  <w:style w:type="character" w:customStyle="1" w:styleId="ecl-commentChar">
    <w:name w:val="ecl-comment Char"/>
    <w:basedOn w:val="eclipseChar"/>
    <w:link w:val="ecl-comment"/>
    <w:rsid w:val="003A2BE3"/>
    <w:rPr>
      <w:rFonts w:ascii="Consolas" w:hAnsi="Consolas" w:cs="Consolas"/>
      <w:color w:val="339933"/>
      <w:sz w:val="18"/>
      <w:szCs w:val="18"/>
      <w:shd w:val="clear" w:color="auto" w:fill="EEECE1" w:themeFill="background2"/>
    </w:rPr>
  </w:style>
  <w:style w:type="paragraph" w:customStyle="1" w:styleId="utility-command">
    <w:name w:val="utility-command"/>
    <w:basedOn w:val="eclipse"/>
    <w:link w:val="utility-commandChar"/>
    <w:qFormat/>
    <w:rsid w:val="0004750B"/>
    <w:pPr>
      <w:shd w:val="clear" w:color="auto" w:fill="C6D9F1" w:themeFill="text2" w:themeFillTint="33"/>
    </w:pPr>
  </w:style>
  <w:style w:type="character" w:customStyle="1" w:styleId="ecl-deprChar">
    <w:name w:val="ecl-depr Char"/>
    <w:basedOn w:val="eclipseChar"/>
    <w:link w:val="ecl-depr"/>
    <w:rsid w:val="00F71CB1"/>
    <w:rPr>
      <w:rFonts w:ascii="Consolas" w:hAnsi="Consolas" w:cs="Consolas"/>
      <w:color w:val="000000"/>
      <w:sz w:val="18"/>
      <w:szCs w:val="18"/>
      <w:shd w:val="clear" w:color="auto" w:fill="EEECE1" w:themeFill="background2"/>
    </w:rPr>
  </w:style>
  <w:style w:type="paragraph" w:customStyle="1" w:styleId="config">
    <w:name w:val="config"/>
    <w:basedOn w:val="Sourcecode"/>
    <w:link w:val="configChar"/>
    <w:qFormat/>
    <w:rsid w:val="00B64F41"/>
    <w:pPr>
      <w:pBdr>
        <w:top w:val="single" w:sz="4" w:space="1" w:color="auto" w:shadow="1"/>
        <w:left w:val="single" w:sz="4" w:space="4" w:color="auto" w:shadow="1"/>
        <w:bottom w:val="single" w:sz="4" w:space="1" w:color="auto" w:shadow="1"/>
        <w:right w:val="single" w:sz="4" w:space="4" w:color="auto" w:shadow="1"/>
      </w:pBdr>
      <w:shd w:val="clear" w:color="auto" w:fill="EAF1DD" w:themeFill="accent3" w:themeFillTint="33"/>
      <w:spacing w:before="120"/>
      <w:ind w:left="567"/>
      <w:contextualSpacing/>
    </w:pPr>
    <w:rPr>
      <w:rFonts w:ascii="Consolas" w:hAnsi="Consolas"/>
      <w:sz w:val="18"/>
      <w:szCs w:val="18"/>
    </w:rPr>
  </w:style>
  <w:style w:type="character" w:customStyle="1" w:styleId="utility-commandChar">
    <w:name w:val="utility-command Char"/>
    <w:basedOn w:val="eclipseChar"/>
    <w:link w:val="utility-command"/>
    <w:rsid w:val="0004750B"/>
    <w:rPr>
      <w:rFonts w:ascii="Consolas" w:hAnsi="Consolas" w:cs="Consolas"/>
      <w:color w:val="000000"/>
      <w:sz w:val="18"/>
      <w:shd w:val="clear" w:color="auto" w:fill="C6D9F1" w:themeFill="text2" w:themeFillTint="33"/>
    </w:rPr>
  </w:style>
  <w:style w:type="paragraph" w:customStyle="1" w:styleId="bat">
    <w:name w:val="bat"/>
    <w:basedOn w:val="config"/>
    <w:link w:val="batChar"/>
    <w:qFormat/>
    <w:rsid w:val="004553E4"/>
    <w:pPr>
      <w:pBdr>
        <w:top w:val="single" w:sz="4" w:space="12" w:color="auto" w:shadow="1"/>
        <w:bottom w:val="single" w:sz="4" w:space="12" w:color="auto" w:shadow="1"/>
      </w:pBdr>
      <w:shd w:val="clear" w:color="auto" w:fill="FFFFFF" w:themeFill="background1"/>
      <w:ind w:right="113"/>
    </w:pPr>
  </w:style>
  <w:style w:type="character" w:customStyle="1" w:styleId="SourcecodeChar">
    <w:name w:val="Sourcecode Char"/>
    <w:basedOn w:val="DefaultParagraphFont"/>
    <w:link w:val="Sourcecode"/>
    <w:rsid w:val="003C7F3E"/>
    <w:rPr>
      <w:rFonts w:ascii="Courier" w:eastAsia="Courier New" w:hAnsi="Courier" w:cs="Courier New"/>
      <w:color w:val="000000"/>
      <w:kern w:val="3"/>
      <w:lang w:eastAsia="et-EE" w:bidi="et-EE"/>
    </w:rPr>
  </w:style>
  <w:style w:type="character" w:customStyle="1" w:styleId="configChar">
    <w:name w:val="config Char"/>
    <w:basedOn w:val="SourcecodeChar"/>
    <w:link w:val="config"/>
    <w:rsid w:val="00B64F41"/>
    <w:rPr>
      <w:rFonts w:ascii="Consolas" w:eastAsia="Courier New" w:hAnsi="Consolas" w:cs="Courier New"/>
      <w:color w:val="000000"/>
      <w:kern w:val="3"/>
      <w:sz w:val="18"/>
      <w:szCs w:val="18"/>
      <w:shd w:val="clear" w:color="auto" w:fill="EAF1DD" w:themeFill="accent3" w:themeFillTint="33"/>
      <w:lang w:eastAsia="et-EE" w:bidi="et-EE"/>
    </w:rPr>
  </w:style>
  <w:style w:type="table" w:customStyle="1" w:styleId="Parameters">
    <w:name w:val="Parameters"/>
    <w:basedOn w:val="TableElegant"/>
    <w:uiPriority w:val="99"/>
    <w:rsid w:val="003B7E69"/>
    <w:pPr>
      <w:ind w:left="113"/>
    </w:pPr>
    <w:rPr>
      <w:rFonts w:ascii="Helvetica 45" w:hAnsi="Helvetica 45"/>
      <w:color w:val="000000" w:themeColor="text1"/>
      <w:sz w:val="18"/>
      <w:lang w:val="et-EE" w:eastAsia="et-EE"/>
    </w:rPr>
    <w:tblPr>
      <w:tblInd w:w="0" w:type="dxa"/>
      <w:tblBorders>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rFonts w:asciiTheme="minorHAnsi" w:hAnsiTheme="minorHAnsi"/>
        <w:b w:val="0"/>
        <w:i w:val="0"/>
        <w:caps w:val="0"/>
        <w:color w:val="auto"/>
        <w:sz w:val="20"/>
      </w:rPr>
      <w:tblPr/>
      <w:tcPr>
        <w:tcBorders>
          <w:tl2br w:val="none" w:sz="0" w:space="0" w:color="auto"/>
          <w:tr2bl w:val="none" w:sz="0" w:space="0" w:color="auto"/>
        </w:tcBorders>
        <w:shd w:val="clear" w:color="auto" w:fill="D9D9D9" w:themeFill="background1" w:themeFillShade="D9"/>
      </w:tcPr>
    </w:tblStylePr>
    <w:tblStylePr w:type="firstCol">
      <w:pPr>
        <w:wordWrap/>
        <w:mirrorIndents/>
        <w:jc w:val="left"/>
      </w:pPr>
      <w:rPr>
        <w:rFonts w:ascii="Helvetica 45" w:hAnsi="Helvetica 45"/>
        <w:b/>
        <w:sz w:val="18"/>
      </w:rPr>
    </w:tblStylePr>
  </w:style>
  <w:style w:type="character" w:customStyle="1" w:styleId="batChar">
    <w:name w:val="bat Char"/>
    <w:basedOn w:val="configChar"/>
    <w:link w:val="bat"/>
    <w:rsid w:val="004553E4"/>
    <w:rPr>
      <w:rFonts w:ascii="Consolas" w:eastAsia="Courier New" w:hAnsi="Consolas" w:cs="Courier New"/>
      <w:color w:val="000000"/>
      <w:kern w:val="3"/>
      <w:sz w:val="18"/>
      <w:szCs w:val="18"/>
      <w:shd w:val="clear" w:color="auto" w:fill="FFFFFF" w:themeFill="background1"/>
      <w:lang w:eastAsia="et-EE" w:bidi="et-EE"/>
    </w:rPr>
  </w:style>
  <w:style w:type="table" w:styleId="Table3Deffects3">
    <w:name w:val="Table 3D effects 3"/>
    <w:basedOn w:val="TableNormal"/>
    <w:rsid w:val="002538FE"/>
    <w:pPr>
      <w:spacing w:line="276" w:lineRule="auto"/>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rsid w:val="002538FE"/>
    <w:pPr>
      <w:spacing w:line="276" w:lineRule="auto"/>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Param">
    <w:name w:val="Param"/>
    <w:basedOn w:val="TableNormal"/>
    <w:uiPriority w:val="99"/>
    <w:rsid w:val="003B7E69"/>
    <w:rPr>
      <w:rFonts w:ascii="Helvetica 45" w:hAnsi="Helvetica 45"/>
      <w:sz w:val="18"/>
    </w:rPr>
    <w:tblPr>
      <w:tblInd w:w="113" w:type="dxa"/>
      <w:tblBorders>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tcPr>
    <w:tblStylePr w:type="firstRow">
      <w:tblPr/>
      <w:tcPr>
        <w:shd w:val="clear" w:color="auto" w:fill="D9D9D9" w:themeFill="background1" w:themeFillShade="D9"/>
      </w:tcPr>
    </w:tblStylePr>
  </w:style>
  <w:style w:type="paragraph" w:customStyle="1" w:styleId="cmd-atr1">
    <w:name w:val="cmd-atr1"/>
    <w:basedOn w:val="bat"/>
    <w:next w:val="BodyText"/>
    <w:link w:val="cmd-atr1Char"/>
    <w:qFormat/>
    <w:rsid w:val="00400886"/>
    <w:rPr>
      <w:b/>
      <w:color w:val="FF0000"/>
    </w:rPr>
  </w:style>
  <w:style w:type="character" w:customStyle="1" w:styleId="normaltext">
    <w:name w:val="normaltext"/>
    <w:basedOn w:val="DefaultParagraphFont"/>
    <w:rsid w:val="00287DE5"/>
  </w:style>
  <w:style w:type="character" w:customStyle="1" w:styleId="cmd-atr1Char">
    <w:name w:val="cmd-atr1 Char"/>
    <w:basedOn w:val="batChar"/>
    <w:link w:val="cmd-atr1"/>
    <w:rsid w:val="00400886"/>
    <w:rPr>
      <w:rFonts w:ascii="Courier" w:eastAsia="Courier New" w:hAnsi="Courier" w:cs="Courier New"/>
      <w:b/>
      <w:color w:val="FF0000"/>
      <w:kern w:val="3"/>
      <w:sz w:val="18"/>
      <w:szCs w:val="18"/>
      <w:shd w:val="clear" w:color="auto" w:fill="FFFFFF" w:themeFill="background1"/>
      <w:lang w:eastAsia="et-EE" w:bidi="et-EE"/>
    </w:rPr>
  </w:style>
  <w:style w:type="paragraph" w:styleId="BodyText">
    <w:name w:val="Body Text"/>
    <w:basedOn w:val="Normal"/>
    <w:link w:val="BodyTextChar"/>
    <w:rsid w:val="00400886"/>
  </w:style>
  <w:style w:type="character" w:customStyle="1" w:styleId="BodyTextChar">
    <w:name w:val="Body Text Char"/>
    <w:basedOn w:val="DefaultParagraphFont"/>
    <w:link w:val="BodyText"/>
    <w:rsid w:val="00400886"/>
    <w:rPr>
      <w:rFonts w:ascii="Helvetica 45" w:hAnsi="Helvetica 45"/>
      <w:szCs w:val="24"/>
      <w:lang w:val="et-EE"/>
    </w:rPr>
  </w:style>
  <w:style w:type="character" w:customStyle="1" w:styleId="mediumtext">
    <w:name w:val="mediumtext"/>
    <w:basedOn w:val="DefaultParagraphFont"/>
    <w:rsid w:val="005F494F"/>
  </w:style>
  <w:style w:type="paragraph" w:styleId="NormalWeb">
    <w:name w:val="Normal (Web)"/>
    <w:basedOn w:val="Normal"/>
    <w:uiPriority w:val="99"/>
    <w:unhideWhenUsed/>
    <w:rsid w:val="007A5E98"/>
    <w:pPr>
      <w:spacing w:before="100" w:beforeAutospacing="1" w:after="100" w:afterAutospacing="1"/>
      <w:jc w:val="left"/>
    </w:pPr>
    <w:rPr>
      <w:rFonts w:ascii="Times New Roman" w:eastAsiaTheme="minorEastAsia" w:hAnsi="Times New Roman"/>
      <w:sz w:val="24"/>
    </w:rPr>
  </w:style>
  <w:style w:type="paragraph" w:styleId="Caption">
    <w:name w:val="caption"/>
    <w:basedOn w:val="Normal"/>
    <w:next w:val="Normal"/>
    <w:unhideWhenUsed/>
    <w:qFormat/>
    <w:rsid w:val="00B844A3"/>
    <w:pPr>
      <w:spacing w:after="200"/>
    </w:pPr>
    <w:rPr>
      <w:b/>
      <w:bCs/>
      <w:sz w:val="16"/>
      <w:szCs w:val="18"/>
    </w:rPr>
  </w:style>
  <w:style w:type="paragraph" w:customStyle="1" w:styleId="config-sample">
    <w:name w:val="config-sample"/>
    <w:basedOn w:val="config"/>
    <w:link w:val="config-sampleChar"/>
    <w:qFormat/>
    <w:rsid w:val="005715DF"/>
    <w:pPr>
      <w:spacing w:line="276" w:lineRule="auto"/>
      <w:ind w:left="0"/>
    </w:pPr>
    <w:rPr>
      <w:sz w:val="16"/>
      <w:szCs w:val="16"/>
    </w:rPr>
  </w:style>
  <w:style w:type="character" w:customStyle="1" w:styleId="config-sampleChar">
    <w:name w:val="config-sample Char"/>
    <w:basedOn w:val="configChar"/>
    <w:link w:val="config-sample"/>
    <w:rsid w:val="005715DF"/>
    <w:rPr>
      <w:rFonts w:ascii="Consolas" w:eastAsia="Courier New" w:hAnsi="Consolas" w:cs="Courier New"/>
      <w:color w:val="000000"/>
      <w:kern w:val="3"/>
      <w:sz w:val="16"/>
      <w:szCs w:val="16"/>
      <w:shd w:val="clear" w:color="auto" w:fill="EAF1DD" w:themeFill="accent3" w:themeFillTint="33"/>
      <w:lang w:eastAsia="et-EE" w:bidi="et-EE"/>
    </w:rPr>
  </w:style>
  <w:style w:type="character" w:customStyle="1" w:styleId="style4">
    <w:name w:val="style4"/>
    <w:basedOn w:val="DefaultParagraphFont"/>
    <w:rsid w:val="002E5681"/>
  </w:style>
  <w:style w:type="paragraph" w:customStyle="1" w:styleId="UtilitySyntax">
    <w:name w:val="Utility Syntax"/>
    <w:basedOn w:val="Normal"/>
    <w:link w:val="UtilitySyntaxChar"/>
    <w:qFormat/>
    <w:rsid w:val="00E95619"/>
    <w:pPr>
      <w:ind w:left="567"/>
    </w:pPr>
  </w:style>
  <w:style w:type="character" w:customStyle="1" w:styleId="UtilitySyntaxChar">
    <w:name w:val="Utility Syntax Char"/>
    <w:basedOn w:val="DefaultParagraphFont"/>
    <w:link w:val="UtilitySyntax"/>
    <w:rsid w:val="00E95619"/>
    <w:rPr>
      <w:rFonts w:ascii="Helvetica 45" w:hAnsi="Helvetica 45"/>
      <w:szCs w:val="24"/>
    </w:rPr>
  </w:style>
  <w:style w:type="paragraph" w:customStyle="1" w:styleId="OSCPresponders">
    <w:name w:val="OSCP responders"/>
    <w:basedOn w:val="ListParagraph"/>
    <w:link w:val="OSCPrespondersChar"/>
    <w:qFormat/>
    <w:rsid w:val="00696827"/>
    <w:pPr>
      <w:numPr>
        <w:ilvl w:val="2"/>
        <w:numId w:val="23"/>
      </w:numPr>
    </w:pPr>
    <w:rPr>
      <w:i/>
      <w:sz w:val="18"/>
      <w:szCs w:val="18"/>
    </w:rPr>
  </w:style>
  <w:style w:type="character" w:customStyle="1" w:styleId="ListParagraphChar">
    <w:name w:val="List Paragraph Char"/>
    <w:basedOn w:val="DefaultParagraphFont"/>
    <w:link w:val="ListParagraph"/>
    <w:uiPriority w:val="34"/>
    <w:rsid w:val="00696827"/>
    <w:rPr>
      <w:rFonts w:ascii="Helvetica 45" w:hAnsi="Helvetica 45"/>
      <w:szCs w:val="24"/>
    </w:rPr>
  </w:style>
  <w:style w:type="character" w:customStyle="1" w:styleId="OSCPrespondersChar">
    <w:name w:val="OSCP responders Char"/>
    <w:basedOn w:val="ListParagraphChar"/>
    <w:link w:val="OSCPresponders"/>
    <w:rsid w:val="00696827"/>
    <w:rPr>
      <w:rFonts w:ascii="Helvetica 45" w:hAnsi="Helvetica 45"/>
      <w:i/>
      <w:sz w:val="18"/>
      <w:szCs w:val="18"/>
    </w:rPr>
  </w:style>
  <w:style w:type="paragraph" w:styleId="Revision">
    <w:name w:val="Revision"/>
    <w:hidden/>
    <w:uiPriority w:val="99"/>
    <w:semiHidden/>
    <w:rsid w:val="00F0751F"/>
    <w:rPr>
      <w:rFonts w:ascii="Helvetica 45" w:hAnsi="Helvetica 45"/>
      <w:szCs w:val="24"/>
    </w:rPr>
  </w:style>
  <w:style w:type="character" w:styleId="FollowedHyperlink">
    <w:name w:val="FollowedHyperlink"/>
    <w:basedOn w:val="DefaultParagraphFont"/>
    <w:rsid w:val="007546B1"/>
    <w:rPr>
      <w:color w:val="800080" w:themeColor="followedHyperlink"/>
      <w:u w:val="single"/>
    </w:rPr>
  </w:style>
  <w:style w:type="paragraph" w:styleId="PlainText">
    <w:name w:val="Plain Text"/>
    <w:basedOn w:val="Normal"/>
    <w:link w:val="PlainTextChar"/>
    <w:uiPriority w:val="99"/>
    <w:unhideWhenUsed/>
    <w:rsid w:val="00EE0B19"/>
    <w:pPr>
      <w:spacing w:after="0"/>
      <w:jc w:val="left"/>
    </w:pPr>
    <w:rPr>
      <w:rFonts w:ascii="Calibri" w:eastAsiaTheme="minorHAnsi" w:hAnsi="Calibri" w:cstheme="minorBidi"/>
      <w:sz w:val="22"/>
      <w:szCs w:val="21"/>
      <w:lang w:val="et-EE"/>
    </w:rPr>
  </w:style>
  <w:style w:type="character" w:customStyle="1" w:styleId="PlainTextChar">
    <w:name w:val="Plain Text Char"/>
    <w:basedOn w:val="DefaultParagraphFont"/>
    <w:link w:val="PlainText"/>
    <w:uiPriority w:val="99"/>
    <w:rsid w:val="00EE0B19"/>
    <w:rPr>
      <w:rFonts w:ascii="Calibri" w:eastAsiaTheme="minorHAnsi" w:hAnsi="Calibri" w:cstheme="minorBidi"/>
      <w:sz w:val="22"/>
      <w:szCs w:val="21"/>
      <w:lang w:val="et-EE"/>
    </w:rPr>
  </w:style>
  <w:style w:type="paragraph" w:customStyle="1" w:styleId="apHeading2">
    <w:name w:val="ap_Heading 2"/>
    <w:basedOn w:val="Heading2"/>
    <w:link w:val="apHeading2Char"/>
    <w:qFormat/>
    <w:rsid w:val="003822AB"/>
    <w:pPr>
      <w:numPr>
        <w:ilvl w:val="0"/>
        <w:numId w:val="43"/>
      </w:numPr>
    </w:pPr>
    <w:rPr>
      <w:lang w:val="en-GB"/>
    </w:rPr>
  </w:style>
  <w:style w:type="table" w:customStyle="1" w:styleId="APIcomponents">
    <w:name w:val="API components"/>
    <w:basedOn w:val="Parameters"/>
    <w:uiPriority w:val="99"/>
    <w:rsid w:val="00CD4535"/>
    <w:tblPr>
      <w:tblInd w:w="0" w:type="dxa"/>
      <w:tblBorders>
        <w:bottom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rFonts w:asciiTheme="minorHAnsi" w:hAnsiTheme="minorHAnsi"/>
        <w:b w:val="0"/>
        <w:i w:val="0"/>
        <w:caps w:val="0"/>
        <w:color w:val="auto"/>
        <w:sz w:val="20"/>
      </w:rPr>
      <w:tblPr/>
      <w:tcPr>
        <w:tcBorders>
          <w:tl2br w:val="none" w:sz="0" w:space="0" w:color="auto"/>
          <w:tr2bl w:val="none" w:sz="0" w:space="0" w:color="auto"/>
        </w:tcBorders>
        <w:shd w:val="clear" w:color="auto" w:fill="D9D9D9" w:themeFill="background1" w:themeFillShade="D9"/>
      </w:tcPr>
    </w:tblStylePr>
    <w:tblStylePr w:type="firstCol">
      <w:pPr>
        <w:wordWrap/>
        <w:mirrorIndents/>
        <w:jc w:val="left"/>
      </w:pPr>
      <w:rPr>
        <w:rFonts w:ascii="Helvetica 45" w:hAnsi="Helvetica 45"/>
        <w:b/>
        <w:sz w:val="18"/>
      </w:rPr>
    </w:tblStylePr>
  </w:style>
  <w:style w:type="character" w:customStyle="1" w:styleId="Heading6Char">
    <w:name w:val="Heading 6 Char"/>
    <w:basedOn w:val="DefaultParagraphFont"/>
    <w:link w:val="Heading6"/>
    <w:rsid w:val="006A2AE6"/>
    <w:rPr>
      <w:b/>
      <w:bCs/>
      <w:sz w:val="22"/>
      <w:szCs w:val="22"/>
    </w:rPr>
  </w:style>
  <w:style w:type="character" w:customStyle="1" w:styleId="apHeading2Char">
    <w:name w:val="ap_Heading 2 Char"/>
    <w:basedOn w:val="Heading6Char"/>
    <w:link w:val="apHeading2"/>
    <w:rsid w:val="003822AB"/>
    <w:rPr>
      <w:rFonts w:ascii="Arial" w:hAnsi="Arial" w:cs="Arial"/>
      <w:b/>
      <w:bCs/>
      <w:i/>
      <w:iCs/>
      <w:sz w:val="28"/>
      <w:szCs w:val="2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HTML Code" w:uiPriority="99"/>
    <w:lsdException w:name="HTML Preformatted" w:uiPriority="99"/>
    <w:lsdException w:name="HTML Typewriter"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4204"/>
    <w:pPr>
      <w:spacing w:after="120"/>
      <w:jc w:val="both"/>
    </w:pPr>
    <w:rPr>
      <w:rFonts w:ascii="Helvetica 45" w:hAnsi="Helvetica 45"/>
      <w:szCs w:val="24"/>
    </w:rPr>
  </w:style>
  <w:style w:type="paragraph" w:styleId="Heading1">
    <w:name w:val="heading 1"/>
    <w:basedOn w:val="Normal"/>
    <w:next w:val="Normal"/>
    <w:link w:val="Heading1Char"/>
    <w:uiPriority w:val="9"/>
    <w:qFormat/>
    <w:rsid w:val="002C768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EA04C6"/>
    <w:pPr>
      <w:keepNext/>
      <w:numPr>
        <w:ilvl w:val="1"/>
        <w:numId w:val="1"/>
      </w:numPr>
      <w:spacing w:before="240" w:after="240"/>
      <w:ind w:left="720" w:firstLine="6"/>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EC5017"/>
    <w:pPr>
      <w:keepNext/>
      <w:numPr>
        <w:ilvl w:val="3"/>
        <w:numId w:val="1"/>
      </w:numPr>
      <w:spacing w:before="240" w:after="60"/>
      <w:ind w:left="2448"/>
      <w:outlineLvl w:val="2"/>
    </w:pPr>
    <w:rPr>
      <w:rFonts w:ascii="Arial" w:hAnsi="Arial" w:cs="Arial"/>
      <w:b/>
      <w:bCs/>
      <w:sz w:val="26"/>
      <w:szCs w:val="26"/>
    </w:rPr>
  </w:style>
  <w:style w:type="paragraph" w:styleId="Heading4">
    <w:name w:val="heading 4"/>
    <w:basedOn w:val="Normal"/>
    <w:next w:val="Normal"/>
    <w:qFormat/>
    <w:rsid w:val="00C20A72"/>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C20A72"/>
    <w:pPr>
      <w:spacing w:before="240" w:after="60"/>
      <w:outlineLvl w:val="4"/>
    </w:pPr>
    <w:rPr>
      <w:b/>
      <w:bCs/>
      <w:i/>
      <w:iCs/>
      <w:sz w:val="26"/>
      <w:szCs w:val="26"/>
    </w:rPr>
  </w:style>
  <w:style w:type="paragraph" w:styleId="Heading6">
    <w:name w:val="heading 6"/>
    <w:basedOn w:val="Normal"/>
    <w:next w:val="Normal"/>
    <w:link w:val="Heading6Char"/>
    <w:qFormat/>
    <w:rsid w:val="00C20A72"/>
    <w:pPr>
      <w:spacing w:before="240" w:after="6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792518"/>
  </w:style>
  <w:style w:type="paragraph" w:customStyle="1" w:styleId="Pealkiri11">
    <w:name w:val="Pealkiri 11"/>
    <w:basedOn w:val="Heading1"/>
    <w:next w:val="Normal"/>
    <w:qFormat/>
    <w:rsid w:val="00273B1C"/>
    <w:pPr>
      <w:pageBreakBefore/>
      <w:numPr>
        <w:numId w:val="1"/>
      </w:numPr>
      <w:spacing w:before="300" w:after="300"/>
    </w:pPr>
    <w:rPr>
      <w:rFonts w:ascii="Helvetica 65" w:hAnsi="Helvetica 65"/>
      <w:b w:val="0"/>
    </w:rPr>
  </w:style>
  <w:style w:type="paragraph" w:customStyle="1" w:styleId="L6ik-tab">
    <w:name w:val="L6ik-tab"/>
    <w:basedOn w:val="Normal"/>
    <w:rsid w:val="00792518"/>
    <w:pPr>
      <w:ind w:firstLine="360"/>
    </w:pPr>
  </w:style>
  <w:style w:type="paragraph" w:customStyle="1" w:styleId="Pealkiri21">
    <w:name w:val="Pealkiri 21"/>
    <w:basedOn w:val="Heading3"/>
    <w:next w:val="Normal"/>
    <w:qFormat/>
    <w:rsid w:val="00E0018F"/>
    <w:pPr>
      <w:numPr>
        <w:ilvl w:val="2"/>
      </w:numPr>
      <w:spacing w:before="220" w:after="160"/>
    </w:pPr>
    <w:rPr>
      <w:rFonts w:ascii="Helvetica 65" w:hAnsi="Helvetica 65"/>
      <w:b w:val="0"/>
      <w:sz w:val="24"/>
    </w:rPr>
  </w:style>
  <w:style w:type="character" w:styleId="PageNumber">
    <w:name w:val="page number"/>
    <w:rsid w:val="00792518"/>
    <w:rPr>
      <w:rFonts w:ascii="Helvetica 45" w:hAnsi="Helvetica 45"/>
      <w:sz w:val="20"/>
    </w:rPr>
  </w:style>
  <w:style w:type="paragraph" w:styleId="Header">
    <w:name w:val="header"/>
    <w:basedOn w:val="Normal"/>
    <w:rsid w:val="00792518"/>
    <w:pPr>
      <w:tabs>
        <w:tab w:val="left" w:pos="4500"/>
      </w:tabs>
      <w:jc w:val="right"/>
    </w:pPr>
    <w:rPr>
      <w:sz w:val="16"/>
    </w:rPr>
  </w:style>
  <w:style w:type="paragraph" w:styleId="TOC3">
    <w:name w:val="toc 3"/>
    <w:basedOn w:val="Normal"/>
    <w:next w:val="Normal"/>
    <w:autoRedefine/>
    <w:uiPriority w:val="39"/>
    <w:rsid w:val="00792518"/>
    <w:pPr>
      <w:ind w:left="400"/>
    </w:pPr>
  </w:style>
  <w:style w:type="paragraph" w:customStyle="1" w:styleId="Pealkiri31">
    <w:name w:val="Pealkiri 31"/>
    <w:basedOn w:val="Normal"/>
    <w:next w:val="Normal"/>
    <w:rsid w:val="00EC5017"/>
    <w:pPr>
      <w:numPr>
        <w:ilvl w:val="4"/>
        <w:numId w:val="1"/>
      </w:numPr>
      <w:ind w:left="3312"/>
    </w:pPr>
    <w:rPr>
      <w:rFonts w:ascii="Helvetica 65" w:hAnsi="Helvetica 65"/>
    </w:rPr>
  </w:style>
  <w:style w:type="paragraph" w:styleId="TOC1">
    <w:name w:val="toc 1"/>
    <w:basedOn w:val="Normal"/>
    <w:next w:val="Normal"/>
    <w:autoRedefine/>
    <w:uiPriority w:val="39"/>
    <w:rsid w:val="002A04F1"/>
    <w:pPr>
      <w:tabs>
        <w:tab w:val="left" w:pos="400"/>
        <w:tab w:val="right" w:leader="dot" w:pos="8210"/>
      </w:tabs>
    </w:pPr>
  </w:style>
  <w:style w:type="paragraph" w:styleId="TOC2">
    <w:name w:val="toc 2"/>
    <w:basedOn w:val="Normal"/>
    <w:next w:val="Normal"/>
    <w:autoRedefine/>
    <w:uiPriority w:val="39"/>
    <w:rsid w:val="00792518"/>
    <w:pPr>
      <w:ind w:left="200"/>
    </w:pPr>
  </w:style>
  <w:style w:type="paragraph" w:styleId="TOC4">
    <w:name w:val="toc 4"/>
    <w:basedOn w:val="Normal"/>
    <w:next w:val="Normal"/>
    <w:autoRedefine/>
    <w:semiHidden/>
    <w:rsid w:val="00792518"/>
    <w:pPr>
      <w:ind w:left="600"/>
    </w:pPr>
  </w:style>
  <w:style w:type="paragraph" w:styleId="TOC5">
    <w:name w:val="toc 5"/>
    <w:basedOn w:val="Normal"/>
    <w:next w:val="Normal"/>
    <w:autoRedefine/>
    <w:semiHidden/>
    <w:rsid w:val="00792518"/>
    <w:pPr>
      <w:ind w:left="800"/>
    </w:pPr>
  </w:style>
  <w:style w:type="paragraph" w:styleId="TOC6">
    <w:name w:val="toc 6"/>
    <w:basedOn w:val="Normal"/>
    <w:next w:val="Normal"/>
    <w:autoRedefine/>
    <w:semiHidden/>
    <w:rsid w:val="00792518"/>
    <w:pPr>
      <w:ind w:left="1000"/>
    </w:pPr>
  </w:style>
  <w:style w:type="paragraph" w:styleId="TOC7">
    <w:name w:val="toc 7"/>
    <w:basedOn w:val="Normal"/>
    <w:next w:val="Normal"/>
    <w:autoRedefine/>
    <w:semiHidden/>
    <w:rsid w:val="00792518"/>
    <w:pPr>
      <w:ind w:left="1200"/>
    </w:pPr>
  </w:style>
  <w:style w:type="paragraph" w:styleId="TOC8">
    <w:name w:val="toc 8"/>
    <w:basedOn w:val="Normal"/>
    <w:next w:val="Normal"/>
    <w:autoRedefine/>
    <w:semiHidden/>
    <w:rsid w:val="00792518"/>
    <w:pPr>
      <w:ind w:left="1400"/>
    </w:pPr>
  </w:style>
  <w:style w:type="paragraph" w:styleId="TOC9">
    <w:name w:val="toc 9"/>
    <w:basedOn w:val="Normal"/>
    <w:next w:val="Normal"/>
    <w:autoRedefine/>
    <w:semiHidden/>
    <w:rsid w:val="00792518"/>
    <w:pPr>
      <w:ind w:left="1600"/>
    </w:pPr>
  </w:style>
  <w:style w:type="character" w:styleId="Hyperlink">
    <w:name w:val="Hyperlink"/>
    <w:uiPriority w:val="99"/>
    <w:rsid w:val="00792518"/>
    <w:rPr>
      <w:color w:val="0000FF"/>
      <w:u w:val="single"/>
    </w:rPr>
  </w:style>
  <w:style w:type="paragraph" w:styleId="DocumentMap">
    <w:name w:val="Document Map"/>
    <w:basedOn w:val="Normal"/>
    <w:semiHidden/>
    <w:rsid w:val="00236AE4"/>
    <w:pPr>
      <w:shd w:val="clear" w:color="auto" w:fill="000080"/>
    </w:pPr>
    <w:rPr>
      <w:rFonts w:ascii="Tahoma" w:hAnsi="Tahoma" w:cs="Tahoma"/>
    </w:rPr>
  </w:style>
  <w:style w:type="paragraph" w:customStyle="1" w:styleId="Tiitel1">
    <w:name w:val="Tiitel1"/>
    <w:basedOn w:val="Normal"/>
    <w:rsid w:val="00792518"/>
    <w:rPr>
      <w:rFonts w:ascii="Helvetica 65" w:hAnsi="Helvetica 65"/>
      <w:sz w:val="72"/>
    </w:rPr>
  </w:style>
  <w:style w:type="paragraph" w:styleId="BalloonText">
    <w:name w:val="Balloon Text"/>
    <w:basedOn w:val="Normal"/>
    <w:link w:val="BalloonTextChar"/>
    <w:uiPriority w:val="99"/>
    <w:semiHidden/>
    <w:rsid w:val="006C1932"/>
    <w:rPr>
      <w:rFonts w:ascii="Tahoma" w:hAnsi="Tahoma" w:cs="Tahoma"/>
      <w:sz w:val="16"/>
      <w:szCs w:val="16"/>
    </w:rPr>
  </w:style>
  <w:style w:type="character" w:customStyle="1" w:styleId="Heading2Char">
    <w:name w:val="Heading 2 Char"/>
    <w:link w:val="Heading2"/>
    <w:uiPriority w:val="9"/>
    <w:rsid w:val="00EA04C6"/>
    <w:rPr>
      <w:rFonts w:ascii="Arial" w:hAnsi="Arial" w:cs="Arial"/>
      <w:b/>
      <w:bCs/>
      <w:i/>
      <w:iCs/>
      <w:sz w:val="28"/>
      <w:szCs w:val="28"/>
    </w:rPr>
  </w:style>
  <w:style w:type="paragraph" w:styleId="BodyTextIndent">
    <w:name w:val="Body Text Indent"/>
    <w:basedOn w:val="Normal"/>
    <w:rsid w:val="008936CB"/>
    <w:pPr>
      <w:ind w:left="2160"/>
      <w:jc w:val="left"/>
    </w:pPr>
    <w:rPr>
      <w:rFonts w:ascii="Times New Roman" w:hAnsi="Times New Roman"/>
      <w:color w:val="0000FF"/>
      <w:sz w:val="22"/>
      <w:szCs w:val="20"/>
      <w:lang w:eastAsia="et-EE"/>
    </w:rPr>
  </w:style>
  <w:style w:type="table" w:styleId="TableGrid">
    <w:name w:val="Table Grid"/>
    <w:basedOn w:val="TableNormal"/>
    <w:uiPriority w:val="59"/>
    <w:rsid w:val="00492786"/>
    <w:pPr>
      <w:spacing w:line="276"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alkiri1111">
    <w:name w:val="Pealkiri 1.1.1.1"/>
    <w:basedOn w:val="Heading3"/>
    <w:qFormat/>
    <w:rsid w:val="00BC0364"/>
    <w:pPr>
      <w:spacing w:after="120"/>
      <w:ind w:left="2443" w:hanging="646"/>
    </w:pPr>
    <w:rPr>
      <w:rFonts w:ascii="Helvetica 65" w:hAnsi="Helvetica 65"/>
      <w:b w:val="0"/>
      <w:bCs w:val="0"/>
      <w:sz w:val="24"/>
    </w:rPr>
  </w:style>
  <w:style w:type="character" w:styleId="CommentReference">
    <w:name w:val="annotation reference"/>
    <w:rsid w:val="00360F6B"/>
    <w:rPr>
      <w:sz w:val="16"/>
      <w:szCs w:val="16"/>
    </w:rPr>
  </w:style>
  <w:style w:type="paragraph" w:styleId="CommentText">
    <w:name w:val="annotation text"/>
    <w:basedOn w:val="Normal"/>
    <w:link w:val="CommentTextChar"/>
    <w:rsid w:val="00360F6B"/>
    <w:rPr>
      <w:szCs w:val="20"/>
    </w:rPr>
  </w:style>
  <w:style w:type="paragraph" w:styleId="CommentSubject">
    <w:name w:val="annotation subject"/>
    <w:basedOn w:val="CommentText"/>
    <w:next w:val="CommentText"/>
    <w:semiHidden/>
    <w:rsid w:val="00360F6B"/>
    <w:rPr>
      <w:b/>
      <w:bCs/>
    </w:rPr>
  </w:style>
  <w:style w:type="paragraph" w:customStyle="1" w:styleId="kood">
    <w:name w:val="kood"/>
    <w:basedOn w:val="Normal"/>
    <w:link w:val="koodChar"/>
    <w:qFormat/>
    <w:rsid w:val="002417FF"/>
    <w:pPr>
      <w:pBdr>
        <w:top w:val="single" w:sz="4" w:space="1" w:color="auto"/>
        <w:left w:val="single" w:sz="4" w:space="4" w:color="auto"/>
        <w:bottom w:val="single" w:sz="4" w:space="1" w:color="auto"/>
        <w:right w:val="single" w:sz="4" w:space="4" w:color="auto"/>
      </w:pBdr>
      <w:shd w:val="clear" w:color="auto" w:fill="EEECE1" w:themeFill="background2"/>
      <w:spacing w:before="120"/>
      <w:ind w:left="907"/>
      <w:contextualSpacing/>
      <w:jc w:val="left"/>
      <w:textboxTightWrap w:val="allLines"/>
    </w:pPr>
    <w:rPr>
      <w:rFonts w:ascii="Courier New" w:hAnsi="Courier New"/>
      <w:sz w:val="18"/>
    </w:rPr>
  </w:style>
  <w:style w:type="character" w:customStyle="1" w:styleId="koodChar">
    <w:name w:val="kood Char"/>
    <w:link w:val="kood"/>
    <w:rsid w:val="002417FF"/>
    <w:rPr>
      <w:rFonts w:ascii="Courier New" w:hAnsi="Courier New"/>
      <w:sz w:val="18"/>
      <w:szCs w:val="24"/>
      <w:shd w:val="clear" w:color="auto" w:fill="EEECE1" w:themeFill="background2"/>
      <w:lang w:val="et-EE"/>
    </w:rPr>
  </w:style>
  <w:style w:type="character" w:customStyle="1" w:styleId="Heading1Char">
    <w:name w:val="Heading 1 Char"/>
    <w:link w:val="Heading1"/>
    <w:uiPriority w:val="9"/>
    <w:rsid w:val="00BE2749"/>
    <w:rPr>
      <w:rFonts w:ascii="Arial" w:hAnsi="Arial" w:cs="Arial"/>
      <w:b/>
      <w:bCs/>
      <w:kern w:val="32"/>
      <w:sz w:val="32"/>
      <w:szCs w:val="32"/>
      <w:lang w:val="et-EE"/>
    </w:rPr>
  </w:style>
  <w:style w:type="paragraph" w:styleId="ListParagraph">
    <w:name w:val="List Paragraph"/>
    <w:basedOn w:val="Normal"/>
    <w:link w:val="ListParagraphChar"/>
    <w:uiPriority w:val="34"/>
    <w:qFormat/>
    <w:rsid w:val="00244427"/>
    <w:pPr>
      <w:numPr>
        <w:numId w:val="3"/>
      </w:numPr>
      <w:jc w:val="left"/>
    </w:pPr>
  </w:style>
  <w:style w:type="paragraph" w:customStyle="1" w:styleId="Sourcecode">
    <w:name w:val="Sourcecode"/>
    <w:basedOn w:val="Normal"/>
    <w:link w:val="SourcecodeChar"/>
    <w:rsid w:val="00BE2749"/>
    <w:pPr>
      <w:widowControl w:val="0"/>
      <w:suppressAutoHyphens/>
      <w:autoSpaceDE w:val="0"/>
      <w:autoSpaceDN w:val="0"/>
      <w:jc w:val="left"/>
      <w:textAlignment w:val="baseline"/>
    </w:pPr>
    <w:rPr>
      <w:rFonts w:ascii="Courier" w:eastAsia="Courier New" w:hAnsi="Courier" w:cs="Courier New"/>
      <w:color w:val="000000"/>
      <w:kern w:val="3"/>
      <w:szCs w:val="20"/>
      <w:lang w:eastAsia="et-EE" w:bidi="et-EE"/>
    </w:rPr>
  </w:style>
  <w:style w:type="paragraph" w:customStyle="1" w:styleId="DecimalAligned">
    <w:name w:val="Decimal Aligned"/>
    <w:basedOn w:val="Normal"/>
    <w:uiPriority w:val="40"/>
    <w:qFormat/>
    <w:rsid w:val="00BE2749"/>
    <w:pPr>
      <w:tabs>
        <w:tab w:val="decimal" w:pos="360"/>
      </w:tabs>
      <w:spacing w:after="200"/>
      <w:jc w:val="left"/>
    </w:pPr>
    <w:rPr>
      <w:rFonts w:ascii="Calibri" w:eastAsia="Calibri" w:hAnsi="Calibri"/>
      <w:sz w:val="22"/>
      <w:szCs w:val="22"/>
      <w:lang w:eastAsia="ja-JP"/>
    </w:rPr>
  </w:style>
  <w:style w:type="paragraph" w:styleId="FootnoteText">
    <w:name w:val="footnote text"/>
    <w:basedOn w:val="Normal"/>
    <w:link w:val="FootnoteTextChar"/>
    <w:uiPriority w:val="99"/>
    <w:unhideWhenUsed/>
    <w:rsid w:val="00BE2749"/>
    <w:pPr>
      <w:jc w:val="left"/>
    </w:pPr>
    <w:rPr>
      <w:rFonts w:ascii="Calibri" w:hAnsi="Calibri"/>
      <w:szCs w:val="20"/>
      <w:lang w:eastAsia="ja-JP"/>
    </w:rPr>
  </w:style>
  <w:style w:type="character" w:customStyle="1" w:styleId="FootnoteTextChar">
    <w:name w:val="Footnote Text Char"/>
    <w:link w:val="FootnoteText"/>
    <w:uiPriority w:val="99"/>
    <w:rsid w:val="00BE2749"/>
    <w:rPr>
      <w:rFonts w:ascii="Calibri" w:hAnsi="Calibri"/>
      <w:lang w:eastAsia="ja-JP"/>
    </w:rPr>
  </w:style>
  <w:style w:type="character" w:styleId="SubtleEmphasis">
    <w:name w:val="Subtle Emphasis"/>
    <w:uiPriority w:val="19"/>
    <w:qFormat/>
    <w:rsid w:val="00BE2749"/>
    <w:rPr>
      <w:i/>
      <w:iCs/>
      <w:color w:val="7F7F7F"/>
    </w:rPr>
  </w:style>
  <w:style w:type="table" w:styleId="MediumShading2-Accent5">
    <w:name w:val="Medium Shading 2 Accent 5"/>
    <w:basedOn w:val="TableNormal"/>
    <w:uiPriority w:val="64"/>
    <w:rsid w:val="00BE2749"/>
    <w:rPr>
      <w:rFonts w:ascii="Calibri" w:hAnsi="Calibri"/>
      <w:sz w:val="22"/>
      <w:szCs w:val="22"/>
      <w:lang w:eastAsia="ja-JP"/>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Heading3Char">
    <w:name w:val="Heading 3 Char"/>
    <w:link w:val="Heading3"/>
    <w:uiPriority w:val="9"/>
    <w:rsid w:val="00BE2749"/>
    <w:rPr>
      <w:rFonts w:ascii="Arial" w:hAnsi="Arial" w:cs="Arial"/>
      <w:b/>
      <w:bCs/>
      <w:sz w:val="26"/>
      <w:szCs w:val="26"/>
    </w:rPr>
  </w:style>
  <w:style w:type="paragraph" w:styleId="HTMLPreformatted">
    <w:name w:val="HTML Preformatted"/>
    <w:basedOn w:val="Normal"/>
    <w:link w:val="HTMLPreformattedChar"/>
    <w:uiPriority w:val="99"/>
    <w:unhideWhenUsed/>
    <w:rsid w:val="00BE2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rPr>
  </w:style>
  <w:style w:type="character" w:customStyle="1" w:styleId="HTMLPreformattedChar">
    <w:name w:val="HTML Preformatted Char"/>
    <w:link w:val="HTMLPreformatted"/>
    <w:uiPriority w:val="99"/>
    <w:rsid w:val="00BE2749"/>
    <w:rPr>
      <w:rFonts w:ascii="Courier New" w:hAnsi="Courier New" w:cs="Courier New"/>
    </w:rPr>
  </w:style>
  <w:style w:type="character" w:customStyle="1" w:styleId="BalloonTextChar">
    <w:name w:val="Balloon Text Char"/>
    <w:link w:val="BalloonText"/>
    <w:uiPriority w:val="99"/>
    <w:semiHidden/>
    <w:rsid w:val="00BE2749"/>
    <w:rPr>
      <w:rFonts w:ascii="Tahoma" w:hAnsi="Tahoma" w:cs="Tahoma"/>
      <w:sz w:val="16"/>
      <w:szCs w:val="16"/>
      <w:lang w:val="et-EE"/>
    </w:rPr>
  </w:style>
  <w:style w:type="paragraph" w:customStyle="1" w:styleId="Standard">
    <w:name w:val="Standard"/>
    <w:rsid w:val="00BE2749"/>
    <w:pPr>
      <w:widowControl w:val="0"/>
      <w:suppressAutoHyphens/>
      <w:autoSpaceDN w:val="0"/>
      <w:textAlignment w:val="baseline"/>
    </w:pPr>
    <w:rPr>
      <w:rFonts w:ascii="Thorndale" w:eastAsia="HG Mincho Light J" w:hAnsi="Thorndale" w:cs="Arial Unicode MS"/>
      <w:color w:val="000000"/>
      <w:kern w:val="3"/>
      <w:sz w:val="24"/>
      <w:szCs w:val="24"/>
      <w:lang w:eastAsia="et-EE" w:bidi="et-EE"/>
    </w:rPr>
  </w:style>
  <w:style w:type="paragraph" w:customStyle="1" w:styleId="Textbody">
    <w:name w:val="Text body"/>
    <w:basedOn w:val="Standard"/>
    <w:rsid w:val="00BE2749"/>
    <w:pPr>
      <w:spacing w:after="120"/>
    </w:pPr>
    <w:rPr>
      <w:rFonts w:ascii="Arial" w:hAnsi="Arial"/>
    </w:rPr>
  </w:style>
  <w:style w:type="character" w:customStyle="1" w:styleId="Internetlink">
    <w:name w:val="Internet link"/>
    <w:rsid w:val="00BE2749"/>
    <w:rPr>
      <w:color w:val="000080"/>
      <w:u w:val="single"/>
    </w:rPr>
  </w:style>
  <w:style w:type="character" w:customStyle="1" w:styleId="CommentTextChar">
    <w:name w:val="Comment Text Char"/>
    <w:link w:val="CommentText"/>
    <w:rsid w:val="00BE2749"/>
    <w:rPr>
      <w:rFonts w:ascii="Helvetica 45" w:hAnsi="Helvetica 45"/>
      <w:lang w:val="et-EE"/>
    </w:rPr>
  </w:style>
  <w:style w:type="table" w:styleId="MediumGrid3-Accent3">
    <w:name w:val="Medium Grid 3 Accent 3"/>
    <w:basedOn w:val="TableNormal"/>
    <w:uiPriority w:val="69"/>
    <w:rsid w:val="00BE2749"/>
    <w:rPr>
      <w:rFonts w:ascii="Calibri" w:eastAsia="Calibri" w:hAnsi="Calibri"/>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5">
    <w:name w:val="Medium Grid 3 Accent 5"/>
    <w:basedOn w:val="TableNormal"/>
    <w:uiPriority w:val="69"/>
    <w:rsid w:val="00BE2749"/>
    <w:rPr>
      <w:rFonts w:ascii="Calibri" w:eastAsia="Calibri" w:hAnsi="Calibri"/>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1">
    <w:name w:val="Medium Grid 3 Accent 1"/>
    <w:basedOn w:val="TableNormal"/>
    <w:uiPriority w:val="69"/>
    <w:rsid w:val="00BE2749"/>
    <w:rPr>
      <w:rFonts w:ascii="Calibri" w:eastAsia="Calibri" w:hAnsi="Calibri"/>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
    <w:name w:val="Medium Grid 3"/>
    <w:basedOn w:val="TableNormal"/>
    <w:uiPriority w:val="69"/>
    <w:rsid w:val="00BE2749"/>
    <w:rPr>
      <w:rFonts w:ascii="Calibri" w:eastAsia="Calibri" w:hAnsi="Calibri"/>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character" w:styleId="HTMLTypewriter">
    <w:name w:val="HTML Typewriter"/>
    <w:uiPriority w:val="99"/>
    <w:unhideWhenUsed/>
    <w:rsid w:val="00BE2749"/>
    <w:rPr>
      <w:rFonts w:ascii="Courier New" w:eastAsia="Times New Roman" w:hAnsi="Courier New" w:cs="Courier New"/>
      <w:sz w:val="20"/>
      <w:szCs w:val="20"/>
    </w:rPr>
  </w:style>
  <w:style w:type="table" w:styleId="LightList">
    <w:name w:val="Light List"/>
    <w:basedOn w:val="TableNormal"/>
    <w:uiPriority w:val="61"/>
    <w:rsid w:val="00BE2749"/>
    <w:rPr>
      <w:rFonts w:ascii="Calibri" w:eastAsia="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HTMLCode">
    <w:name w:val="HTML Code"/>
    <w:uiPriority w:val="99"/>
    <w:unhideWhenUsed/>
    <w:rsid w:val="00BE2749"/>
    <w:rPr>
      <w:rFonts w:ascii="Courier New" w:eastAsia="Times New Roman" w:hAnsi="Courier New" w:cs="Courier New"/>
      <w:sz w:val="20"/>
      <w:szCs w:val="20"/>
    </w:rPr>
  </w:style>
  <w:style w:type="paragraph" w:customStyle="1" w:styleId="kooddepr">
    <w:name w:val="kood (depr)"/>
    <w:basedOn w:val="kood"/>
    <w:link w:val="kooddeprChar"/>
    <w:qFormat/>
    <w:rsid w:val="004D346C"/>
    <w:pPr>
      <w:pBdr>
        <w:top w:val="dashed" w:sz="4" w:space="1" w:color="auto"/>
        <w:left w:val="dashed" w:sz="4" w:space="4" w:color="auto"/>
        <w:bottom w:val="dashed" w:sz="4" w:space="1" w:color="auto"/>
        <w:right w:val="dashed" w:sz="4" w:space="4" w:color="auto"/>
      </w:pBdr>
    </w:pPr>
  </w:style>
  <w:style w:type="paragraph" w:customStyle="1" w:styleId="eclipse">
    <w:name w:val="eclipse"/>
    <w:basedOn w:val="Normal"/>
    <w:link w:val="eclipseChar"/>
    <w:qFormat/>
    <w:rsid w:val="00344ABD"/>
    <w:pPr>
      <w:pBdr>
        <w:top w:val="single" w:sz="4" w:space="1" w:color="auto"/>
        <w:left w:val="single" w:sz="4" w:space="4" w:color="auto"/>
        <w:bottom w:val="single" w:sz="4" w:space="1" w:color="auto"/>
        <w:right w:val="single" w:sz="4" w:space="4" w:color="auto"/>
      </w:pBdr>
      <w:shd w:val="clear" w:color="auto" w:fill="EEECE1" w:themeFill="background2"/>
      <w:autoSpaceDE w:val="0"/>
      <w:autoSpaceDN w:val="0"/>
      <w:adjustRightInd w:val="0"/>
      <w:spacing w:before="120"/>
      <w:ind w:left="851"/>
      <w:contextualSpacing/>
      <w:jc w:val="left"/>
    </w:pPr>
    <w:rPr>
      <w:rFonts w:ascii="Consolas" w:hAnsi="Consolas" w:cs="Consolas"/>
      <w:color w:val="000000"/>
      <w:sz w:val="18"/>
      <w:szCs w:val="20"/>
    </w:rPr>
  </w:style>
  <w:style w:type="character" w:customStyle="1" w:styleId="kooddeprChar">
    <w:name w:val="kood (depr) Char"/>
    <w:basedOn w:val="koodChar"/>
    <w:link w:val="kooddepr"/>
    <w:rsid w:val="004D346C"/>
    <w:rPr>
      <w:rFonts w:ascii="Courier New" w:hAnsi="Courier New"/>
      <w:sz w:val="18"/>
      <w:szCs w:val="24"/>
      <w:shd w:val="clear" w:color="auto" w:fill="EEECE1" w:themeFill="background2"/>
      <w:lang w:val="et-EE"/>
    </w:rPr>
  </w:style>
  <w:style w:type="paragraph" w:customStyle="1" w:styleId="Ecl-param">
    <w:name w:val="Ecl-param"/>
    <w:basedOn w:val="eclipse"/>
    <w:link w:val="Ecl-paramChar"/>
    <w:qFormat/>
    <w:rsid w:val="007977D1"/>
    <w:rPr>
      <w:iCs/>
      <w:color w:val="0000C0"/>
    </w:rPr>
  </w:style>
  <w:style w:type="character" w:customStyle="1" w:styleId="eclipseChar">
    <w:name w:val="eclipse Char"/>
    <w:basedOn w:val="DefaultParagraphFont"/>
    <w:link w:val="eclipse"/>
    <w:rsid w:val="00344ABD"/>
    <w:rPr>
      <w:rFonts w:ascii="Consolas" w:hAnsi="Consolas" w:cs="Consolas"/>
      <w:color w:val="000000"/>
      <w:sz w:val="18"/>
      <w:shd w:val="clear" w:color="auto" w:fill="EEECE1" w:themeFill="background2"/>
    </w:rPr>
  </w:style>
  <w:style w:type="paragraph" w:customStyle="1" w:styleId="ecl-string">
    <w:name w:val="ecl-string"/>
    <w:basedOn w:val="eclipse"/>
    <w:link w:val="ecl-stringChar"/>
    <w:qFormat/>
    <w:rsid w:val="007977D1"/>
    <w:rPr>
      <w:i/>
      <w:iCs/>
      <w:color w:val="0000C0"/>
    </w:rPr>
  </w:style>
  <w:style w:type="character" w:customStyle="1" w:styleId="Ecl-paramChar">
    <w:name w:val="Ecl-param Char"/>
    <w:basedOn w:val="eclipseChar"/>
    <w:link w:val="Ecl-param"/>
    <w:rsid w:val="007977D1"/>
    <w:rPr>
      <w:rFonts w:ascii="Consolas" w:hAnsi="Consolas" w:cs="Consolas"/>
      <w:iCs/>
      <w:color w:val="0000C0"/>
      <w:sz w:val="18"/>
      <w:shd w:val="clear" w:color="auto" w:fill="EEECE1" w:themeFill="background2"/>
    </w:rPr>
  </w:style>
  <w:style w:type="paragraph" w:customStyle="1" w:styleId="ecl-method">
    <w:name w:val="ecl-method"/>
    <w:basedOn w:val="kood"/>
    <w:link w:val="ecl-methodChar"/>
    <w:qFormat/>
    <w:rsid w:val="007977D1"/>
    <w:rPr>
      <w:rFonts w:ascii="Consolas" w:hAnsi="Consolas" w:cs="Consolas"/>
      <w:i/>
      <w:iCs/>
      <w:color w:val="000000"/>
      <w:szCs w:val="20"/>
    </w:rPr>
  </w:style>
  <w:style w:type="character" w:customStyle="1" w:styleId="ecl-stringChar">
    <w:name w:val="ecl-string Char"/>
    <w:basedOn w:val="eclipseChar"/>
    <w:link w:val="ecl-string"/>
    <w:rsid w:val="007977D1"/>
    <w:rPr>
      <w:rFonts w:ascii="Consolas" w:hAnsi="Consolas" w:cs="Consolas"/>
      <w:i/>
      <w:iCs/>
      <w:color w:val="0000C0"/>
      <w:sz w:val="18"/>
      <w:shd w:val="clear" w:color="auto" w:fill="EEECE1" w:themeFill="background2"/>
    </w:rPr>
  </w:style>
  <w:style w:type="paragraph" w:customStyle="1" w:styleId="ecl-comment">
    <w:name w:val="ecl-comment"/>
    <w:basedOn w:val="eclipse"/>
    <w:link w:val="ecl-commentChar"/>
    <w:qFormat/>
    <w:rsid w:val="003A2BE3"/>
    <w:pPr>
      <w:spacing w:before="0" w:after="0"/>
    </w:pPr>
    <w:rPr>
      <w:color w:val="339933"/>
      <w:szCs w:val="18"/>
    </w:rPr>
  </w:style>
  <w:style w:type="character" w:customStyle="1" w:styleId="ecl-methodChar">
    <w:name w:val="ecl-method Char"/>
    <w:basedOn w:val="koodChar"/>
    <w:link w:val="ecl-method"/>
    <w:rsid w:val="007977D1"/>
    <w:rPr>
      <w:rFonts w:ascii="Consolas" w:hAnsi="Consolas" w:cs="Consolas"/>
      <w:i/>
      <w:iCs/>
      <w:color w:val="000000"/>
      <w:sz w:val="18"/>
      <w:szCs w:val="24"/>
      <w:shd w:val="clear" w:color="auto" w:fill="EEECE1" w:themeFill="background2"/>
      <w:lang w:val="et-EE"/>
    </w:rPr>
  </w:style>
  <w:style w:type="paragraph" w:customStyle="1" w:styleId="ecl-depr">
    <w:name w:val="ecl-depr"/>
    <w:basedOn w:val="eclipse"/>
    <w:link w:val="ecl-deprChar"/>
    <w:qFormat/>
    <w:rsid w:val="00F71CB1"/>
    <w:pPr>
      <w:pBdr>
        <w:top w:val="dashed" w:sz="4" w:space="1" w:color="auto"/>
        <w:left w:val="dashed" w:sz="4" w:space="4" w:color="auto"/>
        <w:bottom w:val="dashed" w:sz="4" w:space="1" w:color="auto"/>
        <w:right w:val="dashed" w:sz="4" w:space="4" w:color="auto"/>
      </w:pBdr>
    </w:pPr>
    <w:rPr>
      <w:color w:val="auto"/>
      <w:szCs w:val="18"/>
    </w:rPr>
  </w:style>
  <w:style w:type="character" w:customStyle="1" w:styleId="ecl-commentChar">
    <w:name w:val="ecl-comment Char"/>
    <w:basedOn w:val="eclipseChar"/>
    <w:link w:val="ecl-comment"/>
    <w:rsid w:val="003A2BE3"/>
    <w:rPr>
      <w:rFonts w:ascii="Consolas" w:hAnsi="Consolas" w:cs="Consolas"/>
      <w:color w:val="339933"/>
      <w:sz w:val="18"/>
      <w:szCs w:val="18"/>
      <w:shd w:val="clear" w:color="auto" w:fill="EEECE1" w:themeFill="background2"/>
    </w:rPr>
  </w:style>
  <w:style w:type="paragraph" w:customStyle="1" w:styleId="utility-command">
    <w:name w:val="utility-command"/>
    <w:basedOn w:val="eclipse"/>
    <w:link w:val="utility-commandChar"/>
    <w:qFormat/>
    <w:rsid w:val="0004750B"/>
    <w:pPr>
      <w:shd w:val="clear" w:color="auto" w:fill="C6D9F1" w:themeFill="text2" w:themeFillTint="33"/>
    </w:pPr>
  </w:style>
  <w:style w:type="character" w:customStyle="1" w:styleId="ecl-deprChar">
    <w:name w:val="ecl-depr Char"/>
    <w:basedOn w:val="eclipseChar"/>
    <w:link w:val="ecl-depr"/>
    <w:rsid w:val="00F71CB1"/>
    <w:rPr>
      <w:rFonts w:ascii="Consolas" w:hAnsi="Consolas" w:cs="Consolas"/>
      <w:color w:val="000000"/>
      <w:sz w:val="18"/>
      <w:szCs w:val="18"/>
      <w:shd w:val="clear" w:color="auto" w:fill="EEECE1" w:themeFill="background2"/>
    </w:rPr>
  </w:style>
  <w:style w:type="paragraph" w:customStyle="1" w:styleId="config">
    <w:name w:val="config"/>
    <w:basedOn w:val="Sourcecode"/>
    <w:link w:val="configChar"/>
    <w:qFormat/>
    <w:rsid w:val="00B64F41"/>
    <w:pPr>
      <w:pBdr>
        <w:top w:val="single" w:sz="4" w:space="1" w:color="auto" w:shadow="1"/>
        <w:left w:val="single" w:sz="4" w:space="4" w:color="auto" w:shadow="1"/>
        <w:bottom w:val="single" w:sz="4" w:space="1" w:color="auto" w:shadow="1"/>
        <w:right w:val="single" w:sz="4" w:space="4" w:color="auto" w:shadow="1"/>
      </w:pBdr>
      <w:shd w:val="clear" w:color="auto" w:fill="EAF1DD" w:themeFill="accent3" w:themeFillTint="33"/>
      <w:spacing w:before="120"/>
      <w:ind w:left="567"/>
      <w:contextualSpacing/>
    </w:pPr>
    <w:rPr>
      <w:rFonts w:ascii="Consolas" w:hAnsi="Consolas"/>
      <w:sz w:val="18"/>
      <w:szCs w:val="18"/>
    </w:rPr>
  </w:style>
  <w:style w:type="character" w:customStyle="1" w:styleId="utility-commandChar">
    <w:name w:val="utility-command Char"/>
    <w:basedOn w:val="eclipseChar"/>
    <w:link w:val="utility-command"/>
    <w:rsid w:val="0004750B"/>
    <w:rPr>
      <w:rFonts w:ascii="Consolas" w:hAnsi="Consolas" w:cs="Consolas"/>
      <w:color w:val="000000"/>
      <w:sz w:val="18"/>
      <w:shd w:val="clear" w:color="auto" w:fill="C6D9F1" w:themeFill="text2" w:themeFillTint="33"/>
    </w:rPr>
  </w:style>
  <w:style w:type="paragraph" w:customStyle="1" w:styleId="bat">
    <w:name w:val="bat"/>
    <w:basedOn w:val="config"/>
    <w:link w:val="batChar"/>
    <w:qFormat/>
    <w:rsid w:val="004553E4"/>
    <w:pPr>
      <w:pBdr>
        <w:top w:val="single" w:sz="4" w:space="12" w:color="auto" w:shadow="1"/>
        <w:bottom w:val="single" w:sz="4" w:space="12" w:color="auto" w:shadow="1"/>
      </w:pBdr>
      <w:shd w:val="clear" w:color="auto" w:fill="FFFFFF" w:themeFill="background1"/>
      <w:ind w:right="113"/>
    </w:pPr>
  </w:style>
  <w:style w:type="character" w:customStyle="1" w:styleId="SourcecodeChar">
    <w:name w:val="Sourcecode Char"/>
    <w:basedOn w:val="DefaultParagraphFont"/>
    <w:link w:val="Sourcecode"/>
    <w:rsid w:val="003C7F3E"/>
    <w:rPr>
      <w:rFonts w:ascii="Courier" w:eastAsia="Courier New" w:hAnsi="Courier" w:cs="Courier New"/>
      <w:color w:val="000000"/>
      <w:kern w:val="3"/>
      <w:lang w:eastAsia="et-EE" w:bidi="et-EE"/>
    </w:rPr>
  </w:style>
  <w:style w:type="character" w:customStyle="1" w:styleId="configChar">
    <w:name w:val="config Char"/>
    <w:basedOn w:val="SourcecodeChar"/>
    <w:link w:val="config"/>
    <w:rsid w:val="00B64F41"/>
    <w:rPr>
      <w:rFonts w:ascii="Consolas" w:eastAsia="Courier New" w:hAnsi="Consolas" w:cs="Courier New"/>
      <w:color w:val="000000"/>
      <w:kern w:val="3"/>
      <w:sz w:val="18"/>
      <w:szCs w:val="18"/>
      <w:shd w:val="clear" w:color="auto" w:fill="EAF1DD" w:themeFill="accent3" w:themeFillTint="33"/>
      <w:lang w:eastAsia="et-EE" w:bidi="et-EE"/>
    </w:rPr>
  </w:style>
  <w:style w:type="table" w:customStyle="1" w:styleId="Parameters">
    <w:name w:val="Parameters"/>
    <w:basedOn w:val="TableElegant"/>
    <w:uiPriority w:val="99"/>
    <w:rsid w:val="003B7E69"/>
    <w:pPr>
      <w:ind w:left="113"/>
    </w:pPr>
    <w:rPr>
      <w:rFonts w:ascii="Helvetica 45" w:hAnsi="Helvetica 45"/>
      <w:color w:val="000000" w:themeColor="text1"/>
      <w:sz w:val="18"/>
      <w:lang w:val="et-EE" w:eastAsia="et-EE"/>
    </w:rPr>
    <w:tblPr>
      <w:tblInd w:w="0" w:type="dxa"/>
      <w:tblBorders>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rFonts w:asciiTheme="minorHAnsi" w:hAnsiTheme="minorHAnsi"/>
        <w:b w:val="0"/>
        <w:i w:val="0"/>
        <w:caps w:val="0"/>
        <w:color w:val="auto"/>
        <w:sz w:val="20"/>
      </w:rPr>
      <w:tblPr/>
      <w:tcPr>
        <w:tcBorders>
          <w:tl2br w:val="none" w:sz="0" w:space="0" w:color="auto"/>
          <w:tr2bl w:val="none" w:sz="0" w:space="0" w:color="auto"/>
        </w:tcBorders>
        <w:shd w:val="clear" w:color="auto" w:fill="D9D9D9" w:themeFill="background1" w:themeFillShade="D9"/>
      </w:tcPr>
    </w:tblStylePr>
    <w:tblStylePr w:type="firstCol">
      <w:pPr>
        <w:wordWrap/>
        <w:mirrorIndents/>
        <w:jc w:val="left"/>
      </w:pPr>
      <w:rPr>
        <w:rFonts w:ascii="Helvetica 45" w:hAnsi="Helvetica 45"/>
        <w:b/>
        <w:sz w:val="18"/>
      </w:rPr>
    </w:tblStylePr>
  </w:style>
  <w:style w:type="character" w:customStyle="1" w:styleId="batChar">
    <w:name w:val="bat Char"/>
    <w:basedOn w:val="configChar"/>
    <w:link w:val="bat"/>
    <w:rsid w:val="004553E4"/>
    <w:rPr>
      <w:rFonts w:ascii="Consolas" w:eastAsia="Courier New" w:hAnsi="Consolas" w:cs="Courier New"/>
      <w:color w:val="000000"/>
      <w:kern w:val="3"/>
      <w:sz w:val="18"/>
      <w:szCs w:val="18"/>
      <w:shd w:val="clear" w:color="auto" w:fill="FFFFFF" w:themeFill="background1"/>
      <w:lang w:eastAsia="et-EE" w:bidi="et-EE"/>
    </w:rPr>
  </w:style>
  <w:style w:type="table" w:styleId="Table3Deffects3">
    <w:name w:val="Table 3D effects 3"/>
    <w:basedOn w:val="TableNormal"/>
    <w:rsid w:val="002538FE"/>
    <w:pPr>
      <w:spacing w:line="276" w:lineRule="auto"/>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rsid w:val="002538FE"/>
    <w:pPr>
      <w:spacing w:line="276" w:lineRule="auto"/>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Param">
    <w:name w:val="Param"/>
    <w:basedOn w:val="TableNormal"/>
    <w:uiPriority w:val="99"/>
    <w:rsid w:val="003B7E69"/>
    <w:rPr>
      <w:rFonts w:ascii="Helvetica 45" w:hAnsi="Helvetica 45"/>
      <w:sz w:val="18"/>
    </w:rPr>
    <w:tblPr>
      <w:tblInd w:w="113" w:type="dxa"/>
      <w:tblBorders>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tcPr>
    <w:tblStylePr w:type="firstRow">
      <w:tblPr/>
      <w:tcPr>
        <w:shd w:val="clear" w:color="auto" w:fill="D9D9D9" w:themeFill="background1" w:themeFillShade="D9"/>
      </w:tcPr>
    </w:tblStylePr>
  </w:style>
  <w:style w:type="paragraph" w:customStyle="1" w:styleId="cmd-atr1">
    <w:name w:val="cmd-atr1"/>
    <w:basedOn w:val="bat"/>
    <w:next w:val="BodyText"/>
    <w:link w:val="cmd-atr1Char"/>
    <w:qFormat/>
    <w:rsid w:val="00400886"/>
    <w:rPr>
      <w:b/>
      <w:color w:val="FF0000"/>
    </w:rPr>
  </w:style>
  <w:style w:type="character" w:customStyle="1" w:styleId="normaltext">
    <w:name w:val="normaltext"/>
    <w:basedOn w:val="DefaultParagraphFont"/>
    <w:rsid w:val="00287DE5"/>
  </w:style>
  <w:style w:type="character" w:customStyle="1" w:styleId="cmd-atr1Char">
    <w:name w:val="cmd-atr1 Char"/>
    <w:basedOn w:val="batChar"/>
    <w:link w:val="cmd-atr1"/>
    <w:rsid w:val="00400886"/>
    <w:rPr>
      <w:rFonts w:ascii="Courier" w:eastAsia="Courier New" w:hAnsi="Courier" w:cs="Courier New"/>
      <w:b/>
      <w:color w:val="FF0000"/>
      <w:kern w:val="3"/>
      <w:sz w:val="18"/>
      <w:szCs w:val="18"/>
      <w:shd w:val="clear" w:color="auto" w:fill="FFFFFF" w:themeFill="background1"/>
      <w:lang w:eastAsia="et-EE" w:bidi="et-EE"/>
    </w:rPr>
  </w:style>
  <w:style w:type="paragraph" w:styleId="BodyText">
    <w:name w:val="Body Text"/>
    <w:basedOn w:val="Normal"/>
    <w:link w:val="BodyTextChar"/>
    <w:rsid w:val="00400886"/>
  </w:style>
  <w:style w:type="character" w:customStyle="1" w:styleId="BodyTextChar">
    <w:name w:val="Body Text Char"/>
    <w:basedOn w:val="DefaultParagraphFont"/>
    <w:link w:val="BodyText"/>
    <w:rsid w:val="00400886"/>
    <w:rPr>
      <w:rFonts w:ascii="Helvetica 45" w:hAnsi="Helvetica 45"/>
      <w:szCs w:val="24"/>
      <w:lang w:val="et-EE"/>
    </w:rPr>
  </w:style>
  <w:style w:type="character" w:customStyle="1" w:styleId="mediumtext">
    <w:name w:val="mediumtext"/>
    <w:basedOn w:val="DefaultParagraphFont"/>
    <w:rsid w:val="005F494F"/>
  </w:style>
  <w:style w:type="paragraph" w:styleId="NormalWeb">
    <w:name w:val="Normal (Web)"/>
    <w:basedOn w:val="Normal"/>
    <w:uiPriority w:val="99"/>
    <w:unhideWhenUsed/>
    <w:rsid w:val="007A5E98"/>
    <w:pPr>
      <w:spacing w:before="100" w:beforeAutospacing="1" w:after="100" w:afterAutospacing="1"/>
      <w:jc w:val="left"/>
    </w:pPr>
    <w:rPr>
      <w:rFonts w:ascii="Times New Roman" w:eastAsiaTheme="minorEastAsia" w:hAnsi="Times New Roman"/>
      <w:sz w:val="24"/>
    </w:rPr>
  </w:style>
  <w:style w:type="paragraph" w:styleId="Caption">
    <w:name w:val="caption"/>
    <w:basedOn w:val="Normal"/>
    <w:next w:val="Normal"/>
    <w:unhideWhenUsed/>
    <w:qFormat/>
    <w:rsid w:val="00B844A3"/>
    <w:pPr>
      <w:spacing w:after="200"/>
    </w:pPr>
    <w:rPr>
      <w:b/>
      <w:bCs/>
      <w:sz w:val="16"/>
      <w:szCs w:val="18"/>
    </w:rPr>
  </w:style>
  <w:style w:type="paragraph" w:customStyle="1" w:styleId="config-sample">
    <w:name w:val="config-sample"/>
    <w:basedOn w:val="config"/>
    <w:link w:val="config-sampleChar"/>
    <w:qFormat/>
    <w:rsid w:val="005715DF"/>
    <w:pPr>
      <w:spacing w:line="276" w:lineRule="auto"/>
      <w:ind w:left="0"/>
    </w:pPr>
    <w:rPr>
      <w:sz w:val="16"/>
      <w:szCs w:val="16"/>
    </w:rPr>
  </w:style>
  <w:style w:type="character" w:customStyle="1" w:styleId="config-sampleChar">
    <w:name w:val="config-sample Char"/>
    <w:basedOn w:val="configChar"/>
    <w:link w:val="config-sample"/>
    <w:rsid w:val="005715DF"/>
    <w:rPr>
      <w:rFonts w:ascii="Consolas" w:eastAsia="Courier New" w:hAnsi="Consolas" w:cs="Courier New"/>
      <w:color w:val="000000"/>
      <w:kern w:val="3"/>
      <w:sz w:val="16"/>
      <w:szCs w:val="16"/>
      <w:shd w:val="clear" w:color="auto" w:fill="EAF1DD" w:themeFill="accent3" w:themeFillTint="33"/>
      <w:lang w:eastAsia="et-EE" w:bidi="et-EE"/>
    </w:rPr>
  </w:style>
  <w:style w:type="character" w:customStyle="1" w:styleId="style4">
    <w:name w:val="style4"/>
    <w:basedOn w:val="DefaultParagraphFont"/>
    <w:rsid w:val="002E5681"/>
  </w:style>
  <w:style w:type="paragraph" w:customStyle="1" w:styleId="UtilitySyntax">
    <w:name w:val="Utility Syntax"/>
    <w:basedOn w:val="Normal"/>
    <w:link w:val="UtilitySyntaxChar"/>
    <w:qFormat/>
    <w:rsid w:val="00E95619"/>
    <w:pPr>
      <w:ind w:left="567"/>
    </w:pPr>
  </w:style>
  <w:style w:type="character" w:customStyle="1" w:styleId="UtilitySyntaxChar">
    <w:name w:val="Utility Syntax Char"/>
    <w:basedOn w:val="DefaultParagraphFont"/>
    <w:link w:val="UtilitySyntax"/>
    <w:rsid w:val="00E95619"/>
    <w:rPr>
      <w:rFonts w:ascii="Helvetica 45" w:hAnsi="Helvetica 45"/>
      <w:szCs w:val="24"/>
    </w:rPr>
  </w:style>
  <w:style w:type="paragraph" w:customStyle="1" w:styleId="OSCPresponders">
    <w:name w:val="OSCP responders"/>
    <w:basedOn w:val="ListParagraph"/>
    <w:link w:val="OSCPrespondersChar"/>
    <w:qFormat/>
    <w:rsid w:val="00696827"/>
    <w:pPr>
      <w:numPr>
        <w:ilvl w:val="2"/>
        <w:numId w:val="23"/>
      </w:numPr>
    </w:pPr>
    <w:rPr>
      <w:i/>
      <w:sz w:val="18"/>
      <w:szCs w:val="18"/>
    </w:rPr>
  </w:style>
  <w:style w:type="character" w:customStyle="1" w:styleId="ListParagraphChar">
    <w:name w:val="List Paragraph Char"/>
    <w:basedOn w:val="DefaultParagraphFont"/>
    <w:link w:val="ListParagraph"/>
    <w:uiPriority w:val="34"/>
    <w:rsid w:val="00696827"/>
    <w:rPr>
      <w:rFonts w:ascii="Helvetica 45" w:hAnsi="Helvetica 45"/>
      <w:szCs w:val="24"/>
    </w:rPr>
  </w:style>
  <w:style w:type="character" w:customStyle="1" w:styleId="OSCPrespondersChar">
    <w:name w:val="OSCP responders Char"/>
    <w:basedOn w:val="ListParagraphChar"/>
    <w:link w:val="OSCPresponders"/>
    <w:rsid w:val="00696827"/>
    <w:rPr>
      <w:rFonts w:ascii="Helvetica 45" w:hAnsi="Helvetica 45"/>
      <w:i/>
      <w:sz w:val="18"/>
      <w:szCs w:val="18"/>
    </w:rPr>
  </w:style>
  <w:style w:type="paragraph" w:styleId="Revision">
    <w:name w:val="Revision"/>
    <w:hidden/>
    <w:uiPriority w:val="99"/>
    <w:semiHidden/>
    <w:rsid w:val="00F0751F"/>
    <w:rPr>
      <w:rFonts w:ascii="Helvetica 45" w:hAnsi="Helvetica 45"/>
      <w:szCs w:val="24"/>
    </w:rPr>
  </w:style>
  <w:style w:type="character" w:styleId="FollowedHyperlink">
    <w:name w:val="FollowedHyperlink"/>
    <w:basedOn w:val="DefaultParagraphFont"/>
    <w:rsid w:val="007546B1"/>
    <w:rPr>
      <w:color w:val="800080" w:themeColor="followedHyperlink"/>
      <w:u w:val="single"/>
    </w:rPr>
  </w:style>
  <w:style w:type="paragraph" w:styleId="PlainText">
    <w:name w:val="Plain Text"/>
    <w:basedOn w:val="Normal"/>
    <w:link w:val="PlainTextChar"/>
    <w:uiPriority w:val="99"/>
    <w:unhideWhenUsed/>
    <w:rsid w:val="00EE0B19"/>
    <w:pPr>
      <w:spacing w:after="0"/>
      <w:jc w:val="left"/>
    </w:pPr>
    <w:rPr>
      <w:rFonts w:ascii="Calibri" w:eastAsiaTheme="minorHAnsi" w:hAnsi="Calibri" w:cstheme="minorBidi"/>
      <w:sz w:val="22"/>
      <w:szCs w:val="21"/>
      <w:lang w:val="et-EE"/>
    </w:rPr>
  </w:style>
  <w:style w:type="character" w:customStyle="1" w:styleId="PlainTextChar">
    <w:name w:val="Plain Text Char"/>
    <w:basedOn w:val="DefaultParagraphFont"/>
    <w:link w:val="PlainText"/>
    <w:uiPriority w:val="99"/>
    <w:rsid w:val="00EE0B19"/>
    <w:rPr>
      <w:rFonts w:ascii="Calibri" w:eastAsiaTheme="minorHAnsi" w:hAnsi="Calibri" w:cstheme="minorBidi"/>
      <w:sz w:val="22"/>
      <w:szCs w:val="21"/>
      <w:lang w:val="et-EE"/>
    </w:rPr>
  </w:style>
  <w:style w:type="paragraph" w:customStyle="1" w:styleId="apHeading2">
    <w:name w:val="ap_Heading 2"/>
    <w:basedOn w:val="Heading2"/>
    <w:link w:val="apHeading2Char"/>
    <w:qFormat/>
    <w:rsid w:val="003822AB"/>
    <w:pPr>
      <w:numPr>
        <w:ilvl w:val="0"/>
        <w:numId w:val="43"/>
      </w:numPr>
    </w:pPr>
    <w:rPr>
      <w:lang w:val="en-GB"/>
    </w:rPr>
  </w:style>
  <w:style w:type="table" w:customStyle="1" w:styleId="APIcomponents">
    <w:name w:val="API components"/>
    <w:basedOn w:val="Parameters"/>
    <w:uiPriority w:val="99"/>
    <w:rsid w:val="00CD4535"/>
    <w:tblPr>
      <w:tblInd w:w="0" w:type="dxa"/>
      <w:tblBorders>
        <w:bottom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rFonts w:asciiTheme="minorHAnsi" w:hAnsiTheme="minorHAnsi"/>
        <w:b w:val="0"/>
        <w:i w:val="0"/>
        <w:caps w:val="0"/>
        <w:color w:val="auto"/>
        <w:sz w:val="20"/>
      </w:rPr>
      <w:tblPr/>
      <w:tcPr>
        <w:tcBorders>
          <w:tl2br w:val="none" w:sz="0" w:space="0" w:color="auto"/>
          <w:tr2bl w:val="none" w:sz="0" w:space="0" w:color="auto"/>
        </w:tcBorders>
        <w:shd w:val="clear" w:color="auto" w:fill="D9D9D9" w:themeFill="background1" w:themeFillShade="D9"/>
      </w:tcPr>
    </w:tblStylePr>
    <w:tblStylePr w:type="firstCol">
      <w:pPr>
        <w:wordWrap/>
        <w:mirrorIndents/>
        <w:jc w:val="left"/>
      </w:pPr>
      <w:rPr>
        <w:rFonts w:ascii="Helvetica 45" w:hAnsi="Helvetica 45"/>
        <w:b/>
        <w:sz w:val="18"/>
      </w:rPr>
    </w:tblStylePr>
  </w:style>
  <w:style w:type="character" w:customStyle="1" w:styleId="Heading6Char">
    <w:name w:val="Heading 6 Char"/>
    <w:basedOn w:val="DefaultParagraphFont"/>
    <w:link w:val="Heading6"/>
    <w:rsid w:val="006A2AE6"/>
    <w:rPr>
      <w:b/>
      <w:bCs/>
      <w:sz w:val="22"/>
      <w:szCs w:val="22"/>
    </w:rPr>
  </w:style>
  <w:style w:type="character" w:customStyle="1" w:styleId="apHeading2Char">
    <w:name w:val="ap_Heading 2 Char"/>
    <w:basedOn w:val="Heading6Char"/>
    <w:link w:val="apHeading2"/>
    <w:rsid w:val="003822AB"/>
    <w:rPr>
      <w:rFonts w:ascii="Arial" w:hAnsi="Arial" w:cs="Arial"/>
      <w:b/>
      <w:bCs/>
      <w:i/>
      <w:iCs/>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433">
      <w:bodyDiv w:val="1"/>
      <w:marLeft w:val="0"/>
      <w:marRight w:val="0"/>
      <w:marTop w:val="0"/>
      <w:marBottom w:val="0"/>
      <w:divBdr>
        <w:top w:val="none" w:sz="0" w:space="0" w:color="auto"/>
        <w:left w:val="none" w:sz="0" w:space="0" w:color="auto"/>
        <w:bottom w:val="none" w:sz="0" w:space="0" w:color="auto"/>
        <w:right w:val="none" w:sz="0" w:space="0" w:color="auto"/>
      </w:divBdr>
    </w:div>
    <w:div w:id="4525114">
      <w:bodyDiv w:val="1"/>
      <w:marLeft w:val="0"/>
      <w:marRight w:val="0"/>
      <w:marTop w:val="0"/>
      <w:marBottom w:val="0"/>
      <w:divBdr>
        <w:top w:val="none" w:sz="0" w:space="0" w:color="auto"/>
        <w:left w:val="none" w:sz="0" w:space="0" w:color="auto"/>
        <w:bottom w:val="none" w:sz="0" w:space="0" w:color="auto"/>
        <w:right w:val="none" w:sz="0" w:space="0" w:color="auto"/>
      </w:divBdr>
    </w:div>
    <w:div w:id="37316386">
      <w:bodyDiv w:val="1"/>
      <w:marLeft w:val="0"/>
      <w:marRight w:val="0"/>
      <w:marTop w:val="0"/>
      <w:marBottom w:val="0"/>
      <w:divBdr>
        <w:top w:val="none" w:sz="0" w:space="0" w:color="auto"/>
        <w:left w:val="none" w:sz="0" w:space="0" w:color="auto"/>
        <w:bottom w:val="none" w:sz="0" w:space="0" w:color="auto"/>
        <w:right w:val="none" w:sz="0" w:space="0" w:color="auto"/>
      </w:divBdr>
    </w:div>
    <w:div w:id="64114619">
      <w:bodyDiv w:val="1"/>
      <w:marLeft w:val="0"/>
      <w:marRight w:val="0"/>
      <w:marTop w:val="0"/>
      <w:marBottom w:val="0"/>
      <w:divBdr>
        <w:top w:val="none" w:sz="0" w:space="0" w:color="auto"/>
        <w:left w:val="none" w:sz="0" w:space="0" w:color="auto"/>
        <w:bottom w:val="none" w:sz="0" w:space="0" w:color="auto"/>
        <w:right w:val="none" w:sz="0" w:space="0" w:color="auto"/>
      </w:divBdr>
    </w:div>
    <w:div w:id="67385534">
      <w:bodyDiv w:val="1"/>
      <w:marLeft w:val="0"/>
      <w:marRight w:val="0"/>
      <w:marTop w:val="0"/>
      <w:marBottom w:val="0"/>
      <w:divBdr>
        <w:top w:val="none" w:sz="0" w:space="0" w:color="auto"/>
        <w:left w:val="none" w:sz="0" w:space="0" w:color="auto"/>
        <w:bottom w:val="none" w:sz="0" w:space="0" w:color="auto"/>
        <w:right w:val="none" w:sz="0" w:space="0" w:color="auto"/>
      </w:divBdr>
    </w:div>
    <w:div w:id="71893658">
      <w:bodyDiv w:val="1"/>
      <w:marLeft w:val="0"/>
      <w:marRight w:val="0"/>
      <w:marTop w:val="0"/>
      <w:marBottom w:val="0"/>
      <w:divBdr>
        <w:top w:val="none" w:sz="0" w:space="0" w:color="auto"/>
        <w:left w:val="none" w:sz="0" w:space="0" w:color="auto"/>
        <w:bottom w:val="none" w:sz="0" w:space="0" w:color="auto"/>
        <w:right w:val="none" w:sz="0" w:space="0" w:color="auto"/>
      </w:divBdr>
    </w:div>
    <w:div w:id="78409251">
      <w:bodyDiv w:val="1"/>
      <w:marLeft w:val="0"/>
      <w:marRight w:val="0"/>
      <w:marTop w:val="0"/>
      <w:marBottom w:val="0"/>
      <w:divBdr>
        <w:top w:val="none" w:sz="0" w:space="0" w:color="auto"/>
        <w:left w:val="none" w:sz="0" w:space="0" w:color="auto"/>
        <w:bottom w:val="none" w:sz="0" w:space="0" w:color="auto"/>
        <w:right w:val="none" w:sz="0" w:space="0" w:color="auto"/>
      </w:divBdr>
    </w:div>
    <w:div w:id="109862438">
      <w:bodyDiv w:val="1"/>
      <w:marLeft w:val="0"/>
      <w:marRight w:val="0"/>
      <w:marTop w:val="0"/>
      <w:marBottom w:val="0"/>
      <w:divBdr>
        <w:top w:val="none" w:sz="0" w:space="0" w:color="auto"/>
        <w:left w:val="none" w:sz="0" w:space="0" w:color="auto"/>
        <w:bottom w:val="none" w:sz="0" w:space="0" w:color="auto"/>
        <w:right w:val="none" w:sz="0" w:space="0" w:color="auto"/>
      </w:divBdr>
    </w:div>
    <w:div w:id="146628256">
      <w:bodyDiv w:val="1"/>
      <w:marLeft w:val="0"/>
      <w:marRight w:val="0"/>
      <w:marTop w:val="0"/>
      <w:marBottom w:val="0"/>
      <w:divBdr>
        <w:top w:val="none" w:sz="0" w:space="0" w:color="auto"/>
        <w:left w:val="none" w:sz="0" w:space="0" w:color="auto"/>
        <w:bottom w:val="none" w:sz="0" w:space="0" w:color="auto"/>
        <w:right w:val="none" w:sz="0" w:space="0" w:color="auto"/>
      </w:divBdr>
    </w:div>
    <w:div w:id="150415985">
      <w:bodyDiv w:val="1"/>
      <w:marLeft w:val="0"/>
      <w:marRight w:val="0"/>
      <w:marTop w:val="0"/>
      <w:marBottom w:val="0"/>
      <w:divBdr>
        <w:top w:val="none" w:sz="0" w:space="0" w:color="auto"/>
        <w:left w:val="none" w:sz="0" w:space="0" w:color="auto"/>
        <w:bottom w:val="none" w:sz="0" w:space="0" w:color="auto"/>
        <w:right w:val="none" w:sz="0" w:space="0" w:color="auto"/>
      </w:divBdr>
    </w:div>
    <w:div w:id="171376745">
      <w:bodyDiv w:val="1"/>
      <w:marLeft w:val="0"/>
      <w:marRight w:val="0"/>
      <w:marTop w:val="0"/>
      <w:marBottom w:val="0"/>
      <w:divBdr>
        <w:top w:val="none" w:sz="0" w:space="0" w:color="auto"/>
        <w:left w:val="none" w:sz="0" w:space="0" w:color="auto"/>
        <w:bottom w:val="none" w:sz="0" w:space="0" w:color="auto"/>
        <w:right w:val="none" w:sz="0" w:space="0" w:color="auto"/>
      </w:divBdr>
    </w:div>
    <w:div w:id="175192117">
      <w:bodyDiv w:val="1"/>
      <w:marLeft w:val="0"/>
      <w:marRight w:val="0"/>
      <w:marTop w:val="0"/>
      <w:marBottom w:val="0"/>
      <w:divBdr>
        <w:top w:val="none" w:sz="0" w:space="0" w:color="auto"/>
        <w:left w:val="none" w:sz="0" w:space="0" w:color="auto"/>
        <w:bottom w:val="none" w:sz="0" w:space="0" w:color="auto"/>
        <w:right w:val="none" w:sz="0" w:space="0" w:color="auto"/>
      </w:divBdr>
    </w:div>
    <w:div w:id="176968388">
      <w:bodyDiv w:val="1"/>
      <w:marLeft w:val="0"/>
      <w:marRight w:val="0"/>
      <w:marTop w:val="0"/>
      <w:marBottom w:val="0"/>
      <w:divBdr>
        <w:top w:val="none" w:sz="0" w:space="0" w:color="auto"/>
        <w:left w:val="none" w:sz="0" w:space="0" w:color="auto"/>
        <w:bottom w:val="none" w:sz="0" w:space="0" w:color="auto"/>
        <w:right w:val="none" w:sz="0" w:space="0" w:color="auto"/>
      </w:divBdr>
    </w:div>
    <w:div w:id="191848404">
      <w:bodyDiv w:val="1"/>
      <w:marLeft w:val="0"/>
      <w:marRight w:val="0"/>
      <w:marTop w:val="0"/>
      <w:marBottom w:val="0"/>
      <w:divBdr>
        <w:top w:val="none" w:sz="0" w:space="0" w:color="auto"/>
        <w:left w:val="none" w:sz="0" w:space="0" w:color="auto"/>
        <w:bottom w:val="none" w:sz="0" w:space="0" w:color="auto"/>
        <w:right w:val="none" w:sz="0" w:space="0" w:color="auto"/>
      </w:divBdr>
    </w:div>
    <w:div w:id="206722540">
      <w:bodyDiv w:val="1"/>
      <w:marLeft w:val="0"/>
      <w:marRight w:val="0"/>
      <w:marTop w:val="0"/>
      <w:marBottom w:val="0"/>
      <w:divBdr>
        <w:top w:val="none" w:sz="0" w:space="0" w:color="auto"/>
        <w:left w:val="none" w:sz="0" w:space="0" w:color="auto"/>
        <w:bottom w:val="none" w:sz="0" w:space="0" w:color="auto"/>
        <w:right w:val="none" w:sz="0" w:space="0" w:color="auto"/>
      </w:divBdr>
    </w:div>
    <w:div w:id="236326175">
      <w:bodyDiv w:val="1"/>
      <w:marLeft w:val="0"/>
      <w:marRight w:val="0"/>
      <w:marTop w:val="0"/>
      <w:marBottom w:val="0"/>
      <w:divBdr>
        <w:top w:val="none" w:sz="0" w:space="0" w:color="auto"/>
        <w:left w:val="none" w:sz="0" w:space="0" w:color="auto"/>
        <w:bottom w:val="none" w:sz="0" w:space="0" w:color="auto"/>
        <w:right w:val="none" w:sz="0" w:space="0" w:color="auto"/>
      </w:divBdr>
      <w:divsChild>
        <w:div w:id="735317470">
          <w:marLeft w:val="0"/>
          <w:marRight w:val="-4500"/>
          <w:marTop w:val="0"/>
          <w:marBottom w:val="0"/>
          <w:divBdr>
            <w:top w:val="none" w:sz="0" w:space="0" w:color="auto"/>
            <w:left w:val="none" w:sz="0" w:space="0" w:color="auto"/>
            <w:bottom w:val="none" w:sz="0" w:space="0" w:color="auto"/>
            <w:right w:val="none" w:sz="0" w:space="0" w:color="auto"/>
          </w:divBdr>
          <w:divsChild>
            <w:div w:id="1516115150">
              <w:marLeft w:val="2130"/>
              <w:marRight w:val="4200"/>
              <w:marTop w:val="0"/>
              <w:marBottom w:val="90"/>
              <w:divBdr>
                <w:top w:val="none" w:sz="0" w:space="0" w:color="auto"/>
                <w:left w:val="none" w:sz="0" w:space="0" w:color="auto"/>
                <w:bottom w:val="none" w:sz="0" w:space="0" w:color="auto"/>
                <w:right w:val="none" w:sz="0" w:space="0" w:color="auto"/>
              </w:divBdr>
            </w:div>
          </w:divsChild>
        </w:div>
      </w:divsChild>
    </w:div>
    <w:div w:id="305281404">
      <w:bodyDiv w:val="1"/>
      <w:marLeft w:val="0"/>
      <w:marRight w:val="0"/>
      <w:marTop w:val="0"/>
      <w:marBottom w:val="0"/>
      <w:divBdr>
        <w:top w:val="none" w:sz="0" w:space="0" w:color="auto"/>
        <w:left w:val="none" w:sz="0" w:space="0" w:color="auto"/>
        <w:bottom w:val="none" w:sz="0" w:space="0" w:color="auto"/>
        <w:right w:val="none" w:sz="0" w:space="0" w:color="auto"/>
      </w:divBdr>
    </w:div>
    <w:div w:id="344526587">
      <w:bodyDiv w:val="1"/>
      <w:marLeft w:val="0"/>
      <w:marRight w:val="0"/>
      <w:marTop w:val="0"/>
      <w:marBottom w:val="0"/>
      <w:divBdr>
        <w:top w:val="none" w:sz="0" w:space="0" w:color="auto"/>
        <w:left w:val="none" w:sz="0" w:space="0" w:color="auto"/>
        <w:bottom w:val="none" w:sz="0" w:space="0" w:color="auto"/>
        <w:right w:val="none" w:sz="0" w:space="0" w:color="auto"/>
      </w:divBdr>
    </w:div>
    <w:div w:id="350375126">
      <w:bodyDiv w:val="1"/>
      <w:marLeft w:val="0"/>
      <w:marRight w:val="0"/>
      <w:marTop w:val="0"/>
      <w:marBottom w:val="0"/>
      <w:divBdr>
        <w:top w:val="none" w:sz="0" w:space="0" w:color="auto"/>
        <w:left w:val="none" w:sz="0" w:space="0" w:color="auto"/>
        <w:bottom w:val="none" w:sz="0" w:space="0" w:color="auto"/>
        <w:right w:val="none" w:sz="0" w:space="0" w:color="auto"/>
      </w:divBdr>
    </w:div>
    <w:div w:id="350570905">
      <w:bodyDiv w:val="1"/>
      <w:marLeft w:val="0"/>
      <w:marRight w:val="0"/>
      <w:marTop w:val="0"/>
      <w:marBottom w:val="0"/>
      <w:divBdr>
        <w:top w:val="none" w:sz="0" w:space="0" w:color="auto"/>
        <w:left w:val="none" w:sz="0" w:space="0" w:color="auto"/>
        <w:bottom w:val="none" w:sz="0" w:space="0" w:color="auto"/>
        <w:right w:val="none" w:sz="0" w:space="0" w:color="auto"/>
      </w:divBdr>
    </w:div>
    <w:div w:id="422067918">
      <w:bodyDiv w:val="1"/>
      <w:marLeft w:val="0"/>
      <w:marRight w:val="0"/>
      <w:marTop w:val="0"/>
      <w:marBottom w:val="0"/>
      <w:divBdr>
        <w:top w:val="none" w:sz="0" w:space="0" w:color="auto"/>
        <w:left w:val="none" w:sz="0" w:space="0" w:color="auto"/>
        <w:bottom w:val="none" w:sz="0" w:space="0" w:color="auto"/>
        <w:right w:val="none" w:sz="0" w:space="0" w:color="auto"/>
      </w:divBdr>
    </w:div>
    <w:div w:id="432438907">
      <w:bodyDiv w:val="1"/>
      <w:marLeft w:val="0"/>
      <w:marRight w:val="0"/>
      <w:marTop w:val="0"/>
      <w:marBottom w:val="0"/>
      <w:divBdr>
        <w:top w:val="none" w:sz="0" w:space="0" w:color="auto"/>
        <w:left w:val="none" w:sz="0" w:space="0" w:color="auto"/>
        <w:bottom w:val="none" w:sz="0" w:space="0" w:color="auto"/>
        <w:right w:val="none" w:sz="0" w:space="0" w:color="auto"/>
      </w:divBdr>
    </w:div>
    <w:div w:id="455876212">
      <w:bodyDiv w:val="1"/>
      <w:marLeft w:val="0"/>
      <w:marRight w:val="0"/>
      <w:marTop w:val="0"/>
      <w:marBottom w:val="0"/>
      <w:divBdr>
        <w:top w:val="none" w:sz="0" w:space="0" w:color="auto"/>
        <w:left w:val="none" w:sz="0" w:space="0" w:color="auto"/>
        <w:bottom w:val="none" w:sz="0" w:space="0" w:color="auto"/>
        <w:right w:val="none" w:sz="0" w:space="0" w:color="auto"/>
      </w:divBdr>
    </w:div>
    <w:div w:id="530457770">
      <w:bodyDiv w:val="1"/>
      <w:marLeft w:val="0"/>
      <w:marRight w:val="0"/>
      <w:marTop w:val="0"/>
      <w:marBottom w:val="0"/>
      <w:divBdr>
        <w:top w:val="none" w:sz="0" w:space="0" w:color="auto"/>
        <w:left w:val="none" w:sz="0" w:space="0" w:color="auto"/>
        <w:bottom w:val="none" w:sz="0" w:space="0" w:color="auto"/>
        <w:right w:val="none" w:sz="0" w:space="0" w:color="auto"/>
      </w:divBdr>
    </w:div>
    <w:div w:id="568268395">
      <w:bodyDiv w:val="1"/>
      <w:marLeft w:val="0"/>
      <w:marRight w:val="0"/>
      <w:marTop w:val="0"/>
      <w:marBottom w:val="0"/>
      <w:divBdr>
        <w:top w:val="none" w:sz="0" w:space="0" w:color="auto"/>
        <w:left w:val="none" w:sz="0" w:space="0" w:color="auto"/>
        <w:bottom w:val="none" w:sz="0" w:space="0" w:color="auto"/>
        <w:right w:val="none" w:sz="0" w:space="0" w:color="auto"/>
      </w:divBdr>
    </w:div>
    <w:div w:id="584151503">
      <w:bodyDiv w:val="1"/>
      <w:marLeft w:val="0"/>
      <w:marRight w:val="0"/>
      <w:marTop w:val="0"/>
      <w:marBottom w:val="0"/>
      <w:divBdr>
        <w:top w:val="none" w:sz="0" w:space="0" w:color="auto"/>
        <w:left w:val="none" w:sz="0" w:space="0" w:color="auto"/>
        <w:bottom w:val="none" w:sz="0" w:space="0" w:color="auto"/>
        <w:right w:val="none" w:sz="0" w:space="0" w:color="auto"/>
      </w:divBdr>
    </w:div>
    <w:div w:id="603877395">
      <w:bodyDiv w:val="1"/>
      <w:marLeft w:val="0"/>
      <w:marRight w:val="0"/>
      <w:marTop w:val="0"/>
      <w:marBottom w:val="0"/>
      <w:divBdr>
        <w:top w:val="none" w:sz="0" w:space="0" w:color="auto"/>
        <w:left w:val="none" w:sz="0" w:space="0" w:color="auto"/>
        <w:bottom w:val="none" w:sz="0" w:space="0" w:color="auto"/>
        <w:right w:val="none" w:sz="0" w:space="0" w:color="auto"/>
      </w:divBdr>
    </w:div>
    <w:div w:id="623079903">
      <w:bodyDiv w:val="1"/>
      <w:marLeft w:val="0"/>
      <w:marRight w:val="0"/>
      <w:marTop w:val="0"/>
      <w:marBottom w:val="0"/>
      <w:divBdr>
        <w:top w:val="none" w:sz="0" w:space="0" w:color="auto"/>
        <w:left w:val="none" w:sz="0" w:space="0" w:color="auto"/>
        <w:bottom w:val="none" w:sz="0" w:space="0" w:color="auto"/>
        <w:right w:val="none" w:sz="0" w:space="0" w:color="auto"/>
      </w:divBdr>
    </w:div>
    <w:div w:id="689721702">
      <w:bodyDiv w:val="1"/>
      <w:marLeft w:val="0"/>
      <w:marRight w:val="0"/>
      <w:marTop w:val="0"/>
      <w:marBottom w:val="0"/>
      <w:divBdr>
        <w:top w:val="none" w:sz="0" w:space="0" w:color="auto"/>
        <w:left w:val="none" w:sz="0" w:space="0" w:color="auto"/>
        <w:bottom w:val="none" w:sz="0" w:space="0" w:color="auto"/>
        <w:right w:val="none" w:sz="0" w:space="0" w:color="auto"/>
      </w:divBdr>
    </w:div>
    <w:div w:id="692925212">
      <w:bodyDiv w:val="1"/>
      <w:marLeft w:val="0"/>
      <w:marRight w:val="0"/>
      <w:marTop w:val="0"/>
      <w:marBottom w:val="0"/>
      <w:divBdr>
        <w:top w:val="none" w:sz="0" w:space="0" w:color="auto"/>
        <w:left w:val="none" w:sz="0" w:space="0" w:color="auto"/>
        <w:bottom w:val="none" w:sz="0" w:space="0" w:color="auto"/>
        <w:right w:val="none" w:sz="0" w:space="0" w:color="auto"/>
      </w:divBdr>
    </w:div>
    <w:div w:id="744299204">
      <w:bodyDiv w:val="1"/>
      <w:marLeft w:val="0"/>
      <w:marRight w:val="0"/>
      <w:marTop w:val="0"/>
      <w:marBottom w:val="0"/>
      <w:divBdr>
        <w:top w:val="none" w:sz="0" w:space="0" w:color="auto"/>
        <w:left w:val="none" w:sz="0" w:space="0" w:color="auto"/>
        <w:bottom w:val="none" w:sz="0" w:space="0" w:color="auto"/>
        <w:right w:val="none" w:sz="0" w:space="0" w:color="auto"/>
      </w:divBdr>
    </w:div>
    <w:div w:id="793525091">
      <w:bodyDiv w:val="1"/>
      <w:marLeft w:val="0"/>
      <w:marRight w:val="0"/>
      <w:marTop w:val="0"/>
      <w:marBottom w:val="0"/>
      <w:divBdr>
        <w:top w:val="none" w:sz="0" w:space="0" w:color="auto"/>
        <w:left w:val="none" w:sz="0" w:space="0" w:color="auto"/>
        <w:bottom w:val="none" w:sz="0" w:space="0" w:color="auto"/>
        <w:right w:val="none" w:sz="0" w:space="0" w:color="auto"/>
      </w:divBdr>
    </w:div>
    <w:div w:id="799690054">
      <w:bodyDiv w:val="1"/>
      <w:marLeft w:val="269"/>
      <w:marRight w:val="0"/>
      <w:marTop w:val="269"/>
      <w:marBottom w:val="0"/>
      <w:divBdr>
        <w:top w:val="none" w:sz="0" w:space="0" w:color="auto"/>
        <w:left w:val="none" w:sz="0" w:space="0" w:color="auto"/>
        <w:bottom w:val="none" w:sz="0" w:space="0" w:color="auto"/>
        <w:right w:val="none" w:sz="0" w:space="0" w:color="auto"/>
      </w:divBdr>
      <w:divsChild>
        <w:div w:id="572350648">
          <w:marLeft w:val="0"/>
          <w:marRight w:val="0"/>
          <w:marTop w:val="0"/>
          <w:marBottom w:val="0"/>
          <w:divBdr>
            <w:top w:val="none" w:sz="0" w:space="0" w:color="auto"/>
            <w:left w:val="none" w:sz="0" w:space="0" w:color="auto"/>
            <w:bottom w:val="none" w:sz="0" w:space="0" w:color="auto"/>
            <w:right w:val="none" w:sz="0" w:space="0" w:color="auto"/>
          </w:divBdr>
        </w:div>
        <w:div w:id="665599375">
          <w:marLeft w:val="0"/>
          <w:marRight w:val="0"/>
          <w:marTop w:val="0"/>
          <w:marBottom w:val="0"/>
          <w:divBdr>
            <w:top w:val="none" w:sz="0" w:space="0" w:color="auto"/>
            <w:left w:val="none" w:sz="0" w:space="0" w:color="auto"/>
            <w:bottom w:val="none" w:sz="0" w:space="0" w:color="auto"/>
            <w:right w:val="none" w:sz="0" w:space="0" w:color="auto"/>
          </w:divBdr>
        </w:div>
        <w:div w:id="925306118">
          <w:marLeft w:val="0"/>
          <w:marRight w:val="0"/>
          <w:marTop w:val="0"/>
          <w:marBottom w:val="0"/>
          <w:divBdr>
            <w:top w:val="none" w:sz="0" w:space="0" w:color="auto"/>
            <w:left w:val="none" w:sz="0" w:space="0" w:color="auto"/>
            <w:bottom w:val="none" w:sz="0" w:space="0" w:color="auto"/>
            <w:right w:val="none" w:sz="0" w:space="0" w:color="auto"/>
          </w:divBdr>
        </w:div>
        <w:div w:id="1142455898">
          <w:marLeft w:val="0"/>
          <w:marRight w:val="0"/>
          <w:marTop w:val="0"/>
          <w:marBottom w:val="0"/>
          <w:divBdr>
            <w:top w:val="none" w:sz="0" w:space="0" w:color="auto"/>
            <w:left w:val="none" w:sz="0" w:space="0" w:color="auto"/>
            <w:bottom w:val="none" w:sz="0" w:space="0" w:color="auto"/>
            <w:right w:val="none" w:sz="0" w:space="0" w:color="auto"/>
          </w:divBdr>
        </w:div>
        <w:div w:id="1337877124">
          <w:marLeft w:val="0"/>
          <w:marRight w:val="0"/>
          <w:marTop w:val="0"/>
          <w:marBottom w:val="0"/>
          <w:divBdr>
            <w:top w:val="none" w:sz="0" w:space="0" w:color="auto"/>
            <w:left w:val="none" w:sz="0" w:space="0" w:color="auto"/>
            <w:bottom w:val="none" w:sz="0" w:space="0" w:color="auto"/>
            <w:right w:val="none" w:sz="0" w:space="0" w:color="auto"/>
          </w:divBdr>
        </w:div>
        <w:div w:id="1676567073">
          <w:marLeft w:val="0"/>
          <w:marRight w:val="0"/>
          <w:marTop w:val="0"/>
          <w:marBottom w:val="0"/>
          <w:divBdr>
            <w:top w:val="none" w:sz="0" w:space="0" w:color="auto"/>
            <w:left w:val="none" w:sz="0" w:space="0" w:color="auto"/>
            <w:bottom w:val="none" w:sz="0" w:space="0" w:color="auto"/>
            <w:right w:val="none" w:sz="0" w:space="0" w:color="auto"/>
          </w:divBdr>
        </w:div>
        <w:div w:id="2090226188">
          <w:marLeft w:val="0"/>
          <w:marRight w:val="0"/>
          <w:marTop w:val="0"/>
          <w:marBottom w:val="0"/>
          <w:divBdr>
            <w:top w:val="none" w:sz="0" w:space="0" w:color="auto"/>
            <w:left w:val="none" w:sz="0" w:space="0" w:color="auto"/>
            <w:bottom w:val="none" w:sz="0" w:space="0" w:color="auto"/>
            <w:right w:val="none" w:sz="0" w:space="0" w:color="auto"/>
          </w:divBdr>
        </w:div>
      </w:divsChild>
    </w:div>
    <w:div w:id="822233828">
      <w:bodyDiv w:val="1"/>
      <w:marLeft w:val="0"/>
      <w:marRight w:val="0"/>
      <w:marTop w:val="0"/>
      <w:marBottom w:val="0"/>
      <w:divBdr>
        <w:top w:val="none" w:sz="0" w:space="0" w:color="auto"/>
        <w:left w:val="none" w:sz="0" w:space="0" w:color="auto"/>
        <w:bottom w:val="none" w:sz="0" w:space="0" w:color="auto"/>
        <w:right w:val="none" w:sz="0" w:space="0" w:color="auto"/>
      </w:divBdr>
    </w:div>
    <w:div w:id="834421697">
      <w:bodyDiv w:val="1"/>
      <w:marLeft w:val="0"/>
      <w:marRight w:val="0"/>
      <w:marTop w:val="0"/>
      <w:marBottom w:val="0"/>
      <w:divBdr>
        <w:top w:val="none" w:sz="0" w:space="0" w:color="auto"/>
        <w:left w:val="none" w:sz="0" w:space="0" w:color="auto"/>
        <w:bottom w:val="none" w:sz="0" w:space="0" w:color="auto"/>
        <w:right w:val="none" w:sz="0" w:space="0" w:color="auto"/>
      </w:divBdr>
    </w:div>
    <w:div w:id="878934757">
      <w:bodyDiv w:val="1"/>
      <w:marLeft w:val="0"/>
      <w:marRight w:val="0"/>
      <w:marTop w:val="0"/>
      <w:marBottom w:val="0"/>
      <w:divBdr>
        <w:top w:val="none" w:sz="0" w:space="0" w:color="auto"/>
        <w:left w:val="none" w:sz="0" w:space="0" w:color="auto"/>
        <w:bottom w:val="none" w:sz="0" w:space="0" w:color="auto"/>
        <w:right w:val="none" w:sz="0" w:space="0" w:color="auto"/>
      </w:divBdr>
    </w:div>
    <w:div w:id="1138762655">
      <w:bodyDiv w:val="1"/>
      <w:marLeft w:val="0"/>
      <w:marRight w:val="0"/>
      <w:marTop w:val="0"/>
      <w:marBottom w:val="0"/>
      <w:divBdr>
        <w:top w:val="none" w:sz="0" w:space="0" w:color="auto"/>
        <w:left w:val="none" w:sz="0" w:space="0" w:color="auto"/>
        <w:bottom w:val="none" w:sz="0" w:space="0" w:color="auto"/>
        <w:right w:val="none" w:sz="0" w:space="0" w:color="auto"/>
      </w:divBdr>
    </w:div>
    <w:div w:id="1222670099">
      <w:bodyDiv w:val="1"/>
      <w:marLeft w:val="0"/>
      <w:marRight w:val="0"/>
      <w:marTop w:val="0"/>
      <w:marBottom w:val="0"/>
      <w:divBdr>
        <w:top w:val="none" w:sz="0" w:space="0" w:color="auto"/>
        <w:left w:val="none" w:sz="0" w:space="0" w:color="auto"/>
        <w:bottom w:val="none" w:sz="0" w:space="0" w:color="auto"/>
        <w:right w:val="none" w:sz="0" w:space="0" w:color="auto"/>
      </w:divBdr>
    </w:div>
    <w:div w:id="1233855331">
      <w:bodyDiv w:val="1"/>
      <w:marLeft w:val="0"/>
      <w:marRight w:val="0"/>
      <w:marTop w:val="0"/>
      <w:marBottom w:val="0"/>
      <w:divBdr>
        <w:top w:val="none" w:sz="0" w:space="0" w:color="auto"/>
        <w:left w:val="none" w:sz="0" w:space="0" w:color="auto"/>
        <w:bottom w:val="none" w:sz="0" w:space="0" w:color="auto"/>
        <w:right w:val="none" w:sz="0" w:space="0" w:color="auto"/>
      </w:divBdr>
      <w:divsChild>
        <w:div w:id="446436673">
          <w:marLeft w:val="0"/>
          <w:marRight w:val="0"/>
          <w:marTop w:val="0"/>
          <w:marBottom w:val="0"/>
          <w:divBdr>
            <w:top w:val="none" w:sz="0" w:space="0" w:color="auto"/>
            <w:left w:val="none" w:sz="0" w:space="0" w:color="auto"/>
            <w:bottom w:val="none" w:sz="0" w:space="0" w:color="auto"/>
            <w:right w:val="none" w:sz="0" w:space="0" w:color="auto"/>
          </w:divBdr>
        </w:div>
        <w:div w:id="2009943214">
          <w:marLeft w:val="0"/>
          <w:marRight w:val="0"/>
          <w:marTop w:val="0"/>
          <w:marBottom w:val="0"/>
          <w:divBdr>
            <w:top w:val="none" w:sz="0" w:space="0" w:color="auto"/>
            <w:left w:val="none" w:sz="0" w:space="0" w:color="auto"/>
            <w:bottom w:val="none" w:sz="0" w:space="0" w:color="auto"/>
            <w:right w:val="none" w:sz="0" w:space="0" w:color="auto"/>
          </w:divBdr>
        </w:div>
        <w:div w:id="2103140908">
          <w:marLeft w:val="0"/>
          <w:marRight w:val="0"/>
          <w:marTop w:val="0"/>
          <w:marBottom w:val="0"/>
          <w:divBdr>
            <w:top w:val="single" w:sz="6" w:space="9" w:color="EEEEEE"/>
            <w:left w:val="single" w:sz="6" w:space="9" w:color="EEEEEE"/>
            <w:bottom w:val="single" w:sz="6" w:space="9" w:color="EEEEEE"/>
            <w:right w:val="single" w:sz="6" w:space="9" w:color="EEEEEE"/>
          </w:divBdr>
          <w:divsChild>
            <w:div w:id="372077109">
              <w:marLeft w:val="0"/>
              <w:marRight w:val="0"/>
              <w:marTop w:val="0"/>
              <w:marBottom w:val="0"/>
              <w:divBdr>
                <w:top w:val="none" w:sz="0" w:space="0" w:color="auto"/>
                <w:left w:val="none" w:sz="0" w:space="0" w:color="auto"/>
                <w:bottom w:val="none" w:sz="0" w:space="0" w:color="auto"/>
                <w:right w:val="none" w:sz="0" w:space="0" w:color="auto"/>
              </w:divBdr>
              <w:divsChild>
                <w:div w:id="295528019">
                  <w:marLeft w:val="0"/>
                  <w:marRight w:val="0"/>
                  <w:marTop w:val="0"/>
                  <w:marBottom w:val="0"/>
                  <w:divBdr>
                    <w:top w:val="none" w:sz="0" w:space="0" w:color="auto"/>
                    <w:left w:val="none" w:sz="0" w:space="0" w:color="auto"/>
                    <w:bottom w:val="none" w:sz="0" w:space="0" w:color="auto"/>
                    <w:right w:val="none" w:sz="0" w:space="0" w:color="auto"/>
                  </w:divBdr>
                </w:div>
                <w:div w:id="304356535">
                  <w:marLeft w:val="0"/>
                  <w:marRight w:val="0"/>
                  <w:marTop w:val="0"/>
                  <w:marBottom w:val="0"/>
                  <w:divBdr>
                    <w:top w:val="none" w:sz="0" w:space="0" w:color="auto"/>
                    <w:left w:val="none" w:sz="0" w:space="0" w:color="auto"/>
                    <w:bottom w:val="none" w:sz="0" w:space="0" w:color="auto"/>
                    <w:right w:val="none" w:sz="0" w:space="0" w:color="auto"/>
                  </w:divBdr>
                </w:div>
                <w:div w:id="543560936">
                  <w:marLeft w:val="0"/>
                  <w:marRight w:val="0"/>
                  <w:marTop w:val="0"/>
                  <w:marBottom w:val="0"/>
                  <w:divBdr>
                    <w:top w:val="none" w:sz="0" w:space="0" w:color="auto"/>
                    <w:left w:val="none" w:sz="0" w:space="0" w:color="auto"/>
                    <w:bottom w:val="none" w:sz="0" w:space="0" w:color="auto"/>
                    <w:right w:val="none" w:sz="0" w:space="0" w:color="auto"/>
                  </w:divBdr>
                </w:div>
              </w:divsChild>
            </w:div>
            <w:div w:id="920984627">
              <w:marLeft w:val="0"/>
              <w:marRight w:val="0"/>
              <w:marTop w:val="0"/>
              <w:marBottom w:val="90"/>
              <w:divBdr>
                <w:top w:val="none" w:sz="0" w:space="0" w:color="auto"/>
                <w:left w:val="none" w:sz="0" w:space="0" w:color="auto"/>
                <w:bottom w:val="none" w:sz="0" w:space="0" w:color="auto"/>
                <w:right w:val="none" w:sz="0" w:space="0" w:color="auto"/>
              </w:divBdr>
              <w:divsChild>
                <w:div w:id="1737312276">
                  <w:marLeft w:val="0"/>
                  <w:marRight w:val="0"/>
                  <w:marTop w:val="0"/>
                  <w:marBottom w:val="30"/>
                  <w:divBdr>
                    <w:top w:val="none" w:sz="0" w:space="0" w:color="auto"/>
                    <w:left w:val="none" w:sz="0" w:space="0" w:color="auto"/>
                    <w:bottom w:val="none" w:sz="0" w:space="0" w:color="auto"/>
                    <w:right w:val="none" w:sz="0" w:space="0" w:color="auto"/>
                  </w:divBdr>
                </w:div>
              </w:divsChild>
            </w:div>
            <w:div w:id="147679721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 w:id="1257208991">
      <w:bodyDiv w:val="1"/>
      <w:marLeft w:val="0"/>
      <w:marRight w:val="0"/>
      <w:marTop w:val="0"/>
      <w:marBottom w:val="0"/>
      <w:divBdr>
        <w:top w:val="none" w:sz="0" w:space="0" w:color="auto"/>
        <w:left w:val="none" w:sz="0" w:space="0" w:color="auto"/>
        <w:bottom w:val="none" w:sz="0" w:space="0" w:color="auto"/>
        <w:right w:val="none" w:sz="0" w:space="0" w:color="auto"/>
      </w:divBdr>
    </w:div>
    <w:div w:id="1262834672">
      <w:bodyDiv w:val="1"/>
      <w:marLeft w:val="0"/>
      <w:marRight w:val="0"/>
      <w:marTop w:val="0"/>
      <w:marBottom w:val="0"/>
      <w:divBdr>
        <w:top w:val="none" w:sz="0" w:space="0" w:color="auto"/>
        <w:left w:val="none" w:sz="0" w:space="0" w:color="auto"/>
        <w:bottom w:val="none" w:sz="0" w:space="0" w:color="auto"/>
        <w:right w:val="none" w:sz="0" w:space="0" w:color="auto"/>
      </w:divBdr>
    </w:div>
    <w:div w:id="1270235851">
      <w:bodyDiv w:val="1"/>
      <w:marLeft w:val="0"/>
      <w:marRight w:val="0"/>
      <w:marTop w:val="0"/>
      <w:marBottom w:val="0"/>
      <w:divBdr>
        <w:top w:val="none" w:sz="0" w:space="0" w:color="auto"/>
        <w:left w:val="none" w:sz="0" w:space="0" w:color="auto"/>
        <w:bottom w:val="none" w:sz="0" w:space="0" w:color="auto"/>
        <w:right w:val="none" w:sz="0" w:space="0" w:color="auto"/>
      </w:divBdr>
    </w:div>
    <w:div w:id="1279949440">
      <w:bodyDiv w:val="1"/>
      <w:marLeft w:val="0"/>
      <w:marRight w:val="0"/>
      <w:marTop w:val="0"/>
      <w:marBottom w:val="0"/>
      <w:divBdr>
        <w:top w:val="none" w:sz="0" w:space="0" w:color="auto"/>
        <w:left w:val="none" w:sz="0" w:space="0" w:color="auto"/>
        <w:bottom w:val="none" w:sz="0" w:space="0" w:color="auto"/>
        <w:right w:val="none" w:sz="0" w:space="0" w:color="auto"/>
      </w:divBdr>
    </w:div>
    <w:div w:id="1282225670">
      <w:bodyDiv w:val="1"/>
      <w:marLeft w:val="0"/>
      <w:marRight w:val="0"/>
      <w:marTop w:val="0"/>
      <w:marBottom w:val="0"/>
      <w:divBdr>
        <w:top w:val="none" w:sz="0" w:space="0" w:color="auto"/>
        <w:left w:val="none" w:sz="0" w:space="0" w:color="auto"/>
        <w:bottom w:val="none" w:sz="0" w:space="0" w:color="auto"/>
        <w:right w:val="none" w:sz="0" w:space="0" w:color="auto"/>
      </w:divBdr>
    </w:div>
    <w:div w:id="1335645718">
      <w:bodyDiv w:val="1"/>
      <w:marLeft w:val="0"/>
      <w:marRight w:val="0"/>
      <w:marTop w:val="0"/>
      <w:marBottom w:val="0"/>
      <w:divBdr>
        <w:top w:val="none" w:sz="0" w:space="0" w:color="auto"/>
        <w:left w:val="none" w:sz="0" w:space="0" w:color="auto"/>
        <w:bottom w:val="none" w:sz="0" w:space="0" w:color="auto"/>
        <w:right w:val="none" w:sz="0" w:space="0" w:color="auto"/>
      </w:divBdr>
    </w:div>
    <w:div w:id="1343510729">
      <w:bodyDiv w:val="1"/>
      <w:marLeft w:val="0"/>
      <w:marRight w:val="0"/>
      <w:marTop w:val="0"/>
      <w:marBottom w:val="0"/>
      <w:divBdr>
        <w:top w:val="none" w:sz="0" w:space="0" w:color="auto"/>
        <w:left w:val="none" w:sz="0" w:space="0" w:color="auto"/>
        <w:bottom w:val="none" w:sz="0" w:space="0" w:color="auto"/>
        <w:right w:val="none" w:sz="0" w:space="0" w:color="auto"/>
      </w:divBdr>
    </w:div>
    <w:div w:id="1348168260">
      <w:bodyDiv w:val="1"/>
      <w:marLeft w:val="0"/>
      <w:marRight w:val="0"/>
      <w:marTop w:val="0"/>
      <w:marBottom w:val="0"/>
      <w:divBdr>
        <w:top w:val="none" w:sz="0" w:space="0" w:color="auto"/>
        <w:left w:val="none" w:sz="0" w:space="0" w:color="auto"/>
        <w:bottom w:val="none" w:sz="0" w:space="0" w:color="auto"/>
        <w:right w:val="none" w:sz="0" w:space="0" w:color="auto"/>
      </w:divBdr>
    </w:div>
    <w:div w:id="1412583491">
      <w:bodyDiv w:val="1"/>
      <w:marLeft w:val="0"/>
      <w:marRight w:val="0"/>
      <w:marTop w:val="0"/>
      <w:marBottom w:val="0"/>
      <w:divBdr>
        <w:top w:val="none" w:sz="0" w:space="0" w:color="auto"/>
        <w:left w:val="none" w:sz="0" w:space="0" w:color="auto"/>
        <w:bottom w:val="none" w:sz="0" w:space="0" w:color="auto"/>
        <w:right w:val="none" w:sz="0" w:space="0" w:color="auto"/>
      </w:divBdr>
    </w:div>
    <w:div w:id="1445686001">
      <w:bodyDiv w:val="1"/>
      <w:marLeft w:val="0"/>
      <w:marRight w:val="0"/>
      <w:marTop w:val="0"/>
      <w:marBottom w:val="0"/>
      <w:divBdr>
        <w:top w:val="none" w:sz="0" w:space="0" w:color="auto"/>
        <w:left w:val="none" w:sz="0" w:space="0" w:color="auto"/>
        <w:bottom w:val="none" w:sz="0" w:space="0" w:color="auto"/>
        <w:right w:val="none" w:sz="0" w:space="0" w:color="auto"/>
      </w:divBdr>
    </w:div>
    <w:div w:id="1450390930">
      <w:bodyDiv w:val="1"/>
      <w:marLeft w:val="0"/>
      <w:marRight w:val="0"/>
      <w:marTop w:val="0"/>
      <w:marBottom w:val="0"/>
      <w:divBdr>
        <w:top w:val="none" w:sz="0" w:space="0" w:color="auto"/>
        <w:left w:val="none" w:sz="0" w:space="0" w:color="auto"/>
        <w:bottom w:val="none" w:sz="0" w:space="0" w:color="auto"/>
        <w:right w:val="none" w:sz="0" w:space="0" w:color="auto"/>
      </w:divBdr>
    </w:div>
    <w:div w:id="1453397446">
      <w:bodyDiv w:val="1"/>
      <w:marLeft w:val="0"/>
      <w:marRight w:val="0"/>
      <w:marTop w:val="0"/>
      <w:marBottom w:val="0"/>
      <w:divBdr>
        <w:top w:val="none" w:sz="0" w:space="0" w:color="auto"/>
        <w:left w:val="none" w:sz="0" w:space="0" w:color="auto"/>
        <w:bottom w:val="none" w:sz="0" w:space="0" w:color="auto"/>
        <w:right w:val="none" w:sz="0" w:space="0" w:color="auto"/>
      </w:divBdr>
    </w:div>
    <w:div w:id="1470438461">
      <w:bodyDiv w:val="1"/>
      <w:marLeft w:val="0"/>
      <w:marRight w:val="0"/>
      <w:marTop w:val="0"/>
      <w:marBottom w:val="0"/>
      <w:divBdr>
        <w:top w:val="none" w:sz="0" w:space="0" w:color="auto"/>
        <w:left w:val="none" w:sz="0" w:space="0" w:color="auto"/>
        <w:bottom w:val="none" w:sz="0" w:space="0" w:color="auto"/>
        <w:right w:val="none" w:sz="0" w:space="0" w:color="auto"/>
      </w:divBdr>
    </w:div>
    <w:div w:id="1519615077">
      <w:bodyDiv w:val="1"/>
      <w:marLeft w:val="0"/>
      <w:marRight w:val="0"/>
      <w:marTop w:val="0"/>
      <w:marBottom w:val="0"/>
      <w:divBdr>
        <w:top w:val="none" w:sz="0" w:space="0" w:color="auto"/>
        <w:left w:val="none" w:sz="0" w:space="0" w:color="auto"/>
        <w:bottom w:val="none" w:sz="0" w:space="0" w:color="auto"/>
        <w:right w:val="none" w:sz="0" w:space="0" w:color="auto"/>
      </w:divBdr>
    </w:div>
    <w:div w:id="1562017086">
      <w:bodyDiv w:val="1"/>
      <w:marLeft w:val="0"/>
      <w:marRight w:val="0"/>
      <w:marTop w:val="0"/>
      <w:marBottom w:val="0"/>
      <w:divBdr>
        <w:top w:val="none" w:sz="0" w:space="0" w:color="auto"/>
        <w:left w:val="none" w:sz="0" w:space="0" w:color="auto"/>
        <w:bottom w:val="none" w:sz="0" w:space="0" w:color="auto"/>
        <w:right w:val="none" w:sz="0" w:space="0" w:color="auto"/>
      </w:divBdr>
    </w:div>
    <w:div w:id="1595934965">
      <w:bodyDiv w:val="1"/>
      <w:marLeft w:val="0"/>
      <w:marRight w:val="0"/>
      <w:marTop w:val="0"/>
      <w:marBottom w:val="0"/>
      <w:divBdr>
        <w:top w:val="none" w:sz="0" w:space="0" w:color="auto"/>
        <w:left w:val="none" w:sz="0" w:space="0" w:color="auto"/>
        <w:bottom w:val="none" w:sz="0" w:space="0" w:color="auto"/>
        <w:right w:val="none" w:sz="0" w:space="0" w:color="auto"/>
      </w:divBdr>
    </w:div>
    <w:div w:id="1817525249">
      <w:bodyDiv w:val="1"/>
      <w:marLeft w:val="0"/>
      <w:marRight w:val="0"/>
      <w:marTop w:val="0"/>
      <w:marBottom w:val="0"/>
      <w:divBdr>
        <w:top w:val="none" w:sz="0" w:space="0" w:color="auto"/>
        <w:left w:val="none" w:sz="0" w:space="0" w:color="auto"/>
        <w:bottom w:val="none" w:sz="0" w:space="0" w:color="auto"/>
        <w:right w:val="none" w:sz="0" w:space="0" w:color="auto"/>
      </w:divBdr>
    </w:div>
    <w:div w:id="1847865320">
      <w:bodyDiv w:val="1"/>
      <w:marLeft w:val="0"/>
      <w:marRight w:val="0"/>
      <w:marTop w:val="0"/>
      <w:marBottom w:val="0"/>
      <w:divBdr>
        <w:top w:val="none" w:sz="0" w:space="0" w:color="auto"/>
        <w:left w:val="none" w:sz="0" w:space="0" w:color="auto"/>
        <w:bottom w:val="none" w:sz="0" w:space="0" w:color="auto"/>
        <w:right w:val="none" w:sz="0" w:space="0" w:color="auto"/>
      </w:divBdr>
    </w:div>
    <w:div w:id="1877428057">
      <w:bodyDiv w:val="1"/>
      <w:marLeft w:val="0"/>
      <w:marRight w:val="0"/>
      <w:marTop w:val="0"/>
      <w:marBottom w:val="0"/>
      <w:divBdr>
        <w:top w:val="none" w:sz="0" w:space="0" w:color="auto"/>
        <w:left w:val="none" w:sz="0" w:space="0" w:color="auto"/>
        <w:bottom w:val="none" w:sz="0" w:space="0" w:color="auto"/>
        <w:right w:val="none" w:sz="0" w:space="0" w:color="auto"/>
      </w:divBdr>
    </w:div>
    <w:div w:id="1890454192">
      <w:bodyDiv w:val="1"/>
      <w:marLeft w:val="0"/>
      <w:marRight w:val="0"/>
      <w:marTop w:val="0"/>
      <w:marBottom w:val="0"/>
      <w:divBdr>
        <w:top w:val="none" w:sz="0" w:space="0" w:color="auto"/>
        <w:left w:val="none" w:sz="0" w:space="0" w:color="auto"/>
        <w:bottom w:val="none" w:sz="0" w:space="0" w:color="auto"/>
        <w:right w:val="none" w:sz="0" w:space="0" w:color="auto"/>
      </w:divBdr>
    </w:div>
    <w:div w:id="1892424202">
      <w:bodyDiv w:val="1"/>
      <w:marLeft w:val="0"/>
      <w:marRight w:val="0"/>
      <w:marTop w:val="0"/>
      <w:marBottom w:val="0"/>
      <w:divBdr>
        <w:top w:val="none" w:sz="0" w:space="0" w:color="auto"/>
        <w:left w:val="none" w:sz="0" w:space="0" w:color="auto"/>
        <w:bottom w:val="none" w:sz="0" w:space="0" w:color="auto"/>
        <w:right w:val="none" w:sz="0" w:space="0" w:color="auto"/>
      </w:divBdr>
      <w:divsChild>
        <w:div w:id="205214388">
          <w:marLeft w:val="0"/>
          <w:marRight w:val="-4500"/>
          <w:marTop w:val="0"/>
          <w:marBottom w:val="0"/>
          <w:divBdr>
            <w:top w:val="none" w:sz="0" w:space="0" w:color="auto"/>
            <w:left w:val="none" w:sz="0" w:space="0" w:color="auto"/>
            <w:bottom w:val="none" w:sz="0" w:space="0" w:color="auto"/>
            <w:right w:val="none" w:sz="0" w:space="0" w:color="auto"/>
          </w:divBdr>
          <w:divsChild>
            <w:div w:id="1231577839">
              <w:marLeft w:val="2130"/>
              <w:marRight w:val="4200"/>
              <w:marTop w:val="0"/>
              <w:marBottom w:val="90"/>
              <w:divBdr>
                <w:top w:val="none" w:sz="0" w:space="0" w:color="auto"/>
                <w:left w:val="none" w:sz="0" w:space="0" w:color="auto"/>
                <w:bottom w:val="none" w:sz="0" w:space="0" w:color="auto"/>
                <w:right w:val="none" w:sz="0" w:space="0" w:color="auto"/>
              </w:divBdr>
            </w:div>
          </w:divsChild>
        </w:div>
      </w:divsChild>
    </w:div>
    <w:div w:id="1937202495">
      <w:bodyDiv w:val="1"/>
      <w:marLeft w:val="0"/>
      <w:marRight w:val="0"/>
      <w:marTop w:val="0"/>
      <w:marBottom w:val="0"/>
      <w:divBdr>
        <w:top w:val="none" w:sz="0" w:space="0" w:color="auto"/>
        <w:left w:val="none" w:sz="0" w:space="0" w:color="auto"/>
        <w:bottom w:val="none" w:sz="0" w:space="0" w:color="auto"/>
        <w:right w:val="none" w:sz="0" w:space="0" w:color="auto"/>
      </w:divBdr>
    </w:div>
    <w:div w:id="1957908939">
      <w:bodyDiv w:val="1"/>
      <w:marLeft w:val="0"/>
      <w:marRight w:val="0"/>
      <w:marTop w:val="0"/>
      <w:marBottom w:val="0"/>
      <w:divBdr>
        <w:top w:val="none" w:sz="0" w:space="0" w:color="auto"/>
        <w:left w:val="none" w:sz="0" w:space="0" w:color="auto"/>
        <w:bottom w:val="none" w:sz="0" w:space="0" w:color="auto"/>
        <w:right w:val="none" w:sz="0" w:space="0" w:color="auto"/>
      </w:divBdr>
    </w:div>
    <w:div w:id="1957977222">
      <w:bodyDiv w:val="1"/>
      <w:marLeft w:val="0"/>
      <w:marRight w:val="0"/>
      <w:marTop w:val="0"/>
      <w:marBottom w:val="0"/>
      <w:divBdr>
        <w:top w:val="none" w:sz="0" w:space="0" w:color="auto"/>
        <w:left w:val="none" w:sz="0" w:space="0" w:color="auto"/>
        <w:bottom w:val="none" w:sz="0" w:space="0" w:color="auto"/>
        <w:right w:val="none" w:sz="0" w:space="0" w:color="auto"/>
      </w:divBdr>
    </w:div>
    <w:div w:id="1967394215">
      <w:bodyDiv w:val="1"/>
      <w:marLeft w:val="0"/>
      <w:marRight w:val="0"/>
      <w:marTop w:val="0"/>
      <w:marBottom w:val="0"/>
      <w:divBdr>
        <w:top w:val="none" w:sz="0" w:space="0" w:color="auto"/>
        <w:left w:val="none" w:sz="0" w:space="0" w:color="auto"/>
        <w:bottom w:val="none" w:sz="0" w:space="0" w:color="auto"/>
        <w:right w:val="none" w:sz="0" w:space="0" w:color="auto"/>
      </w:divBdr>
    </w:div>
    <w:div w:id="1969309852">
      <w:bodyDiv w:val="1"/>
      <w:marLeft w:val="0"/>
      <w:marRight w:val="0"/>
      <w:marTop w:val="0"/>
      <w:marBottom w:val="0"/>
      <w:divBdr>
        <w:top w:val="none" w:sz="0" w:space="0" w:color="auto"/>
        <w:left w:val="none" w:sz="0" w:space="0" w:color="auto"/>
        <w:bottom w:val="none" w:sz="0" w:space="0" w:color="auto"/>
        <w:right w:val="none" w:sz="0" w:space="0" w:color="auto"/>
      </w:divBdr>
    </w:div>
    <w:div w:id="2000300831">
      <w:bodyDiv w:val="1"/>
      <w:marLeft w:val="0"/>
      <w:marRight w:val="0"/>
      <w:marTop w:val="0"/>
      <w:marBottom w:val="0"/>
      <w:divBdr>
        <w:top w:val="none" w:sz="0" w:space="0" w:color="auto"/>
        <w:left w:val="none" w:sz="0" w:space="0" w:color="auto"/>
        <w:bottom w:val="none" w:sz="0" w:space="0" w:color="auto"/>
        <w:right w:val="none" w:sz="0" w:space="0" w:color="auto"/>
      </w:divBdr>
    </w:div>
    <w:div w:id="2010523781">
      <w:bodyDiv w:val="1"/>
      <w:marLeft w:val="0"/>
      <w:marRight w:val="0"/>
      <w:marTop w:val="0"/>
      <w:marBottom w:val="0"/>
      <w:divBdr>
        <w:top w:val="none" w:sz="0" w:space="0" w:color="auto"/>
        <w:left w:val="none" w:sz="0" w:space="0" w:color="auto"/>
        <w:bottom w:val="none" w:sz="0" w:space="0" w:color="auto"/>
        <w:right w:val="none" w:sz="0" w:space="0" w:color="auto"/>
      </w:divBdr>
    </w:div>
    <w:div w:id="2050719195">
      <w:bodyDiv w:val="1"/>
      <w:marLeft w:val="0"/>
      <w:marRight w:val="0"/>
      <w:marTop w:val="0"/>
      <w:marBottom w:val="0"/>
      <w:divBdr>
        <w:top w:val="none" w:sz="0" w:space="0" w:color="auto"/>
        <w:left w:val="none" w:sz="0" w:space="0" w:color="auto"/>
        <w:bottom w:val="none" w:sz="0" w:space="0" w:color="auto"/>
        <w:right w:val="none" w:sz="0" w:space="0" w:color="auto"/>
      </w:divBdr>
    </w:div>
    <w:div w:id="2063091736">
      <w:bodyDiv w:val="1"/>
      <w:marLeft w:val="0"/>
      <w:marRight w:val="0"/>
      <w:marTop w:val="0"/>
      <w:marBottom w:val="0"/>
      <w:divBdr>
        <w:top w:val="none" w:sz="0" w:space="0" w:color="auto"/>
        <w:left w:val="none" w:sz="0" w:space="0" w:color="auto"/>
        <w:bottom w:val="none" w:sz="0" w:space="0" w:color="auto"/>
        <w:right w:val="none" w:sz="0" w:space="0" w:color="auto"/>
      </w:divBdr>
    </w:div>
    <w:div w:id="2122722257">
      <w:bodyDiv w:val="1"/>
      <w:marLeft w:val="0"/>
      <w:marRight w:val="0"/>
      <w:marTop w:val="0"/>
      <w:marBottom w:val="0"/>
      <w:divBdr>
        <w:top w:val="none" w:sz="0" w:space="0" w:color="auto"/>
        <w:left w:val="none" w:sz="0" w:space="0" w:color="auto"/>
        <w:bottom w:val="none" w:sz="0" w:space="0" w:color="auto"/>
        <w:right w:val="none" w:sz="0" w:space="0" w:color="auto"/>
      </w:divBdr>
    </w:div>
    <w:div w:id="214060384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hyperlink" Target="http://sk.ee/upload/files/SK-CP-ESTEID-3_2_en.pdf" TargetMode="External"/><Relationship Id="rId3" Type="http://schemas.openxmlformats.org/officeDocument/2006/relationships/styles" Target="styles.xml"/><Relationship Id="rId21" Type="http://schemas.openxmlformats.org/officeDocument/2006/relationships/hyperlink" Target="http://id.ee/?id=28735"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emf"/><Relationship Id="rId25" Type="http://schemas.openxmlformats.org/officeDocument/2006/relationships/hyperlink" Target="http://www.sk.ee/upload/files/DigiDocService_spec_est.pd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yperlink" Target="http://sk.ee/upload/files/DigiDocService_spec_eng.pdf" TargetMode="External"/><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yperlink" Target="http://www.w3.org/TR/xmlenc-core/" TargetMode="External"/><Relationship Id="rId28"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hyperlink" Target="http://www.w3.org/TR/xmlschema-2/" TargetMode="External"/><Relationship Id="rId27" Type="http://schemas.openxmlformats.org/officeDocument/2006/relationships/hyperlink" Target="http://sk.ee/upload/files/ESTEID_profiil_en-3_3.pdf" TargetMode="External"/><Relationship Id="rId30" Type="http://schemas.openxmlformats.org/officeDocument/2006/relationships/footer" Target="footer2.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uts\Desktop\SKmal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A7DBB-3AB2-4A79-890A-F8593321D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SKmall.dotx</Template>
  <TotalTime>7</TotalTime>
  <Pages>37</Pages>
  <Words>9557</Words>
  <Characters>55435</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64863</CharactersWithSpaces>
  <SharedDoc>false</SharedDoc>
  <HLinks>
    <vt:vector size="132" baseType="variant">
      <vt:variant>
        <vt:i4>1703991</vt:i4>
      </vt:variant>
      <vt:variant>
        <vt:i4>128</vt:i4>
      </vt:variant>
      <vt:variant>
        <vt:i4>0</vt:i4>
      </vt:variant>
      <vt:variant>
        <vt:i4>5</vt:i4>
      </vt:variant>
      <vt:variant>
        <vt:lpwstr/>
      </vt:variant>
      <vt:variant>
        <vt:lpwstr>_Toc291672308</vt:lpwstr>
      </vt:variant>
      <vt:variant>
        <vt:i4>1703991</vt:i4>
      </vt:variant>
      <vt:variant>
        <vt:i4>122</vt:i4>
      </vt:variant>
      <vt:variant>
        <vt:i4>0</vt:i4>
      </vt:variant>
      <vt:variant>
        <vt:i4>5</vt:i4>
      </vt:variant>
      <vt:variant>
        <vt:lpwstr/>
      </vt:variant>
      <vt:variant>
        <vt:lpwstr>_Toc291672307</vt:lpwstr>
      </vt:variant>
      <vt:variant>
        <vt:i4>1703991</vt:i4>
      </vt:variant>
      <vt:variant>
        <vt:i4>116</vt:i4>
      </vt:variant>
      <vt:variant>
        <vt:i4>0</vt:i4>
      </vt:variant>
      <vt:variant>
        <vt:i4>5</vt:i4>
      </vt:variant>
      <vt:variant>
        <vt:lpwstr/>
      </vt:variant>
      <vt:variant>
        <vt:lpwstr>_Toc291672306</vt:lpwstr>
      </vt:variant>
      <vt:variant>
        <vt:i4>1703991</vt:i4>
      </vt:variant>
      <vt:variant>
        <vt:i4>110</vt:i4>
      </vt:variant>
      <vt:variant>
        <vt:i4>0</vt:i4>
      </vt:variant>
      <vt:variant>
        <vt:i4>5</vt:i4>
      </vt:variant>
      <vt:variant>
        <vt:lpwstr/>
      </vt:variant>
      <vt:variant>
        <vt:lpwstr>_Toc291672305</vt:lpwstr>
      </vt:variant>
      <vt:variant>
        <vt:i4>1703991</vt:i4>
      </vt:variant>
      <vt:variant>
        <vt:i4>104</vt:i4>
      </vt:variant>
      <vt:variant>
        <vt:i4>0</vt:i4>
      </vt:variant>
      <vt:variant>
        <vt:i4>5</vt:i4>
      </vt:variant>
      <vt:variant>
        <vt:lpwstr/>
      </vt:variant>
      <vt:variant>
        <vt:lpwstr>_Toc291672304</vt:lpwstr>
      </vt:variant>
      <vt:variant>
        <vt:i4>1703991</vt:i4>
      </vt:variant>
      <vt:variant>
        <vt:i4>98</vt:i4>
      </vt:variant>
      <vt:variant>
        <vt:i4>0</vt:i4>
      </vt:variant>
      <vt:variant>
        <vt:i4>5</vt:i4>
      </vt:variant>
      <vt:variant>
        <vt:lpwstr/>
      </vt:variant>
      <vt:variant>
        <vt:lpwstr>_Toc291672303</vt:lpwstr>
      </vt:variant>
      <vt:variant>
        <vt:i4>1703991</vt:i4>
      </vt:variant>
      <vt:variant>
        <vt:i4>92</vt:i4>
      </vt:variant>
      <vt:variant>
        <vt:i4>0</vt:i4>
      </vt:variant>
      <vt:variant>
        <vt:i4>5</vt:i4>
      </vt:variant>
      <vt:variant>
        <vt:lpwstr/>
      </vt:variant>
      <vt:variant>
        <vt:lpwstr>_Toc291672302</vt:lpwstr>
      </vt:variant>
      <vt:variant>
        <vt:i4>1703991</vt:i4>
      </vt:variant>
      <vt:variant>
        <vt:i4>86</vt:i4>
      </vt:variant>
      <vt:variant>
        <vt:i4>0</vt:i4>
      </vt:variant>
      <vt:variant>
        <vt:i4>5</vt:i4>
      </vt:variant>
      <vt:variant>
        <vt:lpwstr/>
      </vt:variant>
      <vt:variant>
        <vt:lpwstr>_Toc291672301</vt:lpwstr>
      </vt:variant>
      <vt:variant>
        <vt:i4>1703991</vt:i4>
      </vt:variant>
      <vt:variant>
        <vt:i4>80</vt:i4>
      </vt:variant>
      <vt:variant>
        <vt:i4>0</vt:i4>
      </vt:variant>
      <vt:variant>
        <vt:i4>5</vt:i4>
      </vt:variant>
      <vt:variant>
        <vt:lpwstr/>
      </vt:variant>
      <vt:variant>
        <vt:lpwstr>_Toc291672300</vt:lpwstr>
      </vt:variant>
      <vt:variant>
        <vt:i4>1245238</vt:i4>
      </vt:variant>
      <vt:variant>
        <vt:i4>74</vt:i4>
      </vt:variant>
      <vt:variant>
        <vt:i4>0</vt:i4>
      </vt:variant>
      <vt:variant>
        <vt:i4>5</vt:i4>
      </vt:variant>
      <vt:variant>
        <vt:lpwstr/>
      </vt:variant>
      <vt:variant>
        <vt:lpwstr>_Toc291672299</vt:lpwstr>
      </vt:variant>
      <vt:variant>
        <vt:i4>1245238</vt:i4>
      </vt:variant>
      <vt:variant>
        <vt:i4>68</vt:i4>
      </vt:variant>
      <vt:variant>
        <vt:i4>0</vt:i4>
      </vt:variant>
      <vt:variant>
        <vt:i4>5</vt:i4>
      </vt:variant>
      <vt:variant>
        <vt:lpwstr/>
      </vt:variant>
      <vt:variant>
        <vt:lpwstr>_Toc291672298</vt:lpwstr>
      </vt:variant>
      <vt:variant>
        <vt:i4>1245238</vt:i4>
      </vt:variant>
      <vt:variant>
        <vt:i4>62</vt:i4>
      </vt:variant>
      <vt:variant>
        <vt:i4>0</vt:i4>
      </vt:variant>
      <vt:variant>
        <vt:i4>5</vt:i4>
      </vt:variant>
      <vt:variant>
        <vt:lpwstr/>
      </vt:variant>
      <vt:variant>
        <vt:lpwstr>_Toc291672297</vt:lpwstr>
      </vt:variant>
      <vt:variant>
        <vt:i4>1245238</vt:i4>
      </vt:variant>
      <vt:variant>
        <vt:i4>56</vt:i4>
      </vt:variant>
      <vt:variant>
        <vt:i4>0</vt:i4>
      </vt:variant>
      <vt:variant>
        <vt:i4>5</vt:i4>
      </vt:variant>
      <vt:variant>
        <vt:lpwstr/>
      </vt:variant>
      <vt:variant>
        <vt:lpwstr>_Toc291672296</vt:lpwstr>
      </vt:variant>
      <vt:variant>
        <vt:i4>1245238</vt:i4>
      </vt:variant>
      <vt:variant>
        <vt:i4>50</vt:i4>
      </vt:variant>
      <vt:variant>
        <vt:i4>0</vt:i4>
      </vt:variant>
      <vt:variant>
        <vt:i4>5</vt:i4>
      </vt:variant>
      <vt:variant>
        <vt:lpwstr/>
      </vt:variant>
      <vt:variant>
        <vt:lpwstr>_Toc291672295</vt:lpwstr>
      </vt:variant>
      <vt:variant>
        <vt:i4>1245238</vt:i4>
      </vt:variant>
      <vt:variant>
        <vt:i4>44</vt:i4>
      </vt:variant>
      <vt:variant>
        <vt:i4>0</vt:i4>
      </vt:variant>
      <vt:variant>
        <vt:i4>5</vt:i4>
      </vt:variant>
      <vt:variant>
        <vt:lpwstr/>
      </vt:variant>
      <vt:variant>
        <vt:lpwstr>_Toc291672294</vt:lpwstr>
      </vt:variant>
      <vt:variant>
        <vt:i4>1245238</vt:i4>
      </vt:variant>
      <vt:variant>
        <vt:i4>38</vt:i4>
      </vt:variant>
      <vt:variant>
        <vt:i4>0</vt:i4>
      </vt:variant>
      <vt:variant>
        <vt:i4>5</vt:i4>
      </vt:variant>
      <vt:variant>
        <vt:lpwstr/>
      </vt:variant>
      <vt:variant>
        <vt:lpwstr>_Toc291672293</vt:lpwstr>
      </vt:variant>
      <vt:variant>
        <vt:i4>1245238</vt:i4>
      </vt:variant>
      <vt:variant>
        <vt:i4>32</vt:i4>
      </vt:variant>
      <vt:variant>
        <vt:i4>0</vt:i4>
      </vt:variant>
      <vt:variant>
        <vt:i4>5</vt:i4>
      </vt:variant>
      <vt:variant>
        <vt:lpwstr/>
      </vt:variant>
      <vt:variant>
        <vt:lpwstr>_Toc291672292</vt:lpwstr>
      </vt:variant>
      <vt:variant>
        <vt:i4>1245238</vt:i4>
      </vt:variant>
      <vt:variant>
        <vt:i4>26</vt:i4>
      </vt:variant>
      <vt:variant>
        <vt:i4>0</vt:i4>
      </vt:variant>
      <vt:variant>
        <vt:i4>5</vt:i4>
      </vt:variant>
      <vt:variant>
        <vt:lpwstr/>
      </vt:variant>
      <vt:variant>
        <vt:lpwstr>_Toc291672291</vt:lpwstr>
      </vt:variant>
      <vt:variant>
        <vt:i4>1245238</vt:i4>
      </vt:variant>
      <vt:variant>
        <vt:i4>20</vt:i4>
      </vt:variant>
      <vt:variant>
        <vt:i4>0</vt:i4>
      </vt:variant>
      <vt:variant>
        <vt:i4>5</vt:i4>
      </vt:variant>
      <vt:variant>
        <vt:lpwstr/>
      </vt:variant>
      <vt:variant>
        <vt:lpwstr>_Toc291672290</vt:lpwstr>
      </vt:variant>
      <vt:variant>
        <vt:i4>1179702</vt:i4>
      </vt:variant>
      <vt:variant>
        <vt:i4>14</vt:i4>
      </vt:variant>
      <vt:variant>
        <vt:i4>0</vt:i4>
      </vt:variant>
      <vt:variant>
        <vt:i4>5</vt:i4>
      </vt:variant>
      <vt:variant>
        <vt:lpwstr/>
      </vt:variant>
      <vt:variant>
        <vt:lpwstr>_Toc291672289</vt:lpwstr>
      </vt:variant>
      <vt:variant>
        <vt:i4>1179702</vt:i4>
      </vt:variant>
      <vt:variant>
        <vt:i4>8</vt:i4>
      </vt:variant>
      <vt:variant>
        <vt:i4>0</vt:i4>
      </vt:variant>
      <vt:variant>
        <vt:i4>5</vt:i4>
      </vt:variant>
      <vt:variant>
        <vt:lpwstr/>
      </vt:variant>
      <vt:variant>
        <vt:lpwstr>_Toc291672288</vt:lpwstr>
      </vt:variant>
      <vt:variant>
        <vt:i4>1179702</vt:i4>
      </vt:variant>
      <vt:variant>
        <vt:i4>2</vt:i4>
      </vt:variant>
      <vt:variant>
        <vt:i4>0</vt:i4>
      </vt:variant>
      <vt:variant>
        <vt:i4>5</vt:i4>
      </vt:variant>
      <vt:variant>
        <vt:lpwstr/>
      </vt:variant>
      <vt:variant>
        <vt:lpwstr>_Toc291672287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Kersti Üts</dc:creator>
  <cp:lastModifiedBy>Jaan Murumets</cp:lastModifiedBy>
  <cp:revision>5</cp:revision>
  <cp:lastPrinted>2011-04-27T09:56:00Z</cp:lastPrinted>
  <dcterms:created xsi:type="dcterms:W3CDTF">2013-01-18T13:54:00Z</dcterms:created>
  <dcterms:modified xsi:type="dcterms:W3CDTF">2013-01-22T15:44:00Z</dcterms:modified>
</cp:coreProperties>
</file>